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p w14:paraId="072970AF" w14:textId="0D2729BB" w:rsidR="00BA43CC" w:rsidRPr="009B06E0" w:rsidRDefault="006F23AC" w:rsidP="007F6E28">
            <w:pPr>
              <w:rPr>
                <w:noProof/>
              </w:rPr>
            </w:pPr>
            <w:bookmarkStart w:id="0" w:name="_Toc228954255"/>
            <w:r>
              <w:rPr>
                <w:noProof/>
              </w:rPr>
              <w:drawing>
                <wp:anchor distT="0" distB="0" distL="114300" distR="114300" simplePos="0" relativeHeight="251657728" behindDoc="1" locked="1" layoutInCell="1" allowOverlap="1" wp14:anchorId="78BBB159" wp14:editId="1A781E17">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383E5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DADED52" w14:textId="77777777" w:rsidR="00BA0567" w:rsidRDefault="00CE05F8" w:rsidP="00CE05F8">
            <w:pPr>
              <w:pStyle w:val="ReportTitle"/>
              <w:spacing w:before="60" w:after="0" w:line="240" w:lineRule="auto"/>
              <w:ind w:left="442"/>
              <w:rPr>
                <w:sz w:val="50"/>
              </w:rPr>
            </w:pPr>
            <w:r>
              <w:rPr>
                <w:sz w:val="50"/>
              </w:rPr>
              <w:t xml:space="preserve">Australian Taxation Office </w:t>
            </w:r>
          </w:p>
          <w:p w14:paraId="76F94D4E" w14:textId="77777777" w:rsidR="005A5464" w:rsidRPr="00EB7563" w:rsidRDefault="005A5464" w:rsidP="00B44FB6">
            <w:pPr>
              <w:pStyle w:val="ReportTitle"/>
              <w:spacing w:after="0"/>
              <w:ind w:left="442"/>
              <w:rPr>
                <w:sz w:val="50"/>
              </w:rPr>
            </w:pPr>
          </w:p>
          <w:p w14:paraId="2E5A9D04" w14:textId="0F2ADAA8" w:rsidR="00AD44C6" w:rsidRPr="005A5464" w:rsidRDefault="00AD44C6" w:rsidP="00AD44C6">
            <w:pPr>
              <w:pStyle w:val="ReportTitle"/>
              <w:spacing w:after="0"/>
              <w:ind w:left="442"/>
              <w:rPr>
                <w:rFonts w:cs="Arial"/>
                <w:i/>
                <w:sz w:val="50"/>
                <w:szCs w:val="50"/>
              </w:rPr>
            </w:pPr>
            <w:r>
              <w:rPr>
                <w:sz w:val="50"/>
              </w:rPr>
              <w:t>AS.0001 2009 Package v1.</w:t>
            </w:r>
            <w:r w:rsidR="002C6A47">
              <w:rPr>
                <w:sz w:val="50"/>
              </w:rPr>
              <w:t xml:space="preserve">10 </w:t>
            </w:r>
            <w:r>
              <w:rPr>
                <w:rFonts w:cs="Arial"/>
                <w:sz w:val="50"/>
                <w:szCs w:val="50"/>
              </w:rPr>
              <w:t>Contents</w:t>
            </w:r>
          </w:p>
          <w:p w14:paraId="46253D50" w14:textId="77777777" w:rsidR="00BA0567" w:rsidRPr="00BA0567" w:rsidRDefault="00BA0567" w:rsidP="00BA0567">
            <w:pPr>
              <w:pStyle w:val="ReportDescription"/>
            </w:pPr>
          </w:p>
          <w:p w14:paraId="2B488806" w14:textId="412B2AFE" w:rsidR="00CD562E" w:rsidRPr="00BA0567" w:rsidRDefault="00DC4A1D" w:rsidP="00BA0567">
            <w:pPr>
              <w:rPr>
                <w:sz w:val="32"/>
                <w:szCs w:val="32"/>
              </w:rPr>
            </w:pPr>
            <w:r w:rsidRPr="00BA0567">
              <w:rPr>
                <w:sz w:val="32"/>
                <w:szCs w:val="32"/>
              </w:rPr>
              <w:t xml:space="preserve">  </w:t>
            </w:r>
            <w:r w:rsidR="002C6A47">
              <w:rPr>
                <w:sz w:val="32"/>
                <w:szCs w:val="32"/>
              </w:rPr>
              <w:t xml:space="preserve">   </w:t>
            </w:r>
            <w:r w:rsidR="00CD562E" w:rsidRPr="00BA0567">
              <w:rPr>
                <w:sz w:val="32"/>
                <w:szCs w:val="32"/>
              </w:rPr>
              <w:t xml:space="preserve">Date: </w:t>
            </w:r>
            <w:r w:rsidR="002C6A47">
              <w:rPr>
                <w:sz w:val="32"/>
                <w:szCs w:val="32"/>
              </w:rPr>
              <w:t>24</w:t>
            </w:r>
            <w:r w:rsidR="00AD44C6" w:rsidRPr="00AD44C6">
              <w:rPr>
                <w:sz w:val="32"/>
                <w:szCs w:val="32"/>
                <w:vertAlign w:val="superscript"/>
              </w:rPr>
              <w:t>th</w:t>
            </w:r>
            <w:r w:rsidR="00AD44C6">
              <w:rPr>
                <w:sz w:val="32"/>
                <w:szCs w:val="32"/>
              </w:rPr>
              <w:t xml:space="preserve"> </w:t>
            </w:r>
            <w:r w:rsidR="002C6A47">
              <w:rPr>
                <w:sz w:val="32"/>
                <w:szCs w:val="32"/>
              </w:rPr>
              <w:t>August</w:t>
            </w:r>
            <w:r w:rsidR="00AD44C6">
              <w:rPr>
                <w:sz w:val="32"/>
                <w:szCs w:val="32"/>
              </w:rPr>
              <w:t xml:space="preserve"> 201</w:t>
            </w:r>
            <w:r w:rsidR="00415679">
              <w:rPr>
                <w:sz w:val="32"/>
                <w:szCs w:val="32"/>
              </w:rPr>
              <w:t>7</w:t>
            </w:r>
            <w:r w:rsidR="00F14656" w:rsidRPr="00BA0567">
              <w:rPr>
                <w:sz w:val="32"/>
                <w:szCs w:val="32"/>
              </w:rPr>
              <w:t xml:space="preserve"> </w:t>
            </w:r>
          </w:p>
          <w:p w14:paraId="1897100B" w14:textId="77777777" w:rsidR="00BA43CC" w:rsidRPr="009B06E0" w:rsidRDefault="00883E05" w:rsidP="00537772">
            <w:pPr>
              <w:pStyle w:val="-subtitle"/>
              <w:ind w:left="425"/>
            </w:pPr>
            <w:r>
              <w:t xml:space="preserve"> </w:t>
            </w: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0BC9CD90" w:rsidR="00C907DB" w:rsidRPr="009B06E0" w:rsidRDefault="006F23AC" w:rsidP="000E5315">
            <w:pPr>
              <w:spacing w:before="60" w:after="60"/>
              <w:rPr>
                <w:rFonts w:cs="Arial"/>
                <w:b/>
              </w:rPr>
            </w:pPr>
            <w:r>
              <w:rPr>
                <w:rFonts w:cs="Arial"/>
                <w:noProof/>
              </w:rPr>
              <w:drawing>
                <wp:inline distT="0" distB="0" distL="0" distR="0" wp14:anchorId="538FA16F" wp14:editId="2EC662D2">
                  <wp:extent cx="171450" cy="17145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rsidRPr="009B06E0">
              <w:rPr>
                <w:rFonts w:cs="Arial"/>
              </w:rPr>
              <w:t xml:space="preserve">  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C907DB" w:rsidRPr="009B06E0">
              <w:rPr>
                <w:rFonts w:cs="Arial"/>
                <w:b/>
                <w:noProof/>
              </w:rPr>
              <w:t>Unclassified</w:t>
            </w:r>
            <w:r w:rsidR="00C907DB" w:rsidRPr="009B06E0">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339FB712" w:rsidR="00C907DB" w:rsidRPr="009B06E0" w:rsidRDefault="006F23AC" w:rsidP="00671422">
            <w:pPr>
              <w:spacing w:before="60" w:after="60"/>
            </w:pPr>
            <w:r>
              <w:rPr>
                <w:noProof/>
              </w:rPr>
              <w:drawing>
                <wp:inline distT="0" distB="0" distL="0" distR="0" wp14:anchorId="48311423" wp14:editId="7FA9E413">
                  <wp:extent cx="171450" cy="171450"/>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5"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CAE807"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62686C">
          <w:headerReference w:type="default" r:id="rId16"/>
          <w:footerReference w:type="default" r:id="rId17"/>
          <w:pgSz w:w="11906" w:h="16838" w:code="9"/>
          <w:pgMar w:top="1418" w:right="1276" w:bottom="1202" w:left="1304" w:header="709" w:footer="317" w:gutter="0"/>
          <w:cols w:space="708"/>
          <w:titlePg/>
          <w:docGrid w:linePitch="360"/>
        </w:sectPr>
      </w:pPr>
    </w:p>
    <w:p w14:paraId="54DABE2F" w14:textId="77777777" w:rsidR="00994810" w:rsidRDefault="00B5695A" w:rsidP="00994810">
      <w:pPr>
        <w:pStyle w:val="VersionHeadA"/>
      </w:pPr>
      <w:r w:rsidRPr="007029A8">
        <w:lastRenderedPageBreak/>
        <w:t>VERSION CONTROL</w:t>
      </w:r>
    </w:p>
    <w:p w14:paraId="71491D04" w14:textId="77777777" w:rsidR="00DB39DD" w:rsidRPr="007029A8" w:rsidRDefault="00DB39DD" w:rsidP="00DB39DD"/>
    <w:tbl>
      <w:tblPr>
        <w:tblW w:w="946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20"/>
        <w:gridCol w:w="1661"/>
        <w:gridCol w:w="6884"/>
      </w:tblGrid>
      <w:tr w:rsidR="00DB39DD" w:rsidRPr="009B06E0" w14:paraId="4BFD2F87" w14:textId="77777777" w:rsidTr="001C209B">
        <w:trPr>
          <w:tblHeader/>
        </w:trPr>
        <w:tc>
          <w:tcPr>
            <w:tcW w:w="920" w:type="dxa"/>
            <w:tcBorders>
              <w:top w:val="single" w:sz="4" w:space="0" w:color="auto"/>
              <w:bottom w:val="single" w:sz="6" w:space="0" w:color="auto"/>
            </w:tcBorders>
            <w:shd w:val="clear" w:color="auto" w:fill="C6D9F1"/>
          </w:tcPr>
          <w:p w14:paraId="06B2A918" w14:textId="77777777" w:rsidR="00DB39DD" w:rsidRPr="009B06E0" w:rsidRDefault="00DB39DD" w:rsidP="00536D47">
            <w:pPr>
              <w:pStyle w:val="VersionHead"/>
              <w:spacing w:before="120" w:after="120"/>
            </w:pPr>
            <w:bookmarkStart w:id="1" w:name="_Hlk230516160"/>
            <w:r w:rsidRPr="009B06E0">
              <w:t>Version</w:t>
            </w:r>
          </w:p>
        </w:tc>
        <w:tc>
          <w:tcPr>
            <w:tcW w:w="1661" w:type="dxa"/>
            <w:tcBorders>
              <w:top w:val="single" w:sz="4" w:space="0" w:color="auto"/>
              <w:bottom w:val="single" w:sz="6" w:space="0" w:color="auto"/>
            </w:tcBorders>
            <w:shd w:val="clear" w:color="auto" w:fill="C6D9F1"/>
          </w:tcPr>
          <w:p w14:paraId="0F0DBD43" w14:textId="77777777" w:rsidR="00DB39DD" w:rsidRPr="009B06E0" w:rsidRDefault="00DB39DD" w:rsidP="00536D47">
            <w:pPr>
              <w:pStyle w:val="VersionHead"/>
              <w:spacing w:before="120" w:after="120"/>
            </w:pPr>
            <w:r w:rsidRPr="009B06E0">
              <w:t>Release date</w:t>
            </w:r>
          </w:p>
        </w:tc>
        <w:tc>
          <w:tcPr>
            <w:tcW w:w="6884" w:type="dxa"/>
            <w:tcBorders>
              <w:top w:val="single" w:sz="4" w:space="0" w:color="auto"/>
              <w:bottom w:val="single" w:sz="6" w:space="0" w:color="auto"/>
            </w:tcBorders>
            <w:shd w:val="clear" w:color="auto" w:fill="C6D9F1"/>
          </w:tcPr>
          <w:p w14:paraId="1D226804" w14:textId="77777777" w:rsidR="00DB39DD" w:rsidRPr="009B06E0" w:rsidRDefault="00DB39DD" w:rsidP="00536D47">
            <w:pPr>
              <w:pStyle w:val="VersionHead"/>
              <w:spacing w:before="120" w:after="120"/>
            </w:pPr>
            <w:r w:rsidRPr="009B06E0">
              <w:t>Description of changes</w:t>
            </w:r>
          </w:p>
        </w:tc>
      </w:tr>
      <w:tr w:rsidR="00AD44C6" w:rsidRPr="009B06E0" w14:paraId="1328CF00" w14:textId="77777777" w:rsidTr="002C6A47">
        <w:tc>
          <w:tcPr>
            <w:tcW w:w="920" w:type="dxa"/>
            <w:tcBorders>
              <w:top w:val="single" w:sz="6" w:space="0" w:color="auto"/>
              <w:bottom w:val="single" w:sz="6" w:space="0" w:color="auto"/>
            </w:tcBorders>
          </w:tcPr>
          <w:p w14:paraId="4B153239" w14:textId="34842855" w:rsidR="00AD44C6" w:rsidRDefault="00AD44C6" w:rsidP="00995145">
            <w:pPr>
              <w:pStyle w:val="Version2"/>
              <w:spacing w:before="120" w:after="120"/>
            </w:pPr>
            <w:r>
              <w:t>1.</w:t>
            </w:r>
            <w:r w:rsidR="002C6A47">
              <w:t>10</w:t>
            </w:r>
          </w:p>
        </w:tc>
        <w:tc>
          <w:tcPr>
            <w:tcW w:w="1661" w:type="dxa"/>
            <w:tcBorders>
              <w:top w:val="single" w:sz="6" w:space="0" w:color="auto"/>
              <w:bottom w:val="single" w:sz="6" w:space="0" w:color="auto"/>
            </w:tcBorders>
          </w:tcPr>
          <w:p w14:paraId="073488EE" w14:textId="5A7175E5" w:rsidR="00AD44C6" w:rsidRDefault="002C6A47" w:rsidP="00995145">
            <w:pPr>
              <w:pStyle w:val="Version2"/>
              <w:spacing w:before="120" w:after="120"/>
            </w:pPr>
            <w:r>
              <w:t>24</w:t>
            </w:r>
            <w:r w:rsidR="001C209B">
              <w:t>/0</w:t>
            </w:r>
            <w:r>
              <w:t>8</w:t>
            </w:r>
            <w:r w:rsidR="001C209B">
              <w:t>/</w:t>
            </w:r>
            <w:r w:rsidR="00AD44C6">
              <w:t>201</w:t>
            </w:r>
            <w:r w:rsidR="001C209B">
              <w:t>7</w:t>
            </w:r>
          </w:p>
        </w:tc>
        <w:tc>
          <w:tcPr>
            <w:tcW w:w="6884" w:type="dxa"/>
            <w:tcBorders>
              <w:top w:val="single" w:sz="6" w:space="0" w:color="auto"/>
              <w:bottom w:val="single" w:sz="6" w:space="0" w:color="auto"/>
            </w:tcBorders>
          </w:tcPr>
          <w:p w14:paraId="6BDD63AD" w14:textId="75A5D4BD" w:rsidR="001C209B" w:rsidRDefault="009A1F68" w:rsidP="005F38F3">
            <w:pPr>
              <w:pStyle w:val="Version2"/>
              <w:spacing w:before="120" w:after="120"/>
              <w:ind w:left="0"/>
            </w:pPr>
            <w:r>
              <w:t>This document h</w:t>
            </w:r>
            <w:r w:rsidR="001C209B">
              <w:t xml:space="preserve">as been updated for the </w:t>
            </w:r>
            <w:r w:rsidR="002C6A47">
              <w:t>August</w:t>
            </w:r>
            <w:r w:rsidR="00D53338">
              <w:t xml:space="preserve"> </w:t>
            </w:r>
            <w:r>
              <w:t>201</w:t>
            </w:r>
            <w:r w:rsidR="001C209B">
              <w:t>7</w:t>
            </w:r>
            <w:r>
              <w:t xml:space="preserve"> Release. </w:t>
            </w:r>
          </w:p>
          <w:p w14:paraId="6C05742B" w14:textId="2745DE35" w:rsidR="00536D47" w:rsidRDefault="00536D47" w:rsidP="005F38F3">
            <w:pPr>
              <w:pStyle w:val="Version2"/>
              <w:spacing w:before="120" w:after="120"/>
              <w:ind w:left="0"/>
              <w:rPr>
                <w:b/>
                <w:color w:val="1F497D"/>
              </w:rPr>
            </w:pPr>
            <w:r w:rsidRPr="005F38F3">
              <w:rPr>
                <w:b/>
                <w:color w:val="1F497D"/>
              </w:rPr>
              <w:t>Section 2 Package contents</w:t>
            </w:r>
          </w:p>
          <w:p w14:paraId="51B41AA4" w14:textId="0FB75F9B" w:rsidR="00995145" w:rsidRDefault="00995145" w:rsidP="001C209B">
            <w:pPr>
              <w:pStyle w:val="Version2"/>
              <w:spacing w:before="120" w:after="120"/>
              <w:ind w:left="0"/>
            </w:pPr>
            <w:r w:rsidRPr="00995145">
              <w:t xml:space="preserve">No change from </w:t>
            </w:r>
            <w:r w:rsidR="00827038">
              <w:t>prior publication.</w:t>
            </w:r>
          </w:p>
          <w:p w14:paraId="2C774754" w14:textId="056ED4C8" w:rsidR="00536D47" w:rsidRDefault="00536D47" w:rsidP="001C209B">
            <w:pPr>
              <w:pStyle w:val="Version2"/>
              <w:spacing w:before="120" w:after="120"/>
              <w:ind w:left="0"/>
              <w:rPr>
                <w:b/>
                <w:color w:val="1F497D"/>
              </w:rPr>
            </w:pPr>
            <w:r w:rsidRPr="005F38F3">
              <w:rPr>
                <w:b/>
                <w:color w:val="1F497D"/>
              </w:rPr>
              <w:t>Section 3 Schematron changes</w:t>
            </w:r>
          </w:p>
          <w:p w14:paraId="433407EC" w14:textId="72A16FCF" w:rsidR="00995145" w:rsidRPr="00995145" w:rsidRDefault="00827038" w:rsidP="00995145">
            <w:pPr>
              <w:pStyle w:val="Version2"/>
              <w:spacing w:before="120" w:after="120"/>
              <w:ind w:left="0"/>
            </w:pPr>
            <w:r>
              <w:t>No change from prior publication</w:t>
            </w:r>
          </w:p>
          <w:p w14:paraId="00F36E70" w14:textId="00EA976E" w:rsidR="00AD44C6" w:rsidRDefault="00827038" w:rsidP="00827038">
            <w:pPr>
              <w:pStyle w:val="Version2"/>
              <w:spacing w:before="0" w:after="0"/>
              <w:ind w:left="0"/>
              <w:contextualSpacing/>
              <w:rPr>
                <w:b/>
                <w:color w:val="1F497D"/>
              </w:rPr>
            </w:pPr>
            <w:r>
              <w:rPr>
                <w:b/>
                <w:color w:val="1F497D"/>
              </w:rPr>
              <w:t>S</w:t>
            </w:r>
            <w:r w:rsidR="00995145" w:rsidRPr="00995145">
              <w:rPr>
                <w:b/>
                <w:color w:val="1F497D"/>
              </w:rPr>
              <w:t>ection 4 Known issues and future changes</w:t>
            </w:r>
          </w:p>
          <w:p w14:paraId="59E257FF" w14:textId="77777777" w:rsidR="00995145" w:rsidRDefault="00995145" w:rsidP="0062686C">
            <w:pPr>
              <w:pStyle w:val="Version2"/>
              <w:spacing w:before="120" w:after="120"/>
              <w:ind w:left="0"/>
              <w:rPr>
                <w:b/>
                <w:color w:val="1F497D"/>
              </w:rPr>
            </w:pPr>
            <w:r w:rsidRPr="00995145">
              <w:t xml:space="preserve">Included </w:t>
            </w:r>
            <w:r w:rsidR="002C6A47">
              <w:t>issue about GST selected reporting option code supplied in the prelodge/lodge request post July 2017</w:t>
            </w:r>
            <w:r w:rsidR="0062686C">
              <w:t>.</w:t>
            </w:r>
            <w:r>
              <w:rPr>
                <w:b/>
                <w:color w:val="1F497D"/>
              </w:rPr>
              <w:t xml:space="preserve"> </w:t>
            </w:r>
          </w:p>
          <w:p w14:paraId="0575CC3C" w14:textId="09D2C919" w:rsidR="00FE1EB7" w:rsidRPr="009B06E0" w:rsidRDefault="009F7D19" w:rsidP="009F7D19">
            <w:pPr>
              <w:pStyle w:val="Version2"/>
              <w:spacing w:before="120" w:after="120"/>
              <w:ind w:left="0"/>
            </w:pPr>
            <w:r>
              <w:t xml:space="preserve">Included an update to the </w:t>
            </w:r>
            <w:r w:rsidR="00FE1EB7" w:rsidRPr="00FE1EB7">
              <w:t>resolution and deployment date for previous</w:t>
            </w:r>
            <w:r w:rsidR="00FE1EB7">
              <w:t xml:space="preserve"> known</w:t>
            </w:r>
            <w:r w:rsidR="00FE1EB7" w:rsidRPr="00FE1EB7">
              <w:t xml:space="preserve"> issue 1515</w:t>
            </w:r>
            <w:r w:rsidR="006A28AC">
              <w:t>.</w:t>
            </w:r>
          </w:p>
        </w:tc>
      </w:tr>
      <w:bookmarkEnd w:id="1"/>
    </w:tbl>
    <w:p w14:paraId="11C2161D" w14:textId="63FBB247" w:rsidR="005A2235" w:rsidRPr="007029A8" w:rsidRDefault="00AB4B6E" w:rsidP="002733DA">
      <w:pPr>
        <w:rPr>
          <w:bCs/>
          <w:smallCaps/>
          <w:kern w:val="36"/>
          <w:sz w:val="36"/>
          <w:szCs w:val="36"/>
        </w:rPr>
      </w:pPr>
      <w:r>
        <w:br w:type="page"/>
      </w:r>
      <w:r w:rsidR="005A2235" w:rsidRPr="007029A8">
        <w:rPr>
          <w:bCs/>
          <w:smallCaps/>
          <w:kern w:val="36"/>
          <w:sz w:val="36"/>
          <w:szCs w:val="36"/>
        </w:rPr>
        <w:lastRenderedPageBreak/>
        <w:t>Copyright</w:t>
      </w:r>
    </w:p>
    <w:p w14:paraId="5DD71459" w14:textId="2C1A2300"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Commonwealth of Australia</w:t>
      </w:r>
      <w:r w:rsidR="00852E17">
        <w:rPr>
          <w:rFonts w:cs="Arial"/>
          <w:sz w:val="20"/>
          <w:szCs w:val="20"/>
        </w:rPr>
        <w:t xml:space="preserve"> 201</w:t>
      </w:r>
      <w:r w:rsidR="00415679">
        <w:rPr>
          <w:rFonts w:cs="Arial"/>
          <w:sz w:val="20"/>
          <w:szCs w:val="20"/>
        </w:rPr>
        <w:t>7</w:t>
      </w:r>
      <w:r>
        <w:rPr>
          <w:rFonts w:cs="Arial"/>
          <w:sz w:val="20"/>
          <w:szCs w:val="20"/>
        </w:rPr>
        <w:t xml:space="preserve"> (see exceptions below).</w:t>
      </w:r>
      <w:proofErr w:type="gramEnd"/>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718D7661" w14:textId="77777777" w:rsidR="00A06894" w:rsidRDefault="00A06894" w:rsidP="00BA43CC">
      <w:pPr>
        <w:spacing w:after="120"/>
        <w:rPr>
          <w:rFonts w:cs="Arial"/>
          <w:sz w:val="36"/>
          <w:szCs w:val="36"/>
        </w:rPr>
      </w:pPr>
    </w:p>
    <w:p w14:paraId="5B035B00" w14:textId="77777777" w:rsidR="00A06894" w:rsidRDefault="00A06894" w:rsidP="00BA43CC">
      <w:pPr>
        <w:spacing w:after="120"/>
        <w:rPr>
          <w:rFonts w:cs="Arial"/>
          <w:sz w:val="36"/>
          <w:szCs w:val="36"/>
        </w:rPr>
      </w:pPr>
    </w:p>
    <w:p w14:paraId="3F41B524" w14:textId="77777777" w:rsidR="00BA43CC" w:rsidRPr="00153400" w:rsidRDefault="00BA43CC" w:rsidP="00BA43CC">
      <w:pPr>
        <w:spacing w:after="120"/>
        <w:rPr>
          <w:rFonts w:cs="Arial"/>
          <w:sz w:val="36"/>
          <w:szCs w:val="36"/>
        </w:rPr>
      </w:pPr>
      <w:r w:rsidRPr="00153400">
        <w:rPr>
          <w:rFonts w:cs="Arial"/>
          <w:sz w:val="36"/>
          <w:szCs w:val="36"/>
        </w:rPr>
        <w:t>Table of contents</w:t>
      </w:r>
      <w:bookmarkStart w:id="2" w:name="_GoBack"/>
      <w:bookmarkEnd w:id="2"/>
    </w:p>
    <w:p w14:paraId="3BF42D95" w14:textId="77777777" w:rsidR="002B3B33"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490826244" w:history="1">
        <w:r w:rsidR="002B3B33" w:rsidRPr="00923BA6">
          <w:rPr>
            <w:rStyle w:val="Hyperlink"/>
          </w:rPr>
          <w:t>1</w:t>
        </w:r>
        <w:r w:rsidR="002B3B33">
          <w:rPr>
            <w:rFonts w:asciiTheme="minorHAnsi" w:eastAsiaTheme="minorEastAsia" w:hAnsiTheme="minorHAnsi" w:cstheme="minorBidi"/>
            <w:noProof/>
          </w:rPr>
          <w:tab/>
        </w:r>
        <w:r w:rsidR="002B3B33" w:rsidRPr="00923BA6">
          <w:rPr>
            <w:rStyle w:val="Hyperlink"/>
          </w:rPr>
          <w:t>Introduction</w:t>
        </w:r>
        <w:r w:rsidR="002B3B33">
          <w:rPr>
            <w:noProof/>
            <w:webHidden/>
          </w:rPr>
          <w:tab/>
        </w:r>
        <w:r w:rsidR="002B3B33">
          <w:rPr>
            <w:noProof/>
            <w:webHidden/>
          </w:rPr>
          <w:fldChar w:fldCharType="begin"/>
        </w:r>
        <w:r w:rsidR="002B3B33">
          <w:rPr>
            <w:noProof/>
            <w:webHidden/>
          </w:rPr>
          <w:instrText xml:space="preserve"> PAGEREF _Toc490826244 \h </w:instrText>
        </w:r>
        <w:r w:rsidR="002B3B33">
          <w:rPr>
            <w:noProof/>
            <w:webHidden/>
          </w:rPr>
        </w:r>
        <w:r w:rsidR="002B3B33">
          <w:rPr>
            <w:noProof/>
            <w:webHidden/>
          </w:rPr>
          <w:fldChar w:fldCharType="separate"/>
        </w:r>
        <w:r w:rsidR="002B3B33">
          <w:rPr>
            <w:noProof/>
            <w:webHidden/>
          </w:rPr>
          <w:t>4</w:t>
        </w:r>
        <w:r w:rsidR="002B3B33">
          <w:rPr>
            <w:noProof/>
            <w:webHidden/>
          </w:rPr>
          <w:fldChar w:fldCharType="end"/>
        </w:r>
      </w:hyperlink>
    </w:p>
    <w:p w14:paraId="21856E8B" w14:textId="77777777" w:rsidR="002B3B33" w:rsidRDefault="002B3B33">
      <w:pPr>
        <w:pStyle w:val="TOC2"/>
        <w:rPr>
          <w:rFonts w:asciiTheme="minorHAnsi" w:eastAsiaTheme="minorEastAsia" w:hAnsiTheme="minorHAnsi" w:cstheme="minorBidi"/>
          <w:noProof/>
        </w:rPr>
      </w:pPr>
      <w:hyperlink w:anchor="_Toc490826245" w:history="1">
        <w:r w:rsidRPr="00923BA6">
          <w:rPr>
            <w:rStyle w:val="Hyperlink"/>
          </w:rPr>
          <w:t>1.1</w:t>
        </w:r>
        <w:r>
          <w:rPr>
            <w:rFonts w:asciiTheme="minorHAnsi" w:eastAsiaTheme="minorEastAsia" w:hAnsiTheme="minorHAnsi" w:cstheme="minorBidi"/>
            <w:noProof/>
          </w:rPr>
          <w:tab/>
        </w:r>
        <w:r w:rsidRPr="00923BA6">
          <w:rPr>
            <w:rStyle w:val="Hyperlink"/>
          </w:rPr>
          <w:t>Document purpose</w:t>
        </w:r>
        <w:r>
          <w:rPr>
            <w:noProof/>
            <w:webHidden/>
          </w:rPr>
          <w:tab/>
        </w:r>
        <w:r>
          <w:rPr>
            <w:noProof/>
            <w:webHidden/>
          </w:rPr>
          <w:fldChar w:fldCharType="begin"/>
        </w:r>
        <w:r>
          <w:rPr>
            <w:noProof/>
            <w:webHidden/>
          </w:rPr>
          <w:instrText xml:space="preserve"> PAGEREF _Toc490826245 \h </w:instrText>
        </w:r>
        <w:r>
          <w:rPr>
            <w:noProof/>
            <w:webHidden/>
          </w:rPr>
        </w:r>
        <w:r>
          <w:rPr>
            <w:noProof/>
            <w:webHidden/>
          </w:rPr>
          <w:fldChar w:fldCharType="separate"/>
        </w:r>
        <w:r>
          <w:rPr>
            <w:noProof/>
            <w:webHidden/>
          </w:rPr>
          <w:t>4</w:t>
        </w:r>
        <w:r>
          <w:rPr>
            <w:noProof/>
            <w:webHidden/>
          </w:rPr>
          <w:fldChar w:fldCharType="end"/>
        </w:r>
      </w:hyperlink>
    </w:p>
    <w:p w14:paraId="16EE93EE" w14:textId="77777777" w:rsidR="002B3B33" w:rsidRDefault="002B3B33">
      <w:pPr>
        <w:pStyle w:val="TOC2"/>
        <w:rPr>
          <w:rFonts w:asciiTheme="minorHAnsi" w:eastAsiaTheme="minorEastAsia" w:hAnsiTheme="minorHAnsi" w:cstheme="minorBidi"/>
          <w:noProof/>
        </w:rPr>
      </w:pPr>
      <w:hyperlink w:anchor="_Toc490826246" w:history="1">
        <w:r w:rsidRPr="00923BA6">
          <w:rPr>
            <w:rStyle w:val="Hyperlink"/>
          </w:rPr>
          <w:t>1.2</w:t>
        </w:r>
        <w:r>
          <w:rPr>
            <w:rFonts w:asciiTheme="minorHAnsi" w:eastAsiaTheme="minorEastAsia" w:hAnsiTheme="minorHAnsi" w:cstheme="minorBidi"/>
            <w:noProof/>
          </w:rPr>
          <w:tab/>
        </w:r>
        <w:r w:rsidRPr="00923BA6">
          <w:rPr>
            <w:rStyle w:val="Hyperlink"/>
          </w:rPr>
          <w:t>Audience</w:t>
        </w:r>
        <w:r>
          <w:rPr>
            <w:noProof/>
            <w:webHidden/>
          </w:rPr>
          <w:tab/>
        </w:r>
        <w:r>
          <w:rPr>
            <w:noProof/>
            <w:webHidden/>
          </w:rPr>
          <w:fldChar w:fldCharType="begin"/>
        </w:r>
        <w:r>
          <w:rPr>
            <w:noProof/>
            <w:webHidden/>
          </w:rPr>
          <w:instrText xml:space="preserve"> PAGEREF _Toc490826246 \h </w:instrText>
        </w:r>
        <w:r>
          <w:rPr>
            <w:noProof/>
            <w:webHidden/>
          </w:rPr>
        </w:r>
        <w:r>
          <w:rPr>
            <w:noProof/>
            <w:webHidden/>
          </w:rPr>
          <w:fldChar w:fldCharType="separate"/>
        </w:r>
        <w:r>
          <w:rPr>
            <w:noProof/>
            <w:webHidden/>
          </w:rPr>
          <w:t>4</w:t>
        </w:r>
        <w:r>
          <w:rPr>
            <w:noProof/>
            <w:webHidden/>
          </w:rPr>
          <w:fldChar w:fldCharType="end"/>
        </w:r>
      </w:hyperlink>
    </w:p>
    <w:p w14:paraId="59ADC53C" w14:textId="77777777" w:rsidR="002B3B33" w:rsidRDefault="002B3B33">
      <w:pPr>
        <w:pStyle w:val="TOC2"/>
        <w:rPr>
          <w:rFonts w:asciiTheme="minorHAnsi" w:eastAsiaTheme="minorEastAsia" w:hAnsiTheme="minorHAnsi" w:cstheme="minorBidi"/>
          <w:noProof/>
        </w:rPr>
      </w:pPr>
      <w:hyperlink w:anchor="_Toc490826247" w:history="1">
        <w:r w:rsidRPr="00923BA6">
          <w:rPr>
            <w:rStyle w:val="Hyperlink"/>
          </w:rPr>
          <w:t>1.3</w:t>
        </w:r>
        <w:r>
          <w:rPr>
            <w:rFonts w:asciiTheme="minorHAnsi" w:eastAsiaTheme="minorEastAsia" w:hAnsiTheme="minorHAnsi" w:cstheme="minorBidi"/>
            <w:noProof/>
          </w:rPr>
          <w:tab/>
        </w:r>
        <w:r w:rsidRPr="00923BA6">
          <w:rPr>
            <w:rStyle w:val="Hyperlink"/>
          </w:rPr>
          <w:t>Purpose of this package</w:t>
        </w:r>
        <w:r>
          <w:rPr>
            <w:noProof/>
            <w:webHidden/>
          </w:rPr>
          <w:tab/>
        </w:r>
        <w:r>
          <w:rPr>
            <w:noProof/>
            <w:webHidden/>
          </w:rPr>
          <w:fldChar w:fldCharType="begin"/>
        </w:r>
        <w:r>
          <w:rPr>
            <w:noProof/>
            <w:webHidden/>
          </w:rPr>
          <w:instrText xml:space="preserve"> PAGEREF _Toc490826247 \h </w:instrText>
        </w:r>
        <w:r>
          <w:rPr>
            <w:noProof/>
            <w:webHidden/>
          </w:rPr>
        </w:r>
        <w:r>
          <w:rPr>
            <w:noProof/>
            <w:webHidden/>
          </w:rPr>
          <w:fldChar w:fldCharType="separate"/>
        </w:r>
        <w:r>
          <w:rPr>
            <w:noProof/>
            <w:webHidden/>
          </w:rPr>
          <w:t>4</w:t>
        </w:r>
        <w:r>
          <w:rPr>
            <w:noProof/>
            <w:webHidden/>
          </w:rPr>
          <w:fldChar w:fldCharType="end"/>
        </w:r>
      </w:hyperlink>
    </w:p>
    <w:p w14:paraId="7A747C57" w14:textId="77777777" w:rsidR="002B3B33" w:rsidRDefault="002B3B33">
      <w:pPr>
        <w:pStyle w:val="TOC2"/>
        <w:rPr>
          <w:rFonts w:asciiTheme="minorHAnsi" w:eastAsiaTheme="minorEastAsia" w:hAnsiTheme="minorHAnsi" w:cstheme="minorBidi"/>
          <w:noProof/>
        </w:rPr>
      </w:pPr>
      <w:hyperlink w:anchor="_Toc490826248" w:history="1">
        <w:r w:rsidRPr="00923BA6">
          <w:rPr>
            <w:rStyle w:val="Hyperlink"/>
          </w:rPr>
          <w:t>1.4</w:t>
        </w:r>
        <w:r>
          <w:rPr>
            <w:rFonts w:asciiTheme="minorHAnsi" w:eastAsiaTheme="minorEastAsia" w:hAnsiTheme="minorHAnsi" w:cstheme="minorBidi"/>
            <w:noProof/>
          </w:rPr>
          <w:tab/>
        </w:r>
        <w:r w:rsidRPr="00923BA6">
          <w:rPr>
            <w:rStyle w:val="Hyperlink"/>
          </w:rPr>
          <w:t>Summary of artefacts the ATO packages</w:t>
        </w:r>
        <w:r>
          <w:rPr>
            <w:noProof/>
            <w:webHidden/>
          </w:rPr>
          <w:tab/>
        </w:r>
        <w:r>
          <w:rPr>
            <w:noProof/>
            <w:webHidden/>
          </w:rPr>
          <w:fldChar w:fldCharType="begin"/>
        </w:r>
        <w:r>
          <w:rPr>
            <w:noProof/>
            <w:webHidden/>
          </w:rPr>
          <w:instrText xml:space="preserve"> PAGEREF _Toc490826248 \h </w:instrText>
        </w:r>
        <w:r>
          <w:rPr>
            <w:noProof/>
            <w:webHidden/>
          </w:rPr>
        </w:r>
        <w:r>
          <w:rPr>
            <w:noProof/>
            <w:webHidden/>
          </w:rPr>
          <w:fldChar w:fldCharType="separate"/>
        </w:r>
        <w:r>
          <w:rPr>
            <w:noProof/>
            <w:webHidden/>
          </w:rPr>
          <w:t>4</w:t>
        </w:r>
        <w:r>
          <w:rPr>
            <w:noProof/>
            <w:webHidden/>
          </w:rPr>
          <w:fldChar w:fldCharType="end"/>
        </w:r>
      </w:hyperlink>
    </w:p>
    <w:p w14:paraId="61D304DF" w14:textId="77777777" w:rsidR="002B3B33" w:rsidRDefault="002B3B33">
      <w:pPr>
        <w:pStyle w:val="TOC3"/>
        <w:tabs>
          <w:tab w:val="left" w:pos="1200"/>
        </w:tabs>
        <w:rPr>
          <w:rFonts w:asciiTheme="minorHAnsi" w:eastAsiaTheme="minorEastAsia" w:hAnsiTheme="minorHAnsi" w:cstheme="minorBidi"/>
        </w:rPr>
      </w:pPr>
      <w:hyperlink w:anchor="_Toc490826249" w:history="1">
        <w:r w:rsidRPr="00923BA6">
          <w:rPr>
            <w:rStyle w:val="Hyperlink"/>
          </w:rPr>
          <w:t>1.4.1</w:t>
        </w:r>
        <w:r>
          <w:rPr>
            <w:rFonts w:asciiTheme="minorHAnsi" w:eastAsiaTheme="minorEastAsia" w:hAnsiTheme="minorHAnsi" w:cstheme="minorBidi"/>
          </w:rPr>
          <w:tab/>
        </w:r>
        <w:r w:rsidRPr="00923BA6">
          <w:rPr>
            <w:rStyle w:val="Hyperlink"/>
          </w:rPr>
          <w:t>In general</w:t>
        </w:r>
        <w:r>
          <w:rPr>
            <w:webHidden/>
          </w:rPr>
          <w:tab/>
        </w:r>
        <w:r>
          <w:rPr>
            <w:webHidden/>
          </w:rPr>
          <w:fldChar w:fldCharType="begin"/>
        </w:r>
        <w:r>
          <w:rPr>
            <w:webHidden/>
          </w:rPr>
          <w:instrText xml:space="preserve"> PAGEREF _Toc490826249 \h </w:instrText>
        </w:r>
        <w:r>
          <w:rPr>
            <w:webHidden/>
          </w:rPr>
        </w:r>
        <w:r>
          <w:rPr>
            <w:webHidden/>
          </w:rPr>
          <w:fldChar w:fldCharType="separate"/>
        </w:r>
        <w:r>
          <w:rPr>
            <w:webHidden/>
          </w:rPr>
          <w:t>4</w:t>
        </w:r>
        <w:r>
          <w:rPr>
            <w:webHidden/>
          </w:rPr>
          <w:fldChar w:fldCharType="end"/>
        </w:r>
      </w:hyperlink>
    </w:p>
    <w:p w14:paraId="776ED52C" w14:textId="77777777" w:rsidR="002B3B33" w:rsidRDefault="002B3B33">
      <w:pPr>
        <w:pStyle w:val="TOC3"/>
        <w:tabs>
          <w:tab w:val="left" w:pos="1200"/>
        </w:tabs>
        <w:rPr>
          <w:rFonts w:asciiTheme="minorHAnsi" w:eastAsiaTheme="minorEastAsia" w:hAnsiTheme="minorHAnsi" w:cstheme="minorBidi"/>
        </w:rPr>
      </w:pPr>
      <w:hyperlink w:anchor="_Toc490826250" w:history="1">
        <w:r w:rsidRPr="00923BA6">
          <w:rPr>
            <w:rStyle w:val="Hyperlink"/>
          </w:rPr>
          <w:t>1.4.2</w:t>
        </w:r>
        <w:r>
          <w:rPr>
            <w:rFonts w:asciiTheme="minorHAnsi" w:eastAsiaTheme="minorEastAsia" w:hAnsiTheme="minorHAnsi" w:cstheme="minorBidi"/>
          </w:rPr>
          <w:tab/>
        </w:r>
        <w:r w:rsidRPr="00923BA6">
          <w:rPr>
            <w:rStyle w:val="Hyperlink"/>
          </w:rPr>
          <w:t>Circumstances where artefacts are not present in a package</w:t>
        </w:r>
        <w:r>
          <w:rPr>
            <w:webHidden/>
          </w:rPr>
          <w:tab/>
        </w:r>
        <w:r>
          <w:rPr>
            <w:webHidden/>
          </w:rPr>
          <w:fldChar w:fldCharType="begin"/>
        </w:r>
        <w:r>
          <w:rPr>
            <w:webHidden/>
          </w:rPr>
          <w:instrText xml:space="preserve"> PAGEREF _Toc490826250 \h </w:instrText>
        </w:r>
        <w:r>
          <w:rPr>
            <w:webHidden/>
          </w:rPr>
        </w:r>
        <w:r>
          <w:rPr>
            <w:webHidden/>
          </w:rPr>
          <w:fldChar w:fldCharType="separate"/>
        </w:r>
        <w:r>
          <w:rPr>
            <w:webHidden/>
          </w:rPr>
          <w:t>5</w:t>
        </w:r>
        <w:r>
          <w:rPr>
            <w:webHidden/>
          </w:rPr>
          <w:fldChar w:fldCharType="end"/>
        </w:r>
      </w:hyperlink>
    </w:p>
    <w:p w14:paraId="71F4E3FB" w14:textId="77777777" w:rsidR="002B3B33" w:rsidRDefault="002B3B33">
      <w:pPr>
        <w:pStyle w:val="TOC3"/>
        <w:tabs>
          <w:tab w:val="left" w:pos="1200"/>
        </w:tabs>
        <w:rPr>
          <w:rFonts w:asciiTheme="minorHAnsi" w:eastAsiaTheme="minorEastAsia" w:hAnsiTheme="minorHAnsi" w:cstheme="minorBidi"/>
        </w:rPr>
      </w:pPr>
      <w:hyperlink w:anchor="_Toc490826251" w:history="1">
        <w:r w:rsidRPr="00923BA6">
          <w:rPr>
            <w:rStyle w:val="Hyperlink"/>
          </w:rPr>
          <w:t>1.4.3</w:t>
        </w:r>
        <w:r>
          <w:rPr>
            <w:rFonts w:asciiTheme="minorHAnsi" w:eastAsiaTheme="minorEastAsia" w:hAnsiTheme="minorHAnsi" w:cstheme="minorBidi"/>
          </w:rPr>
          <w:tab/>
        </w:r>
        <w:r w:rsidRPr="00923BA6">
          <w:rPr>
            <w:rStyle w:val="Hyperlink"/>
          </w:rPr>
          <w:t>New services</w:t>
        </w:r>
        <w:r>
          <w:rPr>
            <w:webHidden/>
          </w:rPr>
          <w:tab/>
        </w:r>
        <w:r>
          <w:rPr>
            <w:webHidden/>
          </w:rPr>
          <w:fldChar w:fldCharType="begin"/>
        </w:r>
        <w:r>
          <w:rPr>
            <w:webHidden/>
          </w:rPr>
          <w:instrText xml:space="preserve"> PAGEREF _Toc490826251 \h </w:instrText>
        </w:r>
        <w:r>
          <w:rPr>
            <w:webHidden/>
          </w:rPr>
        </w:r>
        <w:r>
          <w:rPr>
            <w:webHidden/>
          </w:rPr>
          <w:fldChar w:fldCharType="separate"/>
        </w:r>
        <w:r>
          <w:rPr>
            <w:webHidden/>
          </w:rPr>
          <w:t>5</w:t>
        </w:r>
        <w:r>
          <w:rPr>
            <w:webHidden/>
          </w:rPr>
          <w:fldChar w:fldCharType="end"/>
        </w:r>
      </w:hyperlink>
    </w:p>
    <w:p w14:paraId="5ADAFCB5" w14:textId="77777777" w:rsidR="002B3B33" w:rsidRDefault="002B3B33">
      <w:pPr>
        <w:pStyle w:val="TOC3"/>
        <w:tabs>
          <w:tab w:val="left" w:pos="1200"/>
        </w:tabs>
        <w:rPr>
          <w:rFonts w:asciiTheme="minorHAnsi" w:eastAsiaTheme="minorEastAsia" w:hAnsiTheme="minorHAnsi" w:cstheme="minorBidi"/>
        </w:rPr>
      </w:pPr>
      <w:hyperlink w:anchor="_Toc490826252" w:history="1">
        <w:r w:rsidRPr="00923BA6">
          <w:rPr>
            <w:rStyle w:val="Hyperlink"/>
          </w:rPr>
          <w:t>1.4.4</w:t>
        </w:r>
        <w:r>
          <w:rPr>
            <w:rFonts w:asciiTheme="minorHAnsi" w:eastAsiaTheme="minorEastAsia" w:hAnsiTheme="minorHAnsi" w:cstheme="minorBidi"/>
          </w:rPr>
          <w:tab/>
        </w:r>
        <w:r w:rsidRPr="00923BA6">
          <w:rPr>
            <w:rStyle w:val="Hyperlink"/>
          </w:rPr>
          <w:t>New messages associated with services (child relationship)</w:t>
        </w:r>
        <w:r>
          <w:rPr>
            <w:webHidden/>
          </w:rPr>
          <w:tab/>
        </w:r>
        <w:r>
          <w:rPr>
            <w:webHidden/>
          </w:rPr>
          <w:fldChar w:fldCharType="begin"/>
        </w:r>
        <w:r>
          <w:rPr>
            <w:webHidden/>
          </w:rPr>
          <w:instrText xml:space="preserve"> PAGEREF _Toc490826252 \h </w:instrText>
        </w:r>
        <w:r>
          <w:rPr>
            <w:webHidden/>
          </w:rPr>
        </w:r>
        <w:r>
          <w:rPr>
            <w:webHidden/>
          </w:rPr>
          <w:fldChar w:fldCharType="separate"/>
        </w:r>
        <w:r>
          <w:rPr>
            <w:webHidden/>
          </w:rPr>
          <w:t>5</w:t>
        </w:r>
        <w:r>
          <w:rPr>
            <w:webHidden/>
          </w:rPr>
          <w:fldChar w:fldCharType="end"/>
        </w:r>
      </w:hyperlink>
    </w:p>
    <w:p w14:paraId="1E1D9495" w14:textId="77777777" w:rsidR="002B3B33" w:rsidRDefault="002B3B33">
      <w:pPr>
        <w:pStyle w:val="TOC1"/>
        <w:tabs>
          <w:tab w:val="left" w:pos="440"/>
        </w:tabs>
        <w:rPr>
          <w:rFonts w:asciiTheme="minorHAnsi" w:eastAsiaTheme="minorEastAsia" w:hAnsiTheme="minorHAnsi" w:cstheme="minorBidi"/>
          <w:noProof/>
        </w:rPr>
      </w:pPr>
      <w:hyperlink w:anchor="_Toc490826253" w:history="1">
        <w:r w:rsidRPr="00923BA6">
          <w:rPr>
            <w:rStyle w:val="Hyperlink"/>
          </w:rPr>
          <w:t>2</w:t>
        </w:r>
        <w:r>
          <w:rPr>
            <w:rFonts w:asciiTheme="minorHAnsi" w:eastAsiaTheme="minorEastAsia" w:hAnsiTheme="minorHAnsi" w:cstheme="minorBidi"/>
            <w:noProof/>
          </w:rPr>
          <w:tab/>
        </w:r>
        <w:r w:rsidRPr="00923BA6">
          <w:rPr>
            <w:rStyle w:val="Hyperlink"/>
          </w:rPr>
          <w:t>Package contents</w:t>
        </w:r>
        <w:r>
          <w:rPr>
            <w:noProof/>
            <w:webHidden/>
          </w:rPr>
          <w:tab/>
        </w:r>
        <w:r>
          <w:rPr>
            <w:noProof/>
            <w:webHidden/>
          </w:rPr>
          <w:fldChar w:fldCharType="begin"/>
        </w:r>
        <w:r>
          <w:rPr>
            <w:noProof/>
            <w:webHidden/>
          </w:rPr>
          <w:instrText xml:space="preserve"> PAGEREF _Toc490826253 \h </w:instrText>
        </w:r>
        <w:r>
          <w:rPr>
            <w:noProof/>
            <w:webHidden/>
          </w:rPr>
        </w:r>
        <w:r>
          <w:rPr>
            <w:noProof/>
            <w:webHidden/>
          </w:rPr>
          <w:fldChar w:fldCharType="separate"/>
        </w:r>
        <w:r>
          <w:rPr>
            <w:noProof/>
            <w:webHidden/>
          </w:rPr>
          <w:t>6</w:t>
        </w:r>
        <w:r>
          <w:rPr>
            <w:noProof/>
            <w:webHidden/>
          </w:rPr>
          <w:fldChar w:fldCharType="end"/>
        </w:r>
      </w:hyperlink>
    </w:p>
    <w:p w14:paraId="6FD9D006" w14:textId="77777777" w:rsidR="002B3B33" w:rsidRDefault="002B3B33">
      <w:pPr>
        <w:pStyle w:val="TOC1"/>
        <w:tabs>
          <w:tab w:val="left" w:pos="440"/>
        </w:tabs>
        <w:rPr>
          <w:rFonts w:asciiTheme="minorHAnsi" w:eastAsiaTheme="minorEastAsia" w:hAnsiTheme="minorHAnsi" w:cstheme="minorBidi"/>
          <w:noProof/>
        </w:rPr>
      </w:pPr>
      <w:hyperlink w:anchor="_Toc490826254" w:history="1">
        <w:r w:rsidRPr="00923BA6">
          <w:rPr>
            <w:rStyle w:val="Hyperlink"/>
          </w:rPr>
          <w:t>3</w:t>
        </w:r>
        <w:r>
          <w:rPr>
            <w:rFonts w:asciiTheme="minorHAnsi" w:eastAsiaTheme="minorEastAsia" w:hAnsiTheme="minorHAnsi" w:cstheme="minorBidi"/>
            <w:noProof/>
          </w:rPr>
          <w:tab/>
        </w:r>
        <w:r w:rsidRPr="00923BA6">
          <w:rPr>
            <w:rStyle w:val="Hyperlink"/>
          </w:rPr>
          <w:t>Schematron changes</w:t>
        </w:r>
        <w:r>
          <w:rPr>
            <w:noProof/>
            <w:webHidden/>
          </w:rPr>
          <w:tab/>
        </w:r>
        <w:r>
          <w:rPr>
            <w:noProof/>
            <w:webHidden/>
          </w:rPr>
          <w:fldChar w:fldCharType="begin"/>
        </w:r>
        <w:r>
          <w:rPr>
            <w:noProof/>
            <w:webHidden/>
          </w:rPr>
          <w:instrText xml:space="preserve"> PAGEREF _Toc490826254 \h </w:instrText>
        </w:r>
        <w:r>
          <w:rPr>
            <w:noProof/>
            <w:webHidden/>
          </w:rPr>
        </w:r>
        <w:r>
          <w:rPr>
            <w:noProof/>
            <w:webHidden/>
          </w:rPr>
          <w:fldChar w:fldCharType="separate"/>
        </w:r>
        <w:r>
          <w:rPr>
            <w:noProof/>
            <w:webHidden/>
          </w:rPr>
          <w:t>7</w:t>
        </w:r>
        <w:r>
          <w:rPr>
            <w:noProof/>
            <w:webHidden/>
          </w:rPr>
          <w:fldChar w:fldCharType="end"/>
        </w:r>
      </w:hyperlink>
    </w:p>
    <w:p w14:paraId="120E635A" w14:textId="77777777" w:rsidR="002B3B33" w:rsidRDefault="002B3B33">
      <w:pPr>
        <w:pStyle w:val="TOC2"/>
        <w:rPr>
          <w:rFonts w:asciiTheme="minorHAnsi" w:eastAsiaTheme="minorEastAsia" w:hAnsiTheme="minorHAnsi" w:cstheme="minorBidi"/>
          <w:noProof/>
        </w:rPr>
      </w:pPr>
      <w:hyperlink w:anchor="_Toc490826255" w:history="1">
        <w:r w:rsidRPr="00923BA6">
          <w:rPr>
            <w:rStyle w:val="Hyperlink"/>
          </w:rPr>
          <w:t>3.1</w:t>
        </w:r>
        <w:r>
          <w:rPr>
            <w:rFonts w:asciiTheme="minorHAnsi" w:eastAsiaTheme="minorEastAsia" w:hAnsiTheme="minorHAnsi" w:cstheme="minorBidi"/>
            <w:noProof/>
          </w:rPr>
          <w:tab/>
        </w:r>
        <w:r w:rsidRPr="00923BA6">
          <w:rPr>
            <w:rStyle w:val="Hyperlink"/>
          </w:rPr>
          <w:t>Technical changes</w:t>
        </w:r>
        <w:r>
          <w:rPr>
            <w:noProof/>
            <w:webHidden/>
          </w:rPr>
          <w:tab/>
        </w:r>
        <w:r>
          <w:rPr>
            <w:noProof/>
            <w:webHidden/>
          </w:rPr>
          <w:fldChar w:fldCharType="begin"/>
        </w:r>
        <w:r>
          <w:rPr>
            <w:noProof/>
            <w:webHidden/>
          </w:rPr>
          <w:instrText xml:space="preserve"> PAGEREF _Toc490826255 \h </w:instrText>
        </w:r>
        <w:r>
          <w:rPr>
            <w:noProof/>
            <w:webHidden/>
          </w:rPr>
        </w:r>
        <w:r>
          <w:rPr>
            <w:noProof/>
            <w:webHidden/>
          </w:rPr>
          <w:fldChar w:fldCharType="separate"/>
        </w:r>
        <w:r>
          <w:rPr>
            <w:noProof/>
            <w:webHidden/>
          </w:rPr>
          <w:t>7</w:t>
        </w:r>
        <w:r>
          <w:rPr>
            <w:noProof/>
            <w:webHidden/>
          </w:rPr>
          <w:fldChar w:fldCharType="end"/>
        </w:r>
      </w:hyperlink>
    </w:p>
    <w:p w14:paraId="4D064032" w14:textId="77777777" w:rsidR="002B3B33" w:rsidRDefault="002B3B33">
      <w:pPr>
        <w:pStyle w:val="TOC2"/>
        <w:rPr>
          <w:rFonts w:asciiTheme="minorHAnsi" w:eastAsiaTheme="minorEastAsia" w:hAnsiTheme="minorHAnsi" w:cstheme="minorBidi"/>
          <w:noProof/>
        </w:rPr>
      </w:pPr>
      <w:hyperlink w:anchor="_Toc490826256" w:history="1">
        <w:r w:rsidRPr="00923BA6">
          <w:rPr>
            <w:rStyle w:val="Hyperlink"/>
          </w:rPr>
          <w:t>3.2</w:t>
        </w:r>
        <w:r>
          <w:rPr>
            <w:rFonts w:asciiTheme="minorHAnsi" w:eastAsiaTheme="minorEastAsia" w:hAnsiTheme="minorHAnsi" w:cstheme="minorBidi"/>
            <w:noProof/>
          </w:rPr>
          <w:tab/>
        </w:r>
        <w:r w:rsidRPr="00923BA6">
          <w:rPr>
            <w:rStyle w:val="Hyperlink"/>
          </w:rPr>
          <w:t>Event message changes</w:t>
        </w:r>
        <w:r>
          <w:rPr>
            <w:noProof/>
            <w:webHidden/>
          </w:rPr>
          <w:tab/>
        </w:r>
        <w:r>
          <w:rPr>
            <w:noProof/>
            <w:webHidden/>
          </w:rPr>
          <w:fldChar w:fldCharType="begin"/>
        </w:r>
        <w:r>
          <w:rPr>
            <w:noProof/>
            <w:webHidden/>
          </w:rPr>
          <w:instrText xml:space="preserve"> PAGEREF _Toc490826256 \h </w:instrText>
        </w:r>
        <w:r>
          <w:rPr>
            <w:noProof/>
            <w:webHidden/>
          </w:rPr>
        </w:r>
        <w:r>
          <w:rPr>
            <w:noProof/>
            <w:webHidden/>
          </w:rPr>
          <w:fldChar w:fldCharType="separate"/>
        </w:r>
        <w:r>
          <w:rPr>
            <w:noProof/>
            <w:webHidden/>
          </w:rPr>
          <w:t>7</w:t>
        </w:r>
        <w:r>
          <w:rPr>
            <w:noProof/>
            <w:webHidden/>
          </w:rPr>
          <w:fldChar w:fldCharType="end"/>
        </w:r>
      </w:hyperlink>
    </w:p>
    <w:p w14:paraId="03D9A977" w14:textId="77777777" w:rsidR="002B3B33" w:rsidRDefault="002B3B33">
      <w:pPr>
        <w:pStyle w:val="TOC1"/>
        <w:tabs>
          <w:tab w:val="left" w:pos="440"/>
        </w:tabs>
        <w:rPr>
          <w:rFonts w:asciiTheme="minorHAnsi" w:eastAsiaTheme="minorEastAsia" w:hAnsiTheme="minorHAnsi" w:cstheme="minorBidi"/>
          <w:noProof/>
        </w:rPr>
      </w:pPr>
      <w:hyperlink w:anchor="_Toc490826257" w:history="1">
        <w:r w:rsidRPr="00923BA6">
          <w:rPr>
            <w:rStyle w:val="Hyperlink"/>
          </w:rPr>
          <w:t>4</w:t>
        </w:r>
        <w:r>
          <w:rPr>
            <w:rFonts w:asciiTheme="minorHAnsi" w:eastAsiaTheme="minorEastAsia" w:hAnsiTheme="minorHAnsi" w:cstheme="minorBidi"/>
            <w:noProof/>
          </w:rPr>
          <w:tab/>
        </w:r>
        <w:r w:rsidRPr="00923BA6">
          <w:rPr>
            <w:rStyle w:val="Hyperlink"/>
          </w:rPr>
          <w:t>Known issues and future scope</w:t>
        </w:r>
        <w:r>
          <w:rPr>
            <w:noProof/>
            <w:webHidden/>
          </w:rPr>
          <w:tab/>
        </w:r>
        <w:r>
          <w:rPr>
            <w:noProof/>
            <w:webHidden/>
          </w:rPr>
          <w:fldChar w:fldCharType="begin"/>
        </w:r>
        <w:r>
          <w:rPr>
            <w:noProof/>
            <w:webHidden/>
          </w:rPr>
          <w:instrText xml:space="preserve"> PAGEREF _Toc490826257 \h </w:instrText>
        </w:r>
        <w:r>
          <w:rPr>
            <w:noProof/>
            <w:webHidden/>
          </w:rPr>
        </w:r>
        <w:r>
          <w:rPr>
            <w:noProof/>
            <w:webHidden/>
          </w:rPr>
          <w:fldChar w:fldCharType="separate"/>
        </w:r>
        <w:r>
          <w:rPr>
            <w:noProof/>
            <w:webHidden/>
          </w:rPr>
          <w:t>8</w:t>
        </w:r>
        <w:r>
          <w:rPr>
            <w:noProof/>
            <w:webHidden/>
          </w:rPr>
          <w:fldChar w:fldCharType="end"/>
        </w:r>
      </w:hyperlink>
    </w:p>
    <w:p w14:paraId="5046F1E7" w14:textId="77777777" w:rsidR="002B3B33" w:rsidRDefault="002B3B33">
      <w:pPr>
        <w:pStyle w:val="TOC1"/>
        <w:rPr>
          <w:rFonts w:asciiTheme="minorHAnsi" w:eastAsiaTheme="minorEastAsia" w:hAnsiTheme="minorHAnsi" w:cstheme="minorBidi"/>
          <w:noProof/>
        </w:rPr>
      </w:pPr>
      <w:hyperlink w:anchor="_Toc490826258" w:history="1">
        <w:r w:rsidRPr="00923BA6">
          <w:rPr>
            <w:rStyle w:val="Hyperlink"/>
          </w:rPr>
          <w:t>Appendix A – Prior Version History</w:t>
        </w:r>
        <w:r>
          <w:rPr>
            <w:noProof/>
            <w:webHidden/>
          </w:rPr>
          <w:tab/>
        </w:r>
        <w:r>
          <w:rPr>
            <w:noProof/>
            <w:webHidden/>
          </w:rPr>
          <w:fldChar w:fldCharType="begin"/>
        </w:r>
        <w:r>
          <w:rPr>
            <w:noProof/>
            <w:webHidden/>
          </w:rPr>
          <w:instrText xml:space="preserve"> PAGEREF _Toc490826258 \h </w:instrText>
        </w:r>
        <w:r>
          <w:rPr>
            <w:noProof/>
            <w:webHidden/>
          </w:rPr>
        </w:r>
        <w:r>
          <w:rPr>
            <w:noProof/>
            <w:webHidden/>
          </w:rPr>
          <w:fldChar w:fldCharType="separate"/>
        </w:r>
        <w:r>
          <w:rPr>
            <w:noProof/>
            <w:webHidden/>
          </w:rPr>
          <w:t>10</w:t>
        </w:r>
        <w:r>
          <w:rPr>
            <w:noProof/>
            <w:webHidden/>
          </w:rPr>
          <w:fldChar w:fldCharType="end"/>
        </w:r>
      </w:hyperlink>
    </w:p>
    <w:p w14:paraId="0D5A0DB3" w14:textId="77777777" w:rsidR="00BA43CC" w:rsidRPr="009B06E0" w:rsidRDefault="000C6567" w:rsidP="007B7F05">
      <w:pPr>
        <w:pStyle w:val="Maintext"/>
      </w:pPr>
      <w:r w:rsidRPr="009B06E0">
        <w:fldChar w:fldCharType="end"/>
      </w:r>
    </w:p>
    <w:p w14:paraId="52CC44F9" w14:textId="77777777" w:rsidR="00BA43CC" w:rsidRPr="0087499E" w:rsidRDefault="00BA43CC" w:rsidP="00BE4715">
      <w:pPr>
        <w:pStyle w:val="Heading1"/>
        <w:spacing w:after="120"/>
      </w:pPr>
      <w:bookmarkStart w:id="3" w:name="_Toc490826244"/>
      <w:r w:rsidRPr="0087499E">
        <w:lastRenderedPageBreak/>
        <w:t>Introduction</w:t>
      </w:r>
      <w:bookmarkEnd w:id="3"/>
    </w:p>
    <w:p w14:paraId="017EE019" w14:textId="5CD170C5" w:rsidR="00BA43CC" w:rsidRPr="0087499E" w:rsidRDefault="00BA0567" w:rsidP="000A0406">
      <w:pPr>
        <w:pStyle w:val="Heading2"/>
        <w:spacing w:before="220"/>
      </w:pPr>
      <w:bookmarkStart w:id="4" w:name="_Toc203783465"/>
      <w:bookmarkStart w:id="5" w:name="_Toc490826245"/>
      <w:r>
        <w:t xml:space="preserve">Document </w:t>
      </w:r>
      <w:r w:rsidR="00020DBE">
        <w:t>p</w:t>
      </w:r>
      <w:r w:rsidR="00BA43CC" w:rsidRPr="0087499E">
        <w:t>urpose</w:t>
      </w:r>
      <w:bookmarkEnd w:id="4"/>
      <w:bookmarkEnd w:id="5"/>
    </w:p>
    <w:p w14:paraId="7B67D82D" w14:textId="42EE88D4" w:rsidR="00185AF4" w:rsidRPr="00B07710" w:rsidRDefault="0061051D" w:rsidP="0061051D">
      <w:pPr>
        <w:jc w:val="both"/>
      </w:pPr>
      <w:r>
        <w:t xml:space="preserve">The purpose of this </w:t>
      </w:r>
      <w:r w:rsidR="00496EFC">
        <w:t>package content note (PCN)</w:t>
      </w:r>
      <w:r>
        <w:t xml:space="preserve"> is to advise software developers of </w:t>
      </w:r>
      <w:r w:rsidR="00F55D7B">
        <w:t xml:space="preserve">the package contents for Standard </w:t>
      </w:r>
      <w:r>
        <w:t xml:space="preserve">Business Reporting (SBR) </w:t>
      </w:r>
      <w:r w:rsidR="00AD44C6" w:rsidRPr="00AD44C6">
        <w:t>AS.0001 2009 Package v1.</w:t>
      </w:r>
      <w:r w:rsidR="0062686C">
        <w:t>10</w:t>
      </w:r>
      <w:r w:rsidR="00AD44C6" w:rsidRPr="00AD44C6">
        <w:t xml:space="preserve"> Contents</w:t>
      </w:r>
      <w:r w:rsidR="00F55D7B">
        <w:t xml:space="preserve"> </w:t>
      </w:r>
      <w:r>
        <w:t>provided by</w:t>
      </w:r>
      <w:r w:rsidR="00737440">
        <w:t xml:space="preserve"> </w:t>
      </w:r>
      <w:r>
        <w:t>the Australian Taxation Office (ATO).</w:t>
      </w:r>
      <w:r w:rsidR="00AC78C0" w:rsidRPr="00B07710">
        <w:t xml:space="preserve"> </w:t>
      </w:r>
    </w:p>
    <w:p w14:paraId="59DD1FEC" w14:textId="77777777" w:rsidR="00BA43CC" w:rsidRDefault="00BA43CC" w:rsidP="00537772">
      <w:pPr>
        <w:pStyle w:val="Heading2"/>
      </w:pPr>
      <w:bookmarkStart w:id="6" w:name="_Toc311801588"/>
      <w:bookmarkStart w:id="7" w:name="_Toc231632936"/>
      <w:bookmarkStart w:id="8" w:name="_Toc231632938"/>
      <w:bookmarkStart w:id="9" w:name="_Toc226473065"/>
      <w:bookmarkStart w:id="10" w:name="_Toc490826246"/>
      <w:bookmarkEnd w:id="6"/>
      <w:bookmarkEnd w:id="7"/>
      <w:bookmarkEnd w:id="8"/>
      <w:r w:rsidRPr="009B06E0">
        <w:t>Audience</w:t>
      </w:r>
      <w:bookmarkEnd w:id="10"/>
    </w:p>
    <w:p w14:paraId="6DD99479" w14:textId="5750237F" w:rsidR="00CF4241" w:rsidRPr="00455FCF" w:rsidRDefault="00CF4241" w:rsidP="002337FF">
      <w:pPr>
        <w:pStyle w:val="Maintext"/>
        <w:jc w:val="both"/>
      </w:pPr>
      <w:r>
        <w:t xml:space="preserve">The audience for this Package Content note is software developers who have or are interested in developing </w:t>
      </w:r>
      <w:r w:rsidR="00AD44C6">
        <w:t xml:space="preserve">AS.0001 </w:t>
      </w:r>
      <w:r w:rsidR="00AD44C6" w:rsidRPr="00AD44C6">
        <w:t xml:space="preserve">2009 </w:t>
      </w:r>
      <w:r>
        <w:t xml:space="preserve">services on </w:t>
      </w:r>
      <w:r w:rsidRPr="00AD44C6">
        <w:t>the SBR Core Services.</w:t>
      </w:r>
    </w:p>
    <w:p w14:paraId="14AA1B8F" w14:textId="32DBB586" w:rsidR="00065FDE" w:rsidRDefault="00065FDE" w:rsidP="00537772">
      <w:pPr>
        <w:pStyle w:val="Heading2"/>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90826247"/>
      <w:bookmarkEnd w:id="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Purpose of </w:t>
      </w:r>
      <w:r w:rsidR="00622B06">
        <w:t>this package</w:t>
      </w:r>
      <w:bookmarkEnd w:id="112"/>
    </w:p>
    <w:p w14:paraId="5CEFF42C" w14:textId="04941F08" w:rsidR="00065FDE" w:rsidRDefault="00065FDE" w:rsidP="00D349BA">
      <w:pPr>
        <w:pStyle w:val="Maintext"/>
        <w:jc w:val="both"/>
      </w:pPr>
      <w:r w:rsidRPr="00852E17">
        <w:t>Th</w:t>
      </w:r>
      <w:r w:rsidR="00F55D7B">
        <w:t xml:space="preserve">e purpose of this </w:t>
      </w:r>
      <w:r w:rsidR="00622B06">
        <w:t>package</w:t>
      </w:r>
      <w:r w:rsidR="00F55D7B">
        <w:t xml:space="preserve"> is to streamline the way message artefacts are presented to software developers.</w:t>
      </w:r>
      <w:r w:rsidR="00440B36">
        <w:t xml:space="preserve"> </w:t>
      </w:r>
    </w:p>
    <w:p w14:paraId="7C7710CD" w14:textId="77777777" w:rsidR="00403C30" w:rsidRDefault="00403C30" w:rsidP="00D349BA">
      <w:pPr>
        <w:pStyle w:val="Maintext"/>
        <w:jc w:val="both"/>
      </w:pPr>
    </w:p>
    <w:p w14:paraId="7ECC79FC" w14:textId="1025D001" w:rsidR="00403C30" w:rsidRDefault="00403C30" w:rsidP="00D349BA">
      <w:pPr>
        <w:pStyle w:val="Maintext"/>
        <w:jc w:val="both"/>
      </w:pPr>
      <w:r>
        <w:t xml:space="preserve">All relevant message artefacts that comprise the </w:t>
      </w:r>
      <w:r w:rsidR="00AD44C6" w:rsidRPr="00AD44C6">
        <w:t xml:space="preserve">AS.0001 2009 </w:t>
      </w:r>
      <w:r>
        <w:t>suite are contained within one zip file.</w:t>
      </w:r>
      <w:r w:rsidR="008469A2">
        <w:t xml:space="preserve"> The package will be versioned up each time</w:t>
      </w:r>
      <w:r w:rsidR="00622F88">
        <w:t xml:space="preserve"> artefacts are added or updated</w:t>
      </w:r>
      <w:r>
        <w:t>.</w:t>
      </w:r>
    </w:p>
    <w:p w14:paraId="0570BFF2" w14:textId="5036203A" w:rsidR="00065FDE" w:rsidRPr="000B2D2F" w:rsidRDefault="00065FDE" w:rsidP="00537772">
      <w:pPr>
        <w:pStyle w:val="Heading2"/>
      </w:pPr>
      <w:bookmarkStart w:id="113" w:name="_Toc490826248"/>
      <w:r w:rsidRPr="000B2D2F">
        <w:t xml:space="preserve">Summary of </w:t>
      </w:r>
      <w:r w:rsidR="004E68D3" w:rsidRPr="000B2D2F">
        <w:t xml:space="preserve">artefacts </w:t>
      </w:r>
      <w:r w:rsidR="005B0686" w:rsidRPr="000B2D2F">
        <w:t>the ATO packages</w:t>
      </w:r>
      <w:bookmarkEnd w:id="113"/>
    </w:p>
    <w:p w14:paraId="4CF9756C" w14:textId="56A95232" w:rsidR="006214E7" w:rsidRPr="0087499E" w:rsidRDefault="006214E7" w:rsidP="00BE4715">
      <w:pPr>
        <w:pStyle w:val="Heading3"/>
        <w:spacing w:after="60"/>
      </w:pPr>
      <w:bookmarkStart w:id="114" w:name="_Toc490826249"/>
      <w:r w:rsidRPr="0087499E">
        <w:t>In general</w:t>
      </w:r>
      <w:bookmarkEnd w:id="114"/>
    </w:p>
    <w:p w14:paraId="51806315" w14:textId="58FF8168" w:rsidR="00737440" w:rsidRDefault="00403C30" w:rsidP="00737440">
      <w:pPr>
        <w:pStyle w:val="Maintext"/>
        <w:jc w:val="both"/>
        <w:rPr>
          <w:rFonts w:cs="Arial"/>
          <w:szCs w:val="22"/>
        </w:rPr>
      </w:pPr>
      <w:r>
        <w:rPr>
          <w:rFonts w:cs="Arial"/>
          <w:szCs w:val="22"/>
        </w:rPr>
        <w:t xml:space="preserve">For each </w:t>
      </w:r>
      <w:r w:rsidR="008469A2">
        <w:rPr>
          <w:rFonts w:cs="Arial"/>
          <w:szCs w:val="22"/>
        </w:rPr>
        <w:t>service</w:t>
      </w:r>
      <w:r>
        <w:rPr>
          <w:rFonts w:cs="Arial"/>
          <w:szCs w:val="22"/>
        </w:rPr>
        <w:t xml:space="preserve">, the following artefacts </w:t>
      </w:r>
      <w:r w:rsidR="00496EFC">
        <w:rPr>
          <w:rFonts w:cs="Arial"/>
          <w:szCs w:val="22"/>
        </w:rPr>
        <w:t>may</w:t>
      </w:r>
      <w:r w:rsidR="008469A2">
        <w:rPr>
          <w:rFonts w:cs="Arial"/>
          <w:szCs w:val="22"/>
        </w:rPr>
        <w:t xml:space="preserve"> be</w:t>
      </w:r>
      <w:r>
        <w:rPr>
          <w:rFonts w:cs="Arial"/>
          <w:szCs w:val="22"/>
        </w:rPr>
        <w:t xml:space="preserve"> released</w:t>
      </w:r>
      <w:r w:rsidR="00BA0567">
        <w:rPr>
          <w:rFonts w:cs="Arial"/>
          <w:szCs w:val="22"/>
        </w:rPr>
        <w:t xml:space="preserve"> under this package title</w:t>
      </w:r>
      <w:r>
        <w:rPr>
          <w:rFonts w:cs="Arial"/>
          <w:szCs w:val="22"/>
        </w:rPr>
        <w:t>:</w:t>
      </w:r>
    </w:p>
    <w:p w14:paraId="73C8E58E" w14:textId="3A5B158D" w:rsidR="007656FA" w:rsidRPr="009A3F8D" w:rsidRDefault="007656FA" w:rsidP="006666BB">
      <w:pPr>
        <w:pStyle w:val="Maintext"/>
        <w:numPr>
          <w:ilvl w:val="0"/>
          <w:numId w:val="26"/>
        </w:numPr>
        <w:jc w:val="both"/>
        <w:rPr>
          <w:rFonts w:cs="Arial"/>
          <w:szCs w:val="22"/>
        </w:rPr>
      </w:pPr>
      <w:r w:rsidRPr="009A3F8D">
        <w:rPr>
          <w:rFonts w:cs="Arial"/>
          <w:szCs w:val="22"/>
        </w:rPr>
        <w:t xml:space="preserve">Message Repository </w:t>
      </w:r>
    </w:p>
    <w:p w14:paraId="634D7713" w14:textId="20C2CA9B" w:rsidR="00403C30" w:rsidRPr="009A3F8D" w:rsidRDefault="00403C30" w:rsidP="006666BB">
      <w:pPr>
        <w:pStyle w:val="Maintext"/>
        <w:numPr>
          <w:ilvl w:val="0"/>
          <w:numId w:val="26"/>
        </w:numPr>
        <w:jc w:val="both"/>
        <w:rPr>
          <w:rFonts w:cs="Arial"/>
          <w:szCs w:val="22"/>
        </w:rPr>
      </w:pPr>
      <w:r w:rsidRPr="009A3F8D">
        <w:rPr>
          <w:rFonts w:cs="Arial"/>
          <w:szCs w:val="22"/>
        </w:rPr>
        <w:t>Mess</w:t>
      </w:r>
      <w:r w:rsidR="002337FF" w:rsidRPr="009A3F8D">
        <w:rPr>
          <w:rFonts w:cs="Arial"/>
          <w:szCs w:val="22"/>
        </w:rPr>
        <w:t>a</w:t>
      </w:r>
      <w:r w:rsidRPr="009A3F8D">
        <w:rPr>
          <w:rFonts w:cs="Arial"/>
          <w:szCs w:val="22"/>
        </w:rPr>
        <w:t>ge Structure Table</w:t>
      </w:r>
      <w:r w:rsidR="00BA0567" w:rsidRPr="009A3F8D">
        <w:rPr>
          <w:rFonts w:cs="Arial"/>
          <w:szCs w:val="22"/>
        </w:rPr>
        <w:t>s</w:t>
      </w:r>
      <w:r w:rsidRPr="009A3F8D">
        <w:rPr>
          <w:rFonts w:cs="Arial"/>
          <w:szCs w:val="22"/>
        </w:rPr>
        <w:t xml:space="preserve"> (MST</w:t>
      </w:r>
      <w:r w:rsidR="00BA0567" w:rsidRPr="009A3F8D">
        <w:rPr>
          <w:rFonts w:cs="Arial"/>
          <w:szCs w:val="22"/>
        </w:rPr>
        <w:t>s</w:t>
      </w:r>
      <w:r w:rsidR="00A01684" w:rsidRPr="009A3F8D">
        <w:rPr>
          <w:rFonts w:cs="Arial"/>
          <w:szCs w:val="22"/>
        </w:rPr>
        <w:t>)</w:t>
      </w:r>
      <w:r w:rsidR="006666BB" w:rsidRPr="009A3F8D">
        <w:rPr>
          <w:rFonts w:cs="Arial"/>
          <w:szCs w:val="22"/>
        </w:rPr>
        <w:t>,</w:t>
      </w:r>
    </w:p>
    <w:p w14:paraId="70760758" w14:textId="21839623" w:rsidR="00CA759E" w:rsidRPr="009A3F8D" w:rsidRDefault="007656FA" w:rsidP="006666BB">
      <w:pPr>
        <w:pStyle w:val="Maintext"/>
        <w:numPr>
          <w:ilvl w:val="0"/>
          <w:numId w:val="26"/>
        </w:numPr>
        <w:jc w:val="both"/>
        <w:rPr>
          <w:rFonts w:cs="Arial"/>
          <w:szCs w:val="22"/>
        </w:rPr>
      </w:pPr>
      <w:r w:rsidRPr="009A3F8D">
        <w:rPr>
          <w:rFonts w:cs="Arial"/>
          <w:szCs w:val="22"/>
        </w:rPr>
        <w:t>Contract schemas</w:t>
      </w:r>
      <w:r w:rsidR="00CA759E" w:rsidRPr="009A3F8D">
        <w:rPr>
          <w:rFonts w:cs="Arial"/>
          <w:szCs w:val="22"/>
        </w:rPr>
        <w:t xml:space="preserve"> and samples,</w:t>
      </w:r>
    </w:p>
    <w:p w14:paraId="7209B19D" w14:textId="535686EE" w:rsidR="00BA0567" w:rsidRPr="009A3F8D" w:rsidRDefault="00BA0567" w:rsidP="006666BB">
      <w:pPr>
        <w:pStyle w:val="Maintext"/>
        <w:numPr>
          <w:ilvl w:val="0"/>
          <w:numId w:val="26"/>
        </w:numPr>
        <w:jc w:val="both"/>
        <w:rPr>
          <w:rFonts w:cs="Arial"/>
          <w:szCs w:val="22"/>
        </w:rPr>
      </w:pPr>
      <w:r w:rsidRPr="009A3F8D">
        <w:rPr>
          <w:rFonts w:cs="Arial"/>
          <w:szCs w:val="22"/>
        </w:rPr>
        <w:t>Schematron zip file</w:t>
      </w:r>
      <w:r w:rsidR="00E25631" w:rsidRPr="009A3F8D">
        <w:rPr>
          <w:rFonts w:cs="Arial"/>
          <w:szCs w:val="22"/>
        </w:rPr>
        <w:t xml:space="preserve"> and</w:t>
      </w:r>
    </w:p>
    <w:p w14:paraId="35DF64BB" w14:textId="789D32AC" w:rsidR="006666BB" w:rsidRPr="009A3F8D" w:rsidRDefault="00403C30" w:rsidP="00E25631">
      <w:pPr>
        <w:pStyle w:val="Maintext"/>
        <w:numPr>
          <w:ilvl w:val="0"/>
          <w:numId w:val="26"/>
        </w:numPr>
        <w:jc w:val="both"/>
        <w:rPr>
          <w:rFonts w:cs="Arial"/>
          <w:szCs w:val="22"/>
        </w:rPr>
      </w:pPr>
      <w:r w:rsidRPr="009A3F8D">
        <w:rPr>
          <w:rFonts w:cs="Arial"/>
          <w:szCs w:val="22"/>
        </w:rPr>
        <w:t>Validation Rules (VR</w:t>
      </w:r>
      <w:r w:rsidR="00BA0567" w:rsidRPr="009A3F8D">
        <w:rPr>
          <w:rFonts w:cs="Arial"/>
          <w:szCs w:val="22"/>
        </w:rPr>
        <w:t>s</w:t>
      </w:r>
      <w:r w:rsidRPr="009A3F8D">
        <w:rPr>
          <w:rFonts w:cs="Arial"/>
          <w:szCs w:val="22"/>
        </w:rPr>
        <w:t>)</w:t>
      </w:r>
      <w:r w:rsidR="00E25631" w:rsidRPr="009A3F8D">
        <w:rPr>
          <w:rFonts w:cs="Arial"/>
          <w:szCs w:val="22"/>
        </w:rPr>
        <w:t>.</w:t>
      </w:r>
    </w:p>
    <w:p w14:paraId="5D14596F" w14:textId="77777777" w:rsidR="00496EFC" w:rsidRDefault="00496EFC" w:rsidP="00496EFC">
      <w:pPr>
        <w:pStyle w:val="Maintext"/>
        <w:jc w:val="both"/>
        <w:rPr>
          <w:rFonts w:cs="Arial"/>
          <w:szCs w:val="22"/>
          <w:highlight w:val="lightGray"/>
        </w:rPr>
      </w:pPr>
    </w:p>
    <w:p w14:paraId="4E1D7E55" w14:textId="77777777" w:rsidR="00230683" w:rsidRDefault="00230683" w:rsidP="00230683">
      <w:pPr>
        <w:pStyle w:val="Maintext"/>
        <w:jc w:val="both"/>
        <w:rPr>
          <w:rFonts w:cs="Arial"/>
          <w:i/>
          <w:szCs w:val="22"/>
        </w:rPr>
      </w:pPr>
      <w:r w:rsidRPr="00FD19DE">
        <w:rPr>
          <w:rFonts w:cs="Arial"/>
          <w:b/>
          <w:i/>
          <w:szCs w:val="22"/>
        </w:rPr>
        <w:t>Note:</w:t>
      </w:r>
      <w:r w:rsidRPr="00FD19DE">
        <w:rPr>
          <w:rFonts w:cs="Arial"/>
          <w:i/>
          <w:szCs w:val="22"/>
        </w:rPr>
        <w:t xml:space="preserve"> </w:t>
      </w:r>
      <w:r>
        <w:rPr>
          <w:rFonts w:cs="Arial"/>
          <w:i/>
          <w:szCs w:val="22"/>
        </w:rPr>
        <w:tab/>
      </w:r>
      <w:r w:rsidRPr="00FD19DE">
        <w:rPr>
          <w:rFonts w:cs="Arial"/>
          <w:i/>
          <w:szCs w:val="22"/>
        </w:rPr>
        <w:t>From September 2016 the Message Implementation Guide/s (MIGs) will not be produced and will be replaced by the ATO Service Registry which is published under the ATO Common information artefacts section on all ATO pages on sbr.gov.au.</w:t>
      </w:r>
    </w:p>
    <w:p w14:paraId="385E6885" w14:textId="77777777" w:rsidR="000B2D2F" w:rsidRPr="0051486C" w:rsidRDefault="000B2D2F" w:rsidP="00496EFC">
      <w:pPr>
        <w:pStyle w:val="Maintext"/>
        <w:jc w:val="both"/>
        <w:rPr>
          <w:rFonts w:cs="Arial"/>
          <w:szCs w:val="22"/>
          <w:highlight w:val="lightGray"/>
        </w:rPr>
      </w:pPr>
    </w:p>
    <w:p w14:paraId="70B7E252" w14:textId="7874A5DE" w:rsidR="00496EFC" w:rsidRPr="009A3F8D" w:rsidRDefault="00D52094" w:rsidP="00496EFC">
      <w:pPr>
        <w:pStyle w:val="Maintext"/>
        <w:jc w:val="both"/>
        <w:rPr>
          <w:rFonts w:cs="Arial"/>
          <w:szCs w:val="22"/>
        </w:rPr>
      </w:pPr>
      <w:r w:rsidRPr="009A3F8D">
        <w:rPr>
          <w:rFonts w:cs="Arial"/>
          <w:szCs w:val="22"/>
        </w:rPr>
        <w:t>The first PCN released outlines the expected artefacts to be within the package at an end state – as known at that point in time.</w:t>
      </w:r>
      <w:r w:rsidR="00496EFC" w:rsidRPr="009A3F8D">
        <w:rPr>
          <w:rFonts w:cs="Arial"/>
          <w:szCs w:val="22"/>
        </w:rPr>
        <w:t xml:space="preserve"> </w:t>
      </w:r>
    </w:p>
    <w:p w14:paraId="0FDEFE32" w14:textId="77777777" w:rsidR="002E7D8E" w:rsidRPr="0051486C" w:rsidRDefault="002E7D8E" w:rsidP="00496EFC">
      <w:pPr>
        <w:pStyle w:val="Maintext"/>
        <w:jc w:val="both"/>
        <w:rPr>
          <w:rFonts w:cs="Arial"/>
          <w:szCs w:val="22"/>
          <w:highlight w:val="lightGray"/>
        </w:rPr>
      </w:pPr>
    </w:p>
    <w:p w14:paraId="55C6D54D" w14:textId="20C90F73" w:rsidR="003D5C79" w:rsidRPr="007E7C29" w:rsidRDefault="002E7D8E" w:rsidP="00496EFC">
      <w:pPr>
        <w:pStyle w:val="Maintext"/>
        <w:jc w:val="both"/>
        <w:rPr>
          <w:rFonts w:cs="Arial"/>
          <w:szCs w:val="22"/>
        </w:rPr>
      </w:pPr>
      <w:r w:rsidRPr="007E7C29">
        <w:rPr>
          <w:rFonts w:cs="Arial"/>
          <w:szCs w:val="22"/>
        </w:rPr>
        <w:t>As a general rule, each service will have at minimum a</w:t>
      </w:r>
      <w:r w:rsidR="0051486C" w:rsidRPr="007E7C29">
        <w:rPr>
          <w:rFonts w:cs="Arial"/>
          <w:szCs w:val="22"/>
        </w:rPr>
        <w:t>n</w:t>
      </w:r>
      <w:r w:rsidRPr="007E7C29">
        <w:rPr>
          <w:rFonts w:cs="Arial"/>
          <w:szCs w:val="22"/>
        </w:rPr>
        <w:t xml:space="preserve"> MST</w:t>
      </w:r>
      <w:r w:rsidR="004A7D2F" w:rsidRPr="007E7C29">
        <w:rPr>
          <w:rFonts w:cs="Arial"/>
          <w:szCs w:val="22"/>
        </w:rPr>
        <w:t xml:space="preserve"> and VR. </w:t>
      </w:r>
    </w:p>
    <w:p w14:paraId="2115515E" w14:textId="77777777" w:rsidR="003D5C79" w:rsidRPr="0051486C" w:rsidRDefault="003D5C79" w:rsidP="00496EFC">
      <w:pPr>
        <w:pStyle w:val="Maintext"/>
        <w:jc w:val="both"/>
        <w:rPr>
          <w:rFonts w:cs="Arial"/>
          <w:szCs w:val="22"/>
          <w:highlight w:val="lightGray"/>
        </w:rPr>
      </w:pPr>
    </w:p>
    <w:p w14:paraId="78CA7072" w14:textId="782EB623" w:rsidR="002E7D8E" w:rsidRPr="007E7C29" w:rsidRDefault="004A7D2F" w:rsidP="00496EFC">
      <w:pPr>
        <w:pStyle w:val="Maintext"/>
        <w:jc w:val="both"/>
        <w:rPr>
          <w:rFonts w:cs="Arial"/>
          <w:szCs w:val="22"/>
        </w:rPr>
      </w:pPr>
      <w:r w:rsidRPr="007E7C29">
        <w:rPr>
          <w:rFonts w:cs="Arial"/>
          <w:szCs w:val="22"/>
        </w:rPr>
        <w:t xml:space="preserve">Where a ‘suite’ of like services </w:t>
      </w:r>
      <w:r w:rsidR="00C87872" w:rsidRPr="007E7C29">
        <w:rPr>
          <w:rFonts w:cs="Arial"/>
          <w:szCs w:val="22"/>
        </w:rPr>
        <w:t>is</w:t>
      </w:r>
      <w:r w:rsidRPr="007E7C29">
        <w:rPr>
          <w:rFonts w:cs="Arial"/>
          <w:szCs w:val="22"/>
        </w:rPr>
        <w:t xml:space="preserve"> packaged</w:t>
      </w:r>
      <w:r w:rsidR="00846739" w:rsidRPr="007E7C29">
        <w:rPr>
          <w:rFonts w:cs="Arial"/>
          <w:szCs w:val="22"/>
        </w:rPr>
        <w:t>,</w:t>
      </w:r>
      <w:r w:rsidRPr="007E7C29">
        <w:rPr>
          <w:rFonts w:cs="Arial"/>
          <w:szCs w:val="22"/>
        </w:rPr>
        <w:t xml:space="preserve"> there </w:t>
      </w:r>
      <w:r w:rsidR="007E7C29" w:rsidRPr="007E7C29">
        <w:rPr>
          <w:rFonts w:cs="Arial"/>
          <w:szCs w:val="22"/>
        </w:rPr>
        <w:t>will be</w:t>
      </w:r>
      <w:r w:rsidRPr="007E7C29">
        <w:rPr>
          <w:rFonts w:cs="Arial"/>
          <w:szCs w:val="22"/>
        </w:rPr>
        <w:t xml:space="preserve"> service specific MSTs and VRs</w:t>
      </w:r>
      <w:r w:rsidR="0051486C" w:rsidRPr="007E7C29">
        <w:rPr>
          <w:rFonts w:cs="Arial"/>
          <w:szCs w:val="22"/>
        </w:rPr>
        <w:t xml:space="preserve"> packaged</w:t>
      </w:r>
      <w:r w:rsidR="00FB4876" w:rsidRPr="007E7C29">
        <w:rPr>
          <w:rFonts w:cs="Arial"/>
          <w:szCs w:val="22"/>
        </w:rPr>
        <w:t xml:space="preserve"> to form a bundle of related information</w:t>
      </w:r>
      <w:r w:rsidR="0051486C" w:rsidRPr="007E7C29">
        <w:rPr>
          <w:rFonts w:cs="Arial"/>
          <w:szCs w:val="22"/>
        </w:rPr>
        <w:t>.</w:t>
      </w:r>
    </w:p>
    <w:p w14:paraId="1175E7E0" w14:textId="77777777" w:rsidR="00B64D3E" w:rsidRDefault="00B64D3E" w:rsidP="00496EFC">
      <w:pPr>
        <w:pStyle w:val="Maintext"/>
        <w:jc w:val="both"/>
        <w:rPr>
          <w:rFonts w:cs="Arial"/>
          <w:szCs w:val="22"/>
          <w:highlight w:val="lightGray"/>
        </w:rPr>
      </w:pPr>
    </w:p>
    <w:p w14:paraId="734D3C10" w14:textId="21B869D4" w:rsidR="00B64D3E" w:rsidRDefault="00B64D3E" w:rsidP="00496EFC">
      <w:pPr>
        <w:pStyle w:val="Maintext"/>
        <w:jc w:val="both"/>
        <w:rPr>
          <w:rFonts w:cs="Arial"/>
          <w:szCs w:val="22"/>
        </w:rPr>
      </w:pPr>
      <w:r w:rsidRPr="00E21474">
        <w:rPr>
          <w:rFonts w:cs="Arial"/>
          <w:szCs w:val="22"/>
        </w:rPr>
        <w:t xml:space="preserve">The basic exception to the above is Income tax Returns. Due to </w:t>
      </w:r>
      <w:r w:rsidR="00CE0BAD" w:rsidRPr="00E21474">
        <w:rPr>
          <w:rFonts w:cs="Arial"/>
          <w:szCs w:val="22"/>
        </w:rPr>
        <w:t>complexity of relationships between parent returns</w:t>
      </w:r>
      <w:r w:rsidR="00E21474" w:rsidRPr="00E21474">
        <w:rPr>
          <w:rFonts w:cs="Arial"/>
          <w:szCs w:val="22"/>
        </w:rPr>
        <w:t xml:space="preserve"> and </w:t>
      </w:r>
      <w:r w:rsidR="00CE0BAD" w:rsidRPr="00E21474">
        <w:rPr>
          <w:rFonts w:cs="Arial"/>
          <w:szCs w:val="22"/>
        </w:rPr>
        <w:t>child schedules each has its o</w:t>
      </w:r>
      <w:r w:rsidR="00BA0D05" w:rsidRPr="00E21474">
        <w:rPr>
          <w:rFonts w:cs="Arial"/>
          <w:szCs w:val="22"/>
        </w:rPr>
        <w:t>w</w:t>
      </w:r>
      <w:r w:rsidR="00CE0BAD" w:rsidRPr="00E21474">
        <w:rPr>
          <w:rFonts w:cs="Arial"/>
          <w:szCs w:val="22"/>
        </w:rPr>
        <w:t>n set of documents</w:t>
      </w:r>
      <w:r w:rsidR="009D54AF" w:rsidRPr="00E21474">
        <w:rPr>
          <w:rFonts w:cs="Arial"/>
          <w:szCs w:val="22"/>
        </w:rPr>
        <w:t xml:space="preserve"> (MSTs and VRs) yet is packaged together as a ‘suite’.</w:t>
      </w:r>
    </w:p>
    <w:p w14:paraId="6752523D" w14:textId="77777777" w:rsidR="00450618" w:rsidRDefault="00450618" w:rsidP="00496EFC">
      <w:pPr>
        <w:pStyle w:val="Maintext"/>
        <w:jc w:val="both"/>
        <w:rPr>
          <w:rFonts w:cs="Arial"/>
          <w:szCs w:val="22"/>
        </w:rPr>
      </w:pPr>
    </w:p>
    <w:p w14:paraId="5C29EB4A" w14:textId="77777777" w:rsidR="00450618" w:rsidRDefault="00450618" w:rsidP="00496EFC">
      <w:pPr>
        <w:pStyle w:val="Maintext"/>
        <w:jc w:val="both"/>
        <w:rPr>
          <w:rFonts w:cs="Arial"/>
          <w:szCs w:val="22"/>
        </w:rPr>
      </w:pPr>
    </w:p>
    <w:p w14:paraId="4F345CC2" w14:textId="77777777" w:rsidR="00450618" w:rsidRDefault="00450618" w:rsidP="00496EFC">
      <w:pPr>
        <w:pStyle w:val="Maintext"/>
        <w:jc w:val="both"/>
        <w:rPr>
          <w:rFonts w:cs="Arial"/>
          <w:szCs w:val="22"/>
        </w:rPr>
      </w:pPr>
    </w:p>
    <w:p w14:paraId="26D76761" w14:textId="77777777" w:rsidR="00450618" w:rsidRDefault="00450618" w:rsidP="00496EFC">
      <w:pPr>
        <w:pStyle w:val="Maintext"/>
        <w:jc w:val="both"/>
        <w:rPr>
          <w:rFonts w:cs="Arial"/>
          <w:szCs w:val="22"/>
        </w:rPr>
      </w:pPr>
    </w:p>
    <w:p w14:paraId="30A5B31B" w14:textId="77777777" w:rsidR="00450618" w:rsidRDefault="00450618" w:rsidP="00496EFC">
      <w:pPr>
        <w:pStyle w:val="Maintext"/>
        <w:jc w:val="both"/>
        <w:rPr>
          <w:rFonts w:cs="Arial"/>
          <w:szCs w:val="22"/>
        </w:rPr>
      </w:pPr>
    </w:p>
    <w:p w14:paraId="5FD4D57E" w14:textId="77777777" w:rsidR="00450618" w:rsidRPr="00E21474" w:rsidRDefault="00450618" w:rsidP="00496EFC">
      <w:pPr>
        <w:pStyle w:val="Maintext"/>
        <w:jc w:val="both"/>
        <w:rPr>
          <w:rFonts w:cs="Arial"/>
          <w:szCs w:val="22"/>
        </w:rPr>
      </w:pPr>
    </w:p>
    <w:p w14:paraId="21D619B8" w14:textId="3BCFA8E9" w:rsidR="00A07083" w:rsidRPr="0087499E" w:rsidRDefault="00A07083" w:rsidP="00A07083">
      <w:pPr>
        <w:pStyle w:val="Heading3"/>
        <w:spacing w:after="60"/>
      </w:pPr>
      <w:bookmarkStart w:id="115" w:name="_Toc490826250"/>
      <w:r>
        <w:lastRenderedPageBreak/>
        <w:t>Circumstances where artefacts are not present in a package</w:t>
      </w:r>
      <w:bookmarkEnd w:id="115"/>
    </w:p>
    <w:p w14:paraId="1D716255" w14:textId="77777777" w:rsidR="00A07083" w:rsidRPr="0051486C" w:rsidRDefault="00A07083" w:rsidP="00496EFC">
      <w:pPr>
        <w:pStyle w:val="Maintext"/>
        <w:jc w:val="both"/>
        <w:rPr>
          <w:rFonts w:cs="Arial"/>
          <w:szCs w:val="22"/>
          <w:highlight w:val="lightGray"/>
        </w:rPr>
      </w:pPr>
    </w:p>
    <w:p w14:paraId="6812107B" w14:textId="77777777" w:rsidR="00720295" w:rsidRDefault="0096406B" w:rsidP="006666BB">
      <w:pPr>
        <w:pStyle w:val="Maintext"/>
        <w:jc w:val="both"/>
        <w:rPr>
          <w:rFonts w:cs="Arial"/>
          <w:szCs w:val="22"/>
        </w:rPr>
      </w:pPr>
      <w:r>
        <w:rPr>
          <w:rFonts w:cs="Arial"/>
          <w:szCs w:val="22"/>
        </w:rPr>
        <w:t xml:space="preserve">The table in </w:t>
      </w:r>
      <w:r w:rsidRPr="0096406B">
        <w:rPr>
          <w:rFonts w:cs="Arial"/>
          <w:i/>
          <w:szCs w:val="22"/>
        </w:rPr>
        <w:t>Section 2 Package Contents</w:t>
      </w:r>
      <w:r>
        <w:rPr>
          <w:rFonts w:cs="Arial"/>
          <w:szCs w:val="22"/>
        </w:rPr>
        <w:t xml:space="preserve"> reflects </w:t>
      </w:r>
      <w:r w:rsidR="00884882">
        <w:rPr>
          <w:rFonts w:cs="Arial"/>
          <w:szCs w:val="22"/>
        </w:rPr>
        <w:t>the sta</w:t>
      </w:r>
      <w:r w:rsidR="00720295">
        <w:rPr>
          <w:rFonts w:cs="Arial"/>
          <w:szCs w:val="22"/>
        </w:rPr>
        <w:t>t</w:t>
      </w:r>
      <w:r w:rsidR="00884882">
        <w:rPr>
          <w:rFonts w:cs="Arial"/>
          <w:szCs w:val="22"/>
        </w:rPr>
        <w:t>us of</w:t>
      </w:r>
      <w:r>
        <w:rPr>
          <w:rFonts w:cs="Arial"/>
          <w:szCs w:val="22"/>
        </w:rPr>
        <w:t xml:space="preserve"> artefacts in the </w:t>
      </w:r>
      <w:r w:rsidRPr="0096406B">
        <w:rPr>
          <w:rFonts w:cs="Arial"/>
          <w:i/>
          <w:szCs w:val="22"/>
        </w:rPr>
        <w:t>Package Status</w:t>
      </w:r>
      <w:r>
        <w:rPr>
          <w:rFonts w:cs="Arial"/>
          <w:szCs w:val="22"/>
        </w:rPr>
        <w:t xml:space="preserve"> column</w:t>
      </w:r>
      <w:r w:rsidR="00720295">
        <w:rPr>
          <w:rFonts w:cs="Arial"/>
          <w:szCs w:val="22"/>
        </w:rPr>
        <w:t xml:space="preserve"> and needs to be read in conjunction with the </w:t>
      </w:r>
      <w:r w:rsidR="00720295" w:rsidRPr="00720295">
        <w:rPr>
          <w:rFonts w:cs="Arial"/>
          <w:i/>
          <w:szCs w:val="22"/>
        </w:rPr>
        <w:t>Comments</w:t>
      </w:r>
      <w:r w:rsidR="00720295">
        <w:rPr>
          <w:rFonts w:cs="Arial"/>
          <w:szCs w:val="22"/>
        </w:rPr>
        <w:t xml:space="preserve"> column in order to understand the scale of change that may be applicable</w:t>
      </w:r>
      <w:r>
        <w:rPr>
          <w:rFonts w:cs="Arial"/>
          <w:szCs w:val="22"/>
        </w:rPr>
        <w:t>.</w:t>
      </w:r>
      <w:r w:rsidR="005876E0">
        <w:rPr>
          <w:rFonts w:cs="Arial"/>
          <w:szCs w:val="22"/>
        </w:rPr>
        <w:t xml:space="preserve"> </w:t>
      </w:r>
    </w:p>
    <w:p w14:paraId="19CD1495" w14:textId="77777777" w:rsidR="00720295" w:rsidRDefault="00720295" w:rsidP="006666BB">
      <w:pPr>
        <w:pStyle w:val="Maintext"/>
        <w:jc w:val="both"/>
        <w:rPr>
          <w:rFonts w:cs="Arial"/>
          <w:szCs w:val="22"/>
        </w:rPr>
      </w:pPr>
    </w:p>
    <w:p w14:paraId="27D18F7D" w14:textId="6E2E6927" w:rsidR="0096406B" w:rsidRDefault="005876E0" w:rsidP="006666BB">
      <w:pPr>
        <w:pStyle w:val="Maintext"/>
        <w:jc w:val="both"/>
        <w:rPr>
          <w:rFonts w:cs="Arial"/>
          <w:szCs w:val="22"/>
        </w:rPr>
      </w:pPr>
      <w:r>
        <w:rPr>
          <w:rFonts w:cs="Arial"/>
          <w:szCs w:val="22"/>
        </w:rPr>
        <w:t xml:space="preserve">The table below describes the terminology used in the </w:t>
      </w:r>
      <w:r w:rsidRPr="0096406B">
        <w:rPr>
          <w:rFonts w:cs="Arial"/>
          <w:i/>
          <w:szCs w:val="22"/>
        </w:rPr>
        <w:t>Package Status</w:t>
      </w:r>
      <w:r>
        <w:rPr>
          <w:rFonts w:cs="Arial"/>
          <w:szCs w:val="22"/>
        </w:rPr>
        <w:t xml:space="preserve"> column and the </w:t>
      </w:r>
      <w:r w:rsidR="00720295">
        <w:rPr>
          <w:rFonts w:cs="Arial"/>
          <w:szCs w:val="22"/>
        </w:rPr>
        <w:t>business description</w:t>
      </w:r>
      <w:r w:rsidR="00143518">
        <w:rPr>
          <w:rFonts w:cs="Arial"/>
          <w:szCs w:val="22"/>
        </w:rPr>
        <w:t xml:space="preserve"> of the package status</w:t>
      </w:r>
      <w:r>
        <w:rPr>
          <w:rFonts w:cs="Arial"/>
          <w:szCs w:val="22"/>
        </w:rPr>
        <w:t>:</w:t>
      </w:r>
    </w:p>
    <w:p w14:paraId="2D3ACFC2" w14:textId="77777777" w:rsidR="00884882" w:rsidRDefault="00884882" w:rsidP="006666BB">
      <w:pPr>
        <w:pStyle w:val="Maintext"/>
        <w:jc w:val="both"/>
        <w:rPr>
          <w:rFonts w:cs="Arial"/>
          <w:szCs w:val="22"/>
        </w:rPr>
      </w:pPr>
    </w:p>
    <w:tbl>
      <w:tblPr>
        <w:tblW w:w="9464"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324"/>
        <w:gridCol w:w="8140"/>
      </w:tblGrid>
      <w:tr w:rsidR="00DE2746" w:rsidRPr="00E75FE8" w14:paraId="098BA344" w14:textId="77777777" w:rsidTr="00E25631">
        <w:trPr>
          <w:trHeight w:val="291"/>
          <w:tblHeader/>
        </w:trPr>
        <w:tc>
          <w:tcPr>
            <w:tcW w:w="1324" w:type="dxa"/>
            <w:tcBorders>
              <w:top w:val="single" w:sz="8" w:space="0" w:color="7BA0CD"/>
              <w:left w:val="single" w:sz="8" w:space="0" w:color="7BA0CD"/>
              <w:bottom w:val="single" w:sz="4" w:space="0" w:color="8DB3E2" w:themeColor="text2" w:themeTint="66"/>
              <w:right w:val="nil"/>
            </w:tcBorders>
            <w:shd w:val="clear" w:color="auto" w:fill="4F81BD"/>
          </w:tcPr>
          <w:p w14:paraId="1501788A" w14:textId="77777777" w:rsidR="00250516" w:rsidRPr="00DE2746" w:rsidRDefault="00250516" w:rsidP="00A02B55">
            <w:pPr>
              <w:rPr>
                <w:rFonts w:ascii="Calibri" w:hAnsi="Calibri" w:cs="Calibri"/>
                <w:b/>
                <w:bCs/>
                <w:color w:val="FFFFFF"/>
                <w:szCs w:val="22"/>
              </w:rPr>
            </w:pPr>
            <w:r w:rsidRPr="00DE2746">
              <w:rPr>
                <w:rFonts w:ascii="Calibri" w:hAnsi="Calibri" w:cs="Calibri"/>
                <w:b/>
                <w:bCs/>
                <w:color w:val="FFFFFF"/>
                <w:szCs w:val="22"/>
              </w:rPr>
              <w:t>Package Status</w:t>
            </w:r>
          </w:p>
        </w:tc>
        <w:tc>
          <w:tcPr>
            <w:tcW w:w="8140" w:type="dxa"/>
            <w:tcBorders>
              <w:top w:val="single" w:sz="8" w:space="0" w:color="7BA0CD"/>
              <w:left w:val="nil"/>
              <w:bottom w:val="single" w:sz="4" w:space="0" w:color="8DB3E2" w:themeColor="text2" w:themeTint="66"/>
              <w:right w:val="single" w:sz="8" w:space="0" w:color="7BA0CD"/>
            </w:tcBorders>
            <w:shd w:val="clear" w:color="auto" w:fill="4F81BD"/>
          </w:tcPr>
          <w:p w14:paraId="747A0E83" w14:textId="77777777" w:rsidR="00250516" w:rsidRPr="00DE2746" w:rsidRDefault="00250516" w:rsidP="00A02B55">
            <w:pPr>
              <w:rPr>
                <w:rFonts w:ascii="Calibri" w:hAnsi="Calibri" w:cs="Calibri"/>
                <w:b/>
                <w:bCs/>
                <w:color w:val="FFFFFF"/>
                <w:szCs w:val="22"/>
              </w:rPr>
            </w:pPr>
            <w:r w:rsidRPr="00DE2746">
              <w:rPr>
                <w:rFonts w:ascii="Calibri" w:hAnsi="Calibri" w:cs="Calibri"/>
                <w:b/>
                <w:bCs/>
                <w:color w:val="FFFFFF"/>
                <w:szCs w:val="22"/>
              </w:rPr>
              <w:t>Business Description</w:t>
            </w:r>
          </w:p>
        </w:tc>
      </w:tr>
      <w:tr w:rsidR="00DE2746" w:rsidRPr="00813A8D" w14:paraId="1467FCE7" w14:textId="77777777" w:rsidTr="00E25631">
        <w:trPr>
          <w:trHeight w:val="291"/>
        </w:trPr>
        <w:tc>
          <w:tcPr>
            <w:tcW w:w="1324" w:type="dxa"/>
            <w:tcBorders>
              <w:top w:val="single" w:sz="4" w:space="0" w:color="8DB3E2" w:themeColor="text2" w:themeTint="66"/>
              <w:left w:val="nil"/>
              <w:bottom w:val="single" w:sz="4" w:space="0" w:color="8DB3E2" w:themeColor="text2" w:themeTint="66"/>
              <w:right w:val="nil"/>
            </w:tcBorders>
            <w:shd w:val="clear" w:color="auto" w:fill="D3DFEE"/>
          </w:tcPr>
          <w:p w14:paraId="4D031BED" w14:textId="6AE90098" w:rsidR="00250516" w:rsidRPr="00DE2746" w:rsidRDefault="00DA7B16" w:rsidP="00A02B55">
            <w:pPr>
              <w:rPr>
                <w:rFonts w:ascii="Calibri" w:hAnsi="Calibri" w:cs="Calibri"/>
                <w:b/>
                <w:bCs/>
                <w:szCs w:val="22"/>
              </w:rPr>
            </w:pPr>
            <w:r w:rsidRPr="00DE2746">
              <w:rPr>
                <w:rFonts w:ascii="Calibri" w:hAnsi="Calibri" w:cs="Calibri"/>
                <w:b/>
                <w:bCs/>
                <w:szCs w:val="22"/>
              </w:rPr>
              <w:t>Pending</w:t>
            </w:r>
          </w:p>
        </w:tc>
        <w:tc>
          <w:tcPr>
            <w:tcW w:w="8140" w:type="dxa"/>
            <w:tcBorders>
              <w:top w:val="single" w:sz="4" w:space="0" w:color="8DB3E2" w:themeColor="text2" w:themeTint="66"/>
              <w:left w:val="nil"/>
              <w:bottom w:val="single" w:sz="4" w:space="0" w:color="8DB3E2" w:themeColor="text2" w:themeTint="66"/>
              <w:right w:val="nil"/>
            </w:tcBorders>
            <w:shd w:val="clear" w:color="auto" w:fill="D3DFEE"/>
          </w:tcPr>
          <w:p w14:paraId="0B534418" w14:textId="77777777" w:rsidR="00250516" w:rsidRPr="00DE2746" w:rsidRDefault="00250516" w:rsidP="00A31267">
            <w:pPr>
              <w:rPr>
                <w:rFonts w:ascii="Calibri" w:hAnsi="Calibri" w:cs="Calibri"/>
                <w:color w:val="000000"/>
                <w:szCs w:val="22"/>
              </w:rPr>
            </w:pPr>
            <w:r w:rsidRPr="00DE2746">
              <w:rPr>
                <w:rFonts w:ascii="Calibri" w:hAnsi="Calibri" w:cs="Calibri"/>
                <w:color w:val="000000"/>
                <w:szCs w:val="22"/>
              </w:rPr>
              <w:t>The artefact is currently under development and is expected to be released in a future package.</w:t>
            </w:r>
          </w:p>
        </w:tc>
      </w:tr>
      <w:tr w:rsidR="00250516" w:rsidRPr="00813A8D" w14:paraId="6C7483BA" w14:textId="77777777" w:rsidTr="00E25631">
        <w:trPr>
          <w:trHeight w:val="291"/>
        </w:trPr>
        <w:tc>
          <w:tcPr>
            <w:tcW w:w="1324" w:type="dxa"/>
            <w:tcBorders>
              <w:top w:val="single" w:sz="4" w:space="0" w:color="8DB3E2" w:themeColor="text2" w:themeTint="66"/>
              <w:left w:val="nil"/>
              <w:bottom w:val="single" w:sz="4" w:space="0" w:color="8DB3E2" w:themeColor="text2" w:themeTint="66"/>
              <w:right w:val="nil"/>
            </w:tcBorders>
            <w:shd w:val="clear" w:color="auto" w:fill="auto"/>
          </w:tcPr>
          <w:p w14:paraId="745DD586" w14:textId="77777777" w:rsidR="00250516" w:rsidRPr="00DE2746" w:rsidRDefault="00250516" w:rsidP="00A02B55">
            <w:pPr>
              <w:rPr>
                <w:rFonts w:ascii="Calibri" w:hAnsi="Calibri" w:cs="Calibri"/>
                <w:b/>
                <w:bCs/>
                <w:szCs w:val="22"/>
              </w:rPr>
            </w:pPr>
            <w:r w:rsidRPr="00DE2746">
              <w:rPr>
                <w:rFonts w:ascii="Calibri" w:hAnsi="Calibri" w:cs="Calibri"/>
                <w:b/>
                <w:bCs/>
                <w:szCs w:val="22"/>
              </w:rPr>
              <w:t>New</w:t>
            </w:r>
          </w:p>
        </w:tc>
        <w:tc>
          <w:tcPr>
            <w:tcW w:w="8140" w:type="dxa"/>
            <w:tcBorders>
              <w:top w:val="single" w:sz="4" w:space="0" w:color="8DB3E2" w:themeColor="text2" w:themeTint="66"/>
              <w:left w:val="nil"/>
              <w:bottom w:val="single" w:sz="4" w:space="0" w:color="8DB3E2" w:themeColor="text2" w:themeTint="66"/>
              <w:right w:val="nil"/>
            </w:tcBorders>
            <w:shd w:val="clear" w:color="auto" w:fill="auto"/>
          </w:tcPr>
          <w:p w14:paraId="4ED56AF1" w14:textId="4765C009" w:rsidR="00250516" w:rsidRPr="00DE2746" w:rsidRDefault="00250516" w:rsidP="0087499E">
            <w:pPr>
              <w:rPr>
                <w:rFonts w:ascii="Calibri" w:hAnsi="Calibri" w:cs="Calibri"/>
                <w:color w:val="000000"/>
                <w:szCs w:val="22"/>
              </w:rPr>
            </w:pPr>
            <w:r w:rsidRPr="00DE2746">
              <w:rPr>
                <w:rFonts w:ascii="Calibri" w:hAnsi="Calibri" w:cs="Calibri"/>
                <w:color w:val="000000"/>
                <w:szCs w:val="22"/>
              </w:rPr>
              <w:t xml:space="preserve">The artefact is new for the package and has not been published previously. This would usually occur when an artefact has previously been marked as </w:t>
            </w:r>
            <w:r w:rsidR="0087499E" w:rsidRPr="00DE2746">
              <w:rPr>
                <w:rFonts w:ascii="Calibri" w:hAnsi="Calibri" w:cs="Calibri"/>
                <w:color w:val="000000"/>
                <w:szCs w:val="22"/>
              </w:rPr>
              <w:t>Pending</w:t>
            </w:r>
            <w:r w:rsidRPr="00DE2746">
              <w:rPr>
                <w:rFonts w:ascii="Calibri" w:hAnsi="Calibri" w:cs="Calibri"/>
                <w:color w:val="000000"/>
                <w:szCs w:val="22"/>
              </w:rPr>
              <w:t xml:space="preserve"> (under development) or a new Government/ATO </w:t>
            </w:r>
            <w:r w:rsidR="00E25631" w:rsidRPr="00DE2746">
              <w:rPr>
                <w:rFonts w:ascii="Calibri" w:hAnsi="Calibri" w:cs="Calibri"/>
                <w:color w:val="000000"/>
                <w:szCs w:val="22"/>
              </w:rPr>
              <w:t>initiative</w:t>
            </w:r>
            <w:r w:rsidRPr="00DE2746">
              <w:rPr>
                <w:rFonts w:ascii="Calibri" w:hAnsi="Calibri" w:cs="Calibri"/>
                <w:color w:val="000000"/>
                <w:szCs w:val="22"/>
              </w:rPr>
              <w:t xml:space="preserve"> sees the development of new services/messages to be deployed. </w:t>
            </w:r>
          </w:p>
        </w:tc>
      </w:tr>
      <w:tr w:rsidR="00DE2746" w:rsidRPr="00813A8D" w14:paraId="35D94D47" w14:textId="77777777" w:rsidTr="00E25631">
        <w:trPr>
          <w:trHeight w:val="291"/>
        </w:trPr>
        <w:tc>
          <w:tcPr>
            <w:tcW w:w="1324" w:type="dxa"/>
            <w:tcBorders>
              <w:top w:val="single" w:sz="4" w:space="0" w:color="8DB3E2" w:themeColor="text2" w:themeTint="66"/>
              <w:left w:val="nil"/>
              <w:bottom w:val="single" w:sz="4" w:space="0" w:color="8DB3E2" w:themeColor="text2" w:themeTint="66"/>
              <w:right w:val="nil"/>
            </w:tcBorders>
            <w:shd w:val="clear" w:color="auto" w:fill="D3DFEE"/>
          </w:tcPr>
          <w:p w14:paraId="1D76E948" w14:textId="77777777" w:rsidR="00A01684" w:rsidRPr="00DE2746" w:rsidRDefault="00A01684" w:rsidP="00536D47">
            <w:pPr>
              <w:rPr>
                <w:rFonts w:ascii="Calibri" w:hAnsi="Calibri" w:cs="Calibri"/>
                <w:b/>
                <w:bCs/>
                <w:szCs w:val="22"/>
              </w:rPr>
            </w:pPr>
            <w:r w:rsidRPr="00DE2746">
              <w:rPr>
                <w:rFonts w:ascii="Calibri" w:hAnsi="Calibri" w:cs="Calibri"/>
                <w:b/>
                <w:bCs/>
                <w:szCs w:val="22"/>
              </w:rPr>
              <w:t>Updated</w:t>
            </w:r>
          </w:p>
        </w:tc>
        <w:tc>
          <w:tcPr>
            <w:tcW w:w="8140" w:type="dxa"/>
            <w:tcBorders>
              <w:top w:val="single" w:sz="4" w:space="0" w:color="8DB3E2" w:themeColor="text2" w:themeTint="66"/>
              <w:left w:val="nil"/>
              <w:bottom w:val="single" w:sz="4" w:space="0" w:color="8DB3E2" w:themeColor="text2" w:themeTint="66"/>
              <w:right w:val="nil"/>
            </w:tcBorders>
            <w:shd w:val="clear" w:color="auto" w:fill="D3DFEE"/>
          </w:tcPr>
          <w:p w14:paraId="75E03835" w14:textId="77777777" w:rsidR="00A01684" w:rsidRPr="00DE2746" w:rsidRDefault="00A01684" w:rsidP="00536D47">
            <w:pPr>
              <w:rPr>
                <w:rFonts w:ascii="Calibri" w:hAnsi="Calibri" w:cs="Calibri"/>
                <w:color w:val="000000"/>
                <w:szCs w:val="22"/>
              </w:rPr>
            </w:pPr>
            <w:r w:rsidRPr="00DE2746">
              <w:rPr>
                <w:rFonts w:ascii="Calibri" w:hAnsi="Calibri" w:cs="Calibri"/>
                <w:color w:val="000000"/>
                <w:szCs w:val="22"/>
              </w:rPr>
              <w:t xml:space="preserve">The artefact has changed since the last public release for this package. It </w:t>
            </w:r>
            <w:proofErr w:type="gramStart"/>
            <w:r w:rsidRPr="00DE2746">
              <w:rPr>
                <w:rFonts w:ascii="Calibri" w:hAnsi="Calibri" w:cs="Calibri"/>
                <w:color w:val="000000"/>
                <w:szCs w:val="22"/>
              </w:rPr>
              <w:t>could  occur</w:t>
            </w:r>
            <w:proofErr w:type="gramEnd"/>
            <w:r w:rsidRPr="00DE2746">
              <w:rPr>
                <w:rFonts w:ascii="Calibri" w:hAnsi="Calibri" w:cs="Calibri"/>
                <w:color w:val="000000"/>
                <w:szCs w:val="22"/>
              </w:rPr>
              <w:t xml:space="preserve"> as a result of refining service/messages due to feedback or defects. </w:t>
            </w:r>
          </w:p>
        </w:tc>
      </w:tr>
      <w:tr w:rsidR="00DE2746" w:rsidRPr="00813A8D" w14:paraId="77D8F688" w14:textId="77777777" w:rsidTr="00E25631">
        <w:trPr>
          <w:trHeight w:val="291"/>
        </w:trPr>
        <w:tc>
          <w:tcPr>
            <w:tcW w:w="1324" w:type="dxa"/>
            <w:tcBorders>
              <w:top w:val="single" w:sz="4" w:space="0" w:color="8DB3E2" w:themeColor="text2" w:themeTint="66"/>
              <w:left w:val="nil"/>
              <w:bottom w:val="single" w:sz="4" w:space="0" w:color="8DB3E2" w:themeColor="text2" w:themeTint="66"/>
              <w:right w:val="nil"/>
            </w:tcBorders>
            <w:shd w:val="clear" w:color="auto" w:fill="auto"/>
          </w:tcPr>
          <w:p w14:paraId="4CEE7127" w14:textId="77777777" w:rsidR="00250516" w:rsidRPr="00DE2746" w:rsidRDefault="00250516" w:rsidP="00A02B55">
            <w:pPr>
              <w:rPr>
                <w:rFonts w:ascii="Calibri" w:hAnsi="Calibri" w:cs="Calibri"/>
                <w:b/>
                <w:bCs/>
                <w:szCs w:val="22"/>
              </w:rPr>
            </w:pPr>
            <w:r w:rsidRPr="00DE2746">
              <w:rPr>
                <w:rFonts w:ascii="Calibri" w:hAnsi="Calibri" w:cs="Calibri"/>
                <w:b/>
                <w:bCs/>
                <w:szCs w:val="22"/>
              </w:rPr>
              <w:t>Present</w:t>
            </w:r>
          </w:p>
        </w:tc>
        <w:tc>
          <w:tcPr>
            <w:tcW w:w="8140" w:type="dxa"/>
            <w:tcBorders>
              <w:top w:val="single" w:sz="4" w:space="0" w:color="8DB3E2" w:themeColor="text2" w:themeTint="66"/>
              <w:left w:val="nil"/>
              <w:bottom w:val="single" w:sz="4" w:space="0" w:color="8DB3E2" w:themeColor="text2" w:themeTint="66"/>
              <w:right w:val="nil"/>
            </w:tcBorders>
            <w:shd w:val="clear" w:color="auto" w:fill="auto"/>
          </w:tcPr>
          <w:p w14:paraId="7277C54C" w14:textId="558DA97C" w:rsidR="00250516" w:rsidRPr="00DE2746" w:rsidRDefault="00250516" w:rsidP="00143518">
            <w:pPr>
              <w:rPr>
                <w:rFonts w:ascii="Calibri" w:hAnsi="Calibri" w:cs="Calibri"/>
                <w:color w:val="000000"/>
                <w:szCs w:val="22"/>
              </w:rPr>
            </w:pPr>
            <w:r w:rsidRPr="00DE2746">
              <w:rPr>
                <w:rFonts w:ascii="Calibri" w:hAnsi="Calibri" w:cs="Calibri"/>
                <w:color w:val="000000"/>
                <w:szCs w:val="22"/>
              </w:rPr>
              <w:t>The artefact is within the package and has had no change from the prior package for this year or a previous</w:t>
            </w:r>
            <w:r w:rsidR="001842CC" w:rsidRPr="00DE2746">
              <w:rPr>
                <w:rFonts w:ascii="Calibri" w:hAnsi="Calibri" w:cs="Calibri"/>
                <w:color w:val="000000"/>
                <w:szCs w:val="22"/>
              </w:rPr>
              <w:t>/forward</w:t>
            </w:r>
            <w:r w:rsidRPr="00DE2746">
              <w:rPr>
                <w:rFonts w:ascii="Calibri" w:hAnsi="Calibri" w:cs="Calibri"/>
                <w:color w:val="000000"/>
                <w:szCs w:val="22"/>
              </w:rPr>
              <w:t xml:space="preserve"> year where artefacts cross multiple years.</w:t>
            </w:r>
          </w:p>
        </w:tc>
      </w:tr>
      <w:tr w:rsidR="00250516" w:rsidRPr="00813A8D" w14:paraId="5C876BFA" w14:textId="77777777" w:rsidTr="00E25631">
        <w:trPr>
          <w:trHeight w:val="291"/>
        </w:trPr>
        <w:tc>
          <w:tcPr>
            <w:tcW w:w="1324" w:type="dxa"/>
            <w:tcBorders>
              <w:top w:val="single" w:sz="4" w:space="0" w:color="8DB3E2" w:themeColor="text2" w:themeTint="66"/>
              <w:left w:val="nil"/>
              <w:bottom w:val="single" w:sz="4" w:space="0" w:color="8DB3E2" w:themeColor="text2" w:themeTint="66"/>
              <w:right w:val="nil"/>
            </w:tcBorders>
            <w:shd w:val="clear" w:color="auto" w:fill="D3DFEE"/>
          </w:tcPr>
          <w:p w14:paraId="5976BE69" w14:textId="77777777" w:rsidR="00250516" w:rsidRPr="00DE2746" w:rsidRDefault="00250516" w:rsidP="00A02B55">
            <w:pPr>
              <w:rPr>
                <w:rFonts w:ascii="Calibri" w:hAnsi="Calibri" w:cs="Calibri"/>
                <w:b/>
                <w:bCs/>
                <w:szCs w:val="22"/>
              </w:rPr>
            </w:pPr>
            <w:r w:rsidRPr="00DE2746">
              <w:rPr>
                <w:rFonts w:ascii="Calibri" w:hAnsi="Calibri" w:cs="Calibri"/>
                <w:b/>
                <w:bCs/>
                <w:szCs w:val="22"/>
              </w:rPr>
              <w:t>Removed</w:t>
            </w:r>
          </w:p>
        </w:tc>
        <w:tc>
          <w:tcPr>
            <w:tcW w:w="8140" w:type="dxa"/>
            <w:tcBorders>
              <w:top w:val="single" w:sz="4" w:space="0" w:color="8DB3E2" w:themeColor="text2" w:themeTint="66"/>
              <w:left w:val="nil"/>
              <w:bottom w:val="single" w:sz="4" w:space="0" w:color="8DB3E2" w:themeColor="text2" w:themeTint="66"/>
              <w:right w:val="nil"/>
            </w:tcBorders>
            <w:shd w:val="clear" w:color="auto" w:fill="D3DFEE"/>
          </w:tcPr>
          <w:p w14:paraId="3B73977D" w14:textId="2CE37D6D" w:rsidR="00250516" w:rsidRPr="00DE2746" w:rsidRDefault="00250516" w:rsidP="001842CC">
            <w:pPr>
              <w:rPr>
                <w:rFonts w:ascii="Calibri" w:hAnsi="Calibri" w:cs="Calibri"/>
                <w:color w:val="000000"/>
                <w:szCs w:val="22"/>
              </w:rPr>
            </w:pPr>
            <w:r w:rsidRPr="00DE2746">
              <w:rPr>
                <w:rFonts w:ascii="Calibri" w:hAnsi="Calibri" w:cs="Calibri"/>
                <w:color w:val="000000"/>
                <w:szCs w:val="22"/>
              </w:rPr>
              <w:t xml:space="preserve">The artefact was within the package in a prior release but has been removed as it is not relevant for the </w:t>
            </w:r>
            <w:r w:rsidR="0087499E" w:rsidRPr="00DE2746">
              <w:rPr>
                <w:rFonts w:ascii="Calibri" w:hAnsi="Calibri" w:cs="Calibri"/>
                <w:color w:val="000000"/>
                <w:szCs w:val="22"/>
              </w:rPr>
              <w:t>service/</w:t>
            </w:r>
            <w:r w:rsidRPr="00DE2746">
              <w:rPr>
                <w:rFonts w:ascii="Calibri" w:hAnsi="Calibri" w:cs="Calibri"/>
                <w:color w:val="000000"/>
                <w:szCs w:val="22"/>
              </w:rPr>
              <w:t>suite in question. This could occur due to Government legislation waiting on Royal Assent not being passed or other factors.</w:t>
            </w:r>
          </w:p>
        </w:tc>
      </w:tr>
    </w:tbl>
    <w:p w14:paraId="748D1FA4" w14:textId="77777777" w:rsidR="00153C5E" w:rsidRPr="00537772" w:rsidRDefault="00153C5E" w:rsidP="00BE4715">
      <w:pPr>
        <w:pStyle w:val="Heading3"/>
        <w:spacing w:after="60"/>
      </w:pPr>
      <w:bookmarkStart w:id="116" w:name="_Toc405726634"/>
      <w:bookmarkStart w:id="117" w:name="_Toc490826251"/>
      <w:r w:rsidRPr="00537772">
        <w:t>New services</w:t>
      </w:r>
      <w:bookmarkEnd w:id="116"/>
      <w:bookmarkEnd w:id="117"/>
    </w:p>
    <w:p w14:paraId="6503DA3A" w14:textId="3A0C318F" w:rsidR="00153C5E" w:rsidRDefault="00230683" w:rsidP="00153C5E">
      <w:pPr>
        <w:pStyle w:val="Maintext"/>
        <w:jc w:val="both"/>
        <w:rPr>
          <w:rFonts w:cs="Arial"/>
          <w:szCs w:val="22"/>
        </w:rPr>
      </w:pPr>
      <w:r w:rsidRPr="0072451F">
        <w:rPr>
          <w:rFonts w:cs="Arial"/>
          <w:szCs w:val="22"/>
        </w:rPr>
        <w:t>There are no new services for this release</w:t>
      </w:r>
      <w:r>
        <w:rPr>
          <w:rFonts w:cs="Arial"/>
          <w:szCs w:val="22"/>
        </w:rPr>
        <w:t>.</w:t>
      </w:r>
    </w:p>
    <w:p w14:paraId="780EE614" w14:textId="10E1C085" w:rsidR="005876E0" w:rsidRDefault="005876E0" w:rsidP="00BE4715">
      <w:pPr>
        <w:pStyle w:val="Heading3"/>
        <w:spacing w:after="60"/>
      </w:pPr>
      <w:bookmarkStart w:id="118" w:name="_Toc490826252"/>
      <w:r>
        <w:t xml:space="preserve">New messages </w:t>
      </w:r>
      <w:r w:rsidR="003E4DD7">
        <w:t xml:space="preserve">associated with </w:t>
      </w:r>
      <w:r w:rsidR="00240EFD">
        <w:t>s</w:t>
      </w:r>
      <w:r w:rsidR="003E4DD7">
        <w:t>ervices (c</w:t>
      </w:r>
      <w:r>
        <w:t>hild relationship)</w:t>
      </w:r>
      <w:bookmarkEnd w:id="118"/>
    </w:p>
    <w:p w14:paraId="702289D7" w14:textId="6E69424F" w:rsidR="005876E0" w:rsidRPr="006214E7" w:rsidRDefault="00230683" w:rsidP="005F2AD5">
      <w:pPr>
        <w:pStyle w:val="Maintext"/>
        <w:spacing w:before="120"/>
        <w:sectPr w:rsidR="005876E0" w:rsidRPr="006214E7" w:rsidSect="0062686C">
          <w:headerReference w:type="even" r:id="rId19"/>
          <w:headerReference w:type="default" r:id="rId20"/>
          <w:footerReference w:type="default" r:id="rId21"/>
          <w:headerReference w:type="first" r:id="rId22"/>
          <w:pgSz w:w="11906" w:h="16838" w:code="9"/>
          <w:pgMar w:top="1418" w:right="1274" w:bottom="1202" w:left="1304" w:header="425" w:footer="680" w:gutter="0"/>
          <w:cols w:space="708"/>
          <w:formProt w:val="0"/>
          <w:docGrid w:linePitch="360"/>
        </w:sectPr>
      </w:pPr>
      <w:r>
        <w:t>There are no new messages for this release</w:t>
      </w:r>
      <w:r w:rsidR="005876E0">
        <w:t>.</w:t>
      </w:r>
    </w:p>
    <w:p w14:paraId="0AB99E91" w14:textId="44C376D9" w:rsidR="00350A2B" w:rsidRPr="0087499E" w:rsidRDefault="004C7B67" w:rsidP="00BE4715">
      <w:pPr>
        <w:pStyle w:val="Heading1"/>
        <w:spacing w:after="120"/>
      </w:pPr>
      <w:bookmarkStart w:id="119" w:name="_Toc490826253"/>
      <w:r w:rsidRPr="0087499E">
        <w:lastRenderedPageBreak/>
        <w:t>P</w:t>
      </w:r>
      <w:r w:rsidR="00622B06" w:rsidRPr="0087499E">
        <w:t>ackage</w:t>
      </w:r>
      <w:r w:rsidR="00884899" w:rsidRPr="0087499E">
        <w:t xml:space="preserve"> </w:t>
      </w:r>
      <w:r w:rsidRPr="0087499E">
        <w:t>c</w:t>
      </w:r>
      <w:r w:rsidR="00884899" w:rsidRPr="0087499E">
        <w:t>ontents</w:t>
      </w:r>
      <w:bookmarkEnd w:id="119"/>
    </w:p>
    <w:p w14:paraId="6D5C6A88" w14:textId="77777777" w:rsidR="00737440" w:rsidRDefault="002E11A1" w:rsidP="00737440">
      <w:pPr>
        <w:pStyle w:val="Maintext"/>
        <w:jc w:val="both"/>
      </w:pPr>
      <w:r>
        <w:t>The table below outlines the package contents.</w:t>
      </w:r>
    </w:p>
    <w:p w14:paraId="0D6FD6A6" w14:textId="77777777" w:rsidR="006666BB" w:rsidRDefault="006666BB" w:rsidP="00737440">
      <w:pPr>
        <w:pStyle w:val="Maintext"/>
        <w:jc w:val="both"/>
      </w:pPr>
    </w:p>
    <w:tbl>
      <w:tblPr>
        <w:tblW w:w="14332" w:type="dxa"/>
        <w:tblInd w:w="93" w:type="dxa"/>
        <w:tblLayout w:type="fixed"/>
        <w:tblLook w:val="04A0" w:firstRow="1" w:lastRow="0" w:firstColumn="1" w:lastColumn="0" w:noHBand="0" w:noVBand="1"/>
      </w:tblPr>
      <w:tblGrid>
        <w:gridCol w:w="3559"/>
        <w:gridCol w:w="851"/>
        <w:gridCol w:w="1354"/>
        <w:gridCol w:w="1197"/>
        <w:gridCol w:w="992"/>
        <w:gridCol w:w="4962"/>
        <w:gridCol w:w="1275"/>
        <w:gridCol w:w="142"/>
      </w:tblGrid>
      <w:tr w:rsidR="00A06894" w:rsidRPr="00E75FE8" w14:paraId="10976122" w14:textId="77777777" w:rsidTr="008812F7">
        <w:trPr>
          <w:trHeight w:val="288"/>
          <w:tblHeader/>
        </w:trPr>
        <w:tc>
          <w:tcPr>
            <w:tcW w:w="4410" w:type="dxa"/>
            <w:gridSpan w:val="2"/>
            <w:tcBorders>
              <w:top w:val="single" w:sz="4" w:space="0" w:color="95B3D7"/>
              <w:left w:val="nil"/>
              <w:bottom w:val="single" w:sz="4" w:space="0" w:color="95B3D7"/>
              <w:right w:val="nil"/>
            </w:tcBorders>
            <w:shd w:val="clear" w:color="4F81BD" w:fill="4F81BD"/>
            <w:noWrap/>
            <w:hideMark/>
          </w:tcPr>
          <w:p w14:paraId="25B97791" w14:textId="77777777" w:rsidR="00A06894" w:rsidRPr="00E75FE8" w:rsidRDefault="00A06894" w:rsidP="00536D47">
            <w:pPr>
              <w:rPr>
                <w:rFonts w:ascii="Calibri" w:hAnsi="Calibri" w:cs="Calibri"/>
                <w:b/>
                <w:bCs/>
                <w:color w:val="FFFFFF"/>
                <w:szCs w:val="22"/>
              </w:rPr>
            </w:pPr>
            <w:r w:rsidRPr="00E75FE8">
              <w:rPr>
                <w:rFonts w:ascii="Calibri" w:hAnsi="Calibri" w:cs="Calibri"/>
                <w:b/>
                <w:bCs/>
                <w:color w:val="FFFFFF"/>
                <w:szCs w:val="22"/>
              </w:rPr>
              <w:t>Name</w:t>
            </w:r>
          </w:p>
        </w:tc>
        <w:tc>
          <w:tcPr>
            <w:tcW w:w="1354" w:type="dxa"/>
            <w:tcBorders>
              <w:top w:val="single" w:sz="4" w:space="0" w:color="95B3D7"/>
              <w:left w:val="nil"/>
              <w:bottom w:val="single" w:sz="4" w:space="0" w:color="95B3D7"/>
              <w:right w:val="nil"/>
            </w:tcBorders>
            <w:shd w:val="clear" w:color="4F81BD" w:fill="4F81BD"/>
          </w:tcPr>
          <w:p w14:paraId="572CC3E6" w14:textId="77777777" w:rsidR="00A06894" w:rsidRPr="00E75FE8" w:rsidRDefault="00A06894" w:rsidP="00536D47">
            <w:pPr>
              <w:rPr>
                <w:rFonts w:ascii="Calibri" w:hAnsi="Calibri" w:cs="Calibri"/>
                <w:b/>
                <w:bCs/>
                <w:color w:val="FFFFFF"/>
                <w:szCs w:val="22"/>
              </w:rPr>
            </w:pPr>
            <w:r>
              <w:rPr>
                <w:rFonts w:ascii="Calibri" w:hAnsi="Calibri" w:cs="Calibri"/>
                <w:b/>
                <w:bCs/>
                <w:color w:val="FFFFFF"/>
                <w:szCs w:val="22"/>
              </w:rPr>
              <w:t>Document Date</w:t>
            </w:r>
          </w:p>
        </w:tc>
        <w:tc>
          <w:tcPr>
            <w:tcW w:w="1197" w:type="dxa"/>
            <w:tcBorders>
              <w:top w:val="single" w:sz="4" w:space="0" w:color="95B3D7"/>
              <w:left w:val="nil"/>
              <w:bottom w:val="single" w:sz="4" w:space="0" w:color="95B3D7"/>
              <w:right w:val="nil"/>
            </w:tcBorders>
            <w:shd w:val="clear" w:color="4F81BD" w:fill="4F81BD"/>
          </w:tcPr>
          <w:p w14:paraId="6B6440AB" w14:textId="77777777" w:rsidR="00A06894" w:rsidRPr="00E75FE8" w:rsidRDefault="00A06894" w:rsidP="00536D47">
            <w:pPr>
              <w:rPr>
                <w:rFonts w:ascii="Calibri" w:hAnsi="Calibri" w:cs="Calibri"/>
                <w:b/>
                <w:bCs/>
                <w:color w:val="FFFFFF"/>
                <w:szCs w:val="22"/>
              </w:rPr>
            </w:pPr>
            <w:r w:rsidRPr="00E75FE8">
              <w:rPr>
                <w:rFonts w:ascii="Calibri" w:hAnsi="Calibri" w:cs="Calibri"/>
                <w:b/>
                <w:bCs/>
                <w:color w:val="FFFFFF"/>
                <w:szCs w:val="22"/>
              </w:rPr>
              <w:t>Document Status</w:t>
            </w:r>
          </w:p>
        </w:tc>
        <w:tc>
          <w:tcPr>
            <w:tcW w:w="992" w:type="dxa"/>
            <w:tcBorders>
              <w:top w:val="single" w:sz="4" w:space="0" w:color="95B3D7"/>
              <w:left w:val="nil"/>
              <w:bottom w:val="single" w:sz="4" w:space="0" w:color="95B3D7"/>
              <w:right w:val="nil"/>
            </w:tcBorders>
            <w:shd w:val="clear" w:color="4F81BD" w:fill="4F81BD"/>
          </w:tcPr>
          <w:p w14:paraId="0011D277" w14:textId="77777777" w:rsidR="00A06894" w:rsidRPr="00E75FE8" w:rsidRDefault="00A06894" w:rsidP="00536D47">
            <w:pPr>
              <w:rPr>
                <w:rFonts w:ascii="Calibri" w:hAnsi="Calibri" w:cs="Calibri"/>
                <w:b/>
                <w:bCs/>
                <w:color w:val="FFFFFF"/>
                <w:szCs w:val="22"/>
              </w:rPr>
            </w:pPr>
            <w:r w:rsidRPr="00E75FE8">
              <w:rPr>
                <w:rFonts w:ascii="Calibri" w:hAnsi="Calibri" w:cs="Calibri"/>
                <w:b/>
                <w:bCs/>
                <w:color w:val="FFFFFF"/>
                <w:szCs w:val="22"/>
              </w:rPr>
              <w:t>Version</w:t>
            </w:r>
          </w:p>
        </w:tc>
        <w:tc>
          <w:tcPr>
            <w:tcW w:w="4962" w:type="dxa"/>
            <w:tcBorders>
              <w:top w:val="single" w:sz="4" w:space="0" w:color="95B3D7"/>
              <w:left w:val="nil"/>
              <w:bottom w:val="single" w:sz="4" w:space="0" w:color="95B3D7"/>
              <w:right w:val="nil"/>
            </w:tcBorders>
            <w:shd w:val="clear" w:color="4F81BD" w:fill="4F81BD"/>
            <w:noWrap/>
            <w:hideMark/>
          </w:tcPr>
          <w:p w14:paraId="46C3D9E6" w14:textId="77777777" w:rsidR="00A06894" w:rsidRPr="00E75FE8" w:rsidRDefault="00A06894" w:rsidP="00536D47">
            <w:pPr>
              <w:rPr>
                <w:rFonts w:ascii="Calibri" w:hAnsi="Calibri" w:cs="Calibri"/>
                <w:b/>
                <w:bCs/>
                <w:color w:val="FFFFFF"/>
                <w:szCs w:val="22"/>
              </w:rPr>
            </w:pPr>
            <w:r w:rsidRPr="00E75FE8">
              <w:rPr>
                <w:rFonts w:ascii="Calibri" w:hAnsi="Calibri" w:cs="Calibri"/>
                <w:b/>
                <w:bCs/>
                <w:color w:val="FFFFFF"/>
                <w:szCs w:val="22"/>
              </w:rPr>
              <w:t>Comments</w:t>
            </w:r>
          </w:p>
        </w:tc>
        <w:tc>
          <w:tcPr>
            <w:tcW w:w="1417" w:type="dxa"/>
            <w:gridSpan w:val="2"/>
            <w:tcBorders>
              <w:top w:val="single" w:sz="4" w:space="0" w:color="95B3D7"/>
              <w:left w:val="nil"/>
              <w:bottom w:val="single" w:sz="4" w:space="0" w:color="95B3D7"/>
              <w:right w:val="nil"/>
            </w:tcBorders>
            <w:shd w:val="clear" w:color="4F81BD" w:fill="4F81BD"/>
          </w:tcPr>
          <w:p w14:paraId="628B2F03" w14:textId="77777777" w:rsidR="00A06894" w:rsidRPr="00E75FE8" w:rsidRDefault="00A06894" w:rsidP="00536D47">
            <w:pPr>
              <w:rPr>
                <w:rFonts w:ascii="Calibri" w:hAnsi="Calibri" w:cs="Calibri"/>
                <w:b/>
                <w:bCs/>
                <w:color w:val="FFFFFF"/>
                <w:szCs w:val="22"/>
              </w:rPr>
            </w:pPr>
            <w:r>
              <w:rPr>
                <w:rFonts w:ascii="Calibri" w:hAnsi="Calibri" w:cs="Calibri"/>
                <w:b/>
                <w:bCs/>
                <w:color w:val="FFFFFF"/>
                <w:szCs w:val="22"/>
              </w:rPr>
              <w:t>Package Status</w:t>
            </w:r>
          </w:p>
        </w:tc>
      </w:tr>
      <w:tr w:rsidR="00F34264" w:rsidRPr="00E75FE8" w14:paraId="6DF6A891" w14:textId="77777777" w:rsidTr="008812F7">
        <w:trPr>
          <w:trHeight w:val="288"/>
        </w:trPr>
        <w:tc>
          <w:tcPr>
            <w:tcW w:w="4410" w:type="dxa"/>
            <w:gridSpan w:val="2"/>
            <w:tcBorders>
              <w:top w:val="single" w:sz="4" w:space="0" w:color="95B3D7"/>
              <w:left w:val="nil"/>
              <w:bottom w:val="single" w:sz="4" w:space="0" w:color="95B3D7"/>
              <w:right w:val="nil"/>
            </w:tcBorders>
            <w:shd w:val="clear" w:color="auto" w:fill="DBE5F1"/>
            <w:noWrap/>
          </w:tcPr>
          <w:p w14:paraId="6D210897" w14:textId="680536B8" w:rsidR="00F34264" w:rsidRPr="00E75FE8" w:rsidRDefault="00F34264" w:rsidP="00536D47">
            <w:pPr>
              <w:rPr>
                <w:rFonts w:ascii="Calibri" w:hAnsi="Calibri" w:cs="Calibri"/>
                <w:color w:val="000000"/>
                <w:szCs w:val="22"/>
              </w:rPr>
            </w:pPr>
            <w:r w:rsidRPr="00185C74">
              <w:rPr>
                <w:rFonts w:asciiTheme="minorHAnsi" w:hAnsiTheme="minorHAnsi" w:cstheme="minorHAnsi"/>
                <w:color w:val="000000"/>
                <w:szCs w:val="22"/>
              </w:rPr>
              <w:t>ATO AS.0001 2009 Message Structure Table.xlsx</w:t>
            </w:r>
          </w:p>
        </w:tc>
        <w:tc>
          <w:tcPr>
            <w:tcW w:w="1354" w:type="dxa"/>
            <w:tcBorders>
              <w:top w:val="single" w:sz="4" w:space="0" w:color="95B3D7"/>
              <w:left w:val="nil"/>
              <w:bottom w:val="single" w:sz="4" w:space="0" w:color="95B3D7"/>
              <w:right w:val="nil"/>
            </w:tcBorders>
            <w:shd w:val="clear" w:color="auto" w:fill="DBE5F1"/>
          </w:tcPr>
          <w:p w14:paraId="27536E63" w14:textId="7E88F913" w:rsidR="00F34264" w:rsidRDefault="00AB12DD" w:rsidP="00536D47">
            <w:pPr>
              <w:rPr>
                <w:rFonts w:ascii="Calibri" w:hAnsi="Calibri" w:cs="Calibri"/>
                <w:color w:val="000000"/>
                <w:szCs w:val="22"/>
              </w:rPr>
            </w:pPr>
            <w:r>
              <w:rPr>
                <w:rFonts w:asciiTheme="minorHAnsi" w:hAnsiTheme="minorHAnsi" w:cstheme="minorHAnsi"/>
                <w:color w:val="000000"/>
                <w:szCs w:val="22"/>
              </w:rPr>
              <w:t>17.11.2016</w:t>
            </w:r>
          </w:p>
        </w:tc>
        <w:tc>
          <w:tcPr>
            <w:tcW w:w="1197" w:type="dxa"/>
            <w:tcBorders>
              <w:top w:val="single" w:sz="4" w:space="0" w:color="95B3D7"/>
              <w:left w:val="nil"/>
              <w:bottom w:val="single" w:sz="4" w:space="0" w:color="95B3D7"/>
              <w:right w:val="nil"/>
            </w:tcBorders>
            <w:shd w:val="clear" w:color="auto" w:fill="DBE5F1"/>
          </w:tcPr>
          <w:p w14:paraId="46BE843C" w14:textId="4C0C7C9E" w:rsidR="00F34264" w:rsidRDefault="00F34264" w:rsidP="00536D47">
            <w:pPr>
              <w:rPr>
                <w:rFonts w:ascii="Calibri" w:hAnsi="Calibri" w:cs="Calibri"/>
                <w:color w:val="000000"/>
                <w:szCs w:val="22"/>
              </w:rPr>
            </w:pPr>
            <w:r w:rsidRPr="00185C74">
              <w:rPr>
                <w:rFonts w:asciiTheme="minorHAnsi" w:hAnsiTheme="minorHAnsi" w:cstheme="minorHAnsi"/>
                <w:color w:val="000000"/>
                <w:szCs w:val="22"/>
              </w:rPr>
              <w:t>Final</w:t>
            </w:r>
          </w:p>
        </w:tc>
        <w:tc>
          <w:tcPr>
            <w:tcW w:w="992" w:type="dxa"/>
            <w:tcBorders>
              <w:top w:val="single" w:sz="4" w:space="0" w:color="95B3D7"/>
              <w:left w:val="nil"/>
              <w:bottom w:val="single" w:sz="4" w:space="0" w:color="95B3D7"/>
              <w:right w:val="nil"/>
            </w:tcBorders>
            <w:shd w:val="clear" w:color="auto" w:fill="DBE5F1"/>
          </w:tcPr>
          <w:p w14:paraId="15E3DB73" w14:textId="08EAE4D6" w:rsidR="00F34264" w:rsidRDefault="00AB12DD" w:rsidP="00536D47">
            <w:pPr>
              <w:rPr>
                <w:rFonts w:ascii="Calibri" w:hAnsi="Calibri" w:cs="Calibri"/>
                <w:color w:val="000000"/>
                <w:szCs w:val="22"/>
              </w:rPr>
            </w:pPr>
            <w:r>
              <w:rPr>
                <w:rFonts w:asciiTheme="minorHAnsi" w:hAnsiTheme="minorHAnsi" w:cstheme="minorHAnsi"/>
                <w:color w:val="000000"/>
                <w:szCs w:val="22"/>
              </w:rPr>
              <w:t>1.4</w:t>
            </w:r>
          </w:p>
        </w:tc>
        <w:tc>
          <w:tcPr>
            <w:tcW w:w="4962" w:type="dxa"/>
            <w:tcBorders>
              <w:top w:val="single" w:sz="4" w:space="0" w:color="95B3D7"/>
              <w:left w:val="nil"/>
              <w:bottom w:val="single" w:sz="4" w:space="0" w:color="95B3D7"/>
              <w:right w:val="nil"/>
            </w:tcBorders>
            <w:shd w:val="clear" w:color="auto" w:fill="DBE5F1"/>
          </w:tcPr>
          <w:p w14:paraId="61668299" w14:textId="6E6614D7" w:rsidR="00F34264" w:rsidRPr="00D813E6" w:rsidRDefault="00BB4620" w:rsidP="00D813E6">
            <w:pPr>
              <w:tabs>
                <w:tab w:val="left" w:pos="743"/>
              </w:tabs>
              <w:rPr>
                <w:rFonts w:ascii="Calibri" w:hAnsi="Calibri" w:cs="Calibri"/>
                <w:szCs w:val="22"/>
              </w:rPr>
            </w:pPr>
            <w:r w:rsidRPr="00185C74">
              <w:rPr>
                <w:rFonts w:asciiTheme="minorHAnsi" w:hAnsiTheme="minorHAnsi" w:cstheme="minorHAnsi"/>
                <w:color w:val="000000"/>
                <w:szCs w:val="22"/>
              </w:rPr>
              <w:t>No change from version published</w:t>
            </w:r>
            <w:r>
              <w:rPr>
                <w:rFonts w:asciiTheme="minorHAnsi" w:hAnsiTheme="minorHAnsi" w:cstheme="minorHAnsi"/>
                <w:color w:val="000000"/>
                <w:szCs w:val="22"/>
              </w:rPr>
              <w:t>.</w:t>
            </w:r>
          </w:p>
        </w:tc>
        <w:tc>
          <w:tcPr>
            <w:tcW w:w="1417" w:type="dxa"/>
            <w:gridSpan w:val="2"/>
            <w:tcBorders>
              <w:top w:val="single" w:sz="4" w:space="0" w:color="95B3D7"/>
              <w:left w:val="nil"/>
              <w:bottom w:val="single" w:sz="4" w:space="0" w:color="95B3D7"/>
              <w:right w:val="nil"/>
            </w:tcBorders>
            <w:shd w:val="clear" w:color="auto" w:fill="DBE5F1"/>
          </w:tcPr>
          <w:p w14:paraId="34AD0DC9" w14:textId="5D3A812D" w:rsidR="00F34264" w:rsidRDefault="00BB4620" w:rsidP="00536D47">
            <w:pPr>
              <w:rPr>
                <w:rFonts w:ascii="Calibri" w:hAnsi="Calibri" w:cs="Calibri"/>
                <w:color w:val="000000"/>
                <w:szCs w:val="22"/>
              </w:rPr>
            </w:pPr>
            <w:r>
              <w:rPr>
                <w:rFonts w:asciiTheme="minorHAnsi" w:hAnsiTheme="minorHAnsi" w:cstheme="minorHAnsi"/>
                <w:color w:val="000000"/>
                <w:szCs w:val="22"/>
              </w:rPr>
              <w:t>Present</w:t>
            </w:r>
          </w:p>
        </w:tc>
      </w:tr>
      <w:tr w:rsidR="00BB4620" w:rsidRPr="00E75FE8" w14:paraId="5F446BCD" w14:textId="77777777" w:rsidTr="008812F7">
        <w:trPr>
          <w:trHeight w:val="288"/>
        </w:trPr>
        <w:tc>
          <w:tcPr>
            <w:tcW w:w="4410" w:type="dxa"/>
            <w:gridSpan w:val="2"/>
            <w:tcBorders>
              <w:top w:val="single" w:sz="4" w:space="0" w:color="95B3D7"/>
              <w:left w:val="nil"/>
              <w:bottom w:val="single" w:sz="4" w:space="0" w:color="95B3D7"/>
              <w:right w:val="nil"/>
            </w:tcBorders>
            <w:shd w:val="clear" w:color="auto" w:fill="FFFFFF"/>
            <w:noWrap/>
          </w:tcPr>
          <w:p w14:paraId="2AADA6A2" w14:textId="287A8BF7" w:rsidR="00BB4620" w:rsidRPr="00E75FE8" w:rsidRDefault="00BB4620" w:rsidP="00536D47">
            <w:pPr>
              <w:rPr>
                <w:rFonts w:ascii="Calibri" w:hAnsi="Calibri" w:cs="Calibri"/>
                <w:color w:val="000000"/>
                <w:szCs w:val="22"/>
              </w:rPr>
            </w:pPr>
            <w:r w:rsidRPr="00185C74">
              <w:rPr>
                <w:rFonts w:asciiTheme="minorHAnsi" w:hAnsiTheme="minorHAnsi" w:cstheme="minorHAnsi"/>
                <w:color w:val="000000"/>
                <w:szCs w:val="22"/>
              </w:rPr>
              <w:t>ATO AS.0001 2009 Schematron – Core Services.zip</w:t>
            </w:r>
          </w:p>
        </w:tc>
        <w:tc>
          <w:tcPr>
            <w:tcW w:w="1354" w:type="dxa"/>
            <w:tcBorders>
              <w:top w:val="single" w:sz="4" w:space="0" w:color="95B3D7"/>
              <w:left w:val="nil"/>
              <w:bottom w:val="single" w:sz="4" w:space="0" w:color="95B3D7"/>
              <w:right w:val="nil"/>
            </w:tcBorders>
            <w:shd w:val="clear" w:color="auto" w:fill="FFFFFF"/>
          </w:tcPr>
          <w:p w14:paraId="62DE5450" w14:textId="4EBEDE99" w:rsidR="00BB4620" w:rsidRPr="00E75FE8" w:rsidRDefault="00B25B1F" w:rsidP="00536D47">
            <w:pPr>
              <w:rPr>
                <w:rFonts w:ascii="Calibri" w:hAnsi="Calibri" w:cs="Calibri"/>
                <w:color w:val="000000"/>
                <w:szCs w:val="22"/>
              </w:rPr>
            </w:pPr>
            <w:r>
              <w:rPr>
                <w:rFonts w:asciiTheme="minorHAnsi" w:hAnsiTheme="minorHAnsi" w:cstheme="minorHAnsi"/>
                <w:color w:val="000000"/>
                <w:szCs w:val="22"/>
              </w:rPr>
              <w:t>16.03.2017</w:t>
            </w:r>
          </w:p>
        </w:tc>
        <w:tc>
          <w:tcPr>
            <w:tcW w:w="1197" w:type="dxa"/>
            <w:tcBorders>
              <w:top w:val="single" w:sz="4" w:space="0" w:color="95B3D7"/>
              <w:left w:val="nil"/>
              <w:bottom w:val="single" w:sz="4" w:space="0" w:color="95B3D7"/>
              <w:right w:val="nil"/>
            </w:tcBorders>
            <w:shd w:val="clear" w:color="auto" w:fill="FFFFFF"/>
          </w:tcPr>
          <w:p w14:paraId="06557B80" w14:textId="58ECBE52" w:rsidR="00BB4620" w:rsidRPr="00E75FE8" w:rsidRDefault="00BB4620" w:rsidP="00536D47">
            <w:pPr>
              <w:rPr>
                <w:rFonts w:ascii="Calibri" w:hAnsi="Calibri" w:cs="Calibri"/>
                <w:color w:val="000000"/>
                <w:szCs w:val="22"/>
              </w:rPr>
            </w:pPr>
            <w:r w:rsidRPr="00185C74">
              <w:rPr>
                <w:rFonts w:asciiTheme="minorHAnsi" w:hAnsiTheme="minorHAnsi" w:cstheme="minorHAnsi"/>
                <w:color w:val="000000"/>
                <w:szCs w:val="22"/>
              </w:rPr>
              <w:t>Final</w:t>
            </w:r>
          </w:p>
        </w:tc>
        <w:tc>
          <w:tcPr>
            <w:tcW w:w="992" w:type="dxa"/>
            <w:tcBorders>
              <w:top w:val="single" w:sz="4" w:space="0" w:color="95B3D7"/>
              <w:left w:val="nil"/>
              <w:bottom w:val="single" w:sz="4" w:space="0" w:color="95B3D7"/>
              <w:right w:val="nil"/>
            </w:tcBorders>
            <w:shd w:val="clear" w:color="auto" w:fill="FFFFFF"/>
          </w:tcPr>
          <w:p w14:paraId="186F8956" w14:textId="6D181507" w:rsidR="00BB4620" w:rsidRPr="006B0FA2" w:rsidRDefault="009A1F68" w:rsidP="00536D47">
            <w:pPr>
              <w:rPr>
                <w:rFonts w:ascii="Calibri" w:hAnsi="Calibri" w:cs="Calibri"/>
                <w:color w:val="000000"/>
                <w:szCs w:val="22"/>
              </w:rPr>
            </w:pPr>
            <w:r w:rsidRPr="006B0FA2">
              <w:rPr>
                <w:rFonts w:asciiTheme="minorHAnsi" w:hAnsiTheme="minorHAnsi" w:cstheme="minorHAnsi"/>
                <w:color w:val="000000"/>
                <w:szCs w:val="22"/>
              </w:rPr>
              <w:t>1.</w:t>
            </w:r>
            <w:r w:rsidR="00B25B1F" w:rsidRPr="006B0FA2">
              <w:rPr>
                <w:rFonts w:asciiTheme="minorHAnsi" w:hAnsiTheme="minorHAnsi" w:cstheme="minorHAnsi"/>
                <w:color w:val="000000"/>
                <w:szCs w:val="22"/>
              </w:rPr>
              <w:t>1</w:t>
            </w:r>
          </w:p>
        </w:tc>
        <w:tc>
          <w:tcPr>
            <w:tcW w:w="4962" w:type="dxa"/>
            <w:tcBorders>
              <w:top w:val="single" w:sz="4" w:space="0" w:color="95B3D7"/>
              <w:left w:val="nil"/>
              <w:bottom w:val="single" w:sz="4" w:space="0" w:color="95B3D7"/>
              <w:right w:val="nil"/>
            </w:tcBorders>
            <w:shd w:val="clear" w:color="auto" w:fill="FFFFFF"/>
          </w:tcPr>
          <w:p w14:paraId="09F465B0" w14:textId="21EC0780" w:rsidR="00BB4620" w:rsidRPr="00E75FE8" w:rsidRDefault="00657711" w:rsidP="005F38F3">
            <w:pPr>
              <w:pStyle w:val="Version2"/>
              <w:spacing w:before="120" w:after="120"/>
              <w:rPr>
                <w:rFonts w:ascii="Calibri" w:hAnsi="Calibri" w:cs="Calibri"/>
                <w:color w:val="000000"/>
              </w:rPr>
            </w:pPr>
            <w:r w:rsidRPr="00185C74">
              <w:rPr>
                <w:rFonts w:asciiTheme="minorHAnsi" w:hAnsiTheme="minorHAnsi" w:cstheme="minorHAnsi"/>
                <w:color w:val="000000"/>
              </w:rPr>
              <w:t>No change from version published</w:t>
            </w:r>
            <w:r>
              <w:rPr>
                <w:rFonts w:asciiTheme="minorHAnsi" w:hAnsiTheme="minorHAnsi" w:cstheme="minorHAnsi"/>
                <w:color w:val="000000"/>
              </w:rPr>
              <w:t>.</w:t>
            </w:r>
          </w:p>
        </w:tc>
        <w:tc>
          <w:tcPr>
            <w:tcW w:w="1417" w:type="dxa"/>
            <w:gridSpan w:val="2"/>
            <w:tcBorders>
              <w:top w:val="single" w:sz="4" w:space="0" w:color="95B3D7"/>
              <w:left w:val="nil"/>
              <w:bottom w:val="single" w:sz="4" w:space="0" w:color="95B3D7"/>
              <w:right w:val="nil"/>
            </w:tcBorders>
            <w:shd w:val="clear" w:color="auto" w:fill="FFFFFF"/>
          </w:tcPr>
          <w:p w14:paraId="7FEDC250" w14:textId="074CE8E6" w:rsidR="00BB4620" w:rsidRPr="00E75FE8" w:rsidRDefault="00657711" w:rsidP="00536D47">
            <w:pPr>
              <w:rPr>
                <w:rFonts w:ascii="Calibri" w:hAnsi="Calibri" w:cs="Calibri"/>
                <w:color w:val="000000"/>
                <w:szCs w:val="22"/>
              </w:rPr>
            </w:pPr>
            <w:r>
              <w:rPr>
                <w:rFonts w:asciiTheme="minorHAnsi" w:hAnsiTheme="minorHAnsi" w:cstheme="minorHAnsi"/>
                <w:color w:val="000000"/>
                <w:szCs w:val="22"/>
              </w:rPr>
              <w:t>Present</w:t>
            </w:r>
          </w:p>
        </w:tc>
      </w:tr>
      <w:tr w:rsidR="00BB4620" w:rsidRPr="00E75FE8" w14:paraId="47BB45DE" w14:textId="77777777" w:rsidTr="008812F7">
        <w:trPr>
          <w:trHeight w:val="288"/>
        </w:trPr>
        <w:tc>
          <w:tcPr>
            <w:tcW w:w="4410" w:type="dxa"/>
            <w:gridSpan w:val="2"/>
            <w:tcBorders>
              <w:top w:val="single" w:sz="4" w:space="0" w:color="95B3D7"/>
              <w:left w:val="nil"/>
              <w:bottom w:val="single" w:sz="4" w:space="0" w:color="95B3D7"/>
              <w:right w:val="nil"/>
            </w:tcBorders>
            <w:shd w:val="clear" w:color="auto" w:fill="DBE5F1"/>
            <w:noWrap/>
          </w:tcPr>
          <w:p w14:paraId="1A75FD11" w14:textId="1E6313E6" w:rsidR="00BB4620" w:rsidRPr="00E75FE8" w:rsidRDefault="00BB4620" w:rsidP="00536D47">
            <w:pPr>
              <w:rPr>
                <w:rFonts w:ascii="Calibri" w:hAnsi="Calibri" w:cs="Calibri"/>
                <w:color w:val="000000"/>
                <w:szCs w:val="22"/>
              </w:rPr>
            </w:pPr>
            <w:r w:rsidRPr="00185C74">
              <w:rPr>
                <w:rFonts w:asciiTheme="minorHAnsi" w:hAnsiTheme="minorHAnsi" w:cstheme="minorHAnsi"/>
                <w:color w:val="000000"/>
                <w:szCs w:val="22"/>
              </w:rPr>
              <w:t>ATO AS.0001 2009 Schematron – ebMS3.zip</w:t>
            </w:r>
          </w:p>
        </w:tc>
        <w:tc>
          <w:tcPr>
            <w:tcW w:w="1354" w:type="dxa"/>
            <w:tcBorders>
              <w:top w:val="single" w:sz="4" w:space="0" w:color="95B3D7"/>
              <w:left w:val="nil"/>
              <w:bottom w:val="single" w:sz="4" w:space="0" w:color="95B3D7"/>
              <w:right w:val="nil"/>
            </w:tcBorders>
            <w:shd w:val="clear" w:color="auto" w:fill="DBE5F1"/>
          </w:tcPr>
          <w:p w14:paraId="3B7A32FE" w14:textId="6E6A16D6" w:rsidR="00BB4620" w:rsidRDefault="00BB4620" w:rsidP="00B25B1F">
            <w:pPr>
              <w:rPr>
                <w:rFonts w:ascii="Calibri" w:hAnsi="Calibri" w:cs="Calibri"/>
                <w:color w:val="000000"/>
                <w:szCs w:val="22"/>
              </w:rPr>
            </w:pPr>
            <w:r>
              <w:rPr>
                <w:rFonts w:asciiTheme="minorHAnsi" w:hAnsiTheme="minorHAnsi" w:cstheme="minorHAnsi"/>
                <w:color w:val="000000"/>
                <w:szCs w:val="22"/>
              </w:rPr>
              <w:t>1</w:t>
            </w:r>
            <w:r w:rsidR="00B25B1F">
              <w:rPr>
                <w:rFonts w:asciiTheme="minorHAnsi" w:hAnsiTheme="minorHAnsi" w:cstheme="minorHAnsi"/>
                <w:color w:val="000000"/>
                <w:szCs w:val="22"/>
              </w:rPr>
              <w:t>6.03</w:t>
            </w:r>
            <w:r>
              <w:rPr>
                <w:rFonts w:asciiTheme="minorHAnsi" w:hAnsiTheme="minorHAnsi" w:cstheme="minorHAnsi"/>
                <w:color w:val="000000"/>
                <w:szCs w:val="22"/>
              </w:rPr>
              <w:t>.201</w:t>
            </w:r>
            <w:r w:rsidR="00B25B1F">
              <w:rPr>
                <w:rFonts w:asciiTheme="minorHAnsi" w:hAnsiTheme="minorHAnsi" w:cstheme="minorHAnsi"/>
                <w:color w:val="000000"/>
                <w:szCs w:val="22"/>
              </w:rPr>
              <w:t>7</w:t>
            </w:r>
          </w:p>
        </w:tc>
        <w:tc>
          <w:tcPr>
            <w:tcW w:w="1197" w:type="dxa"/>
            <w:tcBorders>
              <w:top w:val="single" w:sz="4" w:space="0" w:color="95B3D7"/>
              <w:left w:val="nil"/>
              <w:bottom w:val="single" w:sz="4" w:space="0" w:color="95B3D7"/>
              <w:right w:val="nil"/>
            </w:tcBorders>
            <w:shd w:val="clear" w:color="auto" w:fill="DBE5F1"/>
          </w:tcPr>
          <w:p w14:paraId="5A030E7E" w14:textId="2A916100" w:rsidR="00BB4620" w:rsidRDefault="00BB4620" w:rsidP="00536D47">
            <w:pPr>
              <w:rPr>
                <w:rFonts w:ascii="Calibri" w:hAnsi="Calibri" w:cs="Calibri"/>
                <w:color w:val="000000"/>
                <w:szCs w:val="22"/>
              </w:rPr>
            </w:pPr>
            <w:r w:rsidRPr="00185C74">
              <w:rPr>
                <w:rFonts w:asciiTheme="minorHAnsi" w:hAnsiTheme="minorHAnsi" w:cstheme="minorHAnsi"/>
                <w:color w:val="000000"/>
                <w:szCs w:val="22"/>
              </w:rPr>
              <w:t>Final</w:t>
            </w:r>
          </w:p>
        </w:tc>
        <w:tc>
          <w:tcPr>
            <w:tcW w:w="992" w:type="dxa"/>
            <w:tcBorders>
              <w:top w:val="single" w:sz="4" w:space="0" w:color="95B3D7"/>
              <w:left w:val="nil"/>
              <w:bottom w:val="single" w:sz="4" w:space="0" w:color="95B3D7"/>
              <w:right w:val="nil"/>
            </w:tcBorders>
            <w:shd w:val="clear" w:color="auto" w:fill="DBE5F1"/>
          </w:tcPr>
          <w:p w14:paraId="424FD7E8" w14:textId="1CC3692D" w:rsidR="00BB4620" w:rsidRPr="006B0FA2" w:rsidRDefault="00B25B1F" w:rsidP="00536D47">
            <w:pPr>
              <w:rPr>
                <w:rFonts w:ascii="Calibri" w:hAnsi="Calibri" w:cs="Calibri"/>
                <w:color w:val="000000"/>
                <w:szCs w:val="22"/>
              </w:rPr>
            </w:pPr>
            <w:r w:rsidRPr="006B0FA2">
              <w:rPr>
                <w:rFonts w:asciiTheme="minorHAnsi" w:hAnsiTheme="minorHAnsi" w:cstheme="minorHAnsi"/>
                <w:color w:val="000000"/>
                <w:szCs w:val="22"/>
              </w:rPr>
              <w:t>1.5</w:t>
            </w:r>
          </w:p>
        </w:tc>
        <w:tc>
          <w:tcPr>
            <w:tcW w:w="4962" w:type="dxa"/>
            <w:tcBorders>
              <w:top w:val="single" w:sz="4" w:space="0" w:color="95B3D7"/>
              <w:left w:val="nil"/>
              <w:bottom w:val="single" w:sz="4" w:space="0" w:color="95B3D7"/>
              <w:right w:val="nil"/>
            </w:tcBorders>
            <w:shd w:val="clear" w:color="auto" w:fill="DBE5F1"/>
          </w:tcPr>
          <w:p w14:paraId="787EC8F5" w14:textId="530D466A" w:rsidR="00BB4620" w:rsidRPr="005F38F3" w:rsidRDefault="00657711" w:rsidP="00EF69D3">
            <w:pPr>
              <w:tabs>
                <w:tab w:val="left" w:pos="743"/>
              </w:tabs>
              <w:rPr>
                <w:rFonts w:asciiTheme="minorHAnsi" w:hAnsiTheme="minorHAnsi" w:cstheme="minorHAnsi"/>
                <w:color w:val="000000"/>
                <w:szCs w:val="22"/>
              </w:rPr>
            </w:pPr>
            <w:r w:rsidRPr="00185C74">
              <w:rPr>
                <w:rFonts w:asciiTheme="minorHAnsi" w:hAnsiTheme="minorHAnsi" w:cstheme="minorHAnsi"/>
                <w:color w:val="000000"/>
                <w:szCs w:val="22"/>
              </w:rPr>
              <w:t>No change from version published</w:t>
            </w:r>
            <w:r>
              <w:rPr>
                <w:rFonts w:asciiTheme="minorHAnsi" w:hAnsiTheme="minorHAnsi" w:cstheme="minorHAnsi"/>
                <w:color w:val="000000"/>
                <w:szCs w:val="22"/>
              </w:rPr>
              <w:t>.</w:t>
            </w:r>
          </w:p>
        </w:tc>
        <w:tc>
          <w:tcPr>
            <w:tcW w:w="1417" w:type="dxa"/>
            <w:gridSpan w:val="2"/>
            <w:tcBorders>
              <w:top w:val="single" w:sz="4" w:space="0" w:color="95B3D7"/>
              <w:left w:val="nil"/>
              <w:bottom w:val="single" w:sz="4" w:space="0" w:color="95B3D7"/>
              <w:right w:val="nil"/>
            </w:tcBorders>
            <w:shd w:val="clear" w:color="auto" w:fill="DBE5F1"/>
          </w:tcPr>
          <w:p w14:paraId="32F04CB3" w14:textId="154E3651" w:rsidR="00BB4620" w:rsidRPr="005F38F3" w:rsidRDefault="00657711" w:rsidP="005F38F3">
            <w:pPr>
              <w:tabs>
                <w:tab w:val="left" w:pos="743"/>
              </w:tabs>
              <w:rPr>
                <w:rFonts w:asciiTheme="minorHAnsi" w:hAnsiTheme="minorHAnsi" w:cstheme="minorHAnsi"/>
                <w:color w:val="000000"/>
                <w:szCs w:val="22"/>
              </w:rPr>
            </w:pPr>
            <w:r>
              <w:rPr>
                <w:rFonts w:asciiTheme="minorHAnsi" w:hAnsiTheme="minorHAnsi" w:cstheme="minorHAnsi"/>
                <w:color w:val="000000"/>
                <w:szCs w:val="22"/>
              </w:rPr>
              <w:t>Present</w:t>
            </w:r>
          </w:p>
        </w:tc>
      </w:tr>
      <w:tr w:rsidR="00BB4620" w:rsidRPr="00E75FE8" w14:paraId="168B19B0" w14:textId="77777777" w:rsidTr="008812F7">
        <w:trPr>
          <w:trHeight w:val="288"/>
        </w:trPr>
        <w:tc>
          <w:tcPr>
            <w:tcW w:w="4410" w:type="dxa"/>
            <w:gridSpan w:val="2"/>
            <w:tcBorders>
              <w:top w:val="single" w:sz="4" w:space="0" w:color="95B3D7"/>
              <w:left w:val="nil"/>
              <w:bottom w:val="single" w:sz="4" w:space="0" w:color="95B3D7"/>
              <w:right w:val="nil"/>
            </w:tcBorders>
            <w:shd w:val="clear" w:color="auto" w:fill="FFFFFF"/>
            <w:noWrap/>
          </w:tcPr>
          <w:p w14:paraId="7674437E" w14:textId="07DDECF0" w:rsidR="00BB4620" w:rsidRPr="00E75FE8" w:rsidRDefault="00BB4620" w:rsidP="00536D47">
            <w:pPr>
              <w:rPr>
                <w:rFonts w:ascii="Calibri" w:hAnsi="Calibri" w:cs="Calibri"/>
                <w:color w:val="000000"/>
                <w:szCs w:val="22"/>
              </w:rPr>
            </w:pPr>
            <w:r w:rsidRPr="00185C74">
              <w:rPr>
                <w:rFonts w:asciiTheme="minorHAnsi" w:hAnsiTheme="minorHAnsi" w:cstheme="minorHAnsi"/>
                <w:color w:val="000000"/>
                <w:szCs w:val="22"/>
              </w:rPr>
              <w:t>ATO AS.0001 2009 Validation Rules.xlsx</w:t>
            </w:r>
          </w:p>
        </w:tc>
        <w:tc>
          <w:tcPr>
            <w:tcW w:w="1354" w:type="dxa"/>
            <w:tcBorders>
              <w:top w:val="single" w:sz="4" w:space="0" w:color="95B3D7"/>
              <w:left w:val="nil"/>
              <w:bottom w:val="single" w:sz="4" w:space="0" w:color="95B3D7"/>
              <w:right w:val="nil"/>
            </w:tcBorders>
            <w:shd w:val="clear" w:color="auto" w:fill="FFFFFF"/>
          </w:tcPr>
          <w:p w14:paraId="654E1D8D" w14:textId="0936D6CD" w:rsidR="00BB4620" w:rsidRPr="00E75FE8" w:rsidRDefault="00BB4620" w:rsidP="00EF69D3">
            <w:pPr>
              <w:rPr>
                <w:rFonts w:ascii="Calibri" w:hAnsi="Calibri" w:cs="Calibri"/>
                <w:color w:val="000000"/>
                <w:szCs w:val="22"/>
              </w:rPr>
            </w:pPr>
            <w:r>
              <w:rPr>
                <w:rFonts w:asciiTheme="minorHAnsi" w:hAnsiTheme="minorHAnsi" w:cstheme="minorHAnsi"/>
                <w:color w:val="000000"/>
                <w:szCs w:val="22"/>
              </w:rPr>
              <w:t>1</w:t>
            </w:r>
            <w:r w:rsidR="00EF69D3">
              <w:rPr>
                <w:rFonts w:asciiTheme="minorHAnsi" w:hAnsiTheme="minorHAnsi" w:cstheme="minorHAnsi"/>
                <w:color w:val="000000"/>
                <w:szCs w:val="22"/>
              </w:rPr>
              <w:t>6</w:t>
            </w:r>
            <w:r w:rsidRPr="00185C74">
              <w:rPr>
                <w:rFonts w:asciiTheme="minorHAnsi" w:hAnsiTheme="minorHAnsi" w:cstheme="minorHAnsi"/>
                <w:color w:val="000000"/>
                <w:szCs w:val="22"/>
              </w:rPr>
              <w:t>.</w:t>
            </w:r>
            <w:r w:rsidR="00EF69D3">
              <w:rPr>
                <w:rFonts w:asciiTheme="minorHAnsi" w:hAnsiTheme="minorHAnsi" w:cstheme="minorHAnsi"/>
                <w:color w:val="000000"/>
                <w:szCs w:val="22"/>
              </w:rPr>
              <w:t>03</w:t>
            </w:r>
            <w:r w:rsidRPr="00185C74">
              <w:rPr>
                <w:rFonts w:asciiTheme="minorHAnsi" w:hAnsiTheme="minorHAnsi" w:cstheme="minorHAnsi"/>
                <w:color w:val="000000"/>
                <w:szCs w:val="22"/>
              </w:rPr>
              <w:t>.201</w:t>
            </w:r>
            <w:r w:rsidR="00EF69D3">
              <w:rPr>
                <w:rFonts w:asciiTheme="minorHAnsi" w:hAnsiTheme="minorHAnsi" w:cstheme="minorHAnsi"/>
                <w:color w:val="000000"/>
                <w:szCs w:val="22"/>
              </w:rPr>
              <w:t>7</w:t>
            </w:r>
          </w:p>
        </w:tc>
        <w:tc>
          <w:tcPr>
            <w:tcW w:w="1197" w:type="dxa"/>
            <w:tcBorders>
              <w:top w:val="single" w:sz="4" w:space="0" w:color="95B3D7"/>
              <w:left w:val="nil"/>
              <w:bottom w:val="single" w:sz="4" w:space="0" w:color="95B3D7"/>
              <w:right w:val="nil"/>
            </w:tcBorders>
            <w:shd w:val="clear" w:color="auto" w:fill="FFFFFF"/>
          </w:tcPr>
          <w:p w14:paraId="00D08FE8" w14:textId="4D735A77" w:rsidR="00BB4620" w:rsidRPr="00E75FE8" w:rsidRDefault="00BB4620" w:rsidP="00536D47">
            <w:pPr>
              <w:rPr>
                <w:rFonts w:ascii="Calibri" w:hAnsi="Calibri" w:cs="Calibri"/>
                <w:color w:val="000000"/>
                <w:szCs w:val="22"/>
              </w:rPr>
            </w:pPr>
            <w:r w:rsidRPr="00185C74">
              <w:rPr>
                <w:rFonts w:asciiTheme="minorHAnsi" w:hAnsiTheme="minorHAnsi" w:cstheme="minorHAnsi"/>
                <w:color w:val="000000"/>
                <w:szCs w:val="22"/>
              </w:rPr>
              <w:t>Final</w:t>
            </w:r>
          </w:p>
        </w:tc>
        <w:tc>
          <w:tcPr>
            <w:tcW w:w="992" w:type="dxa"/>
            <w:tcBorders>
              <w:top w:val="single" w:sz="4" w:space="0" w:color="95B3D7"/>
              <w:left w:val="nil"/>
              <w:bottom w:val="single" w:sz="4" w:space="0" w:color="95B3D7"/>
              <w:right w:val="nil"/>
            </w:tcBorders>
            <w:shd w:val="clear" w:color="auto" w:fill="FFFFFF"/>
          </w:tcPr>
          <w:p w14:paraId="5C2D570D" w14:textId="535958DA" w:rsidR="00BB4620" w:rsidRPr="00E75FE8" w:rsidRDefault="00BB4620" w:rsidP="005F38F3">
            <w:pPr>
              <w:rPr>
                <w:rFonts w:ascii="Calibri" w:hAnsi="Calibri" w:cs="Calibri"/>
                <w:color w:val="000000"/>
                <w:szCs w:val="22"/>
              </w:rPr>
            </w:pPr>
            <w:r w:rsidRPr="00185C74">
              <w:rPr>
                <w:rFonts w:asciiTheme="minorHAnsi" w:hAnsiTheme="minorHAnsi" w:cstheme="minorHAnsi"/>
                <w:color w:val="000000"/>
                <w:szCs w:val="22"/>
              </w:rPr>
              <w:t>1.</w:t>
            </w:r>
            <w:r w:rsidR="00415679">
              <w:rPr>
                <w:rFonts w:asciiTheme="minorHAnsi" w:hAnsiTheme="minorHAnsi" w:cstheme="minorHAnsi"/>
                <w:color w:val="000000"/>
                <w:szCs w:val="22"/>
              </w:rPr>
              <w:t>4</w:t>
            </w:r>
          </w:p>
        </w:tc>
        <w:tc>
          <w:tcPr>
            <w:tcW w:w="4962" w:type="dxa"/>
            <w:tcBorders>
              <w:top w:val="single" w:sz="4" w:space="0" w:color="95B3D7"/>
              <w:left w:val="nil"/>
              <w:bottom w:val="single" w:sz="4" w:space="0" w:color="95B3D7"/>
              <w:right w:val="nil"/>
            </w:tcBorders>
            <w:shd w:val="clear" w:color="auto" w:fill="FFFFFF"/>
          </w:tcPr>
          <w:p w14:paraId="6E64A481" w14:textId="76FF0DCF" w:rsidR="00BB4620" w:rsidRPr="00E75FE8" w:rsidRDefault="00657711" w:rsidP="00EF69D3">
            <w:pPr>
              <w:tabs>
                <w:tab w:val="left" w:pos="743"/>
              </w:tabs>
              <w:rPr>
                <w:rFonts w:ascii="Calibri" w:hAnsi="Calibri" w:cs="Calibri"/>
                <w:color w:val="000000"/>
                <w:szCs w:val="22"/>
              </w:rPr>
            </w:pPr>
            <w:r w:rsidRPr="00185C74">
              <w:rPr>
                <w:rFonts w:asciiTheme="minorHAnsi" w:hAnsiTheme="minorHAnsi" w:cstheme="minorHAnsi"/>
                <w:color w:val="000000"/>
                <w:szCs w:val="22"/>
              </w:rPr>
              <w:t>No change from version published</w:t>
            </w:r>
            <w:r>
              <w:rPr>
                <w:rFonts w:asciiTheme="minorHAnsi" w:hAnsiTheme="minorHAnsi" w:cstheme="minorHAnsi"/>
                <w:color w:val="000000"/>
                <w:szCs w:val="22"/>
              </w:rPr>
              <w:t>.</w:t>
            </w:r>
          </w:p>
        </w:tc>
        <w:tc>
          <w:tcPr>
            <w:tcW w:w="1417" w:type="dxa"/>
            <w:gridSpan w:val="2"/>
            <w:tcBorders>
              <w:top w:val="single" w:sz="4" w:space="0" w:color="95B3D7"/>
              <w:left w:val="nil"/>
              <w:bottom w:val="single" w:sz="4" w:space="0" w:color="95B3D7"/>
              <w:right w:val="nil"/>
            </w:tcBorders>
            <w:shd w:val="clear" w:color="auto" w:fill="FFFFFF"/>
          </w:tcPr>
          <w:p w14:paraId="2607DBE1" w14:textId="64B2B9ED" w:rsidR="00BB4620" w:rsidRPr="00E75FE8" w:rsidRDefault="00657711" w:rsidP="00536D47">
            <w:pPr>
              <w:rPr>
                <w:rFonts w:ascii="Calibri" w:hAnsi="Calibri" w:cs="Calibri"/>
                <w:color w:val="000000"/>
                <w:szCs w:val="22"/>
              </w:rPr>
            </w:pPr>
            <w:r>
              <w:rPr>
                <w:rFonts w:asciiTheme="minorHAnsi" w:hAnsiTheme="minorHAnsi" w:cstheme="minorHAnsi"/>
                <w:color w:val="000000"/>
                <w:szCs w:val="22"/>
              </w:rPr>
              <w:t>Present</w:t>
            </w:r>
            <w:r w:rsidR="00A06BE2">
              <w:rPr>
                <w:rFonts w:ascii="Calibri" w:hAnsi="Calibri" w:cs="Calibri"/>
                <w:color w:val="000000"/>
                <w:szCs w:val="22"/>
              </w:rPr>
              <w:t xml:space="preserve"> </w:t>
            </w:r>
          </w:p>
        </w:tc>
      </w:tr>
      <w:tr w:rsidR="00DE36C7" w:rsidRPr="003F6A08" w14:paraId="699A9B4A" w14:textId="77777777" w:rsidTr="008812F7">
        <w:tblPrEx>
          <w:shd w:val="clear" w:color="auto" w:fill="FFFFFF"/>
        </w:tblPrEx>
        <w:trPr>
          <w:gridAfter w:val="1"/>
          <w:wAfter w:w="142" w:type="dxa"/>
          <w:trHeight w:val="378"/>
        </w:trPr>
        <w:tc>
          <w:tcPr>
            <w:tcW w:w="3559" w:type="dxa"/>
            <w:shd w:val="clear" w:color="auto" w:fill="FFFFFF"/>
            <w:vAlign w:val="bottom"/>
            <w:hideMark/>
          </w:tcPr>
          <w:p w14:paraId="74ABAA64" w14:textId="5494F2A8" w:rsidR="00BB4620" w:rsidRDefault="00BB4620" w:rsidP="00536D47">
            <w:pPr>
              <w:rPr>
                <w:rFonts w:cs="Arial"/>
                <w:b/>
                <w:color w:val="000000"/>
                <w:szCs w:val="22"/>
              </w:rPr>
            </w:pPr>
            <w:bookmarkStart w:id="120" w:name="_Toc427408136"/>
            <w:bookmarkEnd w:id="0"/>
          </w:p>
          <w:p w14:paraId="7A8C2200" w14:textId="77777777" w:rsidR="00DE36C7" w:rsidRPr="008373B7" w:rsidRDefault="00DE36C7" w:rsidP="00536D47">
            <w:pPr>
              <w:rPr>
                <w:rFonts w:cs="Arial"/>
                <w:b/>
                <w:color w:val="000000"/>
                <w:szCs w:val="22"/>
              </w:rPr>
            </w:pPr>
            <w:r w:rsidRPr="008373B7">
              <w:rPr>
                <w:rFonts w:cs="Arial"/>
                <w:b/>
                <w:color w:val="000000"/>
                <w:szCs w:val="22"/>
              </w:rPr>
              <w:t xml:space="preserve">Total artefacts in this Package: </w:t>
            </w:r>
          </w:p>
        </w:tc>
        <w:tc>
          <w:tcPr>
            <w:tcW w:w="10631" w:type="dxa"/>
            <w:gridSpan w:val="6"/>
            <w:shd w:val="clear" w:color="auto" w:fill="FFFFFF"/>
            <w:noWrap/>
            <w:vAlign w:val="bottom"/>
            <w:hideMark/>
          </w:tcPr>
          <w:p w14:paraId="6D01655D" w14:textId="77E2A069" w:rsidR="00DE36C7" w:rsidRPr="008373B7" w:rsidRDefault="00F34264" w:rsidP="00536D47">
            <w:pPr>
              <w:rPr>
                <w:rFonts w:cs="Arial"/>
                <w:b/>
                <w:bCs/>
                <w:color w:val="000000"/>
                <w:szCs w:val="22"/>
              </w:rPr>
            </w:pPr>
            <w:r>
              <w:rPr>
                <w:rFonts w:cs="Arial"/>
                <w:b/>
                <w:bCs/>
                <w:color w:val="000000"/>
                <w:szCs w:val="22"/>
              </w:rPr>
              <w:t>4</w:t>
            </w:r>
          </w:p>
        </w:tc>
      </w:tr>
      <w:tr w:rsidR="00DE36C7" w:rsidRPr="003F6A08" w14:paraId="341DA32C" w14:textId="77777777" w:rsidTr="008812F7">
        <w:tblPrEx>
          <w:shd w:val="clear" w:color="auto" w:fill="FFFFFF"/>
        </w:tblPrEx>
        <w:trPr>
          <w:gridAfter w:val="1"/>
          <w:wAfter w:w="142" w:type="dxa"/>
          <w:trHeight w:val="378"/>
        </w:trPr>
        <w:tc>
          <w:tcPr>
            <w:tcW w:w="3559" w:type="dxa"/>
            <w:shd w:val="clear" w:color="auto" w:fill="FFFFFF"/>
            <w:vAlign w:val="bottom"/>
            <w:hideMark/>
          </w:tcPr>
          <w:p w14:paraId="6B44657C" w14:textId="77777777" w:rsidR="00DE36C7" w:rsidRPr="008373B7" w:rsidRDefault="00DE36C7" w:rsidP="008373B7">
            <w:pPr>
              <w:ind w:left="1467"/>
              <w:rPr>
                <w:rFonts w:cs="Arial"/>
                <w:color w:val="000000"/>
                <w:szCs w:val="22"/>
              </w:rPr>
            </w:pPr>
            <w:r w:rsidRPr="008373B7">
              <w:rPr>
                <w:rFonts w:cs="Arial"/>
                <w:color w:val="000000"/>
                <w:szCs w:val="22"/>
              </w:rPr>
              <w:t>Present artefacts</w:t>
            </w:r>
          </w:p>
        </w:tc>
        <w:tc>
          <w:tcPr>
            <w:tcW w:w="10631" w:type="dxa"/>
            <w:gridSpan w:val="6"/>
            <w:shd w:val="clear" w:color="auto" w:fill="FFFFFF"/>
            <w:noWrap/>
            <w:vAlign w:val="bottom"/>
          </w:tcPr>
          <w:p w14:paraId="39F62CB3" w14:textId="3F6B54A6" w:rsidR="00DE36C7" w:rsidRPr="008373B7" w:rsidRDefault="00657711" w:rsidP="005F38F3">
            <w:pPr>
              <w:rPr>
                <w:rFonts w:cs="Arial"/>
                <w:color w:val="000000"/>
                <w:szCs w:val="22"/>
              </w:rPr>
            </w:pPr>
            <w:r>
              <w:rPr>
                <w:rFonts w:cs="Arial"/>
                <w:color w:val="000000"/>
                <w:szCs w:val="22"/>
              </w:rPr>
              <w:t>4</w:t>
            </w:r>
          </w:p>
        </w:tc>
      </w:tr>
      <w:tr w:rsidR="00DE36C7" w:rsidRPr="003F6A08" w14:paraId="2301289A" w14:textId="77777777" w:rsidTr="008812F7">
        <w:tblPrEx>
          <w:shd w:val="clear" w:color="auto" w:fill="FFFFFF"/>
        </w:tblPrEx>
        <w:trPr>
          <w:gridAfter w:val="1"/>
          <w:wAfter w:w="142" w:type="dxa"/>
          <w:trHeight w:val="378"/>
        </w:trPr>
        <w:tc>
          <w:tcPr>
            <w:tcW w:w="3559" w:type="dxa"/>
            <w:shd w:val="clear" w:color="auto" w:fill="FFFFFF"/>
            <w:vAlign w:val="bottom"/>
            <w:hideMark/>
          </w:tcPr>
          <w:p w14:paraId="7009A825" w14:textId="77777777" w:rsidR="00DE36C7" w:rsidRPr="008373B7" w:rsidRDefault="00DE36C7" w:rsidP="008373B7">
            <w:pPr>
              <w:ind w:left="1467"/>
              <w:rPr>
                <w:rFonts w:cs="Arial"/>
                <w:color w:val="000000"/>
                <w:szCs w:val="22"/>
              </w:rPr>
            </w:pPr>
            <w:r w:rsidRPr="008373B7">
              <w:rPr>
                <w:rFonts w:cs="Arial"/>
                <w:color w:val="000000"/>
                <w:szCs w:val="22"/>
              </w:rPr>
              <w:t>New artefacts</w:t>
            </w:r>
          </w:p>
        </w:tc>
        <w:tc>
          <w:tcPr>
            <w:tcW w:w="10631" w:type="dxa"/>
            <w:gridSpan w:val="6"/>
            <w:shd w:val="clear" w:color="auto" w:fill="FFFFFF"/>
            <w:noWrap/>
            <w:vAlign w:val="bottom"/>
          </w:tcPr>
          <w:p w14:paraId="3D84997D" w14:textId="7FA70312" w:rsidR="00DE36C7" w:rsidRPr="008373B7" w:rsidRDefault="00F34264" w:rsidP="00536D47">
            <w:pPr>
              <w:rPr>
                <w:rFonts w:cs="Arial"/>
                <w:color w:val="000000"/>
                <w:szCs w:val="22"/>
              </w:rPr>
            </w:pPr>
            <w:r>
              <w:rPr>
                <w:rFonts w:cs="Arial"/>
                <w:color w:val="000000"/>
                <w:szCs w:val="22"/>
              </w:rPr>
              <w:t>0</w:t>
            </w:r>
          </w:p>
        </w:tc>
      </w:tr>
      <w:tr w:rsidR="00DE36C7" w:rsidRPr="003F6A08" w14:paraId="78662A76" w14:textId="77777777" w:rsidTr="008812F7">
        <w:tblPrEx>
          <w:shd w:val="clear" w:color="auto" w:fill="FFFFFF"/>
        </w:tblPrEx>
        <w:trPr>
          <w:gridAfter w:val="1"/>
          <w:wAfter w:w="142" w:type="dxa"/>
          <w:trHeight w:val="378"/>
        </w:trPr>
        <w:tc>
          <w:tcPr>
            <w:tcW w:w="3559" w:type="dxa"/>
            <w:shd w:val="clear" w:color="auto" w:fill="FFFFFF"/>
            <w:vAlign w:val="bottom"/>
            <w:hideMark/>
          </w:tcPr>
          <w:p w14:paraId="7E7F6DC3" w14:textId="77777777" w:rsidR="00DE36C7" w:rsidRPr="008373B7" w:rsidRDefault="00DE36C7" w:rsidP="008373B7">
            <w:pPr>
              <w:ind w:left="1467"/>
              <w:rPr>
                <w:rFonts w:cs="Arial"/>
                <w:color w:val="000000"/>
                <w:szCs w:val="22"/>
              </w:rPr>
            </w:pPr>
            <w:r w:rsidRPr="008373B7">
              <w:rPr>
                <w:rFonts w:cs="Arial"/>
                <w:color w:val="000000"/>
                <w:szCs w:val="22"/>
              </w:rPr>
              <w:t>Updated artefacts</w:t>
            </w:r>
          </w:p>
        </w:tc>
        <w:tc>
          <w:tcPr>
            <w:tcW w:w="10631" w:type="dxa"/>
            <w:gridSpan w:val="6"/>
            <w:shd w:val="clear" w:color="auto" w:fill="FFFFFF"/>
            <w:noWrap/>
            <w:vAlign w:val="bottom"/>
          </w:tcPr>
          <w:p w14:paraId="79A2DF87" w14:textId="34EE820C" w:rsidR="00DE36C7" w:rsidRPr="008373B7" w:rsidRDefault="00657711" w:rsidP="00536D47">
            <w:pPr>
              <w:rPr>
                <w:rFonts w:cs="Arial"/>
                <w:color w:val="000000"/>
                <w:szCs w:val="22"/>
              </w:rPr>
            </w:pPr>
            <w:r>
              <w:rPr>
                <w:rFonts w:cs="Arial"/>
                <w:color w:val="000000"/>
                <w:szCs w:val="22"/>
              </w:rPr>
              <w:t>0</w:t>
            </w:r>
          </w:p>
        </w:tc>
      </w:tr>
      <w:tr w:rsidR="00DE36C7" w:rsidRPr="003F6A08" w14:paraId="5A513F10" w14:textId="77777777" w:rsidTr="008812F7">
        <w:tblPrEx>
          <w:shd w:val="clear" w:color="auto" w:fill="FFFFFF"/>
        </w:tblPrEx>
        <w:trPr>
          <w:gridAfter w:val="1"/>
          <w:wAfter w:w="142" w:type="dxa"/>
          <w:trHeight w:val="378"/>
        </w:trPr>
        <w:tc>
          <w:tcPr>
            <w:tcW w:w="3559" w:type="dxa"/>
            <w:shd w:val="clear" w:color="auto" w:fill="FFFFFF"/>
            <w:vAlign w:val="bottom"/>
            <w:hideMark/>
          </w:tcPr>
          <w:p w14:paraId="0277EAC8" w14:textId="77777777" w:rsidR="00DE36C7" w:rsidRPr="008373B7" w:rsidRDefault="00DE36C7" w:rsidP="008373B7">
            <w:pPr>
              <w:ind w:left="1467"/>
              <w:rPr>
                <w:rFonts w:cs="Arial"/>
                <w:color w:val="000000"/>
                <w:szCs w:val="22"/>
              </w:rPr>
            </w:pPr>
            <w:r w:rsidRPr="008373B7">
              <w:rPr>
                <w:rFonts w:cs="Arial"/>
                <w:color w:val="000000"/>
                <w:szCs w:val="22"/>
              </w:rPr>
              <w:t>Pending artefacts</w:t>
            </w:r>
          </w:p>
        </w:tc>
        <w:tc>
          <w:tcPr>
            <w:tcW w:w="10631" w:type="dxa"/>
            <w:gridSpan w:val="6"/>
            <w:shd w:val="clear" w:color="auto" w:fill="FFFFFF"/>
            <w:noWrap/>
            <w:vAlign w:val="bottom"/>
          </w:tcPr>
          <w:p w14:paraId="4D769C26" w14:textId="079BBB78" w:rsidR="00DE36C7" w:rsidRPr="008373B7" w:rsidRDefault="00F34264" w:rsidP="00536D47">
            <w:pPr>
              <w:rPr>
                <w:rFonts w:cs="Arial"/>
                <w:color w:val="000000"/>
                <w:szCs w:val="22"/>
              </w:rPr>
            </w:pPr>
            <w:r>
              <w:rPr>
                <w:rFonts w:cs="Arial"/>
                <w:color w:val="000000"/>
                <w:szCs w:val="22"/>
              </w:rPr>
              <w:t>0</w:t>
            </w:r>
          </w:p>
        </w:tc>
      </w:tr>
      <w:tr w:rsidR="00DE36C7" w:rsidRPr="003F6A08" w14:paraId="2B2F3A68" w14:textId="77777777" w:rsidTr="008812F7">
        <w:tblPrEx>
          <w:shd w:val="clear" w:color="auto" w:fill="FFFFFF"/>
        </w:tblPrEx>
        <w:trPr>
          <w:gridAfter w:val="1"/>
          <w:wAfter w:w="142" w:type="dxa"/>
          <w:trHeight w:val="378"/>
        </w:trPr>
        <w:tc>
          <w:tcPr>
            <w:tcW w:w="3559" w:type="dxa"/>
            <w:shd w:val="clear" w:color="auto" w:fill="FFFFFF"/>
            <w:vAlign w:val="bottom"/>
          </w:tcPr>
          <w:p w14:paraId="79ED30CF" w14:textId="77777777" w:rsidR="00DE36C7" w:rsidRPr="008373B7" w:rsidRDefault="00DE36C7" w:rsidP="008373B7">
            <w:pPr>
              <w:ind w:left="1467"/>
              <w:rPr>
                <w:rFonts w:cs="Arial"/>
                <w:color w:val="000000"/>
                <w:szCs w:val="22"/>
              </w:rPr>
            </w:pPr>
            <w:r w:rsidRPr="008373B7">
              <w:rPr>
                <w:rFonts w:cs="Arial"/>
                <w:color w:val="000000"/>
                <w:szCs w:val="22"/>
              </w:rPr>
              <w:t>Removed artefacts</w:t>
            </w:r>
          </w:p>
        </w:tc>
        <w:tc>
          <w:tcPr>
            <w:tcW w:w="10631" w:type="dxa"/>
            <w:gridSpan w:val="6"/>
            <w:shd w:val="clear" w:color="auto" w:fill="FFFFFF"/>
            <w:noWrap/>
            <w:vAlign w:val="bottom"/>
          </w:tcPr>
          <w:p w14:paraId="1B7679E6" w14:textId="3A54049C" w:rsidR="00DE36C7" w:rsidRPr="008373B7" w:rsidRDefault="00BB4620" w:rsidP="00536D47">
            <w:pPr>
              <w:rPr>
                <w:rFonts w:cs="Arial"/>
                <w:color w:val="000000"/>
                <w:szCs w:val="22"/>
              </w:rPr>
            </w:pPr>
            <w:r>
              <w:rPr>
                <w:rFonts w:cs="Arial"/>
                <w:color w:val="000000"/>
                <w:szCs w:val="22"/>
              </w:rPr>
              <w:t>0</w:t>
            </w:r>
          </w:p>
        </w:tc>
      </w:tr>
    </w:tbl>
    <w:p w14:paraId="757BB885" w14:textId="77777777" w:rsidR="00A06894" w:rsidRPr="00A06894" w:rsidRDefault="00A06894" w:rsidP="00A06894">
      <w:pPr>
        <w:pStyle w:val="Head1"/>
        <w:tabs>
          <w:tab w:val="clear" w:pos="2130"/>
        </w:tabs>
        <w:ind w:left="431" w:hanging="431"/>
        <w:jc w:val="both"/>
        <w:rPr>
          <w:color w:val="1F497D" w:themeColor="text2"/>
        </w:rPr>
      </w:pPr>
      <w:bookmarkStart w:id="121" w:name="_Toc490826254"/>
      <w:r w:rsidRPr="00A06894">
        <w:rPr>
          <w:color w:val="1F497D" w:themeColor="text2"/>
        </w:rPr>
        <w:lastRenderedPageBreak/>
        <w:t>Schematron changes</w:t>
      </w:r>
      <w:bookmarkEnd w:id="120"/>
      <w:bookmarkEnd w:id="121"/>
    </w:p>
    <w:p w14:paraId="66E1820F" w14:textId="44B94C21" w:rsidR="003E4A30" w:rsidRDefault="003E4A30" w:rsidP="003E4A30">
      <w:pPr>
        <w:pStyle w:val="Heading2"/>
      </w:pPr>
      <w:bookmarkStart w:id="122" w:name="_Toc490826255"/>
      <w:r>
        <w:t xml:space="preserve">Technical </w:t>
      </w:r>
      <w:r w:rsidR="004E5592">
        <w:t>c</w:t>
      </w:r>
      <w:r>
        <w:t>hanges</w:t>
      </w:r>
      <w:bookmarkEnd w:id="122"/>
    </w:p>
    <w:tbl>
      <w:tblPr>
        <w:tblW w:w="14190" w:type="dxa"/>
        <w:tblInd w:w="93" w:type="dxa"/>
        <w:tblLayout w:type="fixed"/>
        <w:tblLook w:val="04A0" w:firstRow="1" w:lastRow="0" w:firstColumn="1" w:lastColumn="0" w:noHBand="0" w:noVBand="1"/>
      </w:tblPr>
      <w:tblGrid>
        <w:gridCol w:w="1291"/>
        <w:gridCol w:w="1985"/>
        <w:gridCol w:w="1134"/>
        <w:gridCol w:w="2835"/>
        <w:gridCol w:w="2126"/>
        <w:gridCol w:w="2693"/>
        <w:gridCol w:w="2126"/>
      </w:tblGrid>
      <w:tr w:rsidR="00536D47" w:rsidRPr="00EC0AFB" w14:paraId="45B4636D" w14:textId="77777777" w:rsidTr="00536D47">
        <w:trPr>
          <w:cantSplit/>
          <w:trHeight w:val="288"/>
          <w:tblHeader/>
        </w:trPr>
        <w:tc>
          <w:tcPr>
            <w:tcW w:w="1291" w:type="dxa"/>
            <w:tcBorders>
              <w:top w:val="single" w:sz="4" w:space="0" w:color="95B3D7"/>
              <w:left w:val="nil"/>
              <w:bottom w:val="single" w:sz="4" w:space="0" w:color="95B3D7"/>
              <w:right w:val="nil"/>
            </w:tcBorders>
            <w:shd w:val="clear" w:color="4F81BD" w:fill="4F81BD"/>
            <w:noWrap/>
            <w:hideMark/>
          </w:tcPr>
          <w:p w14:paraId="6F77F803" w14:textId="77777777" w:rsidR="00536D47" w:rsidRPr="00EC0AFB" w:rsidRDefault="00536D47" w:rsidP="00536D47">
            <w:pPr>
              <w:rPr>
                <w:rFonts w:ascii="Calibri" w:hAnsi="Calibri" w:cs="Calibri"/>
                <w:b/>
                <w:bCs/>
                <w:color w:val="FFFFFF"/>
                <w:szCs w:val="22"/>
              </w:rPr>
            </w:pPr>
            <w:r w:rsidRPr="00EC0AFB">
              <w:rPr>
                <w:b/>
                <w:color w:val="FFFFFF"/>
              </w:rPr>
              <w:t>Service Name</w:t>
            </w:r>
          </w:p>
        </w:tc>
        <w:tc>
          <w:tcPr>
            <w:tcW w:w="1985" w:type="dxa"/>
            <w:tcBorders>
              <w:top w:val="single" w:sz="4" w:space="0" w:color="95B3D7"/>
              <w:left w:val="nil"/>
              <w:bottom w:val="single" w:sz="4" w:space="0" w:color="95B3D7"/>
              <w:right w:val="nil"/>
            </w:tcBorders>
            <w:shd w:val="clear" w:color="4F81BD" w:fill="4F81BD"/>
          </w:tcPr>
          <w:p w14:paraId="6872909C" w14:textId="77777777" w:rsidR="00536D47" w:rsidRPr="00EC0AFB" w:rsidRDefault="00536D47" w:rsidP="00536D47">
            <w:pPr>
              <w:rPr>
                <w:rFonts w:ascii="Calibri" w:hAnsi="Calibri" w:cs="Calibri"/>
                <w:b/>
                <w:bCs/>
                <w:color w:val="FFFFFF"/>
                <w:szCs w:val="22"/>
              </w:rPr>
            </w:pPr>
            <w:r w:rsidRPr="00EC0AFB">
              <w:rPr>
                <w:b/>
                <w:color w:val="FFFFFF"/>
              </w:rPr>
              <w:t>Schematron ID</w:t>
            </w:r>
          </w:p>
        </w:tc>
        <w:tc>
          <w:tcPr>
            <w:tcW w:w="1134" w:type="dxa"/>
            <w:tcBorders>
              <w:top w:val="single" w:sz="4" w:space="0" w:color="95B3D7"/>
              <w:left w:val="nil"/>
              <w:bottom w:val="single" w:sz="4" w:space="0" w:color="95B3D7"/>
              <w:right w:val="nil"/>
            </w:tcBorders>
            <w:shd w:val="clear" w:color="4F81BD" w:fill="4F81BD"/>
          </w:tcPr>
          <w:p w14:paraId="0E22A4E4" w14:textId="77777777" w:rsidR="00536D47" w:rsidRPr="00EC0AFB" w:rsidRDefault="00536D47" w:rsidP="00536D47">
            <w:pPr>
              <w:rPr>
                <w:rFonts w:ascii="Calibri" w:hAnsi="Calibri" w:cs="Calibri"/>
                <w:b/>
                <w:bCs/>
                <w:color w:val="FFFFFF"/>
                <w:szCs w:val="22"/>
              </w:rPr>
            </w:pPr>
            <w:r w:rsidRPr="00EC0AFB">
              <w:rPr>
                <w:b/>
                <w:color w:val="FFFFFF"/>
              </w:rPr>
              <w:t>Change</w:t>
            </w:r>
          </w:p>
        </w:tc>
        <w:tc>
          <w:tcPr>
            <w:tcW w:w="2835" w:type="dxa"/>
            <w:tcBorders>
              <w:top w:val="single" w:sz="4" w:space="0" w:color="95B3D7"/>
              <w:left w:val="nil"/>
              <w:bottom w:val="single" w:sz="4" w:space="0" w:color="95B3D7"/>
              <w:right w:val="nil"/>
            </w:tcBorders>
            <w:shd w:val="clear" w:color="4F81BD" w:fill="4F81BD"/>
          </w:tcPr>
          <w:p w14:paraId="621C67BD" w14:textId="77777777" w:rsidR="00536D47" w:rsidRPr="00EC0AFB" w:rsidRDefault="00536D47" w:rsidP="00536D47">
            <w:pPr>
              <w:rPr>
                <w:rFonts w:ascii="Calibri" w:hAnsi="Calibri" w:cs="Calibri"/>
                <w:b/>
                <w:bCs/>
                <w:color w:val="FFFFFF"/>
                <w:szCs w:val="22"/>
              </w:rPr>
            </w:pPr>
            <w:r w:rsidRPr="00EC0AFB">
              <w:rPr>
                <w:b/>
                <w:color w:val="FFFFFF"/>
              </w:rPr>
              <w:t>Previous Rule</w:t>
            </w:r>
          </w:p>
        </w:tc>
        <w:tc>
          <w:tcPr>
            <w:tcW w:w="2126" w:type="dxa"/>
            <w:tcBorders>
              <w:top w:val="single" w:sz="4" w:space="0" w:color="95B3D7"/>
              <w:left w:val="nil"/>
              <w:bottom w:val="single" w:sz="4" w:space="0" w:color="95B3D7"/>
              <w:right w:val="nil"/>
            </w:tcBorders>
            <w:shd w:val="clear" w:color="4F81BD" w:fill="4F81BD"/>
            <w:noWrap/>
            <w:hideMark/>
          </w:tcPr>
          <w:p w14:paraId="76C49E3D" w14:textId="77777777" w:rsidR="00536D47" w:rsidRPr="00EC0AFB" w:rsidRDefault="00536D47" w:rsidP="00536D47">
            <w:pPr>
              <w:rPr>
                <w:rFonts w:ascii="Calibri" w:hAnsi="Calibri" w:cs="Calibri"/>
                <w:b/>
                <w:bCs/>
                <w:color w:val="FFFFFF"/>
                <w:szCs w:val="22"/>
              </w:rPr>
            </w:pPr>
            <w:r w:rsidRPr="00EC0AFB">
              <w:rPr>
                <w:b/>
                <w:color w:val="FFFFFF"/>
              </w:rPr>
              <w:t>Previous Message ID</w:t>
            </w:r>
          </w:p>
        </w:tc>
        <w:tc>
          <w:tcPr>
            <w:tcW w:w="2693" w:type="dxa"/>
            <w:tcBorders>
              <w:top w:val="single" w:sz="4" w:space="0" w:color="95B3D7"/>
              <w:left w:val="nil"/>
              <w:bottom w:val="single" w:sz="4" w:space="0" w:color="95B3D7"/>
              <w:right w:val="nil"/>
            </w:tcBorders>
            <w:shd w:val="clear" w:color="4F81BD" w:fill="4F81BD"/>
          </w:tcPr>
          <w:p w14:paraId="6FF78F88" w14:textId="77777777" w:rsidR="00536D47" w:rsidRPr="00EC0AFB" w:rsidRDefault="00536D47" w:rsidP="00536D47">
            <w:pPr>
              <w:rPr>
                <w:rFonts w:ascii="Calibri" w:hAnsi="Calibri" w:cs="Calibri"/>
                <w:b/>
                <w:bCs/>
                <w:color w:val="FFFFFF"/>
                <w:szCs w:val="22"/>
              </w:rPr>
            </w:pPr>
            <w:r w:rsidRPr="00EC0AFB">
              <w:rPr>
                <w:b/>
                <w:color w:val="FFFFFF"/>
              </w:rPr>
              <w:t>New Rule</w:t>
            </w:r>
          </w:p>
        </w:tc>
        <w:tc>
          <w:tcPr>
            <w:tcW w:w="2126" w:type="dxa"/>
            <w:tcBorders>
              <w:top w:val="single" w:sz="4" w:space="0" w:color="95B3D7"/>
              <w:left w:val="nil"/>
              <w:bottom w:val="single" w:sz="4" w:space="0" w:color="95B3D7"/>
              <w:right w:val="nil"/>
            </w:tcBorders>
            <w:shd w:val="clear" w:color="4F81BD" w:fill="4F81BD"/>
          </w:tcPr>
          <w:p w14:paraId="074A3A8A" w14:textId="77777777" w:rsidR="00536D47" w:rsidRPr="00EC0AFB" w:rsidRDefault="00536D47" w:rsidP="00536D47">
            <w:pPr>
              <w:rPr>
                <w:rFonts w:ascii="Calibri" w:hAnsi="Calibri" w:cs="Calibri"/>
                <w:b/>
                <w:bCs/>
                <w:color w:val="FFFFFF"/>
                <w:szCs w:val="22"/>
              </w:rPr>
            </w:pPr>
            <w:r w:rsidRPr="00EC0AFB">
              <w:rPr>
                <w:b/>
                <w:color w:val="FFFFFF"/>
              </w:rPr>
              <w:t>New Message ID</w:t>
            </w:r>
          </w:p>
        </w:tc>
      </w:tr>
      <w:tr w:rsidR="00536D47" w:rsidRPr="00EC0AFB" w14:paraId="21B7CAC6" w14:textId="77777777" w:rsidTr="00872684">
        <w:trPr>
          <w:cantSplit/>
          <w:trHeight w:val="288"/>
        </w:trPr>
        <w:tc>
          <w:tcPr>
            <w:tcW w:w="1291" w:type="dxa"/>
            <w:tcBorders>
              <w:top w:val="single" w:sz="4" w:space="0" w:color="95B3D7"/>
              <w:left w:val="nil"/>
              <w:bottom w:val="single" w:sz="4" w:space="0" w:color="95B3D7"/>
              <w:right w:val="nil"/>
            </w:tcBorders>
            <w:shd w:val="clear" w:color="auto" w:fill="DBE5F1"/>
            <w:noWrap/>
            <w:vAlign w:val="center"/>
          </w:tcPr>
          <w:p w14:paraId="34571547" w14:textId="2031748A" w:rsidR="00536D47" w:rsidRPr="00EC0AFB" w:rsidRDefault="00657711" w:rsidP="00536D47">
            <w:pPr>
              <w:rPr>
                <w:rFonts w:ascii="Calibri" w:hAnsi="Calibri" w:cs="Calibri"/>
                <w:color w:val="000000"/>
                <w:sz w:val="18"/>
                <w:szCs w:val="18"/>
              </w:rPr>
            </w:pPr>
            <w:r>
              <w:rPr>
                <w:rFonts w:ascii="Calibri" w:hAnsi="Calibri" w:cs="Calibri"/>
                <w:color w:val="000000"/>
                <w:sz w:val="18"/>
                <w:szCs w:val="18"/>
              </w:rPr>
              <w:t>N/A</w:t>
            </w:r>
          </w:p>
        </w:tc>
        <w:tc>
          <w:tcPr>
            <w:tcW w:w="1985" w:type="dxa"/>
            <w:tcBorders>
              <w:top w:val="single" w:sz="4" w:space="0" w:color="95B3D7"/>
              <w:left w:val="nil"/>
              <w:bottom w:val="single" w:sz="4" w:space="0" w:color="95B3D7"/>
              <w:right w:val="nil"/>
            </w:tcBorders>
            <w:shd w:val="clear" w:color="auto" w:fill="DBE5F1"/>
            <w:vAlign w:val="center"/>
          </w:tcPr>
          <w:p w14:paraId="0BD825FA" w14:textId="1A5969BF" w:rsidR="00536D47" w:rsidRPr="00EC0AFB" w:rsidRDefault="00536D47" w:rsidP="00536D47">
            <w:pPr>
              <w:rPr>
                <w:rFonts w:ascii="Calibri" w:hAnsi="Calibri" w:cs="Calibri"/>
                <w:color w:val="000000"/>
                <w:sz w:val="18"/>
                <w:szCs w:val="18"/>
              </w:rPr>
            </w:pPr>
          </w:p>
        </w:tc>
        <w:tc>
          <w:tcPr>
            <w:tcW w:w="1134" w:type="dxa"/>
            <w:tcBorders>
              <w:top w:val="single" w:sz="4" w:space="0" w:color="95B3D7"/>
              <w:left w:val="nil"/>
              <w:bottom w:val="single" w:sz="4" w:space="0" w:color="95B3D7"/>
              <w:right w:val="nil"/>
            </w:tcBorders>
            <w:shd w:val="clear" w:color="auto" w:fill="DBE5F1"/>
            <w:vAlign w:val="center"/>
          </w:tcPr>
          <w:p w14:paraId="7E35B1D9" w14:textId="6A715F14" w:rsidR="00536D47" w:rsidRPr="00EC0AFB" w:rsidRDefault="00536D47" w:rsidP="00536D47">
            <w:pPr>
              <w:rPr>
                <w:rFonts w:ascii="Calibri" w:hAnsi="Calibri" w:cs="Calibri"/>
                <w:color w:val="000000"/>
                <w:sz w:val="18"/>
                <w:szCs w:val="18"/>
              </w:rPr>
            </w:pPr>
          </w:p>
        </w:tc>
        <w:tc>
          <w:tcPr>
            <w:tcW w:w="2835" w:type="dxa"/>
            <w:tcBorders>
              <w:top w:val="single" w:sz="4" w:space="0" w:color="95B3D7"/>
              <w:left w:val="nil"/>
              <w:bottom w:val="single" w:sz="4" w:space="0" w:color="95B3D7"/>
              <w:right w:val="nil"/>
            </w:tcBorders>
            <w:shd w:val="clear" w:color="auto" w:fill="DBE5F1"/>
            <w:vAlign w:val="center"/>
          </w:tcPr>
          <w:p w14:paraId="6CF4BD5A" w14:textId="79591B18" w:rsidR="00536D47" w:rsidRPr="00EC0AFB" w:rsidRDefault="00536D47" w:rsidP="00B25B1F">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DBE5F1"/>
            <w:vAlign w:val="center"/>
          </w:tcPr>
          <w:p w14:paraId="041118B7" w14:textId="17D8F5C4" w:rsidR="00536D47" w:rsidRPr="00EC0AFB" w:rsidRDefault="00536D47" w:rsidP="00536D47">
            <w:pPr>
              <w:rPr>
                <w:rFonts w:ascii="Calibri" w:hAnsi="Calibri" w:cs="Calibri"/>
                <w:color w:val="000000"/>
                <w:sz w:val="18"/>
                <w:szCs w:val="18"/>
              </w:rPr>
            </w:pPr>
          </w:p>
        </w:tc>
        <w:tc>
          <w:tcPr>
            <w:tcW w:w="2693" w:type="dxa"/>
            <w:tcBorders>
              <w:top w:val="single" w:sz="4" w:space="0" w:color="95B3D7"/>
              <w:left w:val="nil"/>
              <w:bottom w:val="single" w:sz="4" w:space="0" w:color="95B3D7"/>
              <w:right w:val="nil"/>
            </w:tcBorders>
            <w:shd w:val="clear" w:color="auto" w:fill="DBE5F1"/>
            <w:vAlign w:val="center"/>
          </w:tcPr>
          <w:p w14:paraId="7E7FEF4B" w14:textId="43F13708" w:rsidR="00536D47" w:rsidRPr="00EC0AFB" w:rsidRDefault="00536D47" w:rsidP="00536D47">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DBE5F1"/>
            <w:vAlign w:val="center"/>
          </w:tcPr>
          <w:p w14:paraId="0D0C08BC" w14:textId="139B329C" w:rsidR="00536D47" w:rsidRPr="00EC0AFB" w:rsidRDefault="00536D47" w:rsidP="00536D47">
            <w:pPr>
              <w:rPr>
                <w:rFonts w:ascii="Calibri" w:hAnsi="Calibri" w:cs="Calibri"/>
                <w:color w:val="000000"/>
                <w:sz w:val="18"/>
                <w:szCs w:val="18"/>
              </w:rPr>
            </w:pPr>
          </w:p>
        </w:tc>
      </w:tr>
      <w:tr w:rsidR="00872684" w:rsidRPr="00EC0AFB" w14:paraId="69AFA1D3" w14:textId="77777777" w:rsidTr="00872684">
        <w:trPr>
          <w:cantSplit/>
          <w:trHeight w:val="288"/>
        </w:trPr>
        <w:tc>
          <w:tcPr>
            <w:tcW w:w="1291" w:type="dxa"/>
            <w:tcBorders>
              <w:top w:val="single" w:sz="4" w:space="0" w:color="95B3D7"/>
              <w:left w:val="nil"/>
              <w:bottom w:val="single" w:sz="4" w:space="0" w:color="95B3D7"/>
              <w:right w:val="nil"/>
            </w:tcBorders>
            <w:shd w:val="clear" w:color="auto" w:fill="auto"/>
            <w:noWrap/>
            <w:vAlign w:val="center"/>
          </w:tcPr>
          <w:p w14:paraId="23F88AF8" w14:textId="4AC91B84" w:rsidR="00872684" w:rsidRDefault="00872684" w:rsidP="00536D47">
            <w:pPr>
              <w:rPr>
                <w:rFonts w:ascii="Calibri" w:hAnsi="Calibri" w:cs="Calibri"/>
                <w:color w:val="000000"/>
                <w:sz w:val="18"/>
                <w:szCs w:val="18"/>
              </w:rPr>
            </w:pPr>
          </w:p>
        </w:tc>
        <w:tc>
          <w:tcPr>
            <w:tcW w:w="1985" w:type="dxa"/>
            <w:tcBorders>
              <w:top w:val="single" w:sz="4" w:space="0" w:color="95B3D7"/>
              <w:left w:val="nil"/>
              <w:bottom w:val="single" w:sz="4" w:space="0" w:color="95B3D7"/>
              <w:right w:val="nil"/>
            </w:tcBorders>
            <w:shd w:val="clear" w:color="auto" w:fill="auto"/>
            <w:vAlign w:val="center"/>
          </w:tcPr>
          <w:p w14:paraId="10F81141" w14:textId="5AF6D7FE" w:rsidR="00872684" w:rsidRPr="00B25B1F" w:rsidRDefault="00872684" w:rsidP="00536D47">
            <w:pPr>
              <w:rPr>
                <w:rFonts w:ascii="Calibri" w:hAnsi="Calibri" w:cs="Calibri"/>
                <w:color w:val="000000"/>
                <w:sz w:val="18"/>
                <w:szCs w:val="18"/>
              </w:rPr>
            </w:pPr>
          </w:p>
        </w:tc>
        <w:tc>
          <w:tcPr>
            <w:tcW w:w="1134" w:type="dxa"/>
            <w:tcBorders>
              <w:top w:val="single" w:sz="4" w:space="0" w:color="95B3D7"/>
              <w:left w:val="nil"/>
              <w:bottom w:val="single" w:sz="4" w:space="0" w:color="95B3D7"/>
              <w:right w:val="nil"/>
            </w:tcBorders>
            <w:shd w:val="clear" w:color="auto" w:fill="auto"/>
            <w:vAlign w:val="center"/>
          </w:tcPr>
          <w:p w14:paraId="17BAB731" w14:textId="3B76E332" w:rsidR="00872684" w:rsidRDefault="00872684" w:rsidP="00536D47">
            <w:pPr>
              <w:rPr>
                <w:rFonts w:ascii="Calibri" w:hAnsi="Calibri" w:cs="Calibri"/>
                <w:color w:val="000000"/>
                <w:sz w:val="18"/>
                <w:szCs w:val="18"/>
              </w:rPr>
            </w:pPr>
          </w:p>
        </w:tc>
        <w:tc>
          <w:tcPr>
            <w:tcW w:w="2835" w:type="dxa"/>
            <w:tcBorders>
              <w:top w:val="single" w:sz="4" w:space="0" w:color="95B3D7"/>
              <w:left w:val="nil"/>
              <w:bottom w:val="single" w:sz="4" w:space="0" w:color="95B3D7"/>
              <w:right w:val="nil"/>
            </w:tcBorders>
            <w:shd w:val="clear" w:color="auto" w:fill="auto"/>
            <w:vAlign w:val="center"/>
          </w:tcPr>
          <w:p w14:paraId="71129EB3" w14:textId="3E0E08DD" w:rsidR="00872684" w:rsidRPr="00B25B1F" w:rsidRDefault="00872684" w:rsidP="00872684">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auto"/>
            <w:vAlign w:val="center"/>
          </w:tcPr>
          <w:p w14:paraId="725F394D" w14:textId="66935AC4" w:rsidR="00872684" w:rsidRPr="00B25B1F" w:rsidRDefault="00872684" w:rsidP="00536D47">
            <w:pPr>
              <w:rPr>
                <w:rFonts w:ascii="Calibri" w:hAnsi="Calibri" w:cs="Calibri"/>
                <w:color w:val="000000"/>
                <w:sz w:val="18"/>
                <w:szCs w:val="18"/>
              </w:rPr>
            </w:pPr>
          </w:p>
        </w:tc>
        <w:tc>
          <w:tcPr>
            <w:tcW w:w="2693" w:type="dxa"/>
            <w:tcBorders>
              <w:top w:val="single" w:sz="4" w:space="0" w:color="95B3D7"/>
              <w:left w:val="nil"/>
              <w:bottom w:val="single" w:sz="4" w:space="0" w:color="95B3D7"/>
              <w:right w:val="nil"/>
            </w:tcBorders>
            <w:shd w:val="clear" w:color="auto" w:fill="auto"/>
            <w:vAlign w:val="center"/>
          </w:tcPr>
          <w:p w14:paraId="4A263DFA" w14:textId="3063251B" w:rsidR="00872684" w:rsidRDefault="00872684" w:rsidP="00872684">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auto"/>
            <w:vAlign w:val="center"/>
          </w:tcPr>
          <w:p w14:paraId="3824752A" w14:textId="2432152D" w:rsidR="00872684" w:rsidRDefault="00872684" w:rsidP="00536D47">
            <w:pPr>
              <w:rPr>
                <w:rFonts w:ascii="Calibri" w:hAnsi="Calibri" w:cs="Calibri"/>
                <w:color w:val="000000"/>
                <w:sz w:val="18"/>
                <w:szCs w:val="18"/>
              </w:rPr>
            </w:pPr>
          </w:p>
        </w:tc>
      </w:tr>
    </w:tbl>
    <w:p w14:paraId="31C4998D" w14:textId="49BC3A30" w:rsidR="003E4A30" w:rsidRDefault="003E4A30" w:rsidP="003E4A30">
      <w:pPr>
        <w:pStyle w:val="Heading2"/>
      </w:pPr>
      <w:bookmarkStart w:id="123" w:name="_Toc468806919"/>
      <w:bookmarkStart w:id="124" w:name="_Toc468806921"/>
      <w:bookmarkStart w:id="125" w:name="_Toc468806922"/>
      <w:bookmarkStart w:id="126" w:name="_Toc468806923"/>
      <w:bookmarkStart w:id="127" w:name="_Toc490826256"/>
      <w:bookmarkEnd w:id="123"/>
      <w:bookmarkEnd w:id="124"/>
      <w:bookmarkEnd w:id="125"/>
      <w:bookmarkEnd w:id="126"/>
      <w:r>
        <w:t xml:space="preserve">Event </w:t>
      </w:r>
      <w:r w:rsidR="004E5592">
        <w:t>m</w:t>
      </w:r>
      <w:r>
        <w:t xml:space="preserve">essage </w:t>
      </w:r>
      <w:r w:rsidR="004E5592">
        <w:t>c</w:t>
      </w:r>
      <w:r>
        <w:t>hanges</w:t>
      </w:r>
      <w:bookmarkEnd w:id="127"/>
    </w:p>
    <w:tbl>
      <w:tblPr>
        <w:tblW w:w="14190" w:type="dxa"/>
        <w:tblInd w:w="93" w:type="dxa"/>
        <w:tblLayout w:type="fixed"/>
        <w:tblLook w:val="04A0" w:firstRow="1" w:lastRow="0" w:firstColumn="1" w:lastColumn="0" w:noHBand="0" w:noVBand="1"/>
      </w:tblPr>
      <w:tblGrid>
        <w:gridCol w:w="1291"/>
        <w:gridCol w:w="1985"/>
        <w:gridCol w:w="1134"/>
        <w:gridCol w:w="2835"/>
        <w:gridCol w:w="2126"/>
        <w:gridCol w:w="2693"/>
        <w:gridCol w:w="2126"/>
      </w:tblGrid>
      <w:tr w:rsidR="00536D47" w:rsidRPr="0078378F" w14:paraId="4977540B" w14:textId="77777777" w:rsidTr="00536D47">
        <w:trPr>
          <w:cantSplit/>
          <w:trHeight w:val="288"/>
          <w:tblHeader/>
        </w:trPr>
        <w:tc>
          <w:tcPr>
            <w:tcW w:w="1291" w:type="dxa"/>
            <w:tcBorders>
              <w:top w:val="single" w:sz="4" w:space="0" w:color="95B3D7"/>
              <w:left w:val="nil"/>
              <w:bottom w:val="single" w:sz="4" w:space="0" w:color="95B3D7"/>
              <w:right w:val="nil"/>
            </w:tcBorders>
            <w:shd w:val="clear" w:color="4F81BD" w:fill="4F81BD"/>
            <w:noWrap/>
            <w:hideMark/>
          </w:tcPr>
          <w:p w14:paraId="35E798A3" w14:textId="77777777" w:rsidR="00536D47" w:rsidRPr="0078378F" w:rsidRDefault="00536D47" w:rsidP="00536D47">
            <w:pPr>
              <w:rPr>
                <w:rFonts w:ascii="Calibri" w:hAnsi="Calibri" w:cs="Calibri"/>
                <w:b/>
                <w:bCs/>
                <w:color w:val="FFFFFF"/>
                <w:szCs w:val="22"/>
              </w:rPr>
            </w:pPr>
            <w:r w:rsidRPr="0078378F">
              <w:rPr>
                <w:b/>
                <w:color w:val="FFFFFF"/>
              </w:rPr>
              <w:t>Service Name</w:t>
            </w:r>
          </w:p>
        </w:tc>
        <w:tc>
          <w:tcPr>
            <w:tcW w:w="1985" w:type="dxa"/>
            <w:tcBorders>
              <w:top w:val="single" w:sz="4" w:space="0" w:color="95B3D7"/>
              <w:left w:val="nil"/>
              <w:bottom w:val="single" w:sz="4" w:space="0" w:color="95B3D7"/>
              <w:right w:val="nil"/>
            </w:tcBorders>
            <w:shd w:val="clear" w:color="4F81BD" w:fill="4F81BD"/>
          </w:tcPr>
          <w:p w14:paraId="10D76C66" w14:textId="77777777" w:rsidR="00536D47" w:rsidRPr="0078378F" w:rsidRDefault="00536D47" w:rsidP="00536D47">
            <w:pPr>
              <w:rPr>
                <w:rFonts w:ascii="Calibri" w:hAnsi="Calibri" w:cs="Calibri"/>
                <w:b/>
                <w:bCs/>
                <w:color w:val="FFFFFF"/>
                <w:szCs w:val="22"/>
              </w:rPr>
            </w:pPr>
            <w:r w:rsidRPr="0078378F">
              <w:rPr>
                <w:b/>
                <w:color w:val="FFFFFF"/>
              </w:rPr>
              <w:t>Schematron ID</w:t>
            </w:r>
          </w:p>
        </w:tc>
        <w:tc>
          <w:tcPr>
            <w:tcW w:w="1134" w:type="dxa"/>
            <w:tcBorders>
              <w:top w:val="single" w:sz="4" w:space="0" w:color="95B3D7"/>
              <w:left w:val="nil"/>
              <w:bottom w:val="single" w:sz="4" w:space="0" w:color="95B3D7"/>
              <w:right w:val="nil"/>
            </w:tcBorders>
            <w:shd w:val="clear" w:color="4F81BD" w:fill="4F81BD"/>
          </w:tcPr>
          <w:p w14:paraId="33664DF6" w14:textId="77777777" w:rsidR="00536D47" w:rsidRPr="0078378F" w:rsidRDefault="00536D47" w:rsidP="00536D47">
            <w:pPr>
              <w:rPr>
                <w:rFonts w:ascii="Calibri" w:hAnsi="Calibri" w:cs="Calibri"/>
                <w:b/>
                <w:bCs/>
                <w:color w:val="FFFFFF"/>
                <w:szCs w:val="22"/>
              </w:rPr>
            </w:pPr>
            <w:r w:rsidRPr="0078378F">
              <w:rPr>
                <w:b/>
                <w:color w:val="FFFFFF"/>
              </w:rPr>
              <w:t>Change</w:t>
            </w:r>
          </w:p>
        </w:tc>
        <w:tc>
          <w:tcPr>
            <w:tcW w:w="2835" w:type="dxa"/>
            <w:tcBorders>
              <w:top w:val="single" w:sz="4" w:space="0" w:color="95B3D7"/>
              <w:left w:val="nil"/>
              <w:bottom w:val="single" w:sz="4" w:space="0" w:color="95B3D7"/>
              <w:right w:val="nil"/>
            </w:tcBorders>
            <w:shd w:val="clear" w:color="4F81BD" w:fill="4F81BD"/>
          </w:tcPr>
          <w:p w14:paraId="76C9A616" w14:textId="77777777" w:rsidR="00536D47" w:rsidRPr="0078378F" w:rsidRDefault="00536D47" w:rsidP="00536D47">
            <w:pPr>
              <w:rPr>
                <w:rFonts w:ascii="Calibri" w:hAnsi="Calibri" w:cs="Calibri"/>
                <w:b/>
                <w:bCs/>
                <w:color w:val="FFFFFF"/>
                <w:szCs w:val="22"/>
              </w:rPr>
            </w:pPr>
            <w:r w:rsidRPr="0078378F">
              <w:rPr>
                <w:b/>
                <w:color w:val="FFFFFF"/>
              </w:rPr>
              <w:t xml:space="preserve">Previous </w:t>
            </w:r>
            <w:r>
              <w:rPr>
                <w:b/>
                <w:color w:val="FFFFFF"/>
              </w:rPr>
              <w:t>Event Message</w:t>
            </w:r>
          </w:p>
        </w:tc>
        <w:tc>
          <w:tcPr>
            <w:tcW w:w="2126" w:type="dxa"/>
            <w:tcBorders>
              <w:top w:val="single" w:sz="4" w:space="0" w:color="95B3D7"/>
              <w:left w:val="nil"/>
              <w:bottom w:val="single" w:sz="4" w:space="0" w:color="95B3D7"/>
              <w:right w:val="nil"/>
            </w:tcBorders>
            <w:shd w:val="clear" w:color="4F81BD" w:fill="4F81BD"/>
            <w:noWrap/>
            <w:hideMark/>
          </w:tcPr>
          <w:p w14:paraId="30F5A463" w14:textId="77777777" w:rsidR="00536D47" w:rsidRPr="0078378F" w:rsidRDefault="00536D47" w:rsidP="00536D47">
            <w:pPr>
              <w:rPr>
                <w:rFonts w:ascii="Calibri" w:hAnsi="Calibri" w:cs="Calibri"/>
                <w:b/>
                <w:bCs/>
                <w:color w:val="FFFFFF"/>
                <w:szCs w:val="22"/>
              </w:rPr>
            </w:pPr>
            <w:r w:rsidRPr="0078378F">
              <w:rPr>
                <w:b/>
                <w:color w:val="FFFFFF"/>
              </w:rPr>
              <w:t>Previous Message ID</w:t>
            </w:r>
          </w:p>
        </w:tc>
        <w:tc>
          <w:tcPr>
            <w:tcW w:w="2693" w:type="dxa"/>
            <w:tcBorders>
              <w:top w:val="single" w:sz="4" w:space="0" w:color="95B3D7"/>
              <w:left w:val="nil"/>
              <w:bottom w:val="single" w:sz="4" w:space="0" w:color="95B3D7"/>
              <w:right w:val="nil"/>
            </w:tcBorders>
            <w:shd w:val="clear" w:color="4F81BD" w:fill="4F81BD"/>
          </w:tcPr>
          <w:p w14:paraId="5AB03052" w14:textId="77777777" w:rsidR="00536D47" w:rsidRPr="0078378F" w:rsidRDefault="00536D47" w:rsidP="00536D47">
            <w:pPr>
              <w:rPr>
                <w:rFonts w:ascii="Calibri" w:hAnsi="Calibri" w:cs="Calibri"/>
                <w:b/>
                <w:bCs/>
                <w:color w:val="FFFFFF"/>
                <w:szCs w:val="22"/>
              </w:rPr>
            </w:pPr>
            <w:r w:rsidRPr="0078378F">
              <w:rPr>
                <w:b/>
                <w:color w:val="FFFFFF"/>
              </w:rPr>
              <w:t xml:space="preserve">New </w:t>
            </w:r>
            <w:r>
              <w:rPr>
                <w:b/>
                <w:color w:val="FFFFFF"/>
              </w:rPr>
              <w:t>Event Message</w:t>
            </w:r>
          </w:p>
        </w:tc>
        <w:tc>
          <w:tcPr>
            <w:tcW w:w="2126" w:type="dxa"/>
            <w:tcBorders>
              <w:top w:val="single" w:sz="4" w:space="0" w:color="95B3D7"/>
              <w:left w:val="nil"/>
              <w:bottom w:val="single" w:sz="4" w:space="0" w:color="95B3D7"/>
              <w:right w:val="nil"/>
            </w:tcBorders>
            <w:shd w:val="clear" w:color="4F81BD" w:fill="4F81BD"/>
          </w:tcPr>
          <w:p w14:paraId="343AA922" w14:textId="77777777" w:rsidR="00536D47" w:rsidRPr="0078378F" w:rsidRDefault="00536D47" w:rsidP="00536D47">
            <w:pPr>
              <w:rPr>
                <w:rFonts w:ascii="Calibri" w:hAnsi="Calibri" w:cs="Calibri"/>
                <w:b/>
                <w:bCs/>
                <w:color w:val="FFFFFF"/>
                <w:szCs w:val="22"/>
              </w:rPr>
            </w:pPr>
            <w:r w:rsidRPr="0078378F">
              <w:rPr>
                <w:b/>
                <w:color w:val="FFFFFF"/>
              </w:rPr>
              <w:t>New Message ID</w:t>
            </w:r>
          </w:p>
        </w:tc>
      </w:tr>
      <w:tr w:rsidR="00536D47" w:rsidRPr="0078378F" w14:paraId="67BEEC41" w14:textId="77777777" w:rsidTr="00536D47">
        <w:trPr>
          <w:cantSplit/>
          <w:trHeight w:val="288"/>
        </w:trPr>
        <w:tc>
          <w:tcPr>
            <w:tcW w:w="1291" w:type="dxa"/>
            <w:tcBorders>
              <w:top w:val="single" w:sz="4" w:space="0" w:color="95B3D7"/>
              <w:left w:val="nil"/>
              <w:bottom w:val="single" w:sz="4" w:space="0" w:color="95B3D7"/>
              <w:right w:val="nil"/>
            </w:tcBorders>
            <w:shd w:val="clear" w:color="auto" w:fill="DBE5F1"/>
            <w:noWrap/>
            <w:vAlign w:val="center"/>
          </w:tcPr>
          <w:p w14:paraId="01E009E9" w14:textId="0CF6D2CC" w:rsidR="00536D47" w:rsidRPr="0078378F" w:rsidRDefault="001C209B" w:rsidP="00536D47">
            <w:pPr>
              <w:rPr>
                <w:rFonts w:ascii="Calibri" w:hAnsi="Calibri" w:cs="Calibri"/>
                <w:color w:val="000000"/>
                <w:sz w:val="18"/>
                <w:szCs w:val="18"/>
              </w:rPr>
            </w:pPr>
            <w:r>
              <w:rPr>
                <w:rFonts w:ascii="Calibri" w:hAnsi="Calibri" w:cs="Calibri"/>
                <w:color w:val="000000"/>
                <w:sz w:val="18"/>
                <w:szCs w:val="18"/>
              </w:rPr>
              <w:t>N/A</w:t>
            </w:r>
          </w:p>
        </w:tc>
        <w:tc>
          <w:tcPr>
            <w:tcW w:w="1985" w:type="dxa"/>
            <w:tcBorders>
              <w:top w:val="single" w:sz="4" w:space="0" w:color="95B3D7"/>
              <w:left w:val="nil"/>
              <w:bottom w:val="single" w:sz="4" w:space="0" w:color="95B3D7"/>
              <w:right w:val="nil"/>
            </w:tcBorders>
            <w:shd w:val="clear" w:color="auto" w:fill="DBE5F1"/>
            <w:vAlign w:val="center"/>
          </w:tcPr>
          <w:p w14:paraId="0AE8CFF1" w14:textId="638781CD" w:rsidR="00536D47" w:rsidRPr="0078378F" w:rsidRDefault="00536D47" w:rsidP="00536D47">
            <w:pPr>
              <w:rPr>
                <w:rFonts w:ascii="Calibri" w:hAnsi="Calibri" w:cs="Calibri"/>
                <w:color w:val="000000"/>
                <w:sz w:val="18"/>
                <w:szCs w:val="18"/>
              </w:rPr>
            </w:pPr>
          </w:p>
        </w:tc>
        <w:tc>
          <w:tcPr>
            <w:tcW w:w="1134" w:type="dxa"/>
            <w:tcBorders>
              <w:top w:val="single" w:sz="4" w:space="0" w:color="95B3D7"/>
              <w:left w:val="nil"/>
              <w:bottom w:val="single" w:sz="4" w:space="0" w:color="95B3D7"/>
              <w:right w:val="nil"/>
            </w:tcBorders>
            <w:shd w:val="clear" w:color="auto" w:fill="DBE5F1"/>
            <w:vAlign w:val="center"/>
          </w:tcPr>
          <w:p w14:paraId="207E0F0C" w14:textId="30AFCE3B" w:rsidR="00536D47" w:rsidRPr="0078378F" w:rsidRDefault="00536D47" w:rsidP="00536D47">
            <w:pPr>
              <w:rPr>
                <w:rFonts w:ascii="Calibri" w:hAnsi="Calibri" w:cs="Calibri"/>
                <w:color w:val="000000"/>
                <w:sz w:val="18"/>
                <w:szCs w:val="18"/>
              </w:rPr>
            </w:pPr>
          </w:p>
        </w:tc>
        <w:tc>
          <w:tcPr>
            <w:tcW w:w="2835" w:type="dxa"/>
            <w:tcBorders>
              <w:top w:val="single" w:sz="4" w:space="0" w:color="95B3D7"/>
              <w:left w:val="nil"/>
              <w:bottom w:val="single" w:sz="4" w:space="0" w:color="95B3D7"/>
              <w:right w:val="nil"/>
            </w:tcBorders>
            <w:shd w:val="clear" w:color="auto" w:fill="DBE5F1"/>
            <w:vAlign w:val="center"/>
          </w:tcPr>
          <w:p w14:paraId="1F13F633" w14:textId="606C2AB8" w:rsidR="00536D47" w:rsidRPr="0078378F" w:rsidRDefault="00536D47" w:rsidP="00536D47">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DBE5F1"/>
            <w:vAlign w:val="center"/>
          </w:tcPr>
          <w:p w14:paraId="5BD8CB9E" w14:textId="02A07319" w:rsidR="00536D47" w:rsidRPr="0078378F" w:rsidRDefault="00536D47" w:rsidP="00536D47">
            <w:pPr>
              <w:rPr>
                <w:rFonts w:ascii="Calibri" w:hAnsi="Calibri" w:cs="Calibri"/>
                <w:color w:val="000000"/>
                <w:sz w:val="18"/>
                <w:szCs w:val="18"/>
              </w:rPr>
            </w:pPr>
          </w:p>
        </w:tc>
        <w:tc>
          <w:tcPr>
            <w:tcW w:w="2693" w:type="dxa"/>
            <w:tcBorders>
              <w:top w:val="single" w:sz="4" w:space="0" w:color="95B3D7"/>
              <w:left w:val="nil"/>
              <w:bottom w:val="single" w:sz="4" w:space="0" w:color="95B3D7"/>
              <w:right w:val="nil"/>
            </w:tcBorders>
            <w:shd w:val="clear" w:color="auto" w:fill="DBE5F1"/>
            <w:vAlign w:val="center"/>
          </w:tcPr>
          <w:p w14:paraId="5937BE8A" w14:textId="73F11430" w:rsidR="00536D47" w:rsidRPr="005A1797" w:rsidRDefault="00536D47" w:rsidP="00536D47">
            <w:pPr>
              <w:rPr>
                <w:rFonts w:ascii="Calibri" w:hAnsi="Calibri" w:cs="Calibri"/>
                <w:color w:val="000000"/>
                <w:sz w:val="18"/>
                <w:szCs w:val="18"/>
              </w:rPr>
            </w:pPr>
          </w:p>
        </w:tc>
        <w:tc>
          <w:tcPr>
            <w:tcW w:w="2126" w:type="dxa"/>
            <w:tcBorders>
              <w:top w:val="single" w:sz="4" w:space="0" w:color="95B3D7"/>
              <w:left w:val="nil"/>
              <w:bottom w:val="single" w:sz="4" w:space="0" w:color="95B3D7"/>
              <w:right w:val="nil"/>
            </w:tcBorders>
            <w:shd w:val="clear" w:color="auto" w:fill="DBE5F1"/>
            <w:vAlign w:val="center"/>
          </w:tcPr>
          <w:p w14:paraId="4A959697" w14:textId="5D2F2025" w:rsidR="00536D47" w:rsidRPr="0078378F" w:rsidRDefault="00536D47" w:rsidP="00536D47">
            <w:pPr>
              <w:rPr>
                <w:rFonts w:ascii="Calibri" w:hAnsi="Calibri" w:cs="Calibri"/>
                <w:color w:val="000000"/>
                <w:sz w:val="18"/>
                <w:szCs w:val="18"/>
              </w:rPr>
            </w:pPr>
          </w:p>
        </w:tc>
      </w:tr>
    </w:tbl>
    <w:p w14:paraId="23B67961" w14:textId="4391F1B3" w:rsidR="00DB63C2" w:rsidRPr="00DB63C2" w:rsidRDefault="00DB63C2" w:rsidP="00DB63C2">
      <w:pPr>
        <w:pStyle w:val="Head1"/>
        <w:tabs>
          <w:tab w:val="clear" w:pos="2130"/>
        </w:tabs>
        <w:ind w:left="431" w:hanging="431"/>
        <w:jc w:val="both"/>
        <w:rPr>
          <w:color w:val="1F497D"/>
        </w:rPr>
      </w:pPr>
      <w:bookmarkStart w:id="128" w:name="_Toc468806925"/>
      <w:bookmarkStart w:id="129" w:name="_Toc468806926"/>
      <w:bookmarkStart w:id="130" w:name="_Toc490826257"/>
      <w:bookmarkEnd w:id="128"/>
      <w:bookmarkEnd w:id="129"/>
      <w:r>
        <w:rPr>
          <w:color w:val="1F497D"/>
        </w:rPr>
        <w:lastRenderedPageBreak/>
        <w:t>Known issues</w:t>
      </w:r>
      <w:r w:rsidR="00AC5A93">
        <w:rPr>
          <w:color w:val="1F497D"/>
        </w:rPr>
        <w:t xml:space="preserve"> and future scope</w:t>
      </w:r>
      <w:bookmarkEnd w:id="130"/>
    </w:p>
    <w:p w14:paraId="5331CC9E" w14:textId="13D0693E" w:rsidR="00204DAF" w:rsidRDefault="00204DAF" w:rsidP="00204DAF">
      <w:pPr>
        <w:pStyle w:val="Maintext"/>
        <w:jc w:val="both"/>
      </w:pPr>
      <w:r w:rsidRPr="00456E52">
        <w:t>The following is a list of issues or future work to be implemented for this tax time.  There may be impacts to successful development until the issues are resolved or the further work implemented</w:t>
      </w:r>
      <w:r>
        <w:t>.</w:t>
      </w:r>
    </w:p>
    <w:p w14:paraId="3D622B04" w14:textId="77777777" w:rsidR="00204DAF" w:rsidRDefault="00204DAF" w:rsidP="00204DAF">
      <w:pPr>
        <w:pStyle w:val="Maintext"/>
        <w:jc w:val="both"/>
      </w:pPr>
    </w:p>
    <w:tbl>
      <w:tblPr>
        <w:tblStyle w:val="MediumShading1-Accent1"/>
        <w:tblW w:w="13835" w:type="dxa"/>
        <w:tblBorders>
          <w:left w:val="none" w:sz="0" w:space="0" w:color="auto"/>
          <w:right w:val="none" w:sz="0" w:space="0" w:color="auto"/>
        </w:tblBorders>
        <w:tblLayout w:type="fixed"/>
        <w:tblLook w:val="04A0" w:firstRow="1" w:lastRow="0" w:firstColumn="1" w:lastColumn="0" w:noHBand="0" w:noVBand="1"/>
      </w:tblPr>
      <w:tblGrid>
        <w:gridCol w:w="3276"/>
        <w:gridCol w:w="1368"/>
        <w:gridCol w:w="1276"/>
        <w:gridCol w:w="1892"/>
        <w:gridCol w:w="4394"/>
        <w:gridCol w:w="1629"/>
      </w:tblGrid>
      <w:tr w:rsidR="00204DAF" w:rsidRPr="00204D05" w14:paraId="5A6E6A7B" w14:textId="77777777" w:rsidTr="00204DAF">
        <w:trPr>
          <w:cnfStyle w:val="100000000000" w:firstRow="1" w:lastRow="0" w:firstColumn="0" w:lastColumn="0" w:oddVBand="0" w:evenVBand="0" w:oddHBand="0" w:evenHBand="0" w:firstRowFirstColumn="0" w:firstRowLastColumn="0" w:lastRowFirstColumn="0" w:lastRowLastColumn="0"/>
          <w:trHeight w:val="615"/>
          <w:tblHeader/>
        </w:trPr>
        <w:tc>
          <w:tcPr>
            <w:cnfStyle w:val="001000000000" w:firstRow="0" w:lastRow="0" w:firstColumn="1" w:lastColumn="0" w:oddVBand="0" w:evenVBand="0" w:oddHBand="0" w:evenHBand="0" w:firstRowFirstColumn="0" w:firstRowLastColumn="0" w:lastRowFirstColumn="0" w:lastRowLastColumn="0"/>
            <w:tcW w:w="3276" w:type="dxa"/>
            <w:tcBorders>
              <w:top w:val="nil"/>
              <w:left w:val="nil"/>
              <w:bottom w:val="nil"/>
            </w:tcBorders>
            <w:hideMark/>
          </w:tcPr>
          <w:p w14:paraId="3883ADCE" w14:textId="77777777" w:rsidR="00204DAF" w:rsidRPr="00204D05" w:rsidRDefault="00204DAF" w:rsidP="00204DAF">
            <w:pPr>
              <w:rPr>
                <w:rFonts w:ascii="Calibri" w:hAnsi="Calibri" w:cs="Calibri"/>
                <w:b w:val="0"/>
                <w:bCs w:val="0"/>
                <w:szCs w:val="22"/>
              </w:rPr>
            </w:pPr>
            <w:r w:rsidRPr="00204D05">
              <w:rPr>
                <w:rFonts w:ascii="Calibri" w:hAnsi="Calibri" w:cs="Calibri"/>
                <w:b w:val="0"/>
                <w:bCs w:val="0"/>
                <w:szCs w:val="22"/>
              </w:rPr>
              <w:t>Issue</w:t>
            </w:r>
          </w:p>
        </w:tc>
        <w:tc>
          <w:tcPr>
            <w:tcW w:w="1368" w:type="dxa"/>
            <w:tcBorders>
              <w:top w:val="nil"/>
              <w:bottom w:val="nil"/>
            </w:tcBorders>
            <w:hideMark/>
          </w:tcPr>
          <w:p w14:paraId="2EAF7A99" w14:textId="77777777" w:rsidR="00204DAF" w:rsidRPr="00204D05" w:rsidRDefault="00204DAF" w:rsidP="00204DA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Impacted Service</w:t>
            </w:r>
          </w:p>
        </w:tc>
        <w:tc>
          <w:tcPr>
            <w:tcW w:w="1276" w:type="dxa"/>
            <w:tcBorders>
              <w:top w:val="nil"/>
              <w:bottom w:val="nil"/>
            </w:tcBorders>
            <w:hideMark/>
          </w:tcPr>
          <w:p w14:paraId="1CFF135B" w14:textId="77777777" w:rsidR="00204DAF" w:rsidRPr="00204D05" w:rsidRDefault="00204DAF" w:rsidP="00204DA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Incident Number</w:t>
            </w:r>
          </w:p>
        </w:tc>
        <w:tc>
          <w:tcPr>
            <w:tcW w:w="1892" w:type="dxa"/>
            <w:tcBorders>
              <w:top w:val="nil"/>
              <w:bottom w:val="nil"/>
            </w:tcBorders>
            <w:hideMark/>
          </w:tcPr>
          <w:p w14:paraId="00964063" w14:textId="77777777" w:rsidR="00204DAF" w:rsidRPr="00204D05" w:rsidRDefault="00204DAF" w:rsidP="00204DA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Internal Reference</w:t>
            </w:r>
          </w:p>
        </w:tc>
        <w:tc>
          <w:tcPr>
            <w:tcW w:w="4394" w:type="dxa"/>
            <w:tcBorders>
              <w:top w:val="nil"/>
              <w:bottom w:val="nil"/>
            </w:tcBorders>
            <w:noWrap/>
            <w:hideMark/>
          </w:tcPr>
          <w:p w14:paraId="1F30BD88" w14:textId="77777777" w:rsidR="00204DAF" w:rsidRPr="00204D05" w:rsidRDefault="00204DAF" w:rsidP="00204DA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Pr>
                <w:rFonts w:ascii="Calibri" w:hAnsi="Calibri" w:cs="Calibri"/>
                <w:b w:val="0"/>
                <w:bCs w:val="0"/>
                <w:szCs w:val="22"/>
              </w:rPr>
              <w:t>Resolution</w:t>
            </w:r>
          </w:p>
        </w:tc>
        <w:tc>
          <w:tcPr>
            <w:tcW w:w="1629" w:type="dxa"/>
            <w:tcBorders>
              <w:top w:val="nil"/>
              <w:bottom w:val="nil"/>
              <w:right w:val="nil"/>
            </w:tcBorders>
            <w:hideMark/>
          </w:tcPr>
          <w:p w14:paraId="2BE3BA4A" w14:textId="77777777" w:rsidR="00204DAF" w:rsidRPr="00204D05" w:rsidRDefault="00204DAF" w:rsidP="00204DA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EVTE Deployment</w:t>
            </w:r>
          </w:p>
        </w:tc>
      </w:tr>
      <w:tr w:rsidR="00204DAF" w:rsidRPr="00204D05" w14:paraId="39AFFD21" w14:textId="77777777" w:rsidTr="0062686C">
        <w:trPr>
          <w:cnfStyle w:val="000000100000" w:firstRow="0" w:lastRow="0" w:firstColumn="0" w:lastColumn="0" w:oddVBand="0" w:evenVBand="0" w:oddHBand="1"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276" w:type="dxa"/>
            <w:tcBorders>
              <w:bottom w:val="single" w:sz="8" w:space="0" w:color="7BA0CD"/>
            </w:tcBorders>
            <w:shd w:val="clear" w:color="auto" w:fill="DBE5F1" w:themeFill="accent1" w:themeFillTint="33"/>
          </w:tcPr>
          <w:p w14:paraId="3827F589" w14:textId="6C9F6293" w:rsidR="00204DAF" w:rsidRPr="0042183C" w:rsidRDefault="00A61ED4" w:rsidP="00246596">
            <w:pPr>
              <w:rPr>
                <w:rFonts w:asciiTheme="minorHAnsi" w:hAnsiTheme="minorHAnsi" w:cstheme="minorHAnsi"/>
                <w:b w:val="0"/>
                <w:color w:val="000000"/>
                <w:szCs w:val="22"/>
              </w:rPr>
            </w:pPr>
            <w:r w:rsidRPr="0042183C">
              <w:rPr>
                <w:rFonts w:asciiTheme="minorHAnsi" w:hAnsiTheme="minorHAnsi" w:cstheme="minorHAnsi"/>
                <w:b w:val="0"/>
                <w:color w:val="000000"/>
                <w:szCs w:val="22"/>
              </w:rPr>
              <w:t xml:space="preserve">For </w:t>
            </w:r>
            <w:r w:rsidR="00062DC6">
              <w:rPr>
                <w:rFonts w:asciiTheme="minorHAnsi" w:hAnsiTheme="minorHAnsi" w:cstheme="minorHAnsi"/>
                <w:b w:val="0"/>
                <w:color w:val="000000"/>
                <w:szCs w:val="22"/>
              </w:rPr>
              <w:t xml:space="preserve">simpler BAS </w:t>
            </w:r>
            <w:r w:rsidRPr="0042183C">
              <w:rPr>
                <w:rFonts w:asciiTheme="minorHAnsi" w:hAnsiTheme="minorHAnsi" w:cstheme="minorHAnsi"/>
                <w:b w:val="0"/>
                <w:color w:val="000000"/>
                <w:szCs w:val="22"/>
              </w:rPr>
              <w:t>lodgments</w:t>
            </w:r>
            <w:r w:rsidR="00062DC6">
              <w:rPr>
                <w:rFonts w:asciiTheme="minorHAnsi" w:hAnsiTheme="minorHAnsi" w:cstheme="minorHAnsi"/>
                <w:b w:val="0"/>
                <w:color w:val="000000"/>
                <w:szCs w:val="22"/>
              </w:rPr>
              <w:t xml:space="preserve"> (activity statement period from 1 </w:t>
            </w:r>
            <w:r w:rsidRPr="0042183C">
              <w:rPr>
                <w:rFonts w:asciiTheme="minorHAnsi" w:hAnsiTheme="minorHAnsi" w:cstheme="minorHAnsi"/>
                <w:b w:val="0"/>
                <w:color w:val="000000"/>
                <w:szCs w:val="22"/>
              </w:rPr>
              <w:t>July 2017</w:t>
            </w:r>
            <w:r w:rsidR="00062DC6">
              <w:rPr>
                <w:rFonts w:asciiTheme="minorHAnsi" w:hAnsiTheme="minorHAnsi" w:cstheme="minorHAnsi"/>
                <w:b w:val="0"/>
                <w:color w:val="000000"/>
                <w:szCs w:val="22"/>
              </w:rPr>
              <w:t xml:space="preserve"> onwards)</w:t>
            </w:r>
            <w:r w:rsidRPr="0042183C">
              <w:rPr>
                <w:rFonts w:asciiTheme="minorHAnsi" w:hAnsiTheme="minorHAnsi" w:cstheme="minorHAnsi"/>
                <w:b w:val="0"/>
                <w:color w:val="000000"/>
                <w:szCs w:val="22"/>
              </w:rPr>
              <w:t xml:space="preserve"> if the </w:t>
            </w:r>
            <w:r w:rsidR="00062DC6">
              <w:rPr>
                <w:rFonts w:asciiTheme="minorHAnsi" w:hAnsiTheme="minorHAnsi" w:cstheme="minorHAnsi"/>
                <w:b w:val="0"/>
                <w:color w:val="000000"/>
                <w:szCs w:val="22"/>
              </w:rPr>
              <w:t xml:space="preserve">GST </w:t>
            </w:r>
            <w:r w:rsidRPr="0042183C">
              <w:rPr>
                <w:rFonts w:asciiTheme="minorHAnsi" w:hAnsiTheme="minorHAnsi" w:cstheme="minorHAnsi"/>
                <w:b w:val="0"/>
                <w:color w:val="000000"/>
                <w:szCs w:val="22"/>
              </w:rPr>
              <w:t>selected reporting option code was supplied</w:t>
            </w:r>
            <w:r w:rsidR="000F7988">
              <w:rPr>
                <w:rFonts w:asciiTheme="minorHAnsi" w:hAnsiTheme="minorHAnsi" w:cstheme="minorHAnsi"/>
                <w:b w:val="0"/>
                <w:color w:val="000000"/>
                <w:szCs w:val="22"/>
              </w:rPr>
              <w:t xml:space="preserve"> in the prelodge/</w:t>
            </w:r>
            <w:r w:rsidR="0042183C">
              <w:rPr>
                <w:rFonts w:asciiTheme="minorHAnsi" w:hAnsiTheme="minorHAnsi" w:cstheme="minorHAnsi"/>
                <w:b w:val="0"/>
                <w:color w:val="000000"/>
                <w:szCs w:val="22"/>
              </w:rPr>
              <w:t xml:space="preserve"> lodge requests</w:t>
            </w:r>
            <w:r w:rsidRPr="0042183C">
              <w:rPr>
                <w:rFonts w:asciiTheme="minorHAnsi" w:hAnsiTheme="minorHAnsi" w:cstheme="minorHAnsi"/>
                <w:b w:val="0"/>
                <w:color w:val="000000"/>
                <w:szCs w:val="22"/>
              </w:rPr>
              <w:t xml:space="preserve">, an </w:t>
            </w:r>
            <w:r w:rsidR="0042183C">
              <w:rPr>
                <w:rFonts w:asciiTheme="minorHAnsi" w:hAnsiTheme="minorHAnsi" w:cstheme="minorHAnsi"/>
                <w:b w:val="0"/>
                <w:color w:val="000000"/>
                <w:szCs w:val="22"/>
              </w:rPr>
              <w:t>“</w:t>
            </w:r>
            <w:r w:rsidRPr="0042183C">
              <w:rPr>
                <w:rFonts w:asciiTheme="minorHAnsi" w:hAnsiTheme="minorHAnsi" w:cstheme="minorHAnsi"/>
                <w:b w:val="0"/>
                <w:color w:val="000000"/>
                <w:szCs w:val="22"/>
              </w:rPr>
              <w:t xml:space="preserve">EM005 </w:t>
            </w:r>
            <w:r w:rsidR="0042183C">
              <w:rPr>
                <w:rFonts w:asciiTheme="minorHAnsi" w:hAnsiTheme="minorHAnsi" w:cstheme="minorHAnsi"/>
                <w:b w:val="0"/>
                <w:color w:val="000000"/>
                <w:szCs w:val="22"/>
              </w:rPr>
              <w:t xml:space="preserve">– G1 is mandatory” </w:t>
            </w:r>
            <w:r w:rsidRPr="0042183C">
              <w:rPr>
                <w:rFonts w:asciiTheme="minorHAnsi" w:hAnsiTheme="minorHAnsi" w:cstheme="minorHAnsi"/>
                <w:b w:val="0"/>
                <w:color w:val="000000"/>
                <w:szCs w:val="22"/>
              </w:rPr>
              <w:t xml:space="preserve">error was encountered. </w:t>
            </w:r>
            <w:r w:rsidR="0042183C">
              <w:rPr>
                <w:rFonts w:asciiTheme="minorHAnsi" w:hAnsiTheme="minorHAnsi" w:cstheme="minorHAnsi"/>
                <w:b w:val="0"/>
                <w:color w:val="000000"/>
                <w:szCs w:val="22"/>
              </w:rPr>
              <w:t xml:space="preserve"> </w:t>
            </w:r>
          </w:p>
        </w:tc>
        <w:tc>
          <w:tcPr>
            <w:tcW w:w="1368" w:type="dxa"/>
            <w:tcBorders>
              <w:bottom w:val="single" w:sz="8" w:space="0" w:color="7BA0CD"/>
            </w:tcBorders>
            <w:shd w:val="clear" w:color="auto" w:fill="DBE5F1" w:themeFill="accent1" w:themeFillTint="33"/>
          </w:tcPr>
          <w:p w14:paraId="7003678D" w14:textId="28187460" w:rsidR="00204DAF" w:rsidRPr="0042183C" w:rsidRDefault="00A61ED4" w:rsidP="00204DA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42183C">
              <w:rPr>
                <w:rFonts w:asciiTheme="minorHAnsi" w:hAnsiTheme="minorHAnsi" w:cstheme="minorHAnsi"/>
                <w:color w:val="000000"/>
                <w:szCs w:val="22"/>
              </w:rPr>
              <w:t>AS.0001 2009 prelodge/lodge</w:t>
            </w:r>
          </w:p>
        </w:tc>
        <w:tc>
          <w:tcPr>
            <w:tcW w:w="1276" w:type="dxa"/>
            <w:tcBorders>
              <w:bottom w:val="single" w:sz="8" w:space="0" w:color="7BA0CD"/>
            </w:tcBorders>
            <w:shd w:val="clear" w:color="auto" w:fill="DBE5F1" w:themeFill="accent1" w:themeFillTint="33"/>
          </w:tcPr>
          <w:p w14:paraId="4DA883CF" w14:textId="09D1E843" w:rsidR="00204DAF" w:rsidRPr="0042183C" w:rsidRDefault="0062686C" w:rsidP="00204DA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42183C">
              <w:rPr>
                <w:rFonts w:asciiTheme="minorHAnsi" w:hAnsiTheme="minorHAnsi" w:cstheme="minorHAnsi"/>
                <w:color w:val="000000"/>
                <w:szCs w:val="22"/>
              </w:rPr>
              <w:t xml:space="preserve">INC </w:t>
            </w:r>
            <w:r w:rsidR="007E2420">
              <w:rPr>
                <w:rFonts w:asciiTheme="minorHAnsi" w:hAnsiTheme="minorHAnsi" w:cstheme="minorHAnsi"/>
                <w:color w:val="000000"/>
                <w:szCs w:val="22"/>
              </w:rPr>
              <w:t>0000</w:t>
            </w:r>
            <w:r w:rsidRPr="0042183C">
              <w:rPr>
                <w:rFonts w:asciiTheme="minorHAnsi" w:hAnsiTheme="minorHAnsi" w:cstheme="minorHAnsi"/>
                <w:color w:val="000000"/>
                <w:szCs w:val="22"/>
              </w:rPr>
              <w:t>27874012</w:t>
            </w:r>
          </w:p>
        </w:tc>
        <w:tc>
          <w:tcPr>
            <w:tcW w:w="1892" w:type="dxa"/>
            <w:tcBorders>
              <w:bottom w:val="single" w:sz="8" w:space="0" w:color="7BA0CD"/>
            </w:tcBorders>
            <w:shd w:val="clear" w:color="auto" w:fill="DBE5F1" w:themeFill="accent1" w:themeFillTint="33"/>
          </w:tcPr>
          <w:p w14:paraId="54D57224" w14:textId="718A3239" w:rsidR="00204DAF" w:rsidRPr="00AF592A" w:rsidRDefault="00202A87" w:rsidP="00204DA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2752</w:t>
            </w:r>
          </w:p>
        </w:tc>
        <w:tc>
          <w:tcPr>
            <w:tcW w:w="4394" w:type="dxa"/>
            <w:tcBorders>
              <w:bottom w:val="single" w:sz="8" w:space="0" w:color="7BA0CD"/>
            </w:tcBorders>
            <w:shd w:val="clear" w:color="auto" w:fill="DBE5F1" w:themeFill="accent1" w:themeFillTint="33"/>
          </w:tcPr>
          <w:p w14:paraId="783C19D4" w14:textId="0B984FB4" w:rsidR="000F7988" w:rsidRDefault="00C319C5" w:rsidP="000F798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As part of the </w:t>
            </w:r>
            <w:r w:rsidR="007E2420">
              <w:rPr>
                <w:rFonts w:asciiTheme="minorHAnsi" w:hAnsiTheme="minorHAnsi" w:cstheme="minorHAnsi"/>
                <w:color w:val="000000"/>
                <w:szCs w:val="22"/>
              </w:rPr>
              <w:t>simpler BAS changes implemented in July 2017, the GST selected reporting opt</w:t>
            </w:r>
            <w:r>
              <w:rPr>
                <w:rFonts w:asciiTheme="minorHAnsi" w:hAnsiTheme="minorHAnsi" w:cstheme="minorHAnsi"/>
                <w:color w:val="000000"/>
                <w:szCs w:val="22"/>
              </w:rPr>
              <w:t>ion code has been made optional</w:t>
            </w:r>
            <w:r w:rsidR="000F7988">
              <w:rPr>
                <w:rFonts w:asciiTheme="minorHAnsi" w:hAnsiTheme="minorHAnsi" w:cstheme="minorHAnsi"/>
                <w:color w:val="000000"/>
                <w:szCs w:val="22"/>
              </w:rPr>
              <w:t xml:space="preserve"> in the prelodge/</w:t>
            </w:r>
            <w:r>
              <w:rPr>
                <w:rFonts w:asciiTheme="minorHAnsi" w:hAnsiTheme="minorHAnsi" w:cstheme="minorHAnsi"/>
                <w:color w:val="000000"/>
                <w:szCs w:val="22"/>
              </w:rPr>
              <w:t xml:space="preserve"> lodge request</w:t>
            </w:r>
            <w:r w:rsidR="007E2420">
              <w:rPr>
                <w:rFonts w:asciiTheme="minorHAnsi" w:hAnsiTheme="minorHAnsi" w:cstheme="minorHAnsi"/>
                <w:color w:val="000000"/>
                <w:szCs w:val="22"/>
              </w:rPr>
              <w:t xml:space="preserve"> (</w:t>
            </w:r>
            <w:r w:rsidR="000F7988">
              <w:rPr>
                <w:rFonts w:asciiTheme="minorHAnsi" w:hAnsiTheme="minorHAnsi" w:cstheme="minorHAnsi"/>
                <w:color w:val="000000"/>
                <w:szCs w:val="22"/>
              </w:rPr>
              <w:t>m</w:t>
            </w:r>
            <w:r>
              <w:rPr>
                <w:rFonts w:asciiTheme="minorHAnsi" w:hAnsiTheme="minorHAnsi" w:cstheme="minorHAnsi"/>
                <w:color w:val="000000"/>
                <w:szCs w:val="22"/>
              </w:rPr>
              <w:t>odified</w:t>
            </w:r>
            <w:r w:rsidR="007E2420">
              <w:rPr>
                <w:rFonts w:asciiTheme="minorHAnsi" w:hAnsiTheme="minorHAnsi" w:cstheme="minorHAnsi"/>
                <w:color w:val="000000"/>
                <w:szCs w:val="22"/>
              </w:rPr>
              <w:t xml:space="preserve"> validation rule </w:t>
            </w:r>
            <w:r w:rsidR="007E2420" w:rsidRPr="007E2420">
              <w:rPr>
                <w:rFonts w:asciiTheme="minorHAnsi" w:hAnsiTheme="minorHAnsi" w:cstheme="minorHAnsi"/>
                <w:color w:val="000000"/>
                <w:szCs w:val="22"/>
              </w:rPr>
              <w:t>VR.ATO.AS.000096</w:t>
            </w:r>
            <w:r w:rsidR="007E2420">
              <w:rPr>
                <w:rFonts w:asciiTheme="minorHAnsi" w:hAnsiTheme="minorHAnsi" w:cstheme="minorHAnsi"/>
                <w:color w:val="000000"/>
                <w:szCs w:val="22"/>
              </w:rPr>
              <w:t>, as the reporting option code is still mandatory for pre July 2017</w:t>
            </w:r>
            <w:r>
              <w:rPr>
                <w:rFonts w:asciiTheme="minorHAnsi" w:hAnsiTheme="minorHAnsi" w:cstheme="minorHAnsi"/>
                <w:color w:val="000000"/>
                <w:szCs w:val="22"/>
              </w:rPr>
              <w:t xml:space="preserve"> </w:t>
            </w:r>
            <w:r w:rsidR="007E2420">
              <w:rPr>
                <w:rFonts w:asciiTheme="minorHAnsi" w:hAnsiTheme="minorHAnsi" w:cstheme="minorHAnsi"/>
                <w:color w:val="000000"/>
                <w:szCs w:val="22"/>
              </w:rPr>
              <w:t>GST lodgments)</w:t>
            </w:r>
            <w:r>
              <w:rPr>
                <w:rFonts w:asciiTheme="minorHAnsi" w:hAnsiTheme="minorHAnsi" w:cstheme="minorHAnsi"/>
                <w:color w:val="000000"/>
                <w:szCs w:val="22"/>
              </w:rPr>
              <w:t>.</w:t>
            </w:r>
            <w:r w:rsidR="000F7988">
              <w:rPr>
                <w:rFonts w:asciiTheme="minorHAnsi" w:hAnsiTheme="minorHAnsi" w:cstheme="minorHAnsi"/>
                <w:color w:val="000000"/>
                <w:szCs w:val="22"/>
              </w:rPr>
              <w:t xml:space="preserve"> The prefill service would return GST labels that are applicable to the reporting </w:t>
            </w:r>
            <w:r w:rsidR="00246596">
              <w:rPr>
                <w:rFonts w:asciiTheme="minorHAnsi" w:hAnsiTheme="minorHAnsi" w:cstheme="minorHAnsi"/>
                <w:color w:val="000000"/>
                <w:szCs w:val="22"/>
              </w:rPr>
              <w:t>option</w:t>
            </w:r>
            <w:r w:rsidR="000F7988">
              <w:rPr>
                <w:rFonts w:asciiTheme="minorHAnsi" w:hAnsiTheme="minorHAnsi" w:cstheme="minorHAnsi"/>
                <w:color w:val="000000"/>
                <w:szCs w:val="22"/>
              </w:rPr>
              <w:t xml:space="preserve">. </w:t>
            </w:r>
          </w:p>
          <w:p w14:paraId="76644DB4" w14:textId="0A3E9EE9" w:rsidR="00C319C5" w:rsidRDefault="00C319C5" w:rsidP="00B618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 </w:t>
            </w:r>
          </w:p>
          <w:p w14:paraId="120125D4" w14:textId="2295B111" w:rsidR="00C319C5" w:rsidRDefault="00C319C5" w:rsidP="00B618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GST selected reporting option code supplied in prelodge/lodge </w:t>
            </w:r>
            <w:proofErr w:type="gramStart"/>
            <w:r>
              <w:rPr>
                <w:rFonts w:asciiTheme="minorHAnsi" w:hAnsiTheme="minorHAnsi" w:cstheme="minorHAnsi"/>
                <w:color w:val="000000"/>
                <w:szCs w:val="22"/>
              </w:rPr>
              <w:t xml:space="preserve">requests  </w:t>
            </w:r>
            <w:r w:rsidR="00062DC6">
              <w:rPr>
                <w:rFonts w:asciiTheme="minorHAnsi" w:hAnsiTheme="minorHAnsi" w:cstheme="minorHAnsi"/>
                <w:color w:val="000000"/>
                <w:szCs w:val="22"/>
              </w:rPr>
              <w:t>for</w:t>
            </w:r>
            <w:proofErr w:type="gramEnd"/>
            <w:r w:rsidR="00062DC6">
              <w:rPr>
                <w:rFonts w:asciiTheme="minorHAnsi" w:hAnsiTheme="minorHAnsi" w:cstheme="minorHAnsi"/>
                <w:color w:val="000000"/>
                <w:szCs w:val="22"/>
              </w:rPr>
              <w:t xml:space="preserve"> activity statement period from </w:t>
            </w:r>
            <w:r>
              <w:rPr>
                <w:rFonts w:asciiTheme="minorHAnsi" w:hAnsiTheme="minorHAnsi" w:cstheme="minorHAnsi"/>
                <w:color w:val="000000"/>
                <w:szCs w:val="22"/>
              </w:rPr>
              <w:t>1 July 2017 will be disregarded and the reporting option will be determi</w:t>
            </w:r>
            <w:r w:rsidR="00062DC6">
              <w:rPr>
                <w:rFonts w:asciiTheme="minorHAnsi" w:hAnsiTheme="minorHAnsi" w:cstheme="minorHAnsi"/>
                <w:color w:val="000000"/>
                <w:szCs w:val="22"/>
              </w:rPr>
              <w:t>ned by the GST labels supplied in the request.</w:t>
            </w:r>
          </w:p>
          <w:p w14:paraId="594E0F40" w14:textId="27C02487" w:rsidR="00C319C5" w:rsidRPr="00AF592A" w:rsidRDefault="00C319C5" w:rsidP="00B618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p>
        </w:tc>
        <w:tc>
          <w:tcPr>
            <w:tcW w:w="1629" w:type="dxa"/>
            <w:tcBorders>
              <w:bottom w:val="single" w:sz="8" w:space="0" w:color="7BA0CD"/>
            </w:tcBorders>
            <w:shd w:val="clear" w:color="auto" w:fill="DBE5F1" w:themeFill="accent1" w:themeFillTint="33"/>
          </w:tcPr>
          <w:p w14:paraId="22ABF3AD" w14:textId="6BA2C88A" w:rsidR="00204DAF" w:rsidRPr="00AF592A" w:rsidRDefault="00DD02FF" w:rsidP="00204DA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15</w:t>
            </w:r>
            <w:r w:rsidRPr="00DD02FF">
              <w:rPr>
                <w:rFonts w:asciiTheme="minorHAnsi" w:hAnsiTheme="minorHAnsi" w:cstheme="minorHAnsi"/>
                <w:color w:val="000000"/>
                <w:szCs w:val="22"/>
                <w:vertAlign w:val="superscript"/>
              </w:rPr>
              <w:t>th</w:t>
            </w:r>
            <w:r>
              <w:rPr>
                <w:rFonts w:asciiTheme="minorHAnsi" w:hAnsiTheme="minorHAnsi" w:cstheme="minorHAnsi"/>
                <w:color w:val="000000"/>
                <w:szCs w:val="22"/>
              </w:rPr>
              <w:t xml:space="preserve"> August 2017 (PROD)</w:t>
            </w:r>
          </w:p>
        </w:tc>
      </w:tr>
      <w:tr w:rsidR="0062686C" w:rsidRPr="00204D05" w14:paraId="6B26863D" w14:textId="77777777" w:rsidTr="0062686C">
        <w:trPr>
          <w:cnfStyle w:val="000000010000" w:firstRow="0" w:lastRow="0" w:firstColumn="0" w:lastColumn="0" w:oddVBand="0" w:evenVBand="0" w:oddHBand="0" w:evenHBand="1"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276" w:type="dxa"/>
            <w:shd w:val="clear" w:color="auto" w:fill="auto"/>
          </w:tcPr>
          <w:p w14:paraId="3FE2E749" w14:textId="7ABE4064" w:rsidR="0062686C" w:rsidRDefault="0062686C" w:rsidP="00A61ED4">
            <w:pPr>
              <w:rPr>
                <w:rFonts w:asciiTheme="minorHAnsi" w:hAnsiTheme="minorHAnsi" w:cstheme="minorHAnsi"/>
                <w:b w:val="0"/>
                <w:color w:val="000000"/>
                <w:szCs w:val="22"/>
              </w:rPr>
            </w:pPr>
            <w:proofErr w:type="gramStart"/>
            <w:r>
              <w:rPr>
                <w:rFonts w:asciiTheme="minorHAnsi" w:hAnsiTheme="minorHAnsi" w:cstheme="minorHAnsi"/>
                <w:b w:val="0"/>
                <w:color w:val="000000"/>
                <w:szCs w:val="22"/>
              </w:rPr>
              <w:t>Currently  for</w:t>
            </w:r>
            <w:proofErr w:type="gramEnd"/>
            <w:r>
              <w:rPr>
                <w:rFonts w:asciiTheme="minorHAnsi" w:hAnsiTheme="minorHAnsi" w:cstheme="minorHAnsi"/>
                <w:b w:val="0"/>
                <w:color w:val="000000"/>
                <w:szCs w:val="22"/>
              </w:rPr>
              <w:t xml:space="preserve"> a simpler BAS client if GST labels G2, G3, G10 or G11 are provided, then error code CMN.ATO.AS.EM060 will be displayed. The error message description would state that the reported value has been corrected to the same (reported) value. </w:t>
            </w:r>
          </w:p>
          <w:p w14:paraId="7ECFAA1E" w14:textId="77777777" w:rsidR="0062686C" w:rsidRDefault="0062686C" w:rsidP="00A61ED4">
            <w:pPr>
              <w:rPr>
                <w:rFonts w:asciiTheme="minorHAnsi" w:hAnsiTheme="minorHAnsi" w:cstheme="minorHAnsi"/>
                <w:b w:val="0"/>
                <w:color w:val="000000"/>
                <w:szCs w:val="22"/>
              </w:rPr>
            </w:pPr>
          </w:p>
          <w:p w14:paraId="7FBE2F7D" w14:textId="77777777" w:rsidR="0062686C" w:rsidRDefault="0062686C" w:rsidP="00A61ED4">
            <w:pPr>
              <w:rPr>
                <w:rFonts w:asciiTheme="minorHAnsi" w:hAnsiTheme="minorHAnsi" w:cstheme="minorHAnsi"/>
                <w:b w:val="0"/>
                <w:color w:val="000000"/>
                <w:szCs w:val="22"/>
              </w:rPr>
            </w:pPr>
            <w:r w:rsidRPr="00204DAF">
              <w:rPr>
                <w:rFonts w:asciiTheme="minorHAnsi" w:hAnsiTheme="minorHAnsi" w:cstheme="minorHAnsi"/>
                <w:color w:val="000000"/>
                <w:szCs w:val="22"/>
              </w:rPr>
              <w:t>Example</w:t>
            </w:r>
            <w:r w:rsidRPr="00F849C6">
              <w:rPr>
                <w:rFonts w:asciiTheme="minorHAnsi" w:hAnsiTheme="minorHAnsi" w:cstheme="minorHAnsi"/>
                <w:b w:val="0"/>
                <w:color w:val="000000"/>
                <w:szCs w:val="22"/>
              </w:rPr>
              <w:t>: If labels G10 and G11 were supplied with values 10 and 20 respectively for a simpler BAS client, then the error</w:t>
            </w:r>
            <w:r>
              <w:rPr>
                <w:rFonts w:asciiTheme="minorHAnsi" w:hAnsiTheme="minorHAnsi" w:cstheme="minorHAnsi"/>
                <w:b w:val="0"/>
                <w:color w:val="000000"/>
                <w:szCs w:val="22"/>
              </w:rPr>
              <w:t xml:space="preserve"> would be displayed. </w:t>
            </w:r>
          </w:p>
          <w:p w14:paraId="3E30D282" w14:textId="77777777" w:rsidR="0062686C" w:rsidRPr="00F849C6" w:rsidRDefault="0062686C" w:rsidP="00A61ED4">
            <w:pPr>
              <w:rPr>
                <w:rFonts w:asciiTheme="minorHAnsi" w:hAnsiTheme="minorHAnsi" w:cstheme="minorHAnsi"/>
                <w:b w:val="0"/>
                <w:color w:val="000000"/>
                <w:szCs w:val="22"/>
              </w:rPr>
            </w:pPr>
            <w:r w:rsidRPr="00D72B64">
              <w:rPr>
                <w:rFonts w:asciiTheme="minorHAnsi" w:hAnsiTheme="minorHAnsi" w:cstheme="minorHAnsi"/>
                <w:color w:val="000000"/>
                <w:szCs w:val="22"/>
              </w:rPr>
              <w:t>Please note that zero value (“0”) in these labels will trigger the same error.</w:t>
            </w:r>
          </w:p>
          <w:p w14:paraId="7208A80E" w14:textId="77777777" w:rsidR="0062686C" w:rsidRPr="00F849C6" w:rsidRDefault="0062686C" w:rsidP="00A61ED4">
            <w:pPr>
              <w:rPr>
                <w:rFonts w:asciiTheme="minorHAnsi" w:hAnsiTheme="minorHAnsi" w:cstheme="minorHAnsi"/>
                <w:b w:val="0"/>
                <w:color w:val="000000"/>
                <w:szCs w:val="22"/>
              </w:rPr>
            </w:pPr>
          </w:p>
          <w:p w14:paraId="51241154" w14:textId="77777777" w:rsidR="0062686C" w:rsidRDefault="0062686C" w:rsidP="00A61ED4">
            <w:pPr>
              <w:rPr>
                <w:rFonts w:asciiTheme="minorHAnsi" w:hAnsiTheme="minorHAnsi" w:cstheme="minorHAnsi"/>
                <w:color w:val="000000"/>
                <w:szCs w:val="22"/>
              </w:rPr>
            </w:pPr>
            <w:r>
              <w:rPr>
                <w:rFonts w:asciiTheme="minorHAnsi" w:hAnsiTheme="minorHAnsi" w:cstheme="minorHAnsi"/>
                <w:color w:val="000000"/>
                <w:szCs w:val="22"/>
              </w:rPr>
              <w:t>Error 1:</w:t>
            </w:r>
          </w:p>
          <w:p w14:paraId="6FB9A119" w14:textId="77777777" w:rsidR="0062686C" w:rsidRPr="00F849C6" w:rsidRDefault="0062686C" w:rsidP="00A61ED4">
            <w:pPr>
              <w:rPr>
                <w:rFonts w:asciiTheme="minorHAnsi" w:hAnsiTheme="minorHAnsi" w:cstheme="minorHAnsi"/>
                <w:b w:val="0"/>
                <w:color w:val="000000"/>
                <w:szCs w:val="22"/>
              </w:rPr>
            </w:pPr>
            <w:r w:rsidRPr="00F849C6">
              <w:rPr>
                <w:rFonts w:asciiTheme="minorHAnsi" w:hAnsiTheme="minorHAnsi" w:cstheme="minorHAnsi"/>
                <w:b w:val="0"/>
                <w:color w:val="000000"/>
                <w:szCs w:val="22"/>
              </w:rPr>
              <w:t>Error code: CMN.ATO.AS.EM060</w:t>
            </w:r>
          </w:p>
          <w:p w14:paraId="3F663744" w14:textId="77777777" w:rsidR="0062686C" w:rsidRPr="00F849C6" w:rsidRDefault="0062686C" w:rsidP="00A61ED4">
            <w:pPr>
              <w:rPr>
                <w:rFonts w:asciiTheme="minorHAnsi" w:hAnsiTheme="minorHAnsi" w:cstheme="minorHAnsi"/>
                <w:b w:val="0"/>
                <w:color w:val="000000"/>
                <w:szCs w:val="22"/>
              </w:rPr>
            </w:pPr>
            <w:r w:rsidRPr="00F849C6">
              <w:rPr>
                <w:rFonts w:asciiTheme="minorHAnsi" w:hAnsiTheme="minorHAnsi" w:cstheme="minorHAnsi"/>
                <w:b w:val="0"/>
                <w:color w:val="000000"/>
                <w:szCs w:val="22"/>
              </w:rPr>
              <w:t>Error Severity: Error</w:t>
            </w:r>
          </w:p>
          <w:p w14:paraId="4F62F6DB" w14:textId="77777777" w:rsidR="0062686C" w:rsidRPr="00F849C6" w:rsidRDefault="0062686C" w:rsidP="00A61ED4">
            <w:pPr>
              <w:rPr>
                <w:rFonts w:asciiTheme="minorHAnsi" w:hAnsiTheme="minorHAnsi" w:cstheme="minorHAnsi"/>
                <w:b w:val="0"/>
                <w:color w:val="000000"/>
                <w:szCs w:val="22"/>
              </w:rPr>
            </w:pPr>
            <w:r w:rsidRPr="00F849C6">
              <w:rPr>
                <w:rFonts w:asciiTheme="minorHAnsi" w:hAnsiTheme="minorHAnsi" w:cstheme="minorHAnsi"/>
                <w:b w:val="0"/>
                <w:color w:val="000000"/>
                <w:szCs w:val="22"/>
              </w:rPr>
              <w:t>Error Message Description: G10 was reported as 10 and will be corrected to 10</w:t>
            </w:r>
          </w:p>
          <w:p w14:paraId="22A51085" w14:textId="77777777" w:rsidR="0062686C" w:rsidRDefault="0062686C" w:rsidP="00A61ED4">
            <w:pPr>
              <w:rPr>
                <w:rFonts w:asciiTheme="minorHAnsi" w:hAnsiTheme="minorHAnsi" w:cstheme="minorHAnsi"/>
                <w:color w:val="000000"/>
                <w:szCs w:val="22"/>
              </w:rPr>
            </w:pPr>
          </w:p>
          <w:p w14:paraId="31777371" w14:textId="77777777" w:rsidR="0062686C" w:rsidRDefault="0062686C" w:rsidP="00A61ED4">
            <w:pPr>
              <w:rPr>
                <w:rFonts w:asciiTheme="minorHAnsi" w:hAnsiTheme="minorHAnsi" w:cstheme="minorHAnsi"/>
                <w:color w:val="000000"/>
                <w:szCs w:val="22"/>
              </w:rPr>
            </w:pPr>
            <w:r>
              <w:rPr>
                <w:rFonts w:asciiTheme="minorHAnsi" w:hAnsiTheme="minorHAnsi" w:cstheme="minorHAnsi"/>
                <w:color w:val="000000"/>
                <w:szCs w:val="22"/>
              </w:rPr>
              <w:t>Error 2:</w:t>
            </w:r>
          </w:p>
          <w:p w14:paraId="4E948792" w14:textId="77777777" w:rsidR="0062686C" w:rsidRPr="00F849C6" w:rsidRDefault="0062686C" w:rsidP="00A61ED4">
            <w:pPr>
              <w:rPr>
                <w:rFonts w:asciiTheme="minorHAnsi" w:hAnsiTheme="minorHAnsi" w:cstheme="minorHAnsi"/>
                <w:b w:val="0"/>
                <w:color w:val="000000"/>
                <w:szCs w:val="22"/>
              </w:rPr>
            </w:pPr>
            <w:r w:rsidRPr="00F849C6">
              <w:rPr>
                <w:rFonts w:asciiTheme="minorHAnsi" w:hAnsiTheme="minorHAnsi" w:cstheme="minorHAnsi"/>
                <w:b w:val="0"/>
                <w:color w:val="000000"/>
                <w:szCs w:val="22"/>
              </w:rPr>
              <w:t>Error code: CMN.ATO.AS.EM060</w:t>
            </w:r>
          </w:p>
          <w:p w14:paraId="3321DDDB" w14:textId="77777777" w:rsidR="0062686C" w:rsidRPr="00F849C6" w:rsidRDefault="0062686C" w:rsidP="00A61ED4">
            <w:pPr>
              <w:rPr>
                <w:rFonts w:asciiTheme="minorHAnsi" w:hAnsiTheme="minorHAnsi" w:cstheme="minorHAnsi"/>
                <w:b w:val="0"/>
                <w:color w:val="000000"/>
                <w:szCs w:val="22"/>
              </w:rPr>
            </w:pPr>
            <w:r w:rsidRPr="00F849C6">
              <w:rPr>
                <w:rFonts w:asciiTheme="minorHAnsi" w:hAnsiTheme="minorHAnsi" w:cstheme="minorHAnsi"/>
                <w:b w:val="0"/>
                <w:color w:val="000000"/>
                <w:szCs w:val="22"/>
              </w:rPr>
              <w:t>Error Severity: Error</w:t>
            </w:r>
          </w:p>
          <w:p w14:paraId="3BE518A3" w14:textId="0FCCCC32" w:rsidR="0062686C" w:rsidRDefault="0062686C" w:rsidP="00A61ED4">
            <w:pPr>
              <w:rPr>
                <w:rFonts w:asciiTheme="minorHAnsi" w:hAnsiTheme="minorHAnsi" w:cstheme="minorHAnsi"/>
                <w:color w:val="000000"/>
                <w:szCs w:val="22"/>
              </w:rPr>
            </w:pPr>
            <w:r w:rsidRPr="00F849C6">
              <w:rPr>
                <w:rFonts w:asciiTheme="minorHAnsi" w:hAnsiTheme="minorHAnsi" w:cstheme="minorHAnsi"/>
                <w:b w:val="0"/>
                <w:color w:val="000000"/>
                <w:szCs w:val="22"/>
              </w:rPr>
              <w:t>Error Message Description: G1</w:t>
            </w:r>
            <w:r>
              <w:rPr>
                <w:rFonts w:asciiTheme="minorHAnsi" w:hAnsiTheme="minorHAnsi" w:cstheme="minorHAnsi"/>
                <w:b w:val="0"/>
                <w:color w:val="000000"/>
                <w:szCs w:val="22"/>
              </w:rPr>
              <w:t>1</w:t>
            </w:r>
            <w:r w:rsidRPr="00F849C6">
              <w:rPr>
                <w:rFonts w:asciiTheme="minorHAnsi" w:hAnsiTheme="minorHAnsi" w:cstheme="minorHAnsi"/>
                <w:b w:val="0"/>
                <w:color w:val="000000"/>
                <w:szCs w:val="22"/>
              </w:rPr>
              <w:t xml:space="preserve"> was reported as </w:t>
            </w:r>
            <w:r>
              <w:rPr>
                <w:rFonts w:asciiTheme="minorHAnsi" w:hAnsiTheme="minorHAnsi" w:cstheme="minorHAnsi"/>
                <w:b w:val="0"/>
                <w:color w:val="000000"/>
                <w:szCs w:val="22"/>
              </w:rPr>
              <w:t>20 and will be corrected to 2</w:t>
            </w:r>
            <w:r w:rsidRPr="00F849C6">
              <w:rPr>
                <w:rFonts w:asciiTheme="minorHAnsi" w:hAnsiTheme="minorHAnsi" w:cstheme="minorHAnsi"/>
                <w:b w:val="0"/>
                <w:color w:val="000000"/>
                <w:szCs w:val="22"/>
              </w:rPr>
              <w:t>0</w:t>
            </w:r>
          </w:p>
        </w:tc>
        <w:tc>
          <w:tcPr>
            <w:tcW w:w="1368" w:type="dxa"/>
            <w:shd w:val="clear" w:color="auto" w:fill="auto"/>
          </w:tcPr>
          <w:p w14:paraId="5EEEEF9E" w14:textId="7C4521E0" w:rsidR="0062686C" w:rsidRDefault="0062686C"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lastRenderedPageBreak/>
              <w:t>AS</w:t>
            </w:r>
            <w:r w:rsidRPr="00AF592A">
              <w:rPr>
                <w:rFonts w:asciiTheme="minorHAnsi" w:hAnsiTheme="minorHAnsi" w:cstheme="minorHAnsi"/>
                <w:color w:val="000000"/>
                <w:szCs w:val="22"/>
              </w:rPr>
              <w:t>.0001</w:t>
            </w:r>
            <w:r>
              <w:rPr>
                <w:rFonts w:asciiTheme="minorHAnsi" w:hAnsiTheme="minorHAnsi" w:cstheme="minorHAnsi"/>
                <w:color w:val="000000"/>
                <w:szCs w:val="22"/>
              </w:rPr>
              <w:t xml:space="preserve"> 2009 prelodge/lodge</w:t>
            </w:r>
          </w:p>
        </w:tc>
        <w:tc>
          <w:tcPr>
            <w:tcW w:w="1276" w:type="dxa"/>
            <w:shd w:val="clear" w:color="auto" w:fill="auto"/>
          </w:tcPr>
          <w:p w14:paraId="0F6B6867" w14:textId="03319879" w:rsidR="0062686C" w:rsidRPr="00AF592A" w:rsidRDefault="0062686C"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AF592A">
              <w:rPr>
                <w:rFonts w:asciiTheme="minorHAnsi" w:hAnsiTheme="minorHAnsi" w:cstheme="minorHAnsi"/>
                <w:color w:val="000000"/>
                <w:szCs w:val="22"/>
              </w:rPr>
              <w:t>N/A</w:t>
            </w:r>
          </w:p>
        </w:tc>
        <w:tc>
          <w:tcPr>
            <w:tcW w:w="1892" w:type="dxa"/>
            <w:shd w:val="clear" w:color="auto" w:fill="auto"/>
          </w:tcPr>
          <w:p w14:paraId="2690EF64" w14:textId="20B30472" w:rsidR="0062686C" w:rsidRDefault="0062686C" w:rsidP="00204DAF">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1515</w:t>
            </w:r>
          </w:p>
        </w:tc>
        <w:tc>
          <w:tcPr>
            <w:tcW w:w="4394" w:type="dxa"/>
            <w:shd w:val="clear" w:color="auto" w:fill="auto"/>
          </w:tcPr>
          <w:p w14:paraId="0EBE3C85"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We are currently working on a solution to provide a more meaningful error message description that can help rectify the issue.</w:t>
            </w:r>
          </w:p>
          <w:p w14:paraId="33248027"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p>
          <w:p w14:paraId="1A5516BC"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AF592A">
              <w:rPr>
                <w:rFonts w:asciiTheme="minorHAnsi" w:hAnsiTheme="minorHAnsi" w:cstheme="minorHAnsi"/>
                <w:color w:val="000000"/>
                <w:szCs w:val="22"/>
              </w:rPr>
              <w:t xml:space="preserve"> </w:t>
            </w:r>
            <w:r>
              <w:rPr>
                <w:rFonts w:asciiTheme="minorHAnsi" w:hAnsiTheme="minorHAnsi" w:cstheme="minorHAnsi"/>
                <w:color w:val="000000"/>
                <w:szCs w:val="22"/>
              </w:rPr>
              <w:t xml:space="preserve">In the meantime if this error is encountered please do not provide the relevant GST labels. Entering zero value will still trigger this error.  </w:t>
            </w:r>
          </w:p>
          <w:p w14:paraId="4D55F779"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p>
          <w:p w14:paraId="7603BA3D"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For simpler BAS, only label G1 is required. </w:t>
            </w:r>
            <w:r>
              <w:rPr>
                <w:rFonts w:asciiTheme="minorHAnsi" w:hAnsiTheme="minorHAnsi" w:cstheme="minorHAnsi"/>
                <w:color w:val="000000"/>
                <w:szCs w:val="22"/>
              </w:rPr>
              <w:lastRenderedPageBreak/>
              <w:t xml:space="preserve">Other GST labels G2, G3, G10 and G11 are not required. </w:t>
            </w:r>
          </w:p>
          <w:p w14:paraId="080CBBD6" w14:textId="77777777" w:rsidR="0062686C" w:rsidRDefault="0062686C" w:rsidP="00A61ED4">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p>
          <w:p w14:paraId="5FF8FAF2" w14:textId="77777777" w:rsidR="0062686C" w:rsidRDefault="0062686C"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It is also advised that the prefill service be a prerequisite to the prelodge/lodge service as the GST reporting option can no longer be determined by the AS prelodge/ lodge service. </w:t>
            </w:r>
          </w:p>
          <w:p w14:paraId="6DBFED21" w14:textId="77777777" w:rsidR="00FE1EB7" w:rsidRDefault="00FE1EB7"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p>
          <w:p w14:paraId="7B7801C6" w14:textId="77777777" w:rsidR="00FE1EB7" w:rsidRDefault="00FE1EB7"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FE1EB7">
              <w:rPr>
                <w:rFonts w:asciiTheme="minorHAnsi" w:hAnsiTheme="minorHAnsi" w:cstheme="minorHAnsi"/>
                <w:b/>
                <w:color w:val="000000"/>
                <w:szCs w:val="22"/>
              </w:rPr>
              <w:t xml:space="preserve">Update:  </w:t>
            </w:r>
            <w:r>
              <w:rPr>
                <w:rFonts w:asciiTheme="minorHAnsi" w:hAnsiTheme="minorHAnsi" w:cstheme="minorHAnsi"/>
                <w:color w:val="000000"/>
                <w:szCs w:val="22"/>
              </w:rPr>
              <w:t>The new error code replacing CMN.ATO.AS.EM060 is CMN.ATO.AS.EM200 with error message description “</w:t>
            </w:r>
            <w:r w:rsidRPr="00FE1EB7">
              <w:rPr>
                <w:rFonts w:asciiTheme="minorHAnsi" w:hAnsiTheme="minorHAnsi" w:cstheme="minorHAnsi"/>
                <w:color w:val="000000"/>
                <w:szCs w:val="22"/>
              </w:rPr>
              <w:t>For simpler BAS lodgment labels G2 or G3 or G10 or G11 must not be provided.</w:t>
            </w:r>
            <w:r>
              <w:rPr>
                <w:rFonts w:asciiTheme="minorHAnsi" w:hAnsiTheme="minorHAnsi" w:cstheme="minorHAnsi"/>
                <w:color w:val="000000"/>
                <w:szCs w:val="22"/>
              </w:rPr>
              <w:t>”</w:t>
            </w:r>
          </w:p>
          <w:p w14:paraId="1607E66F" w14:textId="77777777" w:rsidR="00FE1EB7" w:rsidRDefault="00FE1EB7"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p>
          <w:p w14:paraId="213C9D1B" w14:textId="0E252D29" w:rsidR="00FE1EB7" w:rsidRDefault="00FE1EB7" w:rsidP="006A28AC">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Please note that this error is a ATO backend processing error and will be triggered when the reporting option for the client is simpler BAS and full reporting labels G2</w:t>
            </w:r>
            <w:proofErr w:type="gramStart"/>
            <w:r>
              <w:rPr>
                <w:rFonts w:asciiTheme="minorHAnsi" w:hAnsiTheme="minorHAnsi" w:cstheme="minorHAnsi"/>
                <w:color w:val="000000"/>
                <w:szCs w:val="22"/>
              </w:rPr>
              <w:t>,G3,G10</w:t>
            </w:r>
            <w:proofErr w:type="gramEnd"/>
            <w:r>
              <w:rPr>
                <w:rFonts w:asciiTheme="minorHAnsi" w:hAnsiTheme="minorHAnsi" w:cstheme="minorHAnsi"/>
                <w:color w:val="000000"/>
                <w:szCs w:val="22"/>
              </w:rPr>
              <w:t xml:space="preserve"> or G11 are provided. It is advised to use the prefill service which would return the applicable GST labels and these labels </w:t>
            </w:r>
            <w:r w:rsidR="006A28AC">
              <w:rPr>
                <w:rFonts w:asciiTheme="minorHAnsi" w:hAnsiTheme="minorHAnsi" w:cstheme="minorHAnsi"/>
                <w:color w:val="000000"/>
                <w:szCs w:val="22"/>
              </w:rPr>
              <w:t>should be provided</w:t>
            </w:r>
            <w:r>
              <w:rPr>
                <w:rFonts w:asciiTheme="minorHAnsi" w:hAnsiTheme="minorHAnsi" w:cstheme="minorHAnsi"/>
                <w:color w:val="000000"/>
                <w:szCs w:val="22"/>
              </w:rPr>
              <w:t xml:space="preserve"> in the prelodge/lodge requests. </w:t>
            </w:r>
          </w:p>
        </w:tc>
        <w:tc>
          <w:tcPr>
            <w:tcW w:w="1629" w:type="dxa"/>
            <w:shd w:val="clear" w:color="auto" w:fill="auto"/>
          </w:tcPr>
          <w:p w14:paraId="2D63DD1E" w14:textId="526AA2EB" w:rsidR="0062686C" w:rsidRDefault="00FE1EB7" w:rsidP="00204DAF">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lastRenderedPageBreak/>
              <w:t>23</w:t>
            </w:r>
            <w:r w:rsidRPr="00FE1EB7">
              <w:rPr>
                <w:rFonts w:asciiTheme="minorHAnsi" w:hAnsiTheme="minorHAnsi" w:cstheme="minorHAnsi"/>
                <w:color w:val="000000"/>
                <w:szCs w:val="22"/>
                <w:vertAlign w:val="superscript"/>
              </w:rPr>
              <w:t>rd</w:t>
            </w:r>
            <w:r>
              <w:rPr>
                <w:rFonts w:asciiTheme="minorHAnsi" w:hAnsiTheme="minorHAnsi" w:cstheme="minorHAnsi"/>
                <w:color w:val="000000"/>
                <w:szCs w:val="22"/>
              </w:rPr>
              <w:t xml:space="preserve"> </w:t>
            </w:r>
            <w:r w:rsidR="00B05F7D">
              <w:rPr>
                <w:rFonts w:asciiTheme="minorHAnsi" w:hAnsiTheme="minorHAnsi" w:cstheme="minorHAnsi"/>
                <w:color w:val="000000"/>
                <w:szCs w:val="22"/>
              </w:rPr>
              <w:t>July 2017</w:t>
            </w:r>
            <w:r>
              <w:rPr>
                <w:rFonts w:asciiTheme="minorHAnsi" w:hAnsiTheme="minorHAnsi" w:cstheme="minorHAnsi"/>
                <w:color w:val="000000"/>
                <w:szCs w:val="22"/>
              </w:rPr>
              <w:t xml:space="preserve"> (PROD)</w:t>
            </w:r>
          </w:p>
        </w:tc>
      </w:tr>
    </w:tbl>
    <w:p w14:paraId="3BA19F70" w14:textId="714E5849" w:rsidR="00EB6F1A" w:rsidRDefault="00EB6F1A" w:rsidP="002E11A1">
      <w:pPr>
        <w:pStyle w:val="Maintext"/>
        <w:jc w:val="both"/>
      </w:pPr>
    </w:p>
    <w:p w14:paraId="2450A6F4" w14:textId="77777777" w:rsidR="00657711" w:rsidRDefault="00657711" w:rsidP="002E11A1">
      <w:pPr>
        <w:pStyle w:val="Maintext"/>
        <w:jc w:val="both"/>
        <w:sectPr w:rsidR="00657711" w:rsidSect="0062686C">
          <w:headerReference w:type="default" r:id="rId23"/>
          <w:footerReference w:type="default" r:id="rId24"/>
          <w:pgSz w:w="16838" w:h="11906" w:orient="landscape" w:code="9"/>
          <w:pgMar w:top="1304" w:right="1418" w:bottom="1466" w:left="1202" w:header="425" w:footer="680" w:gutter="0"/>
          <w:cols w:space="708"/>
          <w:formProt w:val="0"/>
          <w:docGrid w:linePitch="360"/>
        </w:sectPr>
      </w:pPr>
    </w:p>
    <w:p w14:paraId="057D3C67" w14:textId="77777777" w:rsidR="008830AC" w:rsidRDefault="008830AC" w:rsidP="008830AC">
      <w:pPr>
        <w:pStyle w:val="Head1"/>
        <w:numPr>
          <w:ilvl w:val="0"/>
          <w:numId w:val="0"/>
        </w:numPr>
        <w:jc w:val="both"/>
        <w:rPr>
          <w:color w:val="1F497D"/>
        </w:rPr>
      </w:pPr>
      <w:bookmarkStart w:id="131" w:name="_Toc461009503"/>
      <w:bookmarkStart w:id="132" w:name="_Toc490826258"/>
      <w:r>
        <w:rPr>
          <w:color w:val="1F497D"/>
        </w:rPr>
        <w:lastRenderedPageBreak/>
        <w:t>Appendix A – Prior Version History</w:t>
      </w:r>
      <w:bookmarkEnd w:id="131"/>
      <w:bookmarkEnd w:id="132"/>
    </w:p>
    <w:p w14:paraId="3082F7D0" w14:textId="77777777" w:rsidR="008830AC" w:rsidRDefault="008830AC" w:rsidP="008830AC">
      <w:pPr>
        <w:pStyle w:val="Maintext"/>
      </w:pPr>
    </w:p>
    <w:tbl>
      <w:tblPr>
        <w:tblW w:w="924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00"/>
        <w:gridCol w:w="1764"/>
        <w:gridCol w:w="6379"/>
      </w:tblGrid>
      <w:tr w:rsidR="00846B2A" w:rsidRPr="009B06E0" w14:paraId="547C1976" w14:textId="77777777" w:rsidTr="005F38F3">
        <w:trPr>
          <w:tblHeader/>
        </w:trPr>
        <w:tc>
          <w:tcPr>
            <w:tcW w:w="1100" w:type="dxa"/>
            <w:tcBorders>
              <w:top w:val="single" w:sz="4" w:space="0" w:color="auto"/>
              <w:bottom w:val="single" w:sz="6" w:space="0" w:color="auto"/>
            </w:tcBorders>
            <w:shd w:val="clear" w:color="auto" w:fill="C6D9F1"/>
          </w:tcPr>
          <w:p w14:paraId="424049CB" w14:textId="77777777" w:rsidR="00846B2A" w:rsidRPr="009B06E0" w:rsidRDefault="00846B2A" w:rsidP="00536D47">
            <w:pPr>
              <w:pStyle w:val="VersionHead"/>
              <w:spacing w:before="120" w:after="120"/>
            </w:pPr>
            <w:r w:rsidRPr="009B06E0">
              <w:t>Version</w:t>
            </w:r>
          </w:p>
        </w:tc>
        <w:tc>
          <w:tcPr>
            <w:tcW w:w="1764" w:type="dxa"/>
            <w:tcBorders>
              <w:top w:val="single" w:sz="4" w:space="0" w:color="auto"/>
              <w:bottom w:val="single" w:sz="6" w:space="0" w:color="auto"/>
            </w:tcBorders>
            <w:shd w:val="clear" w:color="auto" w:fill="C6D9F1"/>
          </w:tcPr>
          <w:p w14:paraId="375BD0E1" w14:textId="77777777" w:rsidR="00846B2A" w:rsidRPr="009B06E0" w:rsidRDefault="00846B2A" w:rsidP="00536D47">
            <w:pPr>
              <w:pStyle w:val="VersionHead"/>
              <w:spacing w:before="120" w:after="120"/>
            </w:pPr>
            <w:r w:rsidRPr="009B06E0">
              <w:t>Release date</w:t>
            </w:r>
          </w:p>
        </w:tc>
        <w:tc>
          <w:tcPr>
            <w:tcW w:w="6379" w:type="dxa"/>
            <w:tcBorders>
              <w:top w:val="single" w:sz="4" w:space="0" w:color="auto"/>
              <w:bottom w:val="single" w:sz="6" w:space="0" w:color="auto"/>
            </w:tcBorders>
            <w:shd w:val="clear" w:color="auto" w:fill="C6D9F1"/>
          </w:tcPr>
          <w:p w14:paraId="5869234D" w14:textId="77777777" w:rsidR="00846B2A" w:rsidRPr="009B06E0" w:rsidRDefault="00846B2A" w:rsidP="00536D47">
            <w:pPr>
              <w:pStyle w:val="VersionHead"/>
              <w:spacing w:before="120" w:after="120"/>
            </w:pPr>
            <w:r w:rsidRPr="009B06E0">
              <w:t>Description of changes</w:t>
            </w:r>
          </w:p>
        </w:tc>
      </w:tr>
      <w:tr w:rsidR="00202A87" w:rsidRPr="009B06E0" w14:paraId="054A67DB" w14:textId="77777777" w:rsidTr="005F38F3">
        <w:tc>
          <w:tcPr>
            <w:tcW w:w="1100" w:type="dxa"/>
            <w:tcBorders>
              <w:top w:val="single" w:sz="6" w:space="0" w:color="auto"/>
              <w:bottom w:val="single" w:sz="6" w:space="0" w:color="auto"/>
            </w:tcBorders>
          </w:tcPr>
          <w:p w14:paraId="37E9B190" w14:textId="54AAEFF9" w:rsidR="00202A87" w:rsidRPr="00B25B1F" w:rsidRDefault="00202A87" w:rsidP="00536D47">
            <w:pPr>
              <w:pStyle w:val="Version2"/>
              <w:spacing w:before="120" w:after="120"/>
            </w:pPr>
            <w:r>
              <w:t>1.9</w:t>
            </w:r>
          </w:p>
        </w:tc>
        <w:tc>
          <w:tcPr>
            <w:tcW w:w="1764" w:type="dxa"/>
            <w:tcBorders>
              <w:top w:val="single" w:sz="6" w:space="0" w:color="auto"/>
              <w:bottom w:val="single" w:sz="6" w:space="0" w:color="auto"/>
            </w:tcBorders>
          </w:tcPr>
          <w:p w14:paraId="1B4DB828" w14:textId="3BDA870C" w:rsidR="00202A87" w:rsidRDefault="00202A87" w:rsidP="00536D47">
            <w:pPr>
              <w:pStyle w:val="Version2"/>
              <w:spacing w:before="120" w:after="120"/>
            </w:pPr>
            <w:r>
              <w:t>13/07/2017</w:t>
            </w:r>
          </w:p>
        </w:tc>
        <w:tc>
          <w:tcPr>
            <w:tcW w:w="6379" w:type="dxa"/>
            <w:tcBorders>
              <w:top w:val="single" w:sz="6" w:space="0" w:color="auto"/>
              <w:bottom w:val="single" w:sz="6" w:space="0" w:color="auto"/>
            </w:tcBorders>
          </w:tcPr>
          <w:p w14:paraId="497BA343" w14:textId="77777777" w:rsidR="00202A87" w:rsidRDefault="00202A87" w:rsidP="009F7D19">
            <w:pPr>
              <w:pStyle w:val="Version2"/>
              <w:spacing w:before="120" w:after="120"/>
              <w:ind w:left="0"/>
            </w:pPr>
            <w:r>
              <w:t xml:space="preserve">This document has been updated for the July 2017 Release. </w:t>
            </w:r>
          </w:p>
          <w:p w14:paraId="27331B41" w14:textId="77777777" w:rsidR="00202A87" w:rsidRDefault="00202A87" w:rsidP="009F7D19">
            <w:pPr>
              <w:pStyle w:val="Version2"/>
              <w:spacing w:before="120" w:after="120"/>
              <w:ind w:left="0"/>
              <w:rPr>
                <w:b/>
                <w:color w:val="1F497D"/>
              </w:rPr>
            </w:pPr>
            <w:r w:rsidRPr="005F38F3">
              <w:rPr>
                <w:b/>
                <w:color w:val="1F497D"/>
              </w:rPr>
              <w:t>Section 2 Package contents</w:t>
            </w:r>
          </w:p>
          <w:p w14:paraId="6EA96540" w14:textId="77777777" w:rsidR="00202A87" w:rsidRDefault="00202A87" w:rsidP="009F7D19">
            <w:pPr>
              <w:pStyle w:val="Version2"/>
              <w:spacing w:before="120" w:after="120"/>
              <w:ind w:left="0"/>
            </w:pPr>
            <w:r w:rsidRPr="00995145">
              <w:t xml:space="preserve">No change from </w:t>
            </w:r>
            <w:r>
              <w:t>prior publication.</w:t>
            </w:r>
          </w:p>
          <w:p w14:paraId="199F03B4" w14:textId="77777777" w:rsidR="00202A87" w:rsidRDefault="00202A87" w:rsidP="009F7D19">
            <w:pPr>
              <w:pStyle w:val="Version2"/>
              <w:spacing w:before="120" w:after="120"/>
              <w:ind w:left="0"/>
              <w:rPr>
                <w:b/>
                <w:color w:val="1F497D"/>
              </w:rPr>
            </w:pPr>
            <w:r w:rsidRPr="005F38F3">
              <w:rPr>
                <w:b/>
                <w:color w:val="1F497D"/>
              </w:rPr>
              <w:t>Section 3 Schematron changes</w:t>
            </w:r>
          </w:p>
          <w:p w14:paraId="045DD8B3" w14:textId="77777777" w:rsidR="00202A87" w:rsidRPr="00995145" w:rsidRDefault="00202A87" w:rsidP="009F7D19">
            <w:pPr>
              <w:pStyle w:val="Version2"/>
              <w:spacing w:before="120" w:after="120"/>
              <w:ind w:left="0"/>
            </w:pPr>
            <w:r>
              <w:t>No change from prior publication</w:t>
            </w:r>
          </w:p>
          <w:p w14:paraId="362739C9" w14:textId="77777777" w:rsidR="00202A87" w:rsidRDefault="00202A87" w:rsidP="009F7D19">
            <w:pPr>
              <w:pStyle w:val="Version2"/>
              <w:spacing w:before="0" w:after="0"/>
              <w:ind w:left="0"/>
              <w:contextualSpacing/>
              <w:rPr>
                <w:b/>
                <w:color w:val="1F497D"/>
              </w:rPr>
            </w:pPr>
            <w:r>
              <w:rPr>
                <w:b/>
                <w:color w:val="1F497D"/>
              </w:rPr>
              <w:t>S</w:t>
            </w:r>
            <w:r w:rsidRPr="00995145">
              <w:rPr>
                <w:b/>
                <w:color w:val="1F497D"/>
              </w:rPr>
              <w:t>ection 4 Known issues and future changes</w:t>
            </w:r>
          </w:p>
          <w:p w14:paraId="485523C7" w14:textId="1AFE33DE" w:rsidR="00202A87" w:rsidRPr="00B25B1F" w:rsidRDefault="00202A87" w:rsidP="00202A87">
            <w:pPr>
              <w:pStyle w:val="Version2"/>
              <w:spacing w:before="120" w:after="120"/>
              <w:ind w:left="0"/>
            </w:pPr>
            <w:r w:rsidRPr="00995145">
              <w:t xml:space="preserve">Included new issue regarding </w:t>
            </w:r>
            <w:r>
              <w:t>CMN.ATO.AS.</w:t>
            </w:r>
            <w:r w:rsidRPr="00995145">
              <w:t>EM060 error message</w:t>
            </w:r>
          </w:p>
        </w:tc>
      </w:tr>
      <w:tr w:rsidR="00202A87" w:rsidRPr="009B06E0" w14:paraId="787E5C5D" w14:textId="77777777" w:rsidTr="005F38F3">
        <w:tc>
          <w:tcPr>
            <w:tcW w:w="1100" w:type="dxa"/>
            <w:tcBorders>
              <w:top w:val="single" w:sz="6" w:space="0" w:color="auto"/>
              <w:bottom w:val="single" w:sz="6" w:space="0" w:color="auto"/>
            </w:tcBorders>
          </w:tcPr>
          <w:p w14:paraId="3D2B2281" w14:textId="168C84A0" w:rsidR="00202A87" w:rsidRDefault="00202A87" w:rsidP="00536D47">
            <w:pPr>
              <w:pStyle w:val="Version2"/>
              <w:spacing w:before="120" w:after="120"/>
            </w:pPr>
            <w:r>
              <w:t>1.8</w:t>
            </w:r>
          </w:p>
        </w:tc>
        <w:tc>
          <w:tcPr>
            <w:tcW w:w="1764" w:type="dxa"/>
            <w:tcBorders>
              <w:top w:val="single" w:sz="6" w:space="0" w:color="auto"/>
              <w:bottom w:val="single" w:sz="6" w:space="0" w:color="auto"/>
            </w:tcBorders>
          </w:tcPr>
          <w:p w14:paraId="3AD77825" w14:textId="27C8AB32" w:rsidR="00202A87" w:rsidRDefault="00202A87" w:rsidP="00536D47">
            <w:pPr>
              <w:pStyle w:val="Version2"/>
              <w:spacing w:before="120" w:after="120"/>
            </w:pPr>
            <w:r>
              <w:t>16/03/2017</w:t>
            </w:r>
          </w:p>
        </w:tc>
        <w:tc>
          <w:tcPr>
            <w:tcW w:w="6379" w:type="dxa"/>
            <w:tcBorders>
              <w:top w:val="single" w:sz="6" w:space="0" w:color="auto"/>
              <w:bottom w:val="single" w:sz="6" w:space="0" w:color="auto"/>
            </w:tcBorders>
          </w:tcPr>
          <w:p w14:paraId="585C5210" w14:textId="77777777" w:rsidR="00202A87" w:rsidRDefault="00202A87" w:rsidP="00A61ED4">
            <w:pPr>
              <w:pStyle w:val="Version2"/>
              <w:spacing w:before="120" w:after="120"/>
              <w:ind w:left="0"/>
            </w:pPr>
            <w:r>
              <w:t xml:space="preserve">This document has been updated for the March 2017 EVTE Release. </w:t>
            </w:r>
          </w:p>
          <w:p w14:paraId="68C512CA" w14:textId="77777777" w:rsidR="00202A87" w:rsidRPr="001C209B" w:rsidRDefault="00202A87" w:rsidP="00A61ED4">
            <w:pPr>
              <w:pStyle w:val="Version2"/>
              <w:spacing w:before="120" w:after="120"/>
              <w:ind w:left="0"/>
            </w:pPr>
            <w:r w:rsidRPr="005F38F3">
              <w:rPr>
                <w:b/>
                <w:color w:val="1F497D"/>
              </w:rPr>
              <w:t>Section 2 Package contents</w:t>
            </w:r>
          </w:p>
          <w:p w14:paraId="6B6ECD8F" w14:textId="77777777" w:rsidR="00202A87" w:rsidRPr="005F38F3" w:rsidRDefault="00202A87" w:rsidP="00A61ED4">
            <w:pPr>
              <w:pStyle w:val="Version2"/>
              <w:spacing w:before="120" w:after="120"/>
              <w:ind w:left="0"/>
            </w:pPr>
            <w:r w:rsidRPr="005F38F3">
              <w:t xml:space="preserve">The following artefacts were updated with </w:t>
            </w:r>
            <w:r w:rsidRPr="005F38F3">
              <w:rPr>
                <w:b/>
              </w:rPr>
              <w:t>functional changes</w:t>
            </w:r>
            <w:r w:rsidRPr="005F38F3">
              <w:t>:</w:t>
            </w:r>
          </w:p>
          <w:p w14:paraId="14D0E2A9" w14:textId="77777777" w:rsidR="00202A87" w:rsidRDefault="00202A87" w:rsidP="00A61ED4">
            <w:pPr>
              <w:pStyle w:val="Version2"/>
              <w:numPr>
                <w:ilvl w:val="0"/>
                <w:numId w:val="29"/>
              </w:numPr>
              <w:rPr>
                <w:b/>
                <w:color w:val="365F91"/>
                <w:sz w:val="20"/>
                <w:szCs w:val="20"/>
              </w:rPr>
            </w:pPr>
            <w:r w:rsidRPr="005D0E86">
              <w:rPr>
                <w:b/>
                <w:color w:val="365F91"/>
                <w:sz w:val="20"/>
                <w:szCs w:val="20"/>
              </w:rPr>
              <w:t xml:space="preserve">ATO AS.0001 2009 Validation Rules.xlsx </w:t>
            </w:r>
          </w:p>
          <w:p w14:paraId="2C941CAD" w14:textId="77777777" w:rsidR="00202A87" w:rsidRDefault="00202A87" w:rsidP="00A61ED4">
            <w:pPr>
              <w:pStyle w:val="Version2"/>
              <w:numPr>
                <w:ilvl w:val="0"/>
                <w:numId w:val="29"/>
              </w:numPr>
              <w:rPr>
                <w:b/>
                <w:color w:val="365F91"/>
                <w:sz w:val="20"/>
                <w:szCs w:val="20"/>
              </w:rPr>
            </w:pPr>
            <w:r w:rsidRPr="001C209B">
              <w:rPr>
                <w:b/>
                <w:color w:val="365F91"/>
                <w:sz w:val="20"/>
                <w:szCs w:val="20"/>
              </w:rPr>
              <w:t>ATO AS.0001 2009 Schematron – Core Services.zip</w:t>
            </w:r>
            <w:r w:rsidRPr="005F38F3">
              <w:rPr>
                <w:b/>
                <w:color w:val="365F91"/>
                <w:sz w:val="20"/>
                <w:szCs w:val="20"/>
              </w:rPr>
              <w:t xml:space="preserve"> </w:t>
            </w:r>
          </w:p>
          <w:p w14:paraId="491CE3ED" w14:textId="77777777" w:rsidR="00202A87" w:rsidRDefault="00202A87" w:rsidP="00A61ED4">
            <w:pPr>
              <w:pStyle w:val="Version2"/>
              <w:numPr>
                <w:ilvl w:val="0"/>
                <w:numId w:val="29"/>
              </w:numPr>
              <w:rPr>
                <w:b/>
                <w:color w:val="365F91"/>
                <w:sz w:val="20"/>
                <w:szCs w:val="20"/>
              </w:rPr>
            </w:pPr>
            <w:r w:rsidRPr="005F38F3">
              <w:rPr>
                <w:b/>
                <w:color w:val="365F91"/>
                <w:sz w:val="20"/>
                <w:szCs w:val="20"/>
              </w:rPr>
              <w:t xml:space="preserve">ATO AS.0001 2009 Schematron – ebms3.zip </w:t>
            </w:r>
          </w:p>
          <w:p w14:paraId="7460D515" w14:textId="77777777" w:rsidR="00202A87" w:rsidRPr="001C209B" w:rsidRDefault="00202A87" w:rsidP="00A61ED4">
            <w:pPr>
              <w:pStyle w:val="Version2"/>
              <w:spacing w:before="120" w:after="120"/>
              <w:ind w:left="0"/>
              <w:rPr>
                <w:b/>
              </w:rPr>
            </w:pPr>
            <w:r w:rsidRPr="001C209B">
              <w:t>Simpler BAS changes included in the</w:t>
            </w:r>
            <w:r>
              <w:rPr>
                <w:b/>
              </w:rPr>
              <w:t xml:space="preserve"> </w:t>
            </w:r>
            <w:r>
              <w:t>ATO AS.0001 2009 Validation Rules.xlsx</w:t>
            </w:r>
          </w:p>
          <w:p w14:paraId="41DB8C9A" w14:textId="77777777" w:rsidR="00202A87" w:rsidRPr="001C209B" w:rsidRDefault="00202A87" w:rsidP="00A61ED4">
            <w:pPr>
              <w:pStyle w:val="Version2"/>
            </w:pPr>
            <w:r w:rsidRPr="001C209B">
              <w:t>Agency rule - "G10 or G11 must be completed as an amount has been entered at 1B" error code CMN.ATO.AS.EM091 has been deleted for all reporting periods (pre and post 1 July 2017).</w:t>
            </w:r>
          </w:p>
          <w:p w14:paraId="1EADC118" w14:textId="77777777" w:rsidR="00202A87" w:rsidRPr="001C209B" w:rsidRDefault="00202A87" w:rsidP="00A61ED4">
            <w:pPr>
              <w:pStyle w:val="Version2"/>
            </w:pPr>
            <w:r w:rsidRPr="001C209B">
              <w:t>Validation Rule ID VR.ATO.AS.000198 (1A - GST on sales or GST instalment must equal G9 - GST on Sales (Total sales subject to GST after adjustments divided by eleven) when provided) has been deleted.</w:t>
            </w:r>
          </w:p>
          <w:p w14:paraId="0AD584B2" w14:textId="77777777" w:rsidR="00202A87" w:rsidRDefault="00202A87" w:rsidP="00A61ED4">
            <w:pPr>
              <w:pStyle w:val="Version2"/>
              <w:spacing w:before="120" w:after="120"/>
              <w:ind w:left="0"/>
              <w:rPr>
                <w:b/>
                <w:color w:val="1F497D"/>
              </w:rPr>
            </w:pPr>
            <w:r w:rsidRPr="005F38F3">
              <w:rPr>
                <w:b/>
                <w:color w:val="1F497D"/>
              </w:rPr>
              <w:t>Section 3 Schematron changes</w:t>
            </w:r>
          </w:p>
          <w:p w14:paraId="3C506560" w14:textId="77777777" w:rsidR="00202A87" w:rsidRDefault="00202A87" w:rsidP="00A61ED4">
            <w:pPr>
              <w:pStyle w:val="Version2"/>
              <w:spacing w:before="120" w:after="120"/>
            </w:pPr>
            <w:r w:rsidRPr="005F38F3">
              <w:t xml:space="preserve">An overview of the changes that are included in the latest ATO AS 2009 Schematron.zip. </w:t>
            </w:r>
          </w:p>
          <w:p w14:paraId="734DDD01" w14:textId="77777777" w:rsidR="00202A87" w:rsidRDefault="00202A87" w:rsidP="00A61ED4">
            <w:pPr>
              <w:pStyle w:val="Version2"/>
              <w:spacing w:before="120" w:after="120"/>
              <w:rPr>
                <w:rFonts w:ascii="Calibri" w:hAnsi="Calibri" w:cs="Calibri"/>
                <w:b/>
                <w:color w:val="1F497D"/>
                <w:szCs w:val="24"/>
              </w:rPr>
            </w:pPr>
            <w:r w:rsidRPr="00E46B89">
              <w:rPr>
                <w:rFonts w:ascii="Calibri" w:hAnsi="Calibri" w:cs="Calibri"/>
                <w:b/>
                <w:color w:val="1F497D"/>
                <w:szCs w:val="24"/>
              </w:rPr>
              <w:t>Section 3.1 Technical Changes</w:t>
            </w:r>
          </w:p>
          <w:p w14:paraId="0D2453FF" w14:textId="77777777" w:rsidR="00202A87" w:rsidRPr="00144663" w:rsidRDefault="00202A87" w:rsidP="00A61ED4">
            <w:pPr>
              <w:pStyle w:val="Version2"/>
              <w:spacing w:before="120" w:after="120"/>
              <w:ind w:left="0"/>
              <w:rPr>
                <w:b/>
              </w:rPr>
            </w:pPr>
            <w:r w:rsidRPr="00144663">
              <w:rPr>
                <w:b/>
              </w:rPr>
              <w:t>Modification:</w:t>
            </w:r>
          </w:p>
          <w:p w14:paraId="45B70F04" w14:textId="77777777" w:rsidR="00202A87" w:rsidRPr="00EF69D3" w:rsidRDefault="00202A87" w:rsidP="00A61ED4">
            <w:pPr>
              <w:pStyle w:val="Version2"/>
              <w:numPr>
                <w:ilvl w:val="0"/>
                <w:numId w:val="41"/>
              </w:numPr>
              <w:spacing w:before="120" w:after="120"/>
              <w:rPr>
                <w:rFonts w:asciiTheme="minorHAnsi" w:hAnsiTheme="minorHAnsi" w:cstheme="minorHAnsi"/>
                <w:b/>
                <w:color w:val="365F91"/>
                <w:sz w:val="20"/>
                <w:szCs w:val="20"/>
              </w:rPr>
            </w:pPr>
            <w:r w:rsidRPr="00EF69D3">
              <w:rPr>
                <w:rFonts w:asciiTheme="minorHAnsi" w:hAnsiTheme="minorHAnsi" w:cstheme="minorHAnsi"/>
                <w:b/>
                <w:color w:val="365F91"/>
                <w:sz w:val="20"/>
                <w:szCs w:val="20"/>
              </w:rPr>
              <w:t>VR.ATO.AS.000096</w:t>
            </w:r>
          </w:p>
          <w:p w14:paraId="1AC7DAD5" w14:textId="77777777" w:rsidR="00202A87" w:rsidRPr="00144663" w:rsidRDefault="00202A87" w:rsidP="00A61ED4">
            <w:pPr>
              <w:pStyle w:val="Version2"/>
              <w:ind w:left="752"/>
              <w:rPr>
                <w:rFonts w:ascii="Calibri" w:hAnsi="Calibri" w:cs="Calibri"/>
                <w:b/>
                <w:sz w:val="20"/>
                <w:szCs w:val="20"/>
              </w:rPr>
            </w:pPr>
            <w:r w:rsidRPr="00144663">
              <w:rPr>
                <w:rFonts w:ascii="Calibri" w:hAnsi="Calibri" w:cs="Calibri"/>
                <w:b/>
                <w:sz w:val="20"/>
                <w:szCs w:val="20"/>
              </w:rPr>
              <w:t>From:</w:t>
            </w:r>
          </w:p>
          <w:p w14:paraId="0022D0B6"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t>IF ((RP.GST &lt;&gt;NULLORBLANK) AND ((RP.GST:rvctc3.xx.xx:GoodsAndServicesTax.SelectedReportingOption.Code) = NULLORBLANK))</w:t>
            </w:r>
          </w:p>
          <w:p w14:paraId="52AD737D"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t>RETURN VALIDATION MESSAGE</w:t>
            </w:r>
          </w:p>
          <w:p w14:paraId="6334640B"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t>ENDIF</w:t>
            </w:r>
          </w:p>
          <w:p w14:paraId="6BEED5DB" w14:textId="77777777" w:rsidR="00202A87" w:rsidRPr="00144663" w:rsidRDefault="00202A87" w:rsidP="00A61ED4">
            <w:pPr>
              <w:pStyle w:val="Version2"/>
              <w:ind w:left="752"/>
              <w:rPr>
                <w:rFonts w:ascii="Calibri" w:hAnsi="Calibri" w:cs="Calibri"/>
                <w:b/>
                <w:sz w:val="20"/>
                <w:szCs w:val="20"/>
              </w:rPr>
            </w:pPr>
            <w:r w:rsidRPr="00144663">
              <w:rPr>
                <w:rFonts w:ascii="Calibri" w:hAnsi="Calibri" w:cs="Calibri"/>
                <w:b/>
                <w:sz w:val="20"/>
                <w:szCs w:val="20"/>
              </w:rPr>
              <w:t>To:</w:t>
            </w:r>
          </w:p>
          <w:p w14:paraId="448F26EC"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lastRenderedPageBreak/>
              <w:t>IF ((RP.GST &lt;&gt; NULLORBLANK) AND (</w:t>
            </w:r>
            <w:proofErr w:type="spellStart"/>
            <w:r w:rsidRPr="00144663">
              <w:rPr>
                <w:rFonts w:ascii="Calibri" w:hAnsi="Calibri" w:cs="Calibri"/>
                <w:sz w:val="20"/>
                <w:szCs w:val="20"/>
              </w:rPr>
              <w:t>RP:periodstartDate</w:t>
            </w:r>
            <w:proofErr w:type="spellEnd"/>
            <w:r w:rsidRPr="00144663">
              <w:rPr>
                <w:rFonts w:ascii="Calibri" w:hAnsi="Calibri" w:cs="Calibri"/>
                <w:sz w:val="20"/>
                <w:szCs w:val="20"/>
              </w:rPr>
              <w:t xml:space="preserve"> &lt; 2017-07-01) AND ((RP.GST:rvctc3.xx.xx:GoodsAndServicesTax.SelectedReportingOption.Code) = NULLORBLANK))</w:t>
            </w:r>
          </w:p>
          <w:p w14:paraId="42D50905"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t>RETURN VALIDATION MESSAGE</w:t>
            </w:r>
          </w:p>
          <w:p w14:paraId="01C7E421" w14:textId="77777777" w:rsidR="00202A87" w:rsidRPr="00144663" w:rsidRDefault="00202A87" w:rsidP="00A61ED4">
            <w:pPr>
              <w:pStyle w:val="Version2"/>
              <w:ind w:left="752"/>
              <w:rPr>
                <w:rFonts w:ascii="Calibri" w:hAnsi="Calibri" w:cs="Calibri"/>
                <w:sz w:val="20"/>
                <w:szCs w:val="20"/>
              </w:rPr>
            </w:pPr>
            <w:r w:rsidRPr="00144663">
              <w:rPr>
                <w:rFonts w:ascii="Calibri" w:hAnsi="Calibri" w:cs="Calibri"/>
                <w:sz w:val="20"/>
                <w:szCs w:val="20"/>
              </w:rPr>
              <w:t>ENDIF</w:t>
            </w:r>
          </w:p>
          <w:p w14:paraId="6C877B43" w14:textId="77777777" w:rsidR="00202A87" w:rsidRPr="00E17B47" w:rsidRDefault="00202A87" w:rsidP="00A61ED4">
            <w:pPr>
              <w:pStyle w:val="Version2"/>
              <w:spacing w:before="120" w:after="120"/>
              <w:ind w:left="0"/>
              <w:rPr>
                <w:b/>
              </w:rPr>
            </w:pPr>
            <w:r>
              <w:rPr>
                <w:b/>
              </w:rPr>
              <w:t>Deletion:</w:t>
            </w:r>
          </w:p>
          <w:p w14:paraId="249098CE" w14:textId="77777777" w:rsidR="00202A87" w:rsidRPr="00EF69D3" w:rsidRDefault="00202A87" w:rsidP="00A61ED4">
            <w:pPr>
              <w:pStyle w:val="Version2"/>
              <w:numPr>
                <w:ilvl w:val="0"/>
                <w:numId w:val="29"/>
              </w:numPr>
              <w:spacing w:after="0"/>
              <w:rPr>
                <w:rFonts w:ascii="Calibri" w:hAnsi="Calibri" w:cs="Calibri"/>
                <w:sz w:val="20"/>
                <w:szCs w:val="20"/>
              </w:rPr>
            </w:pPr>
            <w:r w:rsidRPr="00EF69D3">
              <w:rPr>
                <w:rFonts w:asciiTheme="minorHAnsi" w:hAnsiTheme="minorHAnsi" w:cstheme="minorHAnsi"/>
                <w:b/>
                <w:color w:val="365F91"/>
                <w:sz w:val="20"/>
                <w:szCs w:val="20"/>
              </w:rPr>
              <w:t>VR.ATO.AS.000198</w:t>
            </w:r>
            <w:r w:rsidRPr="00EF69D3">
              <w:rPr>
                <w:rFonts w:asciiTheme="minorHAnsi" w:hAnsiTheme="minorHAnsi" w:cstheme="minorHAnsi"/>
                <w:b/>
                <w:color w:val="365F91"/>
                <w:sz w:val="20"/>
                <w:szCs w:val="20"/>
              </w:rPr>
              <w:br/>
            </w:r>
            <w:r w:rsidRPr="00EF69D3">
              <w:rPr>
                <w:rFonts w:ascii="Calibri" w:hAnsi="Calibri" w:cs="Calibri"/>
                <w:sz w:val="20"/>
                <w:szCs w:val="20"/>
              </w:rPr>
              <w:t>IF (((RP.GST:rvctc3.xx.xx:GoodsAndServicesTax.SelectedReportingOption.Code) = "1") OR ((RP.GST:rvctc3.xx.xx:GoodsAndServicesTax.SelectedReportingOption.Code) = "2"))  AND ((RP.GST.Cal:rvctc3.xx.xx:GoodsAndServicesTax.Liability.Amount) &lt;&gt; NULLORBLANK) AND((RP.GST.Cal:rvctc3.xx.xx:GoodsAndServicesTax.Liability.Amount) &lt;&gt; (RP.GST:rvctc3.xx.xx:GoodsAndServicesTax.Payable.Amount)))</w:t>
            </w:r>
          </w:p>
          <w:p w14:paraId="5A42CA9C" w14:textId="77777777" w:rsidR="00202A87" w:rsidRPr="001C209B" w:rsidRDefault="00202A87" w:rsidP="00A61ED4">
            <w:pPr>
              <w:pStyle w:val="Version2"/>
              <w:ind w:left="752"/>
              <w:rPr>
                <w:rFonts w:ascii="Calibri" w:hAnsi="Calibri" w:cs="Calibri"/>
                <w:sz w:val="20"/>
                <w:szCs w:val="20"/>
              </w:rPr>
            </w:pPr>
            <w:r w:rsidRPr="001C209B">
              <w:rPr>
                <w:rFonts w:ascii="Calibri" w:hAnsi="Calibri" w:cs="Calibri"/>
                <w:sz w:val="20"/>
                <w:szCs w:val="20"/>
              </w:rPr>
              <w:t>RETURN VALIDATION MESSAGE</w:t>
            </w:r>
          </w:p>
          <w:p w14:paraId="7728EFA4" w14:textId="4F63B037" w:rsidR="00202A87" w:rsidRDefault="00202A87" w:rsidP="00D53338">
            <w:pPr>
              <w:pStyle w:val="Version2"/>
              <w:spacing w:before="120" w:after="120"/>
              <w:ind w:left="0"/>
            </w:pPr>
            <w:r>
              <w:rPr>
                <w:rFonts w:ascii="Calibri" w:hAnsi="Calibri" w:cs="Calibri"/>
                <w:sz w:val="20"/>
                <w:szCs w:val="20"/>
              </w:rPr>
              <w:t xml:space="preserve">           </w:t>
            </w:r>
            <w:r w:rsidRPr="001C209B">
              <w:rPr>
                <w:rFonts w:ascii="Calibri" w:hAnsi="Calibri" w:cs="Calibri"/>
                <w:sz w:val="20"/>
                <w:szCs w:val="20"/>
              </w:rPr>
              <w:t>ENDIF</w:t>
            </w:r>
          </w:p>
        </w:tc>
      </w:tr>
      <w:tr w:rsidR="00202A87" w:rsidRPr="009B06E0" w14:paraId="6DAA1E2D" w14:textId="77777777" w:rsidTr="005F38F3">
        <w:tc>
          <w:tcPr>
            <w:tcW w:w="1100" w:type="dxa"/>
            <w:tcBorders>
              <w:top w:val="single" w:sz="6" w:space="0" w:color="auto"/>
              <w:bottom w:val="single" w:sz="6" w:space="0" w:color="auto"/>
            </w:tcBorders>
          </w:tcPr>
          <w:p w14:paraId="6D9B3BD2" w14:textId="2CDDC6C2" w:rsidR="00202A87" w:rsidRDefault="00202A87" w:rsidP="00536D47">
            <w:pPr>
              <w:pStyle w:val="Version2"/>
              <w:spacing w:before="120" w:after="120"/>
            </w:pPr>
            <w:r>
              <w:lastRenderedPageBreak/>
              <w:t>1.7</w:t>
            </w:r>
          </w:p>
        </w:tc>
        <w:tc>
          <w:tcPr>
            <w:tcW w:w="1764" w:type="dxa"/>
            <w:tcBorders>
              <w:top w:val="single" w:sz="6" w:space="0" w:color="auto"/>
              <w:bottom w:val="single" w:sz="6" w:space="0" w:color="auto"/>
            </w:tcBorders>
          </w:tcPr>
          <w:p w14:paraId="7752EAB6" w14:textId="531EC2A3" w:rsidR="00202A87" w:rsidRDefault="00202A87" w:rsidP="00536D47">
            <w:pPr>
              <w:pStyle w:val="Version2"/>
              <w:spacing w:before="120" w:after="120"/>
            </w:pPr>
            <w:r>
              <w:t>15/12/2016</w:t>
            </w:r>
          </w:p>
        </w:tc>
        <w:tc>
          <w:tcPr>
            <w:tcW w:w="6379" w:type="dxa"/>
            <w:tcBorders>
              <w:top w:val="single" w:sz="6" w:space="0" w:color="auto"/>
              <w:bottom w:val="single" w:sz="6" w:space="0" w:color="auto"/>
            </w:tcBorders>
          </w:tcPr>
          <w:p w14:paraId="5E1DCFF7" w14:textId="77777777" w:rsidR="00202A87" w:rsidRDefault="00202A87" w:rsidP="00204DAF">
            <w:pPr>
              <w:pStyle w:val="Version2"/>
              <w:spacing w:before="120" w:after="120"/>
              <w:ind w:left="0"/>
            </w:pPr>
            <w:r>
              <w:t xml:space="preserve">This document has been updated for the December 2016 EVTE Release. </w:t>
            </w:r>
          </w:p>
          <w:p w14:paraId="38C00E06" w14:textId="77777777" w:rsidR="00202A87" w:rsidRPr="005F38F3" w:rsidRDefault="00202A87" w:rsidP="00204DAF">
            <w:pPr>
              <w:pStyle w:val="Version2"/>
              <w:spacing w:before="120" w:after="120"/>
              <w:ind w:left="0"/>
              <w:rPr>
                <w:b/>
                <w:color w:val="1F497D"/>
              </w:rPr>
            </w:pPr>
            <w:r w:rsidRPr="005F38F3">
              <w:rPr>
                <w:b/>
                <w:color w:val="1F497D"/>
              </w:rPr>
              <w:t>Section 2 Package contents</w:t>
            </w:r>
          </w:p>
          <w:p w14:paraId="3AE6C71C" w14:textId="77777777" w:rsidR="00202A87" w:rsidRPr="005F38F3" w:rsidRDefault="00202A87" w:rsidP="00204DAF">
            <w:pPr>
              <w:pStyle w:val="Version2"/>
              <w:spacing w:before="120" w:after="120"/>
              <w:ind w:left="0"/>
            </w:pPr>
            <w:r w:rsidRPr="005F38F3">
              <w:t xml:space="preserve">The following artefacts were updated with </w:t>
            </w:r>
            <w:r w:rsidRPr="005F38F3">
              <w:rPr>
                <w:b/>
              </w:rPr>
              <w:t>functional changes</w:t>
            </w:r>
            <w:r w:rsidRPr="005F38F3">
              <w:t>:</w:t>
            </w:r>
          </w:p>
          <w:p w14:paraId="42714939" w14:textId="77777777" w:rsidR="00202A87" w:rsidRDefault="00202A87" w:rsidP="00204DAF">
            <w:pPr>
              <w:pStyle w:val="Version2"/>
              <w:numPr>
                <w:ilvl w:val="0"/>
                <w:numId w:val="29"/>
              </w:numPr>
              <w:rPr>
                <w:b/>
                <w:color w:val="365F91"/>
                <w:sz w:val="20"/>
                <w:szCs w:val="20"/>
              </w:rPr>
            </w:pPr>
            <w:r w:rsidRPr="005D0E86">
              <w:rPr>
                <w:b/>
                <w:color w:val="365F91"/>
                <w:sz w:val="20"/>
                <w:szCs w:val="20"/>
              </w:rPr>
              <w:t xml:space="preserve">ATO AS.0001 2009 Validation Rules.xlsx </w:t>
            </w:r>
          </w:p>
          <w:p w14:paraId="0F12F790" w14:textId="77777777" w:rsidR="00202A87" w:rsidRPr="005F38F3" w:rsidRDefault="00202A87" w:rsidP="00204DAF">
            <w:pPr>
              <w:pStyle w:val="Version2"/>
              <w:numPr>
                <w:ilvl w:val="0"/>
                <w:numId w:val="29"/>
              </w:numPr>
              <w:rPr>
                <w:b/>
                <w:color w:val="365F91"/>
                <w:sz w:val="20"/>
                <w:szCs w:val="20"/>
              </w:rPr>
            </w:pPr>
            <w:r w:rsidRPr="005F38F3">
              <w:rPr>
                <w:b/>
                <w:color w:val="365F91"/>
                <w:sz w:val="20"/>
                <w:szCs w:val="20"/>
              </w:rPr>
              <w:t xml:space="preserve">ATO AS.0001 2009 Schematron – ebms3.zip </w:t>
            </w:r>
          </w:p>
          <w:p w14:paraId="65AFF958" w14:textId="77777777" w:rsidR="00202A87" w:rsidRDefault="00202A87" w:rsidP="00204DAF">
            <w:pPr>
              <w:pStyle w:val="Version2"/>
              <w:spacing w:before="120" w:after="120"/>
            </w:pPr>
            <w:r w:rsidRPr="005F38F3">
              <w:t>INC000021091543 - Add Business Rule to prevent the entering of 00:00 as a valid completion time</w:t>
            </w:r>
            <w:r>
              <w:t xml:space="preserve">. </w:t>
            </w:r>
            <w:r w:rsidRPr="00CB75D6">
              <w:t>Schematron ID: VR.ATO.AS.000800 (CMN.ATO.AS.000800)</w:t>
            </w:r>
          </w:p>
          <w:p w14:paraId="2AFDA15A" w14:textId="77777777" w:rsidR="00202A87" w:rsidRPr="00CB75D6" w:rsidRDefault="00202A87" w:rsidP="00204DAF">
            <w:pPr>
              <w:pStyle w:val="Version2"/>
              <w:spacing w:before="120" w:after="120"/>
              <w:ind w:left="0"/>
            </w:pPr>
            <w:r>
              <w:t>Other changes included in the ATO AS.0001 2009 Validation Rules.xlsx</w:t>
            </w:r>
          </w:p>
          <w:p w14:paraId="5F23C140" w14:textId="77777777" w:rsidR="00202A87" w:rsidRDefault="00202A87" w:rsidP="00204DAF">
            <w:pPr>
              <w:pStyle w:val="Version2"/>
              <w:numPr>
                <w:ilvl w:val="0"/>
                <w:numId w:val="40"/>
              </w:numPr>
              <w:spacing w:before="120" w:after="120"/>
            </w:pPr>
            <w:r>
              <w:t xml:space="preserve">Simpler BAS change - Validation rule </w:t>
            </w:r>
            <w:proofErr w:type="gramStart"/>
            <w:r>
              <w:t>V</w:t>
            </w:r>
            <w:r w:rsidRPr="00E073E6">
              <w:t xml:space="preserve">R.ATO.AS.000096 </w:t>
            </w:r>
            <w:r>
              <w:t xml:space="preserve"> updated</w:t>
            </w:r>
            <w:proofErr w:type="gramEnd"/>
            <w:r>
              <w:t xml:space="preserve"> </w:t>
            </w:r>
            <w:r w:rsidRPr="00E073E6">
              <w:t>to make the GST Selected Reporting Option Code optional from 1st of July 2017.</w:t>
            </w:r>
          </w:p>
          <w:p w14:paraId="79B99FFE" w14:textId="77777777" w:rsidR="00202A87" w:rsidRDefault="00202A87" w:rsidP="00204DAF">
            <w:pPr>
              <w:pStyle w:val="Version2"/>
              <w:numPr>
                <w:ilvl w:val="0"/>
                <w:numId w:val="40"/>
              </w:numPr>
              <w:spacing w:before="120" w:after="120"/>
            </w:pPr>
            <w:r>
              <w:t xml:space="preserve">Simpler BAS </w:t>
            </w:r>
            <w:proofErr w:type="gramStart"/>
            <w:r>
              <w:t>change  -</w:t>
            </w:r>
            <w:proofErr w:type="gramEnd"/>
            <w:r>
              <w:t xml:space="preserve"> </w:t>
            </w:r>
            <w:r w:rsidRPr="009A7298">
              <w:t>Agency rule "</w:t>
            </w:r>
            <w:r w:rsidRPr="00EF7AF9">
              <w:t>G10 or G11 must be completed as an amount has been entered at 1B</w:t>
            </w:r>
            <w:r w:rsidRPr="009A7298">
              <w:t>" error code CMN.ATO.AS.EM09</w:t>
            </w:r>
            <w:r>
              <w:t>1</w:t>
            </w:r>
            <w:r w:rsidRPr="009A7298">
              <w:t xml:space="preserve"> is no longer applicable from 1st of July 2017. This rule is still applicable for GST reporting periods prior to 1/7/2017.</w:t>
            </w:r>
          </w:p>
          <w:p w14:paraId="613BDB1E" w14:textId="77777777" w:rsidR="00202A87" w:rsidRPr="00326F47" w:rsidRDefault="00202A87" w:rsidP="00204DAF">
            <w:pPr>
              <w:pStyle w:val="Version2"/>
              <w:spacing w:before="120" w:after="120"/>
              <w:rPr>
                <w:b/>
              </w:rPr>
            </w:pPr>
            <w:r w:rsidRPr="00326F47">
              <w:rPr>
                <w:b/>
              </w:rPr>
              <w:t xml:space="preserve">The simpler BAS changes/updates are document only at this stage. Schematron for simpler BAS will be updated and published in the March 2017 EVTE Release. </w:t>
            </w:r>
          </w:p>
          <w:p w14:paraId="5051F3E0" w14:textId="77777777" w:rsidR="00202A87" w:rsidRDefault="00202A87" w:rsidP="00204DAF">
            <w:pPr>
              <w:pStyle w:val="Version2"/>
              <w:spacing w:before="120" w:after="120"/>
              <w:rPr>
                <w:b/>
                <w:color w:val="1F497D"/>
              </w:rPr>
            </w:pPr>
            <w:r w:rsidRPr="005F38F3">
              <w:rPr>
                <w:b/>
                <w:color w:val="1F497D"/>
              </w:rPr>
              <w:t>Section 3 Schematron changes</w:t>
            </w:r>
          </w:p>
          <w:p w14:paraId="7305BA61" w14:textId="77777777" w:rsidR="00202A87" w:rsidRDefault="00202A87" w:rsidP="00204DAF">
            <w:pPr>
              <w:pStyle w:val="Version2"/>
              <w:spacing w:before="120" w:after="120"/>
            </w:pPr>
            <w:r w:rsidRPr="005F38F3">
              <w:t xml:space="preserve">An overview of the changes that are included in the latest ATO AS 2009 Schematron.zip. </w:t>
            </w:r>
          </w:p>
          <w:p w14:paraId="3DCC0B8E" w14:textId="77777777" w:rsidR="00202A87" w:rsidRPr="00E46B89" w:rsidRDefault="00202A87" w:rsidP="00204DAF">
            <w:pPr>
              <w:pStyle w:val="Version2"/>
              <w:spacing w:before="120" w:after="120"/>
              <w:rPr>
                <w:rFonts w:ascii="Calibri" w:hAnsi="Calibri" w:cs="Calibri"/>
                <w:b/>
                <w:color w:val="1F497D"/>
                <w:szCs w:val="24"/>
              </w:rPr>
            </w:pPr>
            <w:r w:rsidRPr="00E46B89">
              <w:rPr>
                <w:rFonts w:ascii="Calibri" w:hAnsi="Calibri" w:cs="Calibri"/>
                <w:b/>
                <w:color w:val="1F497D"/>
                <w:szCs w:val="24"/>
              </w:rPr>
              <w:lastRenderedPageBreak/>
              <w:t>Section 3.1 Technical Changes</w:t>
            </w:r>
          </w:p>
          <w:p w14:paraId="57E42B37" w14:textId="77777777" w:rsidR="00202A87" w:rsidRPr="00E17B47" w:rsidRDefault="00202A87" w:rsidP="00204DAF">
            <w:pPr>
              <w:pStyle w:val="Version2"/>
              <w:spacing w:before="120" w:after="120"/>
              <w:rPr>
                <w:b/>
              </w:rPr>
            </w:pPr>
            <w:r>
              <w:rPr>
                <w:b/>
              </w:rPr>
              <w:t>Additions:</w:t>
            </w:r>
          </w:p>
          <w:p w14:paraId="675AB4A5" w14:textId="77777777" w:rsidR="00202A87" w:rsidRPr="00E46B89" w:rsidRDefault="00202A87" w:rsidP="00204DAF">
            <w:pPr>
              <w:pStyle w:val="Version2"/>
              <w:numPr>
                <w:ilvl w:val="0"/>
                <w:numId w:val="29"/>
              </w:numPr>
              <w:spacing w:after="0"/>
              <w:rPr>
                <w:rFonts w:asciiTheme="minorHAnsi" w:hAnsiTheme="minorHAnsi" w:cstheme="minorHAnsi"/>
                <w:b/>
                <w:color w:val="365F91"/>
                <w:sz w:val="20"/>
                <w:szCs w:val="20"/>
              </w:rPr>
            </w:pPr>
            <w:r w:rsidRPr="00E46B89">
              <w:rPr>
                <w:rFonts w:asciiTheme="minorHAnsi" w:hAnsiTheme="minorHAnsi" w:cstheme="minorHAnsi"/>
                <w:b/>
                <w:color w:val="365F91"/>
                <w:sz w:val="20"/>
                <w:szCs w:val="20"/>
              </w:rPr>
              <w:t>VR.ATO.AS.000800</w:t>
            </w:r>
            <w:r>
              <w:rPr>
                <w:rFonts w:asciiTheme="minorHAnsi" w:hAnsiTheme="minorHAnsi" w:cstheme="minorHAnsi"/>
                <w:b/>
                <w:color w:val="365F91"/>
                <w:sz w:val="20"/>
                <w:szCs w:val="20"/>
              </w:rPr>
              <w:br/>
            </w:r>
            <w:r w:rsidRPr="00E46B89">
              <w:rPr>
                <w:rFonts w:asciiTheme="minorHAnsi" w:hAnsiTheme="minorHAnsi" w:cstheme="minorHAnsi"/>
                <w:b/>
                <w:color w:val="365F91"/>
                <w:sz w:val="20"/>
                <w:szCs w:val="20"/>
              </w:rPr>
              <w:t>Technical Business Rule</w:t>
            </w:r>
          </w:p>
          <w:p w14:paraId="1DD10BB7" w14:textId="77777777" w:rsidR="00202A87" w:rsidRPr="000C5209" w:rsidRDefault="00202A87" w:rsidP="00204DAF">
            <w:pPr>
              <w:pStyle w:val="Version2"/>
              <w:spacing w:before="0" w:after="0"/>
              <w:ind w:left="752"/>
              <w:rPr>
                <w:rFonts w:ascii="Calibri" w:hAnsi="Calibri" w:cs="Calibri"/>
                <w:sz w:val="20"/>
                <w:szCs w:val="20"/>
              </w:rPr>
            </w:pPr>
            <w:r w:rsidRPr="000C5209">
              <w:rPr>
                <w:rFonts w:ascii="Calibri" w:hAnsi="Calibri" w:cs="Calibri"/>
                <w:sz w:val="20"/>
                <w:szCs w:val="20"/>
              </w:rPr>
              <w:t>IF (RP:pyin.02.00:Report.CompletionHours.Number = "00" or RP:pyin.02.00:Report.CompletionHours.Number = "0") AND (RP.pyin.02.00:Report.CompletionMinutes.Number = "00" or RP.pyin.02.00:Report.CompletionMinutes.Number = "0")</w:t>
            </w:r>
          </w:p>
          <w:p w14:paraId="77BB22ED" w14:textId="77777777" w:rsidR="00202A87" w:rsidRPr="000C5209" w:rsidRDefault="00202A87" w:rsidP="00204DAF">
            <w:pPr>
              <w:pStyle w:val="Version2"/>
              <w:spacing w:before="0" w:after="0"/>
              <w:ind w:left="752"/>
              <w:rPr>
                <w:rFonts w:ascii="Calibri" w:hAnsi="Calibri" w:cs="Calibri"/>
                <w:sz w:val="20"/>
                <w:szCs w:val="20"/>
              </w:rPr>
            </w:pPr>
            <w:r w:rsidRPr="000C5209">
              <w:rPr>
                <w:rFonts w:ascii="Calibri" w:hAnsi="Calibri" w:cs="Calibri"/>
                <w:sz w:val="20"/>
                <w:szCs w:val="20"/>
              </w:rPr>
              <w:t xml:space="preserve"> RETURN VALIDATION MESSAGE</w:t>
            </w:r>
          </w:p>
          <w:p w14:paraId="6137C7D2" w14:textId="77777777" w:rsidR="00202A87" w:rsidRDefault="00202A87" w:rsidP="00204DAF">
            <w:pPr>
              <w:pStyle w:val="Version2"/>
              <w:spacing w:before="0" w:after="0"/>
              <w:ind w:left="752"/>
              <w:rPr>
                <w:rFonts w:ascii="Calibri" w:hAnsi="Calibri" w:cs="Calibri"/>
                <w:sz w:val="20"/>
                <w:szCs w:val="20"/>
              </w:rPr>
            </w:pPr>
            <w:r w:rsidRPr="000C5209">
              <w:rPr>
                <w:rFonts w:ascii="Calibri" w:hAnsi="Calibri" w:cs="Calibri"/>
                <w:sz w:val="20"/>
                <w:szCs w:val="20"/>
              </w:rPr>
              <w:t>ENDIF</w:t>
            </w:r>
          </w:p>
          <w:p w14:paraId="33F9A885" w14:textId="77777777" w:rsidR="00202A87" w:rsidRPr="00E46B89" w:rsidRDefault="00202A87" w:rsidP="00204DAF">
            <w:pPr>
              <w:pStyle w:val="Version2"/>
              <w:spacing w:before="0" w:after="0"/>
              <w:contextualSpacing/>
              <w:rPr>
                <w:rFonts w:ascii="Calibri" w:hAnsi="Calibri" w:cs="Calibri"/>
                <w:b/>
                <w:color w:val="1F497D"/>
                <w:szCs w:val="24"/>
              </w:rPr>
            </w:pPr>
            <w:r w:rsidRPr="00E46B89">
              <w:rPr>
                <w:rFonts w:ascii="Calibri" w:hAnsi="Calibri" w:cs="Calibri"/>
                <w:b/>
                <w:color w:val="1F497D"/>
                <w:szCs w:val="24"/>
              </w:rPr>
              <w:t>Section 3.2 Event Message Changes</w:t>
            </w:r>
          </w:p>
          <w:p w14:paraId="0BC2B902" w14:textId="77777777" w:rsidR="00202A87" w:rsidRPr="00E17B47" w:rsidRDefault="00202A87" w:rsidP="00204DAF">
            <w:pPr>
              <w:pStyle w:val="Version2"/>
              <w:spacing w:before="120" w:after="120"/>
              <w:rPr>
                <w:b/>
              </w:rPr>
            </w:pPr>
            <w:r>
              <w:rPr>
                <w:b/>
              </w:rPr>
              <w:t>Additions:</w:t>
            </w:r>
          </w:p>
          <w:p w14:paraId="4840282A" w14:textId="77777777" w:rsidR="00202A87" w:rsidRPr="00E46B89" w:rsidRDefault="00202A87" w:rsidP="00204DAF">
            <w:pPr>
              <w:pStyle w:val="Version2"/>
              <w:numPr>
                <w:ilvl w:val="0"/>
                <w:numId w:val="29"/>
              </w:numPr>
              <w:spacing w:after="0"/>
              <w:rPr>
                <w:rFonts w:asciiTheme="minorHAnsi" w:hAnsiTheme="minorHAnsi" w:cstheme="minorHAnsi"/>
                <w:sz w:val="20"/>
                <w:szCs w:val="20"/>
              </w:rPr>
            </w:pPr>
            <w:r w:rsidRPr="00E46B89">
              <w:rPr>
                <w:rFonts w:asciiTheme="minorHAnsi" w:hAnsiTheme="minorHAnsi" w:cstheme="minorHAnsi"/>
                <w:b/>
                <w:color w:val="365F91"/>
                <w:sz w:val="20"/>
                <w:szCs w:val="20"/>
              </w:rPr>
              <w:t>CMN.ATO.AS.000800 (VR.ATO.AS.000800)</w:t>
            </w:r>
            <w:r w:rsidRPr="00E46B89">
              <w:rPr>
                <w:rFonts w:asciiTheme="minorHAnsi" w:hAnsiTheme="minorHAnsi" w:cstheme="minorHAnsi"/>
                <w:b/>
                <w:color w:val="365F91"/>
                <w:sz w:val="20"/>
                <w:szCs w:val="20"/>
              </w:rPr>
              <w:br/>
              <w:t>Message – Short Description</w:t>
            </w:r>
            <w:r>
              <w:rPr>
                <w:rFonts w:asciiTheme="minorHAnsi" w:hAnsiTheme="minorHAnsi" w:cstheme="minorHAnsi"/>
                <w:b/>
                <w:color w:val="365F91"/>
                <w:sz w:val="20"/>
                <w:szCs w:val="20"/>
              </w:rPr>
              <w:br/>
            </w:r>
            <w:r w:rsidRPr="00E46B89">
              <w:rPr>
                <w:rFonts w:asciiTheme="minorHAnsi" w:hAnsiTheme="minorHAnsi" w:cstheme="minorHAnsi"/>
                <w:sz w:val="20"/>
                <w:szCs w:val="20"/>
              </w:rPr>
              <w:t>Times taken to complete this form must be greater than 0</w:t>
            </w:r>
          </w:p>
          <w:p w14:paraId="6051B410" w14:textId="77777777" w:rsidR="00202A87" w:rsidRPr="008D5F86" w:rsidRDefault="00202A87" w:rsidP="00204DAF">
            <w:pPr>
              <w:pStyle w:val="Version2"/>
              <w:spacing w:after="0"/>
              <w:ind w:left="720"/>
              <w:rPr>
                <w:rFonts w:asciiTheme="minorHAnsi" w:hAnsiTheme="minorHAnsi" w:cstheme="minorHAnsi"/>
                <w:b/>
                <w:color w:val="365F91"/>
                <w:sz w:val="20"/>
                <w:szCs w:val="20"/>
              </w:rPr>
            </w:pPr>
            <w:r>
              <w:rPr>
                <w:rFonts w:asciiTheme="minorHAnsi" w:hAnsiTheme="minorHAnsi" w:cstheme="minorHAnsi"/>
                <w:b/>
                <w:color w:val="365F91"/>
                <w:sz w:val="20"/>
                <w:szCs w:val="20"/>
              </w:rPr>
              <w:t>English Business Rule</w:t>
            </w:r>
          </w:p>
          <w:p w14:paraId="3975BDBA" w14:textId="77777777" w:rsidR="00202A87" w:rsidRPr="00DF41C5" w:rsidRDefault="00202A87" w:rsidP="00204DAF">
            <w:pPr>
              <w:pStyle w:val="Version2"/>
              <w:spacing w:before="0" w:after="0"/>
              <w:ind w:left="752"/>
              <w:rPr>
                <w:rFonts w:asciiTheme="minorHAnsi" w:hAnsiTheme="minorHAnsi" w:cstheme="minorHAnsi"/>
                <w:sz w:val="20"/>
                <w:szCs w:val="20"/>
              </w:rPr>
            </w:pPr>
            <w:r w:rsidRPr="00443D18">
              <w:rPr>
                <w:rFonts w:ascii="Calibri" w:hAnsi="Calibri" w:cs="Calibri"/>
                <w:sz w:val="20"/>
                <w:szCs w:val="20"/>
              </w:rPr>
              <w:t xml:space="preserve">If [Hours taken to complete this form {AS32] is  ("00" or  "0") and [Minutes taken to complete this form {AS33] is ("00" or  "0") , return Error Message: "Times taken to complete this form </w:t>
            </w:r>
            <w:proofErr w:type="spellStart"/>
            <w:r w:rsidRPr="00443D18">
              <w:rPr>
                <w:rFonts w:ascii="Calibri" w:hAnsi="Calibri" w:cs="Calibri"/>
                <w:sz w:val="20"/>
                <w:szCs w:val="20"/>
              </w:rPr>
              <w:t>can not</w:t>
            </w:r>
            <w:proofErr w:type="spellEnd"/>
            <w:r w:rsidRPr="00443D18">
              <w:rPr>
                <w:rFonts w:ascii="Calibri" w:hAnsi="Calibri" w:cs="Calibri"/>
                <w:sz w:val="20"/>
                <w:szCs w:val="20"/>
              </w:rPr>
              <w:t xml:space="preserve"> be "00:00""</w:t>
            </w:r>
          </w:p>
          <w:p w14:paraId="430338E2" w14:textId="77777777" w:rsidR="00202A87" w:rsidRDefault="00202A87" w:rsidP="00204DAF">
            <w:pPr>
              <w:pStyle w:val="Version2"/>
              <w:spacing w:before="120" w:after="120"/>
              <w:ind w:left="0"/>
            </w:pPr>
          </w:p>
        </w:tc>
      </w:tr>
      <w:tr w:rsidR="00202A87" w:rsidRPr="009B06E0" w14:paraId="34A42B20" w14:textId="77777777" w:rsidTr="005F38F3">
        <w:tc>
          <w:tcPr>
            <w:tcW w:w="1100" w:type="dxa"/>
            <w:tcBorders>
              <w:top w:val="single" w:sz="6" w:space="0" w:color="auto"/>
              <w:bottom w:val="single" w:sz="6" w:space="0" w:color="auto"/>
            </w:tcBorders>
          </w:tcPr>
          <w:p w14:paraId="28868C92" w14:textId="6ABD902F" w:rsidR="00202A87" w:rsidRDefault="00202A87" w:rsidP="00536D47">
            <w:pPr>
              <w:pStyle w:val="Version2"/>
              <w:spacing w:before="120" w:after="120"/>
            </w:pPr>
            <w:r>
              <w:lastRenderedPageBreak/>
              <w:t>1.6</w:t>
            </w:r>
          </w:p>
        </w:tc>
        <w:tc>
          <w:tcPr>
            <w:tcW w:w="1764" w:type="dxa"/>
            <w:tcBorders>
              <w:top w:val="single" w:sz="6" w:space="0" w:color="auto"/>
              <w:bottom w:val="single" w:sz="6" w:space="0" w:color="auto"/>
            </w:tcBorders>
          </w:tcPr>
          <w:p w14:paraId="4CCB72D6" w14:textId="1BFF71CA" w:rsidR="00202A87" w:rsidRDefault="00202A87" w:rsidP="00536D47">
            <w:pPr>
              <w:pStyle w:val="Version2"/>
              <w:spacing w:before="120" w:after="120"/>
            </w:pPr>
            <w:r>
              <w:t>17/11/2016</w:t>
            </w:r>
          </w:p>
        </w:tc>
        <w:tc>
          <w:tcPr>
            <w:tcW w:w="6379" w:type="dxa"/>
            <w:tcBorders>
              <w:top w:val="single" w:sz="6" w:space="0" w:color="auto"/>
              <w:bottom w:val="single" w:sz="6" w:space="0" w:color="auto"/>
            </w:tcBorders>
          </w:tcPr>
          <w:p w14:paraId="3BE4371A" w14:textId="77777777" w:rsidR="00202A87" w:rsidRDefault="00202A87" w:rsidP="00204DAF">
            <w:pPr>
              <w:pStyle w:val="Version2"/>
              <w:spacing w:before="120" w:after="120"/>
            </w:pPr>
            <w:r>
              <w:t xml:space="preserve">This document has been updated for the November 2016 EVTE Release. </w:t>
            </w:r>
          </w:p>
          <w:p w14:paraId="3D22BDA8" w14:textId="77777777" w:rsidR="00202A87" w:rsidRPr="00F24AB9" w:rsidRDefault="00202A87" w:rsidP="00204DAF">
            <w:pPr>
              <w:pStyle w:val="Version2"/>
              <w:spacing w:before="0" w:after="0"/>
              <w:contextualSpacing/>
              <w:rPr>
                <w:rFonts w:asciiTheme="minorHAnsi" w:hAnsiTheme="minorHAnsi" w:cstheme="minorHAnsi"/>
                <w:b/>
                <w:color w:val="1F497D"/>
                <w:sz w:val="24"/>
                <w:szCs w:val="24"/>
              </w:rPr>
            </w:pPr>
            <w:r w:rsidRPr="00F24AB9">
              <w:rPr>
                <w:rFonts w:asciiTheme="minorHAnsi" w:hAnsiTheme="minorHAnsi" w:cstheme="minorHAnsi"/>
                <w:b/>
                <w:color w:val="1F497D"/>
                <w:sz w:val="24"/>
                <w:szCs w:val="24"/>
              </w:rPr>
              <w:t>Section 1 Introduction</w:t>
            </w:r>
          </w:p>
          <w:p w14:paraId="78D2AE5E" w14:textId="77777777" w:rsidR="00202A87" w:rsidRPr="005A4C1A" w:rsidRDefault="00202A87" w:rsidP="00204DAF">
            <w:pPr>
              <w:pStyle w:val="Version2"/>
              <w:spacing w:before="120" w:after="120"/>
              <w:rPr>
                <w:b/>
              </w:rPr>
            </w:pPr>
            <w:r>
              <w:rPr>
                <w:b/>
              </w:rPr>
              <w:t>Additions</w:t>
            </w:r>
            <w:r w:rsidRPr="005A4C1A">
              <w:rPr>
                <w:b/>
              </w:rPr>
              <w:t>:</w:t>
            </w:r>
          </w:p>
          <w:p w14:paraId="45785245" w14:textId="77777777" w:rsidR="00202A87" w:rsidRDefault="00202A87" w:rsidP="00204DAF">
            <w:pPr>
              <w:pStyle w:val="Version2"/>
              <w:spacing w:before="120" w:after="120"/>
              <w:rPr>
                <w:sz w:val="20"/>
                <w:szCs w:val="18"/>
              </w:rPr>
            </w:pPr>
            <w:r w:rsidRPr="003D06CC">
              <w:rPr>
                <w:sz w:val="20"/>
                <w:szCs w:val="18"/>
              </w:rPr>
              <w:t>The follow</w:t>
            </w:r>
            <w:r>
              <w:rPr>
                <w:sz w:val="20"/>
                <w:szCs w:val="18"/>
              </w:rPr>
              <w:t>ing subsections have been included:</w:t>
            </w:r>
          </w:p>
          <w:p w14:paraId="33F90027" w14:textId="77777777" w:rsidR="00202A87" w:rsidRDefault="00202A87" w:rsidP="00204DAF">
            <w:pPr>
              <w:pStyle w:val="Version2"/>
              <w:spacing w:before="0" w:after="0"/>
              <w:rPr>
                <w:rFonts w:ascii="Calibri" w:hAnsi="Calibri" w:cs="Calibri"/>
                <w:b/>
                <w:color w:val="1F497D"/>
              </w:rPr>
            </w:pPr>
            <w:r>
              <w:rPr>
                <w:rFonts w:ascii="Calibri" w:hAnsi="Calibri" w:cs="Calibri"/>
                <w:b/>
                <w:color w:val="1F497D"/>
              </w:rPr>
              <w:t>1.4.2</w:t>
            </w:r>
            <w:r w:rsidRPr="00D335B6">
              <w:rPr>
                <w:rFonts w:ascii="Calibri" w:hAnsi="Calibri" w:cs="Calibri"/>
                <w:b/>
                <w:color w:val="1F497D"/>
              </w:rPr>
              <w:t xml:space="preserve"> </w:t>
            </w:r>
            <w:r>
              <w:rPr>
                <w:rFonts w:ascii="Calibri" w:hAnsi="Calibri" w:cs="Calibri"/>
                <w:b/>
                <w:color w:val="1F497D"/>
              </w:rPr>
              <w:t>Circumstances where artefacts are not present in a package</w:t>
            </w:r>
          </w:p>
          <w:p w14:paraId="72879EE6" w14:textId="77777777" w:rsidR="00202A87" w:rsidRDefault="00202A87" w:rsidP="00204DAF">
            <w:pPr>
              <w:pStyle w:val="Version2"/>
              <w:spacing w:before="0" w:after="0"/>
              <w:rPr>
                <w:rFonts w:ascii="Calibri" w:hAnsi="Calibri" w:cs="Calibri"/>
                <w:b/>
                <w:color w:val="1F497D"/>
              </w:rPr>
            </w:pPr>
            <w:r>
              <w:rPr>
                <w:rFonts w:ascii="Calibri" w:hAnsi="Calibri" w:cs="Calibri"/>
                <w:b/>
                <w:color w:val="1F497D"/>
              </w:rPr>
              <w:t>1.4.3 New services</w:t>
            </w:r>
          </w:p>
          <w:p w14:paraId="57E7C960" w14:textId="77777777" w:rsidR="00202A87" w:rsidRDefault="00202A87" w:rsidP="00204DAF">
            <w:pPr>
              <w:pStyle w:val="Version2"/>
              <w:spacing w:before="0" w:after="0"/>
              <w:rPr>
                <w:rFonts w:ascii="Calibri" w:hAnsi="Calibri" w:cs="Calibri"/>
                <w:b/>
                <w:color w:val="1F497D"/>
              </w:rPr>
            </w:pPr>
            <w:r>
              <w:rPr>
                <w:rFonts w:ascii="Calibri" w:hAnsi="Calibri" w:cs="Calibri"/>
                <w:b/>
                <w:color w:val="1F497D"/>
              </w:rPr>
              <w:t xml:space="preserve">1.4.4 New messages </w:t>
            </w:r>
            <w:proofErr w:type="spellStart"/>
            <w:r>
              <w:rPr>
                <w:rFonts w:ascii="Calibri" w:hAnsi="Calibri" w:cs="Calibri"/>
                <w:b/>
                <w:color w:val="1F497D"/>
              </w:rPr>
              <w:t>assocaiated</w:t>
            </w:r>
            <w:proofErr w:type="spellEnd"/>
            <w:r>
              <w:rPr>
                <w:rFonts w:ascii="Calibri" w:hAnsi="Calibri" w:cs="Calibri"/>
                <w:b/>
                <w:color w:val="1F497D"/>
              </w:rPr>
              <w:t xml:space="preserve"> with services (child relationship)</w:t>
            </w:r>
          </w:p>
          <w:p w14:paraId="72255066" w14:textId="77777777" w:rsidR="00202A87" w:rsidRDefault="00202A87" w:rsidP="00204DAF">
            <w:pPr>
              <w:pStyle w:val="Version2"/>
              <w:spacing w:before="0" w:after="0"/>
              <w:rPr>
                <w:sz w:val="20"/>
                <w:szCs w:val="18"/>
              </w:rPr>
            </w:pPr>
          </w:p>
          <w:p w14:paraId="1C8A41CF" w14:textId="77777777" w:rsidR="00202A87" w:rsidRDefault="00202A87" w:rsidP="00204DAF">
            <w:pPr>
              <w:pStyle w:val="Version2"/>
              <w:spacing w:before="120" w:after="120"/>
              <w:rPr>
                <w:b/>
              </w:rPr>
            </w:pPr>
            <w:r>
              <w:rPr>
                <w:b/>
              </w:rPr>
              <w:t>Updates:</w:t>
            </w:r>
          </w:p>
          <w:p w14:paraId="7F0B5320" w14:textId="77777777" w:rsidR="00202A87" w:rsidRDefault="00202A87" w:rsidP="00204DAF">
            <w:pPr>
              <w:pStyle w:val="Version2"/>
              <w:spacing w:before="0" w:after="0"/>
              <w:rPr>
                <w:sz w:val="20"/>
                <w:szCs w:val="18"/>
              </w:rPr>
            </w:pPr>
            <w:r>
              <w:rPr>
                <w:sz w:val="20"/>
                <w:szCs w:val="18"/>
              </w:rPr>
              <w:t>Renamed Section 1.4 from "</w:t>
            </w:r>
            <w:r w:rsidRPr="00BB47E0">
              <w:rPr>
                <w:rFonts w:ascii="Calibri" w:hAnsi="Calibri" w:cs="Calibri"/>
                <w:b/>
                <w:color w:val="1F497D"/>
              </w:rPr>
              <w:t>Summary of impacts on software developers</w:t>
            </w:r>
            <w:r>
              <w:rPr>
                <w:sz w:val="20"/>
                <w:szCs w:val="18"/>
              </w:rPr>
              <w:t>" to "</w:t>
            </w:r>
            <w:r w:rsidRPr="00BB47E0">
              <w:rPr>
                <w:rFonts w:ascii="Calibri" w:hAnsi="Calibri" w:cs="Calibri"/>
                <w:b/>
                <w:color w:val="1F497D"/>
              </w:rPr>
              <w:t xml:space="preserve">Summary of </w:t>
            </w:r>
            <w:r>
              <w:rPr>
                <w:rFonts w:ascii="Calibri" w:hAnsi="Calibri" w:cs="Calibri"/>
                <w:b/>
                <w:color w:val="1F497D"/>
              </w:rPr>
              <w:t>a</w:t>
            </w:r>
            <w:r w:rsidRPr="00BB47E0">
              <w:rPr>
                <w:rFonts w:ascii="Calibri" w:hAnsi="Calibri" w:cs="Calibri"/>
                <w:b/>
                <w:color w:val="1F497D"/>
              </w:rPr>
              <w:t>rtefacts in the ATO package</w:t>
            </w:r>
            <w:r>
              <w:rPr>
                <w:sz w:val="20"/>
                <w:szCs w:val="18"/>
              </w:rPr>
              <w:t xml:space="preserve">". </w:t>
            </w:r>
          </w:p>
          <w:p w14:paraId="7080E3EA" w14:textId="77777777" w:rsidR="00202A87" w:rsidRDefault="00202A87" w:rsidP="00204DAF">
            <w:pPr>
              <w:pStyle w:val="Version2"/>
              <w:spacing w:before="0" w:after="0"/>
              <w:rPr>
                <w:sz w:val="20"/>
                <w:szCs w:val="18"/>
              </w:rPr>
            </w:pPr>
          </w:p>
          <w:p w14:paraId="1BB47A6D" w14:textId="77777777" w:rsidR="00202A87" w:rsidRDefault="00202A87" w:rsidP="00204DAF">
            <w:pPr>
              <w:pStyle w:val="Version2"/>
              <w:spacing w:before="0" w:after="0"/>
              <w:rPr>
                <w:rFonts w:ascii="Calibri" w:hAnsi="Calibri" w:cs="Calibri"/>
                <w:b/>
                <w:color w:val="1F497D"/>
              </w:rPr>
            </w:pPr>
            <w:r>
              <w:rPr>
                <w:rFonts w:ascii="Calibri" w:hAnsi="Calibri" w:cs="Calibri"/>
                <w:b/>
                <w:color w:val="1F497D"/>
              </w:rPr>
              <w:t>1.4.1 In general</w:t>
            </w:r>
          </w:p>
          <w:p w14:paraId="75C96928" w14:textId="77777777" w:rsidR="00202A87" w:rsidRDefault="00202A87" w:rsidP="00204DAF">
            <w:pPr>
              <w:pStyle w:val="Version2"/>
              <w:spacing w:before="0" w:after="0"/>
              <w:rPr>
                <w:sz w:val="20"/>
                <w:szCs w:val="18"/>
              </w:rPr>
            </w:pPr>
            <w:r>
              <w:rPr>
                <w:sz w:val="20"/>
                <w:szCs w:val="18"/>
              </w:rPr>
              <w:t xml:space="preserve">Section has been reworded to clarify list of artefacts that are included in the package, with artefact status information now located under section 1.4.2. </w:t>
            </w:r>
          </w:p>
          <w:p w14:paraId="4AD42143" w14:textId="77777777" w:rsidR="00202A87" w:rsidRDefault="00202A87" w:rsidP="00204DAF">
            <w:pPr>
              <w:pStyle w:val="Version2"/>
              <w:spacing w:before="0" w:after="0"/>
              <w:rPr>
                <w:sz w:val="20"/>
                <w:szCs w:val="18"/>
              </w:rPr>
            </w:pPr>
          </w:p>
          <w:p w14:paraId="470CD93D" w14:textId="77777777" w:rsidR="00202A87" w:rsidRDefault="00202A87" w:rsidP="00204DAF">
            <w:pPr>
              <w:pStyle w:val="Version2"/>
              <w:spacing w:before="0" w:after="0"/>
              <w:rPr>
                <w:i/>
                <w:sz w:val="20"/>
                <w:szCs w:val="18"/>
              </w:rPr>
            </w:pPr>
            <w:r w:rsidRPr="00C600E1">
              <w:rPr>
                <w:i/>
                <w:sz w:val="20"/>
                <w:szCs w:val="18"/>
              </w:rPr>
              <w:t>Note: From September 2016 the Message Implementation Guide/s (MIGs) will not be produced and will be replaced by the ATO Service Registry which is published under the ATO Common information artefacts section on all ATO pages on sbr.gov.au.</w:t>
            </w:r>
          </w:p>
          <w:p w14:paraId="52F6C117" w14:textId="77777777" w:rsidR="00202A87" w:rsidRPr="00C600E1" w:rsidRDefault="00202A87" w:rsidP="00204DAF">
            <w:pPr>
              <w:pStyle w:val="Version2"/>
              <w:spacing w:before="0" w:after="0"/>
              <w:rPr>
                <w:i/>
                <w:sz w:val="20"/>
                <w:szCs w:val="18"/>
              </w:rPr>
            </w:pPr>
          </w:p>
          <w:p w14:paraId="5F5A7794" w14:textId="77777777" w:rsidR="00202A87" w:rsidRPr="00664F5B" w:rsidRDefault="00202A87" w:rsidP="00204DAF">
            <w:pPr>
              <w:pStyle w:val="Version2"/>
              <w:spacing w:before="0" w:after="0"/>
              <w:contextualSpacing/>
              <w:rPr>
                <w:rFonts w:asciiTheme="minorHAnsi" w:hAnsiTheme="minorHAnsi" w:cstheme="minorHAnsi"/>
                <w:b/>
                <w:color w:val="1F497D"/>
                <w:sz w:val="24"/>
                <w:szCs w:val="24"/>
              </w:rPr>
            </w:pPr>
            <w:r w:rsidRPr="00664F5B">
              <w:rPr>
                <w:rFonts w:asciiTheme="minorHAnsi" w:hAnsiTheme="minorHAnsi" w:cstheme="minorHAnsi"/>
                <w:b/>
                <w:color w:val="1F497D"/>
                <w:sz w:val="24"/>
                <w:szCs w:val="24"/>
              </w:rPr>
              <w:t>Section 2 Package contents</w:t>
            </w:r>
          </w:p>
          <w:p w14:paraId="2CAA5C02" w14:textId="77777777" w:rsidR="00202A87" w:rsidRPr="00E17B47" w:rsidRDefault="00202A87" w:rsidP="00204DAF">
            <w:pPr>
              <w:pStyle w:val="Version2"/>
              <w:spacing w:before="120" w:after="120"/>
              <w:rPr>
                <w:b/>
              </w:rPr>
            </w:pPr>
            <w:r w:rsidRPr="00A176C6">
              <w:rPr>
                <w:b/>
              </w:rPr>
              <w:t>Updates:</w:t>
            </w:r>
          </w:p>
          <w:p w14:paraId="1E987A24" w14:textId="77777777" w:rsidR="00202A87" w:rsidRPr="001B756B" w:rsidRDefault="00202A87" w:rsidP="00204DAF">
            <w:pPr>
              <w:pStyle w:val="Version2"/>
              <w:spacing w:before="0" w:after="0"/>
              <w:rPr>
                <w:b/>
                <w:color w:val="1F497D"/>
                <w:sz w:val="20"/>
                <w:szCs w:val="20"/>
              </w:rPr>
            </w:pPr>
            <w:r w:rsidRPr="001660DF">
              <w:t>The following artefacts have been updated</w:t>
            </w:r>
            <w:r w:rsidRPr="001B756B">
              <w:rPr>
                <w:b/>
              </w:rPr>
              <w:t>:</w:t>
            </w:r>
          </w:p>
          <w:p w14:paraId="5A928082" w14:textId="77777777" w:rsidR="00202A87" w:rsidRPr="00DF41C5" w:rsidRDefault="00202A87" w:rsidP="00204DAF">
            <w:pPr>
              <w:pStyle w:val="Version2"/>
              <w:numPr>
                <w:ilvl w:val="0"/>
                <w:numId w:val="33"/>
              </w:numPr>
              <w:spacing w:after="0"/>
              <w:rPr>
                <w:rFonts w:asciiTheme="minorHAnsi" w:hAnsiTheme="minorHAnsi" w:cstheme="minorHAnsi"/>
                <w:sz w:val="20"/>
                <w:szCs w:val="20"/>
              </w:rPr>
            </w:pPr>
            <w:r w:rsidRPr="00DF41C5">
              <w:rPr>
                <w:rFonts w:asciiTheme="minorHAnsi" w:hAnsiTheme="minorHAnsi" w:cstheme="minorHAnsi"/>
                <w:b/>
                <w:color w:val="365F91"/>
                <w:sz w:val="20"/>
                <w:szCs w:val="20"/>
              </w:rPr>
              <w:lastRenderedPageBreak/>
              <w:t xml:space="preserve">ATO AS.0001 2009 Message Structure Table.xlsx </w:t>
            </w:r>
          </w:p>
          <w:p w14:paraId="4158D55E" w14:textId="77777777" w:rsidR="00202A87" w:rsidRDefault="00202A87" w:rsidP="00204DAF">
            <w:pPr>
              <w:pStyle w:val="Version2"/>
              <w:spacing w:before="0" w:after="0"/>
              <w:ind w:left="752"/>
              <w:rPr>
                <w:rFonts w:ascii="Calibri" w:hAnsi="Calibri" w:cs="Calibri"/>
                <w:sz w:val="20"/>
                <w:szCs w:val="20"/>
              </w:rPr>
            </w:pPr>
            <w:r w:rsidRPr="00A066C4">
              <w:rPr>
                <w:rFonts w:ascii="Calibri" w:hAnsi="Calibri" w:cs="Calibri"/>
                <w:sz w:val="20"/>
                <w:szCs w:val="20"/>
              </w:rPr>
              <w:t xml:space="preserve">INC000020612095 </w:t>
            </w:r>
            <w:r>
              <w:rPr>
                <w:rFonts w:ascii="Calibri" w:hAnsi="Calibri" w:cs="Calibri"/>
                <w:sz w:val="20"/>
                <w:szCs w:val="20"/>
              </w:rPr>
              <w:t xml:space="preserve">: </w:t>
            </w:r>
            <w:r w:rsidRPr="00B17337">
              <w:rPr>
                <w:rFonts w:ascii="Calibri" w:hAnsi="Calibri" w:cs="Calibri"/>
                <w:sz w:val="20"/>
                <w:szCs w:val="20"/>
              </w:rPr>
              <w:t xml:space="preserve">Updated </w:t>
            </w:r>
            <w:proofErr w:type="spellStart"/>
            <w:r w:rsidRPr="002E3D89">
              <w:rPr>
                <w:rFonts w:ascii="Calibri" w:hAnsi="Calibri" w:cs="Calibri"/>
                <w:sz w:val="20"/>
                <w:szCs w:val="20"/>
              </w:rPr>
              <w:t>AddressDetails</w:t>
            </w:r>
            <w:proofErr w:type="spellEnd"/>
            <w:r w:rsidRPr="00D01E1E">
              <w:rPr>
                <w:rFonts w:ascii="Calibri" w:hAnsi="Calibri" w:cs="Calibri"/>
                <w:sz w:val="20"/>
                <w:szCs w:val="20"/>
              </w:rPr>
              <w:t xml:space="preserve"> </w:t>
            </w:r>
            <w:r>
              <w:rPr>
                <w:rFonts w:ascii="Calibri" w:hAnsi="Calibri" w:cs="Calibri"/>
                <w:sz w:val="20"/>
                <w:szCs w:val="20"/>
              </w:rPr>
              <w:t>Label</w:t>
            </w:r>
            <w:r w:rsidRPr="002E3D89">
              <w:rPr>
                <w:rFonts w:ascii="Calibri" w:hAnsi="Calibri" w:cs="Calibri"/>
                <w:sz w:val="20"/>
                <w:szCs w:val="20"/>
              </w:rPr>
              <w:t xml:space="preserve">[Seq </w:t>
            </w:r>
            <w:proofErr w:type="spellStart"/>
            <w:r w:rsidRPr="002E3D89">
              <w:rPr>
                <w:rFonts w:ascii="Calibri" w:hAnsi="Calibri" w:cs="Calibri"/>
                <w:sz w:val="20"/>
                <w:szCs w:val="20"/>
              </w:rPr>
              <w:t>Num</w:t>
            </w:r>
            <w:proofErr w:type="spellEnd"/>
            <w:r w:rsidRPr="002E3D89">
              <w:rPr>
                <w:rFonts w:ascii="Calibri" w:hAnsi="Calibri" w:cs="Calibri"/>
                <w:sz w:val="20"/>
                <w:szCs w:val="20"/>
              </w:rPr>
              <w:t xml:space="preserve"> 116]</w:t>
            </w:r>
          </w:p>
          <w:p w14:paraId="07FE3E56" w14:textId="77777777" w:rsidR="00202A87" w:rsidRPr="002E3D89" w:rsidRDefault="00202A87" w:rsidP="00204DAF">
            <w:pPr>
              <w:pStyle w:val="Version2"/>
              <w:spacing w:before="0" w:after="0"/>
              <w:ind w:left="752"/>
              <w:rPr>
                <w:rFonts w:ascii="Calibri" w:hAnsi="Calibri" w:cs="Calibri"/>
                <w:sz w:val="20"/>
                <w:szCs w:val="20"/>
              </w:rPr>
            </w:pPr>
            <w:r w:rsidRPr="002E3D89">
              <w:rPr>
                <w:rFonts w:ascii="Calibri" w:hAnsi="Calibri" w:cs="Calibri"/>
                <w:sz w:val="20"/>
                <w:szCs w:val="20"/>
              </w:rPr>
              <w:t xml:space="preserve">Modify: Parent Seq </w:t>
            </w:r>
            <w:proofErr w:type="spellStart"/>
            <w:r w:rsidRPr="002E3D89">
              <w:rPr>
                <w:rFonts w:ascii="Calibri" w:hAnsi="Calibri" w:cs="Calibri"/>
                <w:sz w:val="20"/>
                <w:szCs w:val="20"/>
              </w:rPr>
              <w:t>Num</w:t>
            </w:r>
            <w:proofErr w:type="spellEnd"/>
            <w:r w:rsidRPr="002E3D89">
              <w:rPr>
                <w:rFonts w:ascii="Calibri" w:hAnsi="Calibri" w:cs="Calibri"/>
                <w:sz w:val="20"/>
                <w:szCs w:val="20"/>
              </w:rPr>
              <w:t xml:space="preserve"> </w:t>
            </w:r>
          </w:p>
          <w:p w14:paraId="3FAA0BC9" w14:textId="77777777" w:rsidR="00202A87" w:rsidRPr="002E3D89" w:rsidRDefault="00202A87" w:rsidP="00204DAF">
            <w:pPr>
              <w:pStyle w:val="Version2"/>
              <w:spacing w:before="0" w:after="0"/>
              <w:ind w:left="752"/>
              <w:rPr>
                <w:rFonts w:ascii="Calibri" w:hAnsi="Calibri" w:cs="Calibri"/>
                <w:sz w:val="20"/>
                <w:szCs w:val="20"/>
              </w:rPr>
            </w:pPr>
            <w:r w:rsidRPr="002E3D89">
              <w:rPr>
                <w:rFonts w:ascii="Calibri" w:hAnsi="Calibri" w:cs="Calibri"/>
                <w:sz w:val="20"/>
                <w:szCs w:val="20"/>
              </w:rPr>
              <w:t>FROM: 110</w:t>
            </w:r>
          </w:p>
          <w:p w14:paraId="7992EDBD" w14:textId="77777777" w:rsidR="00202A87" w:rsidRDefault="00202A87" w:rsidP="00204DAF">
            <w:pPr>
              <w:pStyle w:val="Version2"/>
              <w:spacing w:before="0" w:after="0"/>
              <w:ind w:left="752"/>
              <w:rPr>
                <w:rFonts w:ascii="Calibri" w:hAnsi="Calibri" w:cs="Calibri"/>
                <w:sz w:val="20"/>
                <w:szCs w:val="20"/>
              </w:rPr>
            </w:pPr>
            <w:r w:rsidRPr="002E3D89">
              <w:rPr>
                <w:rFonts w:ascii="Calibri" w:hAnsi="Calibri" w:cs="Calibri"/>
                <w:sz w:val="20"/>
                <w:szCs w:val="20"/>
              </w:rPr>
              <w:t>TO:       114</w:t>
            </w:r>
          </w:p>
          <w:p w14:paraId="14B7760E" w14:textId="77777777" w:rsidR="00202A87" w:rsidRPr="002E3D89" w:rsidRDefault="00202A87" w:rsidP="00204DAF">
            <w:pPr>
              <w:pStyle w:val="Version2"/>
              <w:spacing w:before="0" w:after="0"/>
              <w:ind w:left="752"/>
              <w:rPr>
                <w:rFonts w:ascii="Calibri" w:hAnsi="Calibri" w:cs="Calibri"/>
                <w:sz w:val="20"/>
                <w:szCs w:val="20"/>
              </w:rPr>
            </w:pPr>
            <w:r w:rsidRPr="00A066C4">
              <w:rPr>
                <w:rFonts w:ascii="Calibri" w:hAnsi="Calibri" w:cs="Calibri"/>
                <w:sz w:val="20"/>
                <w:szCs w:val="20"/>
              </w:rPr>
              <w:t>TFS92152</w:t>
            </w:r>
            <w:r>
              <w:rPr>
                <w:rFonts w:ascii="Calibri" w:hAnsi="Calibri" w:cs="Calibri"/>
                <w:sz w:val="20"/>
                <w:szCs w:val="20"/>
              </w:rPr>
              <w:t xml:space="preserve">: Updated </w:t>
            </w:r>
            <w:r w:rsidRPr="00A066C4">
              <w:rPr>
                <w:rFonts w:ascii="Calibri" w:hAnsi="Calibri" w:cs="Calibri"/>
                <w:sz w:val="20"/>
                <w:szCs w:val="20"/>
              </w:rPr>
              <w:t xml:space="preserve">cardinality of </w:t>
            </w:r>
            <w:proofErr w:type="spellStart"/>
            <w:r w:rsidRPr="00A066C4">
              <w:rPr>
                <w:rFonts w:ascii="Calibri" w:hAnsi="Calibri" w:cs="Calibri"/>
                <w:sz w:val="20"/>
                <w:szCs w:val="20"/>
              </w:rPr>
              <w:t>Report.Submission.Date</w:t>
            </w:r>
            <w:proofErr w:type="spellEnd"/>
            <w:r w:rsidRPr="00A066C4">
              <w:rPr>
                <w:rFonts w:ascii="Calibri" w:hAnsi="Calibri" w:cs="Calibri"/>
                <w:sz w:val="20"/>
                <w:szCs w:val="20"/>
              </w:rPr>
              <w:t xml:space="preserve"> [AS179] for Activity Statements</w:t>
            </w:r>
            <w:r>
              <w:rPr>
                <w:rFonts w:ascii="Calibri" w:hAnsi="Calibri" w:cs="Calibri"/>
                <w:sz w:val="20"/>
                <w:szCs w:val="20"/>
              </w:rPr>
              <w:t xml:space="preserve">. Update made to </w:t>
            </w:r>
            <w:r w:rsidRPr="00A066C4">
              <w:rPr>
                <w:rFonts w:ascii="Calibri" w:hAnsi="Calibri" w:cs="Calibri"/>
                <w:sz w:val="20"/>
                <w:szCs w:val="20"/>
              </w:rPr>
              <w:t>MST List Request</w:t>
            </w:r>
            <w:r>
              <w:rPr>
                <w:rFonts w:ascii="Calibri" w:hAnsi="Calibri" w:cs="Calibri"/>
                <w:sz w:val="20"/>
                <w:szCs w:val="20"/>
              </w:rPr>
              <w:t xml:space="preserve">, </w:t>
            </w:r>
            <w:r w:rsidRPr="00A066C4">
              <w:rPr>
                <w:rFonts w:ascii="Calibri" w:hAnsi="Calibri" w:cs="Calibri"/>
                <w:sz w:val="20"/>
                <w:szCs w:val="20"/>
              </w:rPr>
              <w:t>MST Prefill Request</w:t>
            </w:r>
            <w:r>
              <w:rPr>
                <w:rFonts w:ascii="Calibri" w:hAnsi="Calibri" w:cs="Calibri"/>
                <w:sz w:val="20"/>
                <w:szCs w:val="20"/>
              </w:rPr>
              <w:t xml:space="preserve">, </w:t>
            </w:r>
            <w:r w:rsidRPr="00A066C4">
              <w:rPr>
                <w:rFonts w:ascii="Calibri" w:hAnsi="Calibri" w:cs="Calibri"/>
                <w:sz w:val="20"/>
                <w:szCs w:val="20"/>
              </w:rPr>
              <w:t>MST Prelodge Request</w:t>
            </w:r>
            <w:r>
              <w:rPr>
                <w:rFonts w:ascii="Calibri" w:hAnsi="Calibri" w:cs="Calibri"/>
                <w:sz w:val="20"/>
                <w:szCs w:val="20"/>
              </w:rPr>
              <w:t xml:space="preserve">, </w:t>
            </w:r>
            <w:r w:rsidRPr="00A066C4">
              <w:rPr>
                <w:rFonts w:ascii="Calibri" w:hAnsi="Calibri" w:cs="Calibri"/>
                <w:sz w:val="20"/>
                <w:szCs w:val="20"/>
              </w:rPr>
              <w:t>MST Lodge Request</w:t>
            </w:r>
          </w:p>
          <w:p w14:paraId="5D38BD71" w14:textId="77777777" w:rsidR="00202A87" w:rsidRPr="00DF41C5" w:rsidRDefault="00202A87" w:rsidP="00204DAF">
            <w:pPr>
              <w:pStyle w:val="Version2"/>
              <w:numPr>
                <w:ilvl w:val="0"/>
                <w:numId w:val="33"/>
              </w:numPr>
              <w:spacing w:after="0"/>
              <w:rPr>
                <w:rFonts w:asciiTheme="minorHAnsi" w:hAnsiTheme="minorHAnsi" w:cstheme="minorHAnsi"/>
                <w:b/>
                <w:color w:val="365F91"/>
                <w:sz w:val="20"/>
                <w:szCs w:val="20"/>
              </w:rPr>
            </w:pPr>
            <w:r w:rsidRPr="00DF41C5">
              <w:rPr>
                <w:rFonts w:asciiTheme="minorHAnsi" w:hAnsiTheme="minorHAnsi" w:cstheme="minorHAnsi"/>
                <w:b/>
                <w:color w:val="365F91"/>
                <w:sz w:val="20"/>
                <w:szCs w:val="20"/>
              </w:rPr>
              <w:t xml:space="preserve">ATO AS.0001 2009 Schematron – ebMS3.zip </w:t>
            </w:r>
          </w:p>
          <w:p w14:paraId="64C88764" w14:textId="77777777" w:rsidR="00202A87" w:rsidRPr="002E3D89" w:rsidRDefault="00202A87" w:rsidP="00204DAF">
            <w:pPr>
              <w:pStyle w:val="Version2"/>
              <w:spacing w:before="0" w:after="0"/>
              <w:ind w:left="752"/>
              <w:rPr>
                <w:rFonts w:ascii="Calibri" w:hAnsi="Calibri" w:cs="Calibri"/>
                <w:sz w:val="20"/>
                <w:szCs w:val="20"/>
              </w:rPr>
            </w:pPr>
            <w:r>
              <w:rPr>
                <w:rFonts w:ascii="Calibri" w:hAnsi="Calibri" w:cs="Calibri"/>
                <w:sz w:val="20"/>
                <w:szCs w:val="20"/>
              </w:rPr>
              <w:t xml:space="preserve">Updated </w:t>
            </w:r>
            <w:r w:rsidRPr="002E3D89">
              <w:rPr>
                <w:rFonts w:ascii="Calibri" w:hAnsi="Calibri" w:cs="Calibri"/>
                <w:sz w:val="20"/>
                <w:szCs w:val="20"/>
              </w:rPr>
              <w:t>EBMS_RulesInSBR2Format.xsl</w:t>
            </w:r>
            <w:r>
              <w:rPr>
                <w:rFonts w:ascii="Calibri" w:hAnsi="Calibri" w:cs="Calibri"/>
                <w:sz w:val="20"/>
                <w:szCs w:val="20"/>
              </w:rPr>
              <w:t xml:space="preserve"> </w:t>
            </w:r>
            <w:r w:rsidRPr="00835808">
              <w:rPr>
                <w:rFonts w:ascii="Calibri" w:hAnsi="Calibri" w:cs="Calibri"/>
                <w:sz w:val="20"/>
                <w:szCs w:val="20"/>
              </w:rPr>
              <w:t xml:space="preserve">to remove extra “D” as prefix from validation </w:t>
            </w:r>
            <w:proofErr w:type="gramStart"/>
            <w:r w:rsidRPr="00835808">
              <w:rPr>
                <w:rFonts w:ascii="Calibri" w:hAnsi="Calibri" w:cs="Calibri"/>
                <w:sz w:val="20"/>
                <w:szCs w:val="20"/>
              </w:rPr>
              <w:t>error .</w:t>
            </w:r>
            <w:proofErr w:type="gramEnd"/>
          </w:p>
          <w:p w14:paraId="7BFF0461" w14:textId="77777777" w:rsidR="00202A87" w:rsidRPr="00DF41C5" w:rsidRDefault="00202A87" w:rsidP="00204DAF">
            <w:pPr>
              <w:pStyle w:val="Version2"/>
              <w:spacing w:before="120" w:after="120"/>
              <w:rPr>
                <w:b/>
              </w:rPr>
            </w:pPr>
            <w:r>
              <w:rPr>
                <w:b/>
              </w:rPr>
              <w:t>Removals</w:t>
            </w:r>
            <w:r w:rsidRPr="00714BFA">
              <w:rPr>
                <w:b/>
              </w:rPr>
              <w:t>:</w:t>
            </w:r>
          </w:p>
          <w:p w14:paraId="01580384" w14:textId="77777777" w:rsidR="00202A87" w:rsidRPr="00DF41C5" w:rsidRDefault="00202A87" w:rsidP="00204DAF">
            <w:pPr>
              <w:pStyle w:val="ListParagraph"/>
              <w:numPr>
                <w:ilvl w:val="0"/>
                <w:numId w:val="33"/>
              </w:numPr>
              <w:rPr>
                <w:rFonts w:ascii="Calibri" w:hAnsi="Calibri" w:cs="Calibri"/>
                <w:sz w:val="20"/>
                <w:szCs w:val="20"/>
              </w:rPr>
            </w:pPr>
            <w:r w:rsidRPr="00DF41C5">
              <w:rPr>
                <w:rFonts w:asciiTheme="minorHAnsi" w:hAnsiTheme="minorHAnsi" w:cstheme="minorHAnsi"/>
                <w:b/>
                <w:color w:val="365F91"/>
                <w:sz w:val="20"/>
                <w:szCs w:val="20"/>
              </w:rPr>
              <w:t>ATO AS.0001 2009 Message Implementation Guide.docx</w:t>
            </w:r>
          </w:p>
          <w:p w14:paraId="288B7F40" w14:textId="77777777" w:rsidR="00202A87" w:rsidRDefault="00202A87" w:rsidP="00204DAF">
            <w:pPr>
              <w:pStyle w:val="ListParagraph"/>
              <w:rPr>
                <w:rFonts w:ascii="Calibri" w:hAnsi="Calibri" w:cs="Calibri"/>
                <w:sz w:val="20"/>
                <w:szCs w:val="20"/>
              </w:rPr>
            </w:pPr>
            <w:r w:rsidRPr="006E1F06">
              <w:rPr>
                <w:rFonts w:ascii="Calibri" w:hAnsi="Calibri" w:cs="Calibri"/>
                <w:sz w:val="20"/>
                <w:szCs w:val="20"/>
              </w:rPr>
              <w:t>Message Implementation Guide (MIG) documents have been replaced by the ATO Service Registry which is published under the ATO Common information artefacts section on all ATO pages on sbr.gov.au</w:t>
            </w:r>
            <w:r>
              <w:rPr>
                <w:rFonts w:ascii="Calibri" w:hAnsi="Calibri" w:cs="Calibri"/>
                <w:sz w:val="20"/>
                <w:szCs w:val="20"/>
              </w:rPr>
              <w:t>.</w:t>
            </w:r>
          </w:p>
          <w:p w14:paraId="0A9D78BF" w14:textId="77777777" w:rsidR="00202A87" w:rsidRDefault="00202A87" w:rsidP="00204DAF">
            <w:pPr>
              <w:pStyle w:val="Version2"/>
              <w:spacing w:before="0" w:after="0"/>
              <w:ind w:left="752"/>
            </w:pPr>
          </w:p>
          <w:p w14:paraId="562DE2BB" w14:textId="77777777" w:rsidR="00202A87" w:rsidRDefault="00202A87" w:rsidP="00204DAF">
            <w:pPr>
              <w:pStyle w:val="Version2"/>
              <w:spacing w:before="0" w:after="0"/>
              <w:ind w:left="752"/>
            </w:pPr>
          </w:p>
          <w:p w14:paraId="39600FFD" w14:textId="77777777" w:rsidR="00202A87" w:rsidRDefault="00202A87" w:rsidP="00204DAF">
            <w:pPr>
              <w:pStyle w:val="Version2"/>
              <w:spacing w:before="0" w:after="0"/>
              <w:ind w:left="752"/>
            </w:pPr>
          </w:p>
          <w:p w14:paraId="35523C4B" w14:textId="77777777" w:rsidR="00202A87" w:rsidRPr="00423E24" w:rsidRDefault="00202A87" w:rsidP="00204DAF">
            <w:pPr>
              <w:pStyle w:val="Version2"/>
              <w:spacing w:before="0" w:after="0"/>
              <w:ind w:left="752"/>
            </w:pPr>
          </w:p>
          <w:p w14:paraId="2EDFEBDA" w14:textId="77777777" w:rsidR="00202A87" w:rsidRPr="00E001E8" w:rsidRDefault="00202A87" w:rsidP="00204DAF">
            <w:pPr>
              <w:pStyle w:val="Version2"/>
              <w:spacing w:before="0" w:after="0"/>
              <w:contextualSpacing/>
              <w:rPr>
                <w:rFonts w:asciiTheme="minorHAnsi" w:hAnsiTheme="minorHAnsi" w:cstheme="minorHAnsi"/>
                <w:b/>
                <w:color w:val="1F497D"/>
                <w:sz w:val="24"/>
                <w:szCs w:val="24"/>
              </w:rPr>
            </w:pPr>
            <w:r w:rsidRPr="00E001E8">
              <w:rPr>
                <w:rFonts w:asciiTheme="minorHAnsi" w:hAnsiTheme="minorHAnsi" w:cstheme="minorHAnsi"/>
                <w:b/>
                <w:color w:val="1F497D"/>
                <w:sz w:val="24"/>
                <w:szCs w:val="24"/>
              </w:rPr>
              <w:t>Section 3 Schematron changes</w:t>
            </w:r>
          </w:p>
          <w:p w14:paraId="5F67E588" w14:textId="77777777" w:rsidR="00202A87" w:rsidRDefault="00202A87" w:rsidP="00204DAF">
            <w:pPr>
              <w:pStyle w:val="Version2"/>
              <w:spacing w:before="120" w:after="120"/>
              <w:rPr>
                <w:b/>
              </w:rPr>
            </w:pPr>
            <w:r>
              <w:rPr>
                <w:b/>
              </w:rPr>
              <w:t>Additions</w:t>
            </w:r>
            <w:r w:rsidRPr="009B7887">
              <w:rPr>
                <w:b/>
              </w:rPr>
              <w:t>:</w:t>
            </w:r>
          </w:p>
          <w:p w14:paraId="2FDD7C5B" w14:textId="77777777" w:rsidR="00202A87" w:rsidRPr="008812F7" w:rsidRDefault="00202A87" w:rsidP="00204DAF">
            <w:pPr>
              <w:pStyle w:val="Version2"/>
              <w:spacing w:before="120" w:after="120"/>
              <w:rPr>
                <w:sz w:val="20"/>
                <w:szCs w:val="18"/>
              </w:rPr>
            </w:pPr>
            <w:r w:rsidRPr="008812F7">
              <w:rPr>
                <w:sz w:val="20"/>
                <w:szCs w:val="18"/>
              </w:rPr>
              <w:t>The following subsections have been included:</w:t>
            </w:r>
          </w:p>
          <w:p w14:paraId="5EF882C0" w14:textId="77777777" w:rsidR="00202A87" w:rsidRDefault="00202A87" w:rsidP="00204DAF">
            <w:pPr>
              <w:pStyle w:val="Version2"/>
              <w:spacing w:before="0" w:after="0"/>
              <w:rPr>
                <w:sz w:val="20"/>
                <w:szCs w:val="18"/>
              </w:rPr>
            </w:pPr>
            <w:r w:rsidRPr="00F272BE">
              <w:rPr>
                <w:rFonts w:ascii="Calibri" w:hAnsi="Calibri" w:cs="Calibri"/>
                <w:b/>
                <w:color w:val="1F497D"/>
              </w:rPr>
              <w:t>3.1 Technical Changes heading added</w:t>
            </w:r>
          </w:p>
          <w:p w14:paraId="7EBCFBD4" w14:textId="77777777" w:rsidR="00202A87" w:rsidRPr="008812F7" w:rsidRDefault="00202A87" w:rsidP="00204DAF">
            <w:pPr>
              <w:pStyle w:val="Version2"/>
              <w:spacing w:before="120" w:after="120"/>
              <w:rPr>
                <w:sz w:val="20"/>
                <w:szCs w:val="18"/>
              </w:rPr>
            </w:pPr>
            <w:r w:rsidRPr="008812F7">
              <w:rPr>
                <w:sz w:val="20"/>
                <w:szCs w:val="18"/>
              </w:rPr>
              <w:t xml:space="preserve">Updated EBMS_RulesInSBR2Format.xsl to remove extra “D” as prefix from validation </w:t>
            </w:r>
            <w:proofErr w:type="gramStart"/>
            <w:r w:rsidRPr="008812F7">
              <w:rPr>
                <w:sz w:val="20"/>
                <w:szCs w:val="18"/>
              </w:rPr>
              <w:t>error .</w:t>
            </w:r>
            <w:proofErr w:type="gramEnd"/>
            <w:r w:rsidRPr="008812F7">
              <w:rPr>
                <w:sz w:val="20"/>
                <w:szCs w:val="18"/>
              </w:rPr>
              <w:t xml:space="preserve"> </w:t>
            </w:r>
          </w:p>
          <w:p w14:paraId="3315EC6D" w14:textId="77777777" w:rsidR="00202A87" w:rsidRPr="008812F7" w:rsidRDefault="00202A87" w:rsidP="00204DAF">
            <w:pPr>
              <w:pStyle w:val="Version2"/>
              <w:spacing w:before="120" w:after="120"/>
              <w:rPr>
                <w:sz w:val="20"/>
                <w:szCs w:val="18"/>
              </w:rPr>
            </w:pPr>
            <w:r w:rsidRPr="008812F7">
              <w:rPr>
                <w:sz w:val="20"/>
                <w:szCs w:val="18"/>
              </w:rPr>
              <w:t>There are</w:t>
            </w:r>
            <w:r>
              <w:rPr>
                <w:sz w:val="20"/>
                <w:szCs w:val="18"/>
              </w:rPr>
              <w:t xml:space="preserve"> no technical r</w:t>
            </w:r>
            <w:r w:rsidRPr="008812F7">
              <w:rPr>
                <w:sz w:val="20"/>
                <w:szCs w:val="18"/>
              </w:rPr>
              <w:t xml:space="preserve">ule changes for AS at the time of publication. </w:t>
            </w:r>
          </w:p>
          <w:p w14:paraId="6B1BE78A" w14:textId="77777777" w:rsidR="00202A87" w:rsidRDefault="00202A87" w:rsidP="00204DAF">
            <w:pPr>
              <w:pStyle w:val="Version2"/>
              <w:spacing w:before="0" w:after="0"/>
              <w:ind w:left="34"/>
              <w:rPr>
                <w:sz w:val="20"/>
                <w:szCs w:val="20"/>
              </w:rPr>
            </w:pPr>
          </w:p>
          <w:p w14:paraId="288E8016" w14:textId="77777777" w:rsidR="00202A87" w:rsidRDefault="00202A87" w:rsidP="00204DAF">
            <w:pPr>
              <w:pStyle w:val="Version2"/>
              <w:spacing w:before="0" w:after="0"/>
              <w:rPr>
                <w:sz w:val="20"/>
                <w:szCs w:val="18"/>
              </w:rPr>
            </w:pPr>
            <w:r w:rsidRPr="00F272BE">
              <w:rPr>
                <w:rFonts w:ascii="Calibri" w:hAnsi="Calibri" w:cs="Calibri"/>
                <w:b/>
                <w:color w:val="1F497D"/>
              </w:rPr>
              <w:t>3.2 Event Message Changes heading added</w:t>
            </w:r>
          </w:p>
          <w:p w14:paraId="7DD4957E" w14:textId="77777777" w:rsidR="00202A87" w:rsidRPr="008812F7" w:rsidRDefault="00202A87" w:rsidP="00204DAF">
            <w:pPr>
              <w:pStyle w:val="Version2"/>
              <w:spacing w:before="120" w:after="120"/>
              <w:rPr>
                <w:sz w:val="20"/>
                <w:szCs w:val="18"/>
              </w:rPr>
            </w:pPr>
            <w:r w:rsidRPr="008812F7">
              <w:rPr>
                <w:sz w:val="20"/>
                <w:szCs w:val="18"/>
              </w:rPr>
              <w:t>There are no changes</w:t>
            </w:r>
            <w:r>
              <w:rPr>
                <w:sz w:val="20"/>
                <w:szCs w:val="18"/>
              </w:rPr>
              <w:t xml:space="preserve"> to event m</w:t>
            </w:r>
            <w:r w:rsidRPr="008812F7">
              <w:rPr>
                <w:sz w:val="20"/>
                <w:szCs w:val="18"/>
              </w:rPr>
              <w:t xml:space="preserve">essages for </w:t>
            </w:r>
            <w:proofErr w:type="gramStart"/>
            <w:r w:rsidRPr="008812F7">
              <w:rPr>
                <w:sz w:val="20"/>
                <w:szCs w:val="18"/>
              </w:rPr>
              <w:t>AS  at</w:t>
            </w:r>
            <w:proofErr w:type="gramEnd"/>
            <w:r w:rsidRPr="008812F7">
              <w:rPr>
                <w:sz w:val="20"/>
                <w:szCs w:val="18"/>
              </w:rPr>
              <w:t xml:space="preserve"> the time of publication.</w:t>
            </w:r>
          </w:p>
          <w:p w14:paraId="5F780A3E" w14:textId="77777777" w:rsidR="00202A87" w:rsidRDefault="00202A87" w:rsidP="00204DAF">
            <w:pPr>
              <w:pStyle w:val="Version2"/>
              <w:spacing w:before="0" w:after="0"/>
              <w:ind w:left="0"/>
              <w:rPr>
                <w:sz w:val="20"/>
                <w:szCs w:val="20"/>
              </w:rPr>
            </w:pPr>
          </w:p>
          <w:p w14:paraId="1B2DD5F3" w14:textId="77777777" w:rsidR="00202A87" w:rsidRDefault="00202A87" w:rsidP="00204DAF">
            <w:pPr>
              <w:pStyle w:val="Version2"/>
              <w:spacing w:before="0" w:after="0"/>
              <w:ind w:left="34"/>
              <w:rPr>
                <w:rFonts w:ascii="Calibri" w:hAnsi="Calibri" w:cs="Calibri"/>
                <w:b/>
                <w:color w:val="1F497D"/>
                <w:sz w:val="24"/>
                <w:szCs w:val="24"/>
              </w:rPr>
            </w:pPr>
            <w:r>
              <w:rPr>
                <w:rFonts w:ascii="Calibri" w:hAnsi="Calibri" w:cs="Calibri"/>
                <w:b/>
                <w:color w:val="1F497D"/>
                <w:sz w:val="24"/>
                <w:szCs w:val="24"/>
              </w:rPr>
              <w:t>Appendix A – Prior Version History</w:t>
            </w:r>
          </w:p>
          <w:p w14:paraId="3401659E" w14:textId="4875948F" w:rsidR="00202A87" w:rsidRPr="003E3272" w:rsidRDefault="00202A87" w:rsidP="00536D47">
            <w:pPr>
              <w:pStyle w:val="Version2"/>
              <w:spacing w:before="120" w:after="120"/>
              <w:ind w:left="0"/>
              <w:rPr>
                <w:b/>
              </w:rPr>
            </w:pPr>
            <w:r w:rsidRPr="008812F7">
              <w:rPr>
                <w:sz w:val="20"/>
                <w:szCs w:val="18"/>
              </w:rPr>
              <w:t>Section added and previous history removed from here and is now under this section.</w:t>
            </w:r>
          </w:p>
        </w:tc>
      </w:tr>
      <w:tr w:rsidR="00202A87" w:rsidRPr="009B06E0" w14:paraId="5A448F72" w14:textId="77777777" w:rsidTr="005F38F3">
        <w:tc>
          <w:tcPr>
            <w:tcW w:w="1100" w:type="dxa"/>
            <w:tcBorders>
              <w:top w:val="single" w:sz="6" w:space="0" w:color="auto"/>
              <w:bottom w:val="single" w:sz="6" w:space="0" w:color="auto"/>
            </w:tcBorders>
          </w:tcPr>
          <w:p w14:paraId="5D362069" w14:textId="6CF9F2F0" w:rsidR="00202A87" w:rsidRDefault="00202A87" w:rsidP="00536D47">
            <w:pPr>
              <w:pStyle w:val="Version2"/>
              <w:spacing w:before="120" w:after="120"/>
            </w:pPr>
            <w:r>
              <w:lastRenderedPageBreak/>
              <w:t>1.5</w:t>
            </w:r>
          </w:p>
        </w:tc>
        <w:tc>
          <w:tcPr>
            <w:tcW w:w="1764" w:type="dxa"/>
            <w:tcBorders>
              <w:top w:val="single" w:sz="6" w:space="0" w:color="auto"/>
              <w:bottom w:val="single" w:sz="6" w:space="0" w:color="auto"/>
            </w:tcBorders>
          </w:tcPr>
          <w:p w14:paraId="00864ABE" w14:textId="4BE9D494" w:rsidR="00202A87" w:rsidRDefault="00202A87" w:rsidP="00536D47">
            <w:pPr>
              <w:pStyle w:val="Version2"/>
              <w:spacing w:before="120" w:after="120"/>
            </w:pPr>
            <w:r>
              <w:t>19/05/2016</w:t>
            </w:r>
          </w:p>
        </w:tc>
        <w:tc>
          <w:tcPr>
            <w:tcW w:w="6379" w:type="dxa"/>
            <w:tcBorders>
              <w:top w:val="single" w:sz="6" w:space="0" w:color="auto"/>
              <w:bottom w:val="single" w:sz="6" w:space="0" w:color="auto"/>
            </w:tcBorders>
          </w:tcPr>
          <w:p w14:paraId="648D011D" w14:textId="77777777" w:rsidR="00202A87" w:rsidRDefault="00202A87" w:rsidP="00204DAF">
            <w:pPr>
              <w:pStyle w:val="Version2"/>
              <w:spacing w:before="120" w:after="120"/>
              <w:ind w:left="0"/>
              <w:rPr>
                <w:b/>
              </w:rPr>
            </w:pPr>
            <w:r w:rsidRPr="003E3272">
              <w:rPr>
                <w:b/>
              </w:rPr>
              <w:t>Updates:</w:t>
            </w:r>
          </w:p>
          <w:p w14:paraId="10709D17" w14:textId="77777777" w:rsidR="00202A87" w:rsidRDefault="00202A87" w:rsidP="00204DAF">
            <w:pPr>
              <w:pStyle w:val="Version2"/>
              <w:spacing w:before="120" w:after="120"/>
              <w:ind w:left="0"/>
              <w:rPr>
                <w:sz w:val="20"/>
                <w:szCs w:val="20"/>
              </w:rPr>
            </w:pPr>
            <w:r w:rsidRPr="00F92A0D">
              <w:rPr>
                <w:sz w:val="20"/>
                <w:szCs w:val="20"/>
              </w:rPr>
              <w:t xml:space="preserve">The following artefacts were updated with </w:t>
            </w:r>
            <w:r w:rsidRPr="00F92A0D">
              <w:rPr>
                <w:b/>
                <w:sz w:val="20"/>
                <w:szCs w:val="20"/>
              </w:rPr>
              <w:t xml:space="preserve">non-functional </w:t>
            </w:r>
            <w:r w:rsidRPr="00DF2B66">
              <w:rPr>
                <w:b/>
                <w:sz w:val="20"/>
                <w:szCs w:val="20"/>
              </w:rPr>
              <w:t>changes</w:t>
            </w:r>
            <w:r w:rsidRPr="00F92A0D">
              <w:rPr>
                <w:sz w:val="20"/>
                <w:szCs w:val="20"/>
              </w:rPr>
              <w:t>:</w:t>
            </w:r>
          </w:p>
          <w:p w14:paraId="4B472FE1" w14:textId="77777777" w:rsidR="00202A87" w:rsidRPr="00DB358F" w:rsidRDefault="00202A87" w:rsidP="00204DAF">
            <w:pPr>
              <w:pStyle w:val="Version2"/>
              <w:numPr>
                <w:ilvl w:val="0"/>
                <w:numId w:val="29"/>
              </w:numPr>
              <w:rPr>
                <w:b/>
                <w:color w:val="365F91"/>
                <w:sz w:val="20"/>
                <w:szCs w:val="20"/>
              </w:rPr>
            </w:pPr>
            <w:r w:rsidRPr="00DB358F">
              <w:rPr>
                <w:b/>
                <w:color w:val="365F91"/>
                <w:sz w:val="20"/>
                <w:szCs w:val="20"/>
              </w:rPr>
              <w:t xml:space="preserve">ATO AS.0001 2009 Message Structure Table.xlsx </w:t>
            </w:r>
          </w:p>
          <w:p w14:paraId="3AEE1265" w14:textId="0504B13E" w:rsidR="00202A87" w:rsidRPr="003E3272" w:rsidRDefault="00202A87" w:rsidP="00536D47">
            <w:pPr>
              <w:pStyle w:val="Version2"/>
              <w:spacing w:before="120" w:after="120"/>
              <w:ind w:left="0"/>
              <w:rPr>
                <w:b/>
              </w:rPr>
            </w:pPr>
            <w:r>
              <w:rPr>
                <w:color w:val="000000"/>
                <w:sz w:val="20"/>
                <w:szCs w:val="20"/>
              </w:rPr>
              <w:t>- R</w:t>
            </w:r>
            <w:r w:rsidRPr="005D0E86">
              <w:rPr>
                <w:color w:val="000000"/>
                <w:sz w:val="20"/>
                <w:szCs w:val="20"/>
              </w:rPr>
              <w:t>efer to section 2 for details of changes</w:t>
            </w:r>
          </w:p>
        </w:tc>
      </w:tr>
      <w:tr w:rsidR="00202A87" w:rsidRPr="009B06E0" w14:paraId="6F5A3E3A" w14:textId="77777777" w:rsidTr="005F38F3">
        <w:tc>
          <w:tcPr>
            <w:tcW w:w="1100" w:type="dxa"/>
            <w:tcBorders>
              <w:top w:val="single" w:sz="6" w:space="0" w:color="auto"/>
              <w:bottom w:val="single" w:sz="6" w:space="0" w:color="auto"/>
            </w:tcBorders>
          </w:tcPr>
          <w:p w14:paraId="127EF8E1" w14:textId="77777777" w:rsidR="00202A87" w:rsidRDefault="00202A87" w:rsidP="00536D47">
            <w:pPr>
              <w:pStyle w:val="Version2"/>
              <w:spacing w:before="120" w:after="120"/>
            </w:pPr>
            <w:r>
              <w:t>1.4</w:t>
            </w:r>
          </w:p>
        </w:tc>
        <w:tc>
          <w:tcPr>
            <w:tcW w:w="1764" w:type="dxa"/>
            <w:tcBorders>
              <w:top w:val="single" w:sz="6" w:space="0" w:color="auto"/>
              <w:bottom w:val="single" w:sz="6" w:space="0" w:color="auto"/>
            </w:tcBorders>
          </w:tcPr>
          <w:p w14:paraId="2C1E8BAF" w14:textId="77777777" w:rsidR="00202A87" w:rsidRDefault="00202A87" w:rsidP="00536D47">
            <w:pPr>
              <w:pStyle w:val="Version2"/>
              <w:spacing w:before="120" w:after="120"/>
            </w:pPr>
            <w:r>
              <w:t>18/02/2016</w:t>
            </w:r>
          </w:p>
        </w:tc>
        <w:tc>
          <w:tcPr>
            <w:tcW w:w="6379" w:type="dxa"/>
            <w:tcBorders>
              <w:top w:val="single" w:sz="6" w:space="0" w:color="auto"/>
              <w:bottom w:val="single" w:sz="6" w:space="0" w:color="auto"/>
            </w:tcBorders>
          </w:tcPr>
          <w:p w14:paraId="2AE1780A" w14:textId="77777777" w:rsidR="00202A87" w:rsidRDefault="00202A87" w:rsidP="00536D47">
            <w:pPr>
              <w:pStyle w:val="Version2"/>
              <w:spacing w:before="120" w:after="120"/>
              <w:ind w:left="0"/>
              <w:rPr>
                <w:b/>
              </w:rPr>
            </w:pPr>
            <w:r w:rsidRPr="003E3272">
              <w:rPr>
                <w:b/>
              </w:rPr>
              <w:t>Updates:</w:t>
            </w:r>
          </w:p>
          <w:p w14:paraId="26C6EBB4" w14:textId="77777777" w:rsidR="00202A87" w:rsidRDefault="00202A87" w:rsidP="00536D47">
            <w:pPr>
              <w:pStyle w:val="Version2"/>
              <w:spacing w:before="120" w:after="120"/>
              <w:ind w:left="0"/>
              <w:rPr>
                <w:sz w:val="20"/>
                <w:szCs w:val="20"/>
              </w:rPr>
            </w:pPr>
            <w:r w:rsidRPr="00F92A0D">
              <w:rPr>
                <w:sz w:val="20"/>
                <w:szCs w:val="20"/>
              </w:rPr>
              <w:t xml:space="preserve">The following artefacts were updated with </w:t>
            </w:r>
            <w:r w:rsidRPr="00F92A0D">
              <w:rPr>
                <w:b/>
                <w:sz w:val="20"/>
                <w:szCs w:val="20"/>
              </w:rPr>
              <w:t xml:space="preserve">non-functional </w:t>
            </w:r>
            <w:r w:rsidRPr="00DF2B66">
              <w:rPr>
                <w:b/>
                <w:sz w:val="20"/>
                <w:szCs w:val="20"/>
              </w:rPr>
              <w:t>changes</w:t>
            </w:r>
            <w:r w:rsidRPr="00F92A0D">
              <w:rPr>
                <w:sz w:val="20"/>
                <w:szCs w:val="20"/>
              </w:rPr>
              <w:t>:</w:t>
            </w:r>
          </w:p>
          <w:p w14:paraId="384D2A96" w14:textId="77777777" w:rsidR="00202A87" w:rsidRPr="005D0E86" w:rsidRDefault="00202A87" w:rsidP="00846B2A">
            <w:pPr>
              <w:pStyle w:val="Version2"/>
              <w:numPr>
                <w:ilvl w:val="0"/>
                <w:numId w:val="29"/>
              </w:numPr>
              <w:rPr>
                <w:b/>
                <w:color w:val="365F91"/>
                <w:sz w:val="20"/>
                <w:szCs w:val="20"/>
              </w:rPr>
            </w:pPr>
            <w:r w:rsidRPr="005D0E86">
              <w:rPr>
                <w:b/>
                <w:color w:val="365F91"/>
                <w:sz w:val="20"/>
                <w:szCs w:val="20"/>
              </w:rPr>
              <w:t xml:space="preserve">ATO AS.0001 2009 Validation Rules.xlsx </w:t>
            </w:r>
          </w:p>
          <w:p w14:paraId="0367A04D" w14:textId="77777777" w:rsidR="00202A87" w:rsidRDefault="00202A87" w:rsidP="00536D47">
            <w:pPr>
              <w:ind w:left="720"/>
              <w:rPr>
                <w:color w:val="000000"/>
                <w:sz w:val="20"/>
                <w:szCs w:val="20"/>
              </w:rPr>
            </w:pPr>
            <w:r>
              <w:rPr>
                <w:color w:val="000000"/>
                <w:sz w:val="20"/>
                <w:szCs w:val="20"/>
              </w:rPr>
              <w:t>- R</w:t>
            </w:r>
            <w:r w:rsidRPr="005D0E86">
              <w:rPr>
                <w:color w:val="000000"/>
                <w:sz w:val="20"/>
                <w:szCs w:val="20"/>
              </w:rPr>
              <w:t>efer to section 2 for details of changes</w:t>
            </w:r>
          </w:p>
          <w:p w14:paraId="397D5B5A" w14:textId="77777777" w:rsidR="00202A87" w:rsidRDefault="00202A87" w:rsidP="00846B2A">
            <w:pPr>
              <w:pStyle w:val="Version2"/>
              <w:numPr>
                <w:ilvl w:val="0"/>
                <w:numId w:val="29"/>
              </w:numPr>
              <w:rPr>
                <w:b/>
                <w:color w:val="365F91"/>
                <w:sz w:val="20"/>
                <w:szCs w:val="20"/>
              </w:rPr>
            </w:pPr>
            <w:r w:rsidRPr="005D0E86">
              <w:rPr>
                <w:b/>
                <w:color w:val="365F91"/>
                <w:sz w:val="20"/>
                <w:szCs w:val="20"/>
              </w:rPr>
              <w:lastRenderedPageBreak/>
              <w:t>ATO AS.0001 2009 Schematron - ebMS3</w:t>
            </w:r>
            <w:r w:rsidRPr="00BF7704">
              <w:rPr>
                <w:b/>
                <w:color w:val="365F91"/>
                <w:sz w:val="20"/>
                <w:szCs w:val="20"/>
              </w:rPr>
              <w:t>.zip</w:t>
            </w:r>
          </w:p>
          <w:p w14:paraId="19265A13" w14:textId="77777777" w:rsidR="00202A87" w:rsidRPr="00F23EAB" w:rsidRDefault="00202A87" w:rsidP="00536D47">
            <w:pPr>
              <w:ind w:left="720"/>
              <w:rPr>
                <w:rFonts w:ascii="Calibri" w:hAnsi="Calibri" w:cs="Calibri"/>
                <w:sz w:val="20"/>
                <w:szCs w:val="20"/>
              </w:rPr>
            </w:pPr>
            <w:r>
              <w:rPr>
                <w:color w:val="000000"/>
                <w:sz w:val="20"/>
                <w:szCs w:val="20"/>
              </w:rPr>
              <w:t xml:space="preserve">- </w:t>
            </w:r>
            <w:r w:rsidRPr="007924E8">
              <w:rPr>
                <w:color w:val="000000"/>
                <w:sz w:val="20"/>
                <w:szCs w:val="20"/>
              </w:rPr>
              <w:t xml:space="preserve">The zip file contains the updated schematron files for </w:t>
            </w:r>
            <w:r>
              <w:rPr>
                <w:color w:val="000000"/>
                <w:sz w:val="20"/>
                <w:szCs w:val="20"/>
              </w:rPr>
              <w:t>AS</w:t>
            </w:r>
          </w:p>
        </w:tc>
      </w:tr>
      <w:tr w:rsidR="00202A87" w:rsidRPr="009B06E0" w14:paraId="09A47EBA" w14:textId="77777777" w:rsidTr="005F38F3">
        <w:tc>
          <w:tcPr>
            <w:tcW w:w="1100" w:type="dxa"/>
            <w:tcBorders>
              <w:top w:val="single" w:sz="6" w:space="0" w:color="auto"/>
              <w:bottom w:val="single" w:sz="6" w:space="0" w:color="auto"/>
            </w:tcBorders>
          </w:tcPr>
          <w:p w14:paraId="7412212A" w14:textId="77777777" w:rsidR="00202A87" w:rsidRDefault="00202A87" w:rsidP="00536D47">
            <w:pPr>
              <w:pStyle w:val="Version2"/>
              <w:spacing w:before="120" w:after="120"/>
            </w:pPr>
            <w:r>
              <w:lastRenderedPageBreak/>
              <w:t>1.3</w:t>
            </w:r>
          </w:p>
        </w:tc>
        <w:tc>
          <w:tcPr>
            <w:tcW w:w="1764" w:type="dxa"/>
            <w:tcBorders>
              <w:top w:val="single" w:sz="6" w:space="0" w:color="auto"/>
              <w:bottom w:val="single" w:sz="6" w:space="0" w:color="auto"/>
            </w:tcBorders>
          </w:tcPr>
          <w:p w14:paraId="768F5040" w14:textId="77777777" w:rsidR="00202A87" w:rsidRDefault="00202A87" w:rsidP="00536D47">
            <w:pPr>
              <w:pStyle w:val="Version2"/>
              <w:spacing w:before="120" w:after="120"/>
            </w:pPr>
            <w:r>
              <w:t>28/01/2016</w:t>
            </w:r>
          </w:p>
        </w:tc>
        <w:tc>
          <w:tcPr>
            <w:tcW w:w="6379" w:type="dxa"/>
            <w:tcBorders>
              <w:top w:val="single" w:sz="6" w:space="0" w:color="auto"/>
              <w:bottom w:val="single" w:sz="6" w:space="0" w:color="auto"/>
            </w:tcBorders>
          </w:tcPr>
          <w:p w14:paraId="73069B29" w14:textId="77777777" w:rsidR="00202A87" w:rsidRDefault="00202A87" w:rsidP="00536D47">
            <w:pPr>
              <w:pStyle w:val="Version2"/>
              <w:spacing w:before="120" w:after="120"/>
              <w:ind w:left="0"/>
              <w:rPr>
                <w:b/>
              </w:rPr>
            </w:pPr>
            <w:r w:rsidRPr="003E3272">
              <w:rPr>
                <w:b/>
              </w:rPr>
              <w:t>Updates:</w:t>
            </w:r>
          </w:p>
          <w:p w14:paraId="5F7B7418" w14:textId="77777777" w:rsidR="00202A87" w:rsidRDefault="00202A87" w:rsidP="00536D47">
            <w:pPr>
              <w:pStyle w:val="Version2"/>
              <w:spacing w:before="120" w:after="120"/>
              <w:ind w:left="0"/>
              <w:rPr>
                <w:sz w:val="20"/>
                <w:szCs w:val="20"/>
              </w:rPr>
            </w:pPr>
            <w:r w:rsidRPr="00F92A0D">
              <w:rPr>
                <w:sz w:val="20"/>
                <w:szCs w:val="20"/>
              </w:rPr>
              <w:t xml:space="preserve">The following artefacts were updated with </w:t>
            </w:r>
            <w:r w:rsidRPr="00F92A0D">
              <w:rPr>
                <w:b/>
                <w:sz w:val="20"/>
                <w:szCs w:val="20"/>
              </w:rPr>
              <w:t>functional changes</w:t>
            </w:r>
            <w:r w:rsidRPr="00F92A0D">
              <w:rPr>
                <w:sz w:val="20"/>
                <w:szCs w:val="20"/>
              </w:rPr>
              <w:t>:</w:t>
            </w:r>
          </w:p>
          <w:p w14:paraId="1E21B4D5" w14:textId="77777777" w:rsidR="00202A87" w:rsidRPr="005D0E86" w:rsidRDefault="00202A87" w:rsidP="00846B2A">
            <w:pPr>
              <w:pStyle w:val="Version2"/>
              <w:numPr>
                <w:ilvl w:val="0"/>
                <w:numId w:val="29"/>
              </w:numPr>
              <w:rPr>
                <w:b/>
                <w:color w:val="365F91"/>
                <w:sz w:val="20"/>
                <w:szCs w:val="20"/>
              </w:rPr>
            </w:pPr>
            <w:r w:rsidRPr="005D0E86">
              <w:rPr>
                <w:b/>
                <w:color w:val="365F91"/>
                <w:sz w:val="20"/>
                <w:szCs w:val="20"/>
              </w:rPr>
              <w:t xml:space="preserve">ATO AS.0001 2009 Validation Rules.xlsx </w:t>
            </w:r>
          </w:p>
          <w:p w14:paraId="0E230960" w14:textId="77777777" w:rsidR="00202A87" w:rsidRPr="005D0E86" w:rsidRDefault="00202A87" w:rsidP="00536D47">
            <w:pPr>
              <w:ind w:left="720"/>
              <w:rPr>
                <w:color w:val="000000"/>
                <w:sz w:val="20"/>
                <w:szCs w:val="20"/>
              </w:rPr>
            </w:pPr>
            <w:r>
              <w:rPr>
                <w:color w:val="000000"/>
                <w:sz w:val="20"/>
                <w:szCs w:val="20"/>
              </w:rPr>
              <w:t>- R</w:t>
            </w:r>
            <w:r w:rsidRPr="005D0E86">
              <w:rPr>
                <w:color w:val="000000"/>
                <w:sz w:val="20"/>
                <w:szCs w:val="20"/>
              </w:rPr>
              <w:t>efer to section 2 for details of changes</w:t>
            </w:r>
          </w:p>
          <w:p w14:paraId="712B71FA" w14:textId="77777777" w:rsidR="00202A87" w:rsidRDefault="00202A87" w:rsidP="00846B2A">
            <w:pPr>
              <w:pStyle w:val="Version2"/>
              <w:numPr>
                <w:ilvl w:val="0"/>
                <w:numId w:val="29"/>
              </w:numPr>
              <w:rPr>
                <w:b/>
                <w:color w:val="365F91"/>
                <w:sz w:val="20"/>
                <w:szCs w:val="20"/>
              </w:rPr>
            </w:pPr>
            <w:r w:rsidRPr="005D0E86">
              <w:rPr>
                <w:b/>
                <w:color w:val="365F91"/>
                <w:sz w:val="20"/>
                <w:szCs w:val="20"/>
              </w:rPr>
              <w:t>ATO AS.0001 2009 Schematron - ebMS3</w:t>
            </w:r>
            <w:r w:rsidRPr="00BF7704">
              <w:rPr>
                <w:b/>
                <w:color w:val="365F91"/>
                <w:sz w:val="20"/>
                <w:szCs w:val="20"/>
              </w:rPr>
              <w:t>.zip</w:t>
            </w:r>
          </w:p>
          <w:p w14:paraId="2AC07650" w14:textId="77777777" w:rsidR="00202A87" w:rsidRDefault="00202A87" w:rsidP="00536D47">
            <w:pPr>
              <w:ind w:left="720"/>
              <w:rPr>
                <w:rFonts w:ascii="Calibri" w:hAnsi="Calibri" w:cs="Calibri"/>
                <w:sz w:val="20"/>
                <w:szCs w:val="20"/>
              </w:rPr>
            </w:pPr>
            <w:r>
              <w:rPr>
                <w:color w:val="000000"/>
                <w:sz w:val="20"/>
                <w:szCs w:val="20"/>
              </w:rPr>
              <w:t xml:space="preserve">- </w:t>
            </w:r>
            <w:r w:rsidRPr="007924E8">
              <w:rPr>
                <w:color w:val="000000"/>
                <w:sz w:val="20"/>
                <w:szCs w:val="20"/>
              </w:rPr>
              <w:t xml:space="preserve">The zip file contains the updated schematron files for </w:t>
            </w:r>
            <w:r>
              <w:rPr>
                <w:color w:val="000000"/>
                <w:sz w:val="20"/>
                <w:szCs w:val="20"/>
              </w:rPr>
              <w:t>AS</w:t>
            </w:r>
          </w:p>
          <w:p w14:paraId="3487A385" w14:textId="77777777" w:rsidR="00202A87" w:rsidRDefault="00202A87" w:rsidP="00536D47">
            <w:pPr>
              <w:pStyle w:val="Version2"/>
              <w:spacing w:before="120" w:after="120"/>
              <w:rPr>
                <w:sz w:val="20"/>
                <w:szCs w:val="20"/>
                <w:u w:val="single"/>
              </w:rPr>
            </w:pPr>
          </w:p>
          <w:p w14:paraId="5298F198" w14:textId="77777777" w:rsidR="00202A87" w:rsidRDefault="00202A87" w:rsidP="00536D47">
            <w:pPr>
              <w:pStyle w:val="Version2"/>
              <w:spacing w:before="120" w:after="120"/>
              <w:ind w:left="0"/>
              <w:rPr>
                <w:sz w:val="20"/>
                <w:szCs w:val="20"/>
              </w:rPr>
            </w:pPr>
            <w:r w:rsidRPr="00DA76F6">
              <w:rPr>
                <w:sz w:val="20"/>
                <w:szCs w:val="20"/>
                <w:u w:val="single"/>
              </w:rPr>
              <w:t>No artefacts</w:t>
            </w:r>
            <w:r w:rsidRPr="00E375DA">
              <w:rPr>
                <w:sz w:val="20"/>
                <w:szCs w:val="20"/>
              </w:rPr>
              <w:t xml:space="preserve"> in the package </w:t>
            </w:r>
            <w:r>
              <w:rPr>
                <w:sz w:val="20"/>
                <w:szCs w:val="20"/>
              </w:rPr>
              <w:t>have been</w:t>
            </w:r>
            <w:r w:rsidRPr="00E375DA">
              <w:rPr>
                <w:sz w:val="20"/>
                <w:szCs w:val="20"/>
              </w:rPr>
              <w:t xml:space="preserve"> updated</w:t>
            </w:r>
            <w:r>
              <w:rPr>
                <w:sz w:val="20"/>
                <w:szCs w:val="20"/>
              </w:rPr>
              <w:t xml:space="preserve">. The changes detailed for this service are outlined below in the Version </w:t>
            </w:r>
            <w:proofErr w:type="spellStart"/>
            <w:r>
              <w:rPr>
                <w:sz w:val="20"/>
                <w:szCs w:val="20"/>
              </w:rPr>
              <w:t>Controle</w:t>
            </w:r>
            <w:proofErr w:type="spellEnd"/>
            <w:r>
              <w:rPr>
                <w:sz w:val="20"/>
                <w:szCs w:val="20"/>
              </w:rPr>
              <w:t xml:space="preserve"> ‘</w:t>
            </w:r>
            <w:r w:rsidRPr="00DA76F6">
              <w:rPr>
                <w:b/>
                <w:sz w:val="20"/>
                <w:szCs w:val="20"/>
              </w:rPr>
              <w:t>Description of changes’</w:t>
            </w:r>
            <w:r>
              <w:rPr>
                <w:sz w:val="20"/>
                <w:szCs w:val="20"/>
              </w:rPr>
              <w:t xml:space="preserve"> (this section).</w:t>
            </w:r>
          </w:p>
          <w:p w14:paraId="50792A9C" w14:textId="77777777" w:rsidR="00202A87" w:rsidRPr="00E375DA" w:rsidRDefault="00202A87" w:rsidP="00536D47">
            <w:pPr>
              <w:pStyle w:val="Version2"/>
              <w:spacing w:before="120" w:after="120"/>
              <w:ind w:left="392"/>
              <w:rPr>
                <w:sz w:val="20"/>
                <w:szCs w:val="20"/>
              </w:rPr>
            </w:pPr>
            <w:r w:rsidRPr="00E375DA">
              <w:rPr>
                <w:sz w:val="20"/>
                <w:szCs w:val="20"/>
              </w:rPr>
              <w:t>The error message description</w:t>
            </w:r>
            <w:r>
              <w:rPr>
                <w:sz w:val="20"/>
                <w:szCs w:val="20"/>
              </w:rPr>
              <w:t>s</w:t>
            </w:r>
            <w:r w:rsidRPr="00E375DA">
              <w:rPr>
                <w:sz w:val="20"/>
                <w:szCs w:val="20"/>
              </w:rPr>
              <w:t xml:space="preserve"> for the following “4 year period </w:t>
            </w:r>
            <w:proofErr w:type="spellStart"/>
            <w:r w:rsidRPr="00E375DA">
              <w:rPr>
                <w:sz w:val="20"/>
                <w:szCs w:val="20"/>
              </w:rPr>
              <w:t>self assessment</w:t>
            </w:r>
            <w:proofErr w:type="spellEnd"/>
            <w:r w:rsidRPr="00E375DA">
              <w:rPr>
                <w:sz w:val="20"/>
                <w:szCs w:val="20"/>
              </w:rPr>
              <w:t xml:space="preserve"> for indirect taxes” response error codes were updated:</w:t>
            </w:r>
          </w:p>
          <w:p w14:paraId="53648D12" w14:textId="77777777" w:rsidR="00202A87" w:rsidRDefault="00202A87" w:rsidP="00846B2A">
            <w:pPr>
              <w:pStyle w:val="Version2"/>
              <w:numPr>
                <w:ilvl w:val="0"/>
                <w:numId w:val="32"/>
              </w:numPr>
              <w:spacing w:before="120" w:after="120"/>
              <w:rPr>
                <w:sz w:val="20"/>
                <w:szCs w:val="20"/>
              </w:rPr>
            </w:pPr>
            <w:r w:rsidRPr="00E375DA">
              <w:rPr>
                <w:sz w:val="20"/>
                <w:szCs w:val="20"/>
              </w:rPr>
              <w:t xml:space="preserve">CMN.ATO.AS.EM176 </w:t>
            </w:r>
          </w:p>
          <w:p w14:paraId="5384C2AE" w14:textId="77777777" w:rsidR="00202A87" w:rsidRDefault="00202A87" w:rsidP="00536D47">
            <w:pPr>
              <w:pStyle w:val="Version2"/>
              <w:spacing w:before="120" w:after="120"/>
              <w:ind w:left="712"/>
              <w:rPr>
                <w:sz w:val="20"/>
                <w:szCs w:val="20"/>
              </w:rPr>
            </w:pPr>
            <w:r>
              <w:rPr>
                <w:sz w:val="20"/>
                <w:szCs w:val="20"/>
              </w:rPr>
              <w:t>F</w:t>
            </w:r>
            <w:r w:rsidRPr="00E375DA">
              <w:rPr>
                <w:sz w:val="20"/>
                <w:szCs w:val="20"/>
              </w:rPr>
              <w:t>rom</w:t>
            </w:r>
            <w:r>
              <w:rPr>
                <w:sz w:val="20"/>
                <w:szCs w:val="20"/>
              </w:rPr>
              <w:t>:</w:t>
            </w:r>
            <w:r w:rsidRPr="00E375DA">
              <w:rPr>
                <w:sz w:val="20"/>
                <w:szCs w:val="20"/>
              </w:rPr>
              <w:t xml:space="preserve"> “</w:t>
            </w:r>
            <w:r w:rsidRPr="00E375DA">
              <w:rPr>
                <w:i/>
                <w:sz w:val="20"/>
                <w:szCs w:val="20"/>
              </w:rPr>
              <w:t xml:space="preserve">The 4 year </w:t>
            </w:r>
            <w:proofErr w:type="spellStart"/>
            <w:r w:rsidRPr="00E375DA">
              <w:rPr>
                <w:i/>
                <w:sz w:val="20"/>
                <w:szCs w:val="20"/>
              </w:rPr>
              <w:t>limt</w:t>
            </w:r>
            <w:proofErr w:type="spellEnd"/>
            <w:r w:rsidRPr="00E375DA">
              <w:rPr>
                <w:i/>
                <w:sz w:val="20"/>
                <w:szCs w:val="20"/>
              </w:rPr>
              <w:t xml:space="preserve"> for revising GST, LCT, WET and FTC for this activity statement has passed</w:t>
            </w:r>
            <w:r w:rsidRPr="00E375DA">
              <w:rPr>
                <w:sz w:val="20"/>
                <w:szCs w:val="20"/>
              </w:rPr>
              <w:t xml:space="preserve">.” </w:t>
            </w:r>
          </w:p>
          <w:p w14:paraId="272D7091" w14:textId="77777777" w:rsidR="00202A87" w:rsidRDefault="00202A87" w:rsidP="00536D47">
            <w:pPr>
              <w:pStyle w:val="Version2"/>
              <w:spacing w:before="120" w:after="120"/>
              <w:ind w:left="712"/>
              <w:rPr>
                <w:sz w:val="20"/>
                <w:szCs w:val="20"/>
              </w:rPr>
            </w:pPr>
            <w:r>
              <w:rPr>
                <w:sz w:val="20"/>
                <w:szCs w:val="20"/>
              </w:rPr>
              <w:t xml:space="preserve">To: </w:t>
            </w:r>
            <w:r w:rsidRPr="00E375DA">
              <w:rPr>
                <w:sz w:val="20"/>
                <w:szCs w:val="20"/>
              </w:rPr>
              <w:t>“</w:t>
            </w:r>
            <w:r w:rsidRPr="00E375DA">
              <w:rPr>
                <w:i/>
                <w:sz w:val="20"/>
                <w:szCs w:val="20"/>
              </w:rPr>
              <w:t>The 4 year period for revising GST, LCT, WET and FTC for this activity statement has passed</w:t>
            </w:r>
            <w:r w:rsidRPr="00E375DA">
              <w:rPr>
                <w:sz w:val="20"/>
                <w:szCs w:val="20"/>
              </w:rPr>
              <w:t>.”</w:t>
            </w:r>
          </w:p>
          <w:p w14:paraId="15443EF9" w14:textId="77777777" w:rsidR="00202A87" w:rsidRDefault="00202A87" w:rsidP="00846B2A">
            <w:pPr>
              <w:pStyle w:val="Version2"/>
              <w:numPr>
                <w:ilvl w:val="0"/>
                <w:numId w:val="32"/>
              </w:numPr>
              <w:spacing w:before="120" w:after="120"/>
              <w:rPr>
                <w:sz w:val="20"/>
                <w:szCs w:val="20"/>
              </w:rPr>
            </w:pPr>
            <w:r w:rsidRPr="00E375DA">
              <w:rPr>
                <w:sz w:val="20"/>
                <w:szCs w:val="20"/>
              </w:rPr>
              <w:t>CMN.ATO.AS.EM</w:t>
            </w:r>
            <w:r>
              <w:rPr>
                <w:sz w:val="20"/>
                <w:szCs w:val="20"/>
              </w:rPr>
              <w:t>177</w:t>
            </w:r>
            <w:r w:rsidRPr="00E375DA">
              <w:rPr>
                <w:sz w:val="20"/>
                <w:szCs w:val="20"/>
              </w:rPr>
              <w:t xml:space="preserve"> </w:t>
            </w:r>
          </w:p>
          <w:p w14:paraId="76309731" w14:textId="77777777" w:rsidR="00202A87" w:rsidRDefault="00202A87" w:rsidP="00536D47">
            <w:pPr>
              <w:pStyle w:val="Version2"/>
              <w:spacing w:before="120" w:after="120"/>
              <w:ind w:left="720"/>
              <w:rPr>
                <w:sz w:val="20"/>
                <w:szCs w:val="20"/>
              </w:rPr>
            </w:pPr>
            <w:r>
              <w:rPr>
                <w:sz w:val="20"/>
                <w:szCs w:val="20"/>
              </w:rPr>
              <w:t>From: “</w:t>
            </w:r>
            <w:r w:rsidRPr="00CE7FD3">
              <w:rPr>
                <w:sz w:val="20"/>
                <w:szCs w:val="20"/>
              </w:rPr>
              <w:t xml:space="preserve">4 year limit for revising GST has passed.” </w:t>
            </w:r>
          </w:p>
          <w:p w14:paraId="4125309B" w14:textId="77777777" w:rsidR="00202A87" w:rsidRPr="00E375DA" w:rsidRDefault="00202A87" w:rsidP="00536D47">
            <w:pPr>
              <w:pStyle w:val="Version2"/>
              <w:spacing w:before="120" w:after="120"/>
              <w:ind w:left="720"/>
              <w:rPr>
                <w:sz w:val="20"/>
                <w:szCs w:val="20"/>
              </w:rPr>
            </w:pPr>
            <w:r>
              <w:rPr>
                <w:sz w:val="20"/>
                <w:szCs w:val="20"/>
              </w:rPr>
              <w:t>T</w:t>
            </w:r>
            <w:r w:rsidRPr="00CE7FD3">
              <w:rPr>
                <w:sz w:val="20"/>
                <w:szCs w:val="20"/>
              </w:rPr>
              <w:t>o “4 year period for revising GST has passed.”</w:t>
            </w:r>
          </w:p>
          <w:p w14:paraId="4AC68340" w14:textId="77777777" w:rsidR="00202A87" w:rsidRDefault="00202A87" w:rsidP="00846B2A">
            <w:pPr>
              <w:pStyle w:val="Version2"/>
              <w:numPr>
                <w:ilvl w:val="0"/>
                <w:numId w:val="32"/>
              </w:numPr>
              <w:spacing w:before="120" w:after="120"/>
              <w:rPr>
                <w:sz w:val="20"/>
                <w:szCs w:val="20"/>
              </w:rPr>
            </w:pPr>
            <w:r w:rsidRPr="00E375DA">
              <w:rPr>
                <w:sz w:val="20"/>
                <w:szCs w:val="20"/>
              </w:rPr>
              <w:t xml:space="preserve">CMN.ATO.AS.EM1039 - CMN.ATO.AS.EM1047 </w:t>
            </w:r>
          </w:p>
          <w:p w14:paraId="3CA5F907" w14:textId="77777777" w:rsidR="00202A87" w:rsidRDefault="00202A87" w:rsidP="00536D47">
            <w:pPr>
              <w:pStyle w:val="Version2"/>
              <w:spacing w:before="120" w:after="120"/>
              <w:ind w:left="720"/>
              <w:rPr>
                <w:sz w:val="20"/>
                <w:szCs w:val="20"/>
              </w:rPr>
            </w:pPr>
            <w:r>
              <w:rPr>
                <w:sz w:val="20"/>
                <w:szCs w:val="20"/>
              </w:rPr>
              <w:t>F</w:t>
            </w:r>
            <w:r w:rsidRPr="00E375DA">
              <w:rPr>
                <w:sz w:val="20"/>
                <w:szCs w:val="20"/>
              </w:rPr>
              <w:t>rom “</w:t>
            </w:r>
            <w:r w:rsidRPr="00E375DA">
              <w:rPr>
                <w:i/>
                <w:sz w:val="20"/>
                <w:szCs w:val="20"/>
              </w:rPr>
              <w:t xml:space="preserve">4 year </w:t>
            </w:r>
            <w:proofErr w:type="spellStart"/>
            <w:r w:rsidRPr="00E375DA">
              <w:rPr>
                <w:i/>
                <w:sz w:val="20"/>
                <w:szCs w:val="20"/>
              </w:rPr>
              <w:t>limt</w:t>
            </w:r>
            <w:proofErr w:type="spellEnd"/>
            <w:r w:rsidRPr="00E375DA">
              <w:rPr>
                <w:i/>
                <w:sz w:val="20"/>
                <w:szCs w:val="20"/>
              </w:rPr>
              <w:t xml:space="preserve"> for revising GST has passed.</w:t>
            </w:r>
            <w:r w:rsidRPr="00E375DA">
              <w:rPr>
                <w:sz w:val="20"/>
                <w:szCs w:val="20"/>
              </w:rPr>
              <w:t xml:space="preserve">” </w:t>
            </w:r>
          </w:p>
          <w:p w14:paraId="464F6606" w14:textId="77777777" w:rsidR="00202A87" w:rsidRPr="00E375DA" w:rsidRDefault="00202A87" w:rsidP="00536D47">
            <w:pPr>
              <w:pStyle w:val="Version2"/>
              <w:spacing w:before="120" w:after="120"/>
              <w:ind w:left="720"/>
              <w:rPr>
                <w:sz w:val="20"/>
                <w:szCs w:val="20"/>
              </w:rPr>
            </w:pPr>
            <w:r>
              <w:rPr>
                <w:sz w:val="20"/>
                <w:szCs w:val="20"/>
              </w:rPr>
              <w:t>T</w:t>
            </w:r>
            <w:r w:rsidRPr="00E375DA">
              <w:rPr>
                <w:sz w:val="20"/>
                <w:szCs w:val="20"/>
              </w:rPr>
              <w:t>o “</w:t>
            </w:r>
            <w:r w:rsidRPr="00E375DA">
              <w:rPr>
                <w:i/>
                <w:sz w:val="20"/>
                <w:szCs w:val="20"/>
              </w:rPr>
              <w:t>4 year period for revising GST has passed</w:t>
            </w:r>
            <w:r w:rsidRPr="00E375DA">
              <w:rPr>
                <w:sz w:val="20"/>
                <w:szCs w:val="20"/>
              </w:rPr>
              <w:t>.”</w:t>
            </w:r>
          </w:p>
          <w:p w14:paraId="6F09BDE8" w14:textId="77777777" w:rsidR="00202A87" w:rsidRDefault="00202A87" w:rsidP="00846B2A">
            <w:pPr>
              <w:pStyle w:val="Version2"/>
              <w:numPr>
                <w:ilvl w:val="0"/>
                <w:numId w:val="32"/>
              </w:numPr>
              <w:spacing w:before="120" w:after="120"/>
              <w:rPr>
                <w:sz w:val="20"/>
                <w:szCs w:val="20"/>
              </w:rPr>
            </w:pPr>
            <w:r w:rsidRPr="00E375DA">
              <w:rPr>
                <w:sz w:val="20"/>
                <w:szCs w:val="20"/>
              </w:rPr>
              <w:t>CMN.ATO.AS.EM5005, CMN.ATO.AS.EM5006</w:t>
            </w:r>
          </w:p>
          <w:p w14:paraId="63C7634B" w14:textId="77777777" w:rsidR="00202A87" w:rsidRDefault="00202A87" w:rsidP="00536D47">
            <w:pPr>
              <w:pStyle w:val="Version2"/>
              <w:spacing w:before="120" w:after="120"/>
              <w:ind w:left="720"/>
              <w:rPr>
                <w:sz w:val="20"/>
                <w:szCs w:val="20"/>
              </w:rPr>
            </w:pPr>
            <w:r>
              <w:rPr>
                <w:sz w:val="20"/>
                <w:szCs w:val="20"/>
              </w:rPr>
              <w:t>F</w:t>
            </w:r>
            <w:r w:rsidRPr="00E375DA">
              <w:rPr>
                <w:sz w:val="20"/>
                <w:szCs w:val="20"/>
              </w:rPr>
              <w:t>rom “</w:t>
            </w:r>
            <w:r w:rsidRPr="00E375DA">
              <w:rPr>
                <w:i/>
                <w:sz w:val="20"/>
                <w:szCs w:val="20"/>
              </w:rPr>
              <w:t xml:space="preserve">4 year </w:t>
            </w:r>
            <w:proofErr w:type="spellStart"/>
            <w:r w:rsidRPr="00E375DA">
              <w:rPr>
                <w:i/>
                <w:sz w:val="20"/>
                <w:szCs w:val="20"/>
              </w:rPr>
              <w:t>limt</w:t>
            </w:r>
            <w:proofErr w:type="spellEnd"/>
            <w:r w:rsidRPr="00E375DA">
              <w:rPr>
                <w:i/>
                <w:sz w:val="20"/>
                <w:szCs w:val="20"/>
              </w:rPr>
              <w:t xml:space="preserve"> for revising WET has passed</w:t>
            </w:r>
            <w:r w:rsidRPr="00E375DA">
              <w:rPr>
                <w:sz w:val="20"/>
                <w:szCs w:val="20"/>
              </w:rPr>
              <w:t xml:space="preserve">.” </w:t>
            </w:r>
          </w:p>
          <w:p w14:paraId="73391161" w14:textId="77777777" w:rsidR="00202A87" w:rsidRPr="00E375DA" w:rsidRDefault="00202A87" w:rsidP="00536D47">
            <w:pPr>
              <w:pStyle w:val="Version2"/>
              <w:spacing w:before="120" w:after="120"/>
              <w:ind w:left="720"/>
              <w:rPr>
                <w:sz w:val="20"/>
                <w:szCs w:val="20"/>
              </w:rPr>
            </w:pPr>
            <w:r>
              <w:rPr>
                <w:sz w:val="20"/>
                <w:szCs w:val="20"/>
              </w:rPr>
              <w:t>T</w:t>
            </w:r>
            <w:r w:rsidRPr="00E375DA">
              <w:rPr>
                <w:sz w:val="20"/>
                <w:szCs w:val="20"/>
              </w:rPr>
              <w:t>o “</w:t>
            </w:r>
            <w:r w:rsidRPr="00E375DA">
              <w:rPr>
                <w:i/>
                <w:sz w:val="20"/>
                <w:szCs w:val="20"/>
              </w:rPr>
              <w:t>4 year period for revising WET has passed</w:t>
            </w:r>
            <w:r w:rsidRPr="00E375DA">
              <w:rPr>
                <w:sz w:val="20"/>
                <w:szCs w:val="20"/>
              </w:rPr>
              <w:t>.”</w:t>
            </w:r>
          </w:p>
          <w:p w14:paraId="6F5CADF9" w14:textId="77777777" w:rsidR="00202A87" w:rsidRDefault="00202A87" w:rsidP="00846B2A">
            <w:pPr>
              <w:pStyle w:val="Version2"/>
              <w:numPr>
                <w:ilvl w:val="0"/>
                <w:numId w:val="32"/>
              </w:numPr>
              <w:spacing w:before="120" w:after="120"/>
              <w:rPr>
                <w:sz w:val="20"/>
                <w:szCs w:val="20"/>
              </w:rPr>
            </w:pPr>
            <w:r w:rsidRPr="00E375DA">
              <w:rPr>
                <w:sz w:val="20"/>
                <w:szCs w:val="20"/>
              </w:rPr>
              <w:t>CMN.ATO.AS.EM6005, CMN.ATO.AS.EM6006</w:t>
            </w:r>
          </w:p>
          <w:p w14:paraId="518B0D7C" w14:textId="77777777" w:rsidR="00202A87" w:rsidRDefault="00202A87" w:rsidP="00536D47">
            <w:pPr>
              <w:pStyle w:val="Version2"/>
              <w:spacing w:before="120" w:after="120"/>
              <w:ind w:left="720"/>
              <w:rPr>
                <w:sz w:val="20"/>
                <w:szCs w:val="20"/>
              </w:rPr>
            </w:pPr>
            <w:r>
              <w:rPr>
                <w:sz w:val="20"/>
                <w:szCs w:val="20"/>
              </w:rPr>
              <w:t>F</w:t>
            </w:r>
            <w:r w:rsidRPr="00E375DA">
              <w:rPr>
                <w:sz w:val="20"/>
                <w:szCs w:val="20"/>
              </w:rPr>
              <w:t>rom “</w:t>
            </w:r>
            <w:r w:rsidRPr="00E375DA">
              <w:rPr>
                <w:i/>
                <w:sz w:val="20"/>
                <w:szCs w:val="20"/>
              </w:rPr>
              <w:t xml:space="preserve">4 year </w:t>
            </w:r>
            <w:proofErr w:type="spellStart"/>
            <w:r w:rsidRPr="00E375DA">
              <w:rPr>
                <w:i/>
                <w:sz w:val="20"/>
                <w:szCs w:val="20"/>
              </w:rPr>
              <w:t>limt</w:t>
            </w:r>
            <w:proofErr w:type="spellEnd"/>
            <w:r w:rsidRPr="00E375DA">
              <w:rPr>
                <w:i/>
                <w:sz w:val="20"/>
                <w:szCs w:val="20"/>
              </w:rPr>
              <w:t xml:space="preserve"> for revising LCT has passed</w:t>
            </w:r>
            <w:r w:rsidRPr="00E375DA">
              <w:rPr>
                <w:sz w:val="20"/>
                <w:szCs w:val="20"/>
              </w:rPr>
              <w:t xml:space="preserve">.” </w:t>
            </w:r>
          </w:p>
          <w:p w14:paraId="5E913AC4" w14:textId="77777777" w:rsidR="00202A87" w:rsidRPr="00E375DA" w:rsidRDefault="00202A87" w:rsidP="00536D47">
            <w:pPr>
              <w:pStyle w:val="Version2"/>
              <w:spacing w:before="120" w:after="120"/>
              <w:ind w:left="720"/>
              <w:rPr>
                <w:sz w:val="20"/>
                <w:szCs w:val="20"/>
              </w:rPr>
            </w:pPr>
            <w:r>
              <w:rPr>
                <w:sz w:val="20"/>
                <w:szCs w:val="20"/>
              </w:rPr>
              <w:t>T</w:t>
            </w:r>
            <w:r w:rsidRPr="00E375DA">
              <w:rPr>
                <w:sz w:val="20"/>
                <w:szCs w:val="20"/>
              </w:rPr>
              <w:t>o “</w:t>
            </w:r>
            <w:r w:rsidRPr="00E375DA">
              <w:rPr>
                <w:i/>
                <w:sz w:val="20"/>
                <w:szCs w:val="20"/>
              </w:rPr>
              <w:t>4 year period for revising LCT has passed</w:t>
            </w:r>
            <w:r w:rsidRPr="00E375DA">
              <w:rPr>
                <w:sz w:val="20"/>
                <w:szCs w:val="20"/>
              </w:rPr>
              <w:t>.”</w:t>
            </w:r>
          </w:p>
          <w:p w14:paraId="0488608D" w14:textId="77777777" w:rsidR="00202A87" w:rsidRDefault="00202A87" w:rsidP="00846B2A">
            <w:pPr>
              <w:pStyle w:val="Version2"/>
              <w:numPr>
                <w:ilvl w:val="0"/>
                <w:numId w:val="32"/>
              </w:numPr>
              <w:spacing w:before="120" w:after="120"/>
              <w:rPr>
                <w:sz w:val="20"/>
                <w:szCs w:val="20"/>
              </w:rPr>
            </w:pPr>
            <w:r w:rsidRPr="00E375DA">
              <w:rPr>
                <w:sz w:val="20"/>
                <w:szCs w:val="20"/>
              </w:rPr>
              <w:t xml:space="preserve">CMN.ATO.AS.EM9003, CMN.ATO.AS.EM9004 </w:t>
            </w:r>
          </w:p>
          <w:p w14:paraId="7EECB18C" w14:textId="77777777" w:rsidR="00202A87" w:rsidRDefault="00202A87" w:rsidP="00536D47">
            <w:pPr>
              <w:pStyle w:val="Version2"/>
              <w:spacing w:before="120" w:after="120"/>
              <w:ind w:left="720"/>
              <w:rPr>
                <w:sz w:val="20"/>
                <w:szCs w:val="20"/>
              </w:rPr>
            </w:pPr>
            <w:r>
              <w:rPr>
                <w:sz w:val="20"/>
                <w:szCs w:val="20"/>
              </w:rPr>
              <w:t>F</w:t>
            </w:r>
            <w:r w:rsidRPr="00E375DA">
              <w:rPr>
                <w:sz w:val="20"/>
                <w:szCs w:val="20"/>
              </w:rPr>
              <w:t xml:space="preserve">rom </w:t>
            </w:r>
            <w:r w:rsidRPr="00E375DA">
              <w:rPr>
                <w:i/>
                <w:sz w:val="20"/>
                <w:szCs w:val="20"/>
              </w:rPr>
              <w:t xml:space="preserve">“4 year </w:t>
            </w:r>
            <w:proofErr w:type="spellStart"/>
            <w:r w:rsidRPr="00E375DA">
              <w:rPr>
                <w:i/>
                <w:sz w:val="20"/>
                <w:szCs w:val="20"/>
              </w:rPr>
              <w:t>limt</w:t>
            </w:r>
            <w:proofErr w:type="spellEnd"/>
            <w:r w:rsidRPr="00E375DA">
              <w:rPr>
                <w:i/>
                <w:sz w:val="20"/>
                <w:szCs w:val="20"/>
              </w:rPr>
              <w:t xml:space="preserve"> for revising FTC has passed</w:t>
            </w:r>
            <w:r w:rsidRPr="00E375DA">
              <w:rPr>
                <w:sz w:val="20"/>
                <w:szCs w:val="20"/>
              </w:rPr>
              <w:t xml:space="preserve">.” </w:t>
            </w:r>
          </w:p>
          <w:p w14:paraId="59644E21" w14:textId="77777777" w:rsidR="00202A87" w:rsidRPr="00E375DA" w:rsidRDefault="00202A87" w:rsidP="00536D47">
            <w:pPr>
              <w:pStyle w:val="Version2"/>
              <w:spacing w:before="120" w:after="120"/>
              <w:ind w:left="720"/>
              <w:rPr>
                <w:sz w:val="20"/>
                <w:szCs w:val="20"/>
              </w:rPr>
            </w:pPr>
            <w:r>
              <w:rPr>
                <w:sz w:val="20"/>
                <w:szCs w:val="20"/>
              </w:rPr>
              <w:t>T</w:t>
            </w:r>
            <w:r w:rsidRPr="00E375DA">
              <w:rPr>
                <w:sz w:val="20"/>
                <w:szCs w:val="20"/>
              </w:rPr>
              <w:t>o “</w:t>
            </w:r>
            <w:r w:rsidRPr="00E375DA">
              <w:rPr>
                <w:i/>
                <w:sz w:val="20"/>
                <w:szCs w:val="20"/>
              </w:rPr>
              <w:t>4 year period for revising FTC has passed.</w:t>
            </w:r>
            <w:r w:rsidRPr="00E375DA">
              <w:rPr>
                <w:sz w:val="20"/>
                <w:szCs w:val="20"/>
              </w:rPr>
              <w:t>”</w:t>
            </w:r>
          </w:p>
          <w:p w14:paraId="78163501" w14:textId="77777777" w:rsidR="00202A87" w:rsidRDefault="00202A87" w:rsidP="00536D47">
            <w:pPr>
              <w:pStyle w:val="Version2"/>
              <w:spacing w:before="120" w:after="120"/>
              <w:ind w:left="429"/>
              <w:rPr>
                <w:sz w:val="20"/>
                <w:szCs w:val="20"/>
              </w:rPr>
            </w:pPr>
            <w:r w:rsidRPr="00E375DA">
              <w:rPr>
                <w:sz w:val="20"/>
                <w:szCs w:val="20"/>
              </w:rPr>
              <w:t>These changes are reflected in the latest published version of the ATO Message Repository.</w:t>
            </w:r>
          </w:p>
          <w:p w14:paraId="06FC7295" w14:textId="77777777" w:rsidR="00202A87" w:rsidRDefault="00202A87" w:rsidP="00536D47">
            <w:pPr>
              <w:pStyle w:val="Version2"/>
              <w:spacing w:before="120" w:after="120"/>
              <w:ind w:left="429"/>
              <w:rPr>
                <w:sz w:val="20"/>
                <w:szCs w:val="20"/>
              </w:rPr>
            </w:pPr>
          </w:p>
          <w:p w14:paraId="1DC4847D" w14:textId="77777777" w:rsidR="00202A87" w:rsidRPr="004E236A" w:rsidRDefault="00202A87" w:rsidP="00536D47">
            <w:pPr>
              <w:pStyle w:val="Version2"/>
              <w:spacing w:before="120" w:after="120"/>
              <w:rPr>
                <w:b/>
              </w:rPr>
            </w:pPr>
            <w:r w:rsidRPr="004E236A">
              <w:rPr>
                <w:b/>
              </w:rPr>
              <w:t>Removals:</w:t>
            </w:r>
          </w:p>
          <w:p w14:paraId="171B7865" w14:textId="77777777" w:rsidR="00202A87" w:rsidRDefault="00202A87" w:rsidP="00846B2A">
            <w:pPr>
              <w:pStyle w:val="Version2"/>
              <w:numPr>
                <w:ilvl w:val="0"/>
                <w:numId w:val="29"/>
              </w:numPr>
              <w:rPr>
                <w:b/>
                <w:color w:val="365F91"/>
                <w:sz w:val="20"/>
                <w:szCs w:val="20"/>
              </w:rPr>
            </w:pPr>
            <w:r w:rsidRPr="00333122">
              <w:rPr>
                <w:b/>
                <w:color w:val="365F91"/>
                <w:sz w:val="20"/>
                <w:szCs w:val="20"/>
              </w:rPr>
              <w:t>20130405-AQS-0001_Release_Note_v-1-03_2_x.pdf</w:t>
            </w:r>
          </w:p>
          <w:p w14:paraId="13E66B06" w14:textId="77777777" w:rsidR="00202A87" w:rsidRPr="00333122" w:rsidRDefault="00202A87" w:rsidP="00536D47">
            <w:pPr>
              <w:ind w:left="720"/>
              <w:rPr>
                <w:color w:val="000000"/>
                <w:sz w:val="20"/>
                <w:szCs w:val="20"/>
              </w:rPr>
            </w:pPr>
            <w:r>
              <w:rPr>
                <w:color w:val="000000"/>
                <w:sz w:val="20"/>
                <w:szCs w:val="20"/>
              </w:rPr>
              <w:t xml:space="preserve">- According to the </w:t>
            </w:r>
            <w:r w:rsidRPr="00333122">
              <w:rPr>
                <w:color w:val="000000"/>
                <w:sz w:val="20"/>
                <w:szCs w:val="20"/>
              </w:rPr>
              <w:t>new publishing approach Release Notes</w:t>
            </w:r>
            <w:r>
              <w:rPr>
                <w:color w:val="000000"/>
                <w:sz w:val="20"/>
                <w:szCs w:val="20"/>
              </w:rPr>
              <w:t xml:space="preserve"> is replaced by t</w:t>
            </w:r>
            <w:r w:rsidRPr="00333122">
              <w:rPr>
                <w:color w:val="000000"/>
                <w:sz w:val="20"/>
                <w:szCs w:val="20"/>
              </w:rPr>
              <w:t xml:space="preserve">he </w:t>
            </w:r>
            <w:r w:rsidRPr="00333122">
              <w:rPr>
                <w:rFonts w:asciiTheme="minorHAnsi" w:hAnsiTheme="minorHAnsi" w:cstheme="minorHAnsi"/>
                <w:color w:val="000000"/>
                <w:szCs w:val="22"/>
              </w:rPr>
              <w:t>PCN</w:t>
            </w:r>
            <w:r>
              <w:rPr>
                <w:rFonts w:asciiTheme="minorHAnsi" w:hAnsiTheme="minorHAnsi" w:cstheme="minorHAnsi"/>
                <w:color w:val="000000"/>
                <w:szCs w:val="22"/>
              </w:rPr>
              <w:t xml:space="preserve"> (this document)</w:t>
            </w:r>
            <w:r w:rsidRPr="00333122">
              <w:rPr>
                <w:color w:val="000000"/>
                <w:sz w:val="20"/>
                <w:szCs w:val="20"/>
              </w:rPr>
              <w:t>.</w:t>
            </w:r>
          </w:p>
        </w:tc>
      </w:tr>
      <w:tr w:rsidR="00202A87" w:rsidRPr="009B06E0" w14:paraId="40AF6C91" w14:textId="77777777" w:rsidTr="005F38F3">
        <w:tc>
          <w:tcPr>
            <w:tcW w:w="1100" w:type="dxa"/>
            <w:tcBorders>
              <w:top w:val="single" w:sz="6" w:space="0" w:color="auto"/>
              <w:bottom w:val="single" w:sz="6" w:space="0" w:color="auto"/>
            </w:tcBorders>
          </w:tcPr>
          <w:p w14:paraId="069E6C3B" w14:textId="77777777" w:rsidR="00202A87" w:rsidRDefault="00202A87" w:rsidP="00536D47">
            <w:pPr>
              <w:pStyle w:val="Version2"/>
              <w:spacing w:before="120" w:after="120"/>
            </w:pPr>
            <w:r>
              <w:lastRenderedPageBreak/>
              <w:t>1.2</w:t>
            </w:r>
          </w:p>
        </w:tc>
        <w:tc>
          <w:tcPr>
            <w:tcW w:w="1764" w:type="dxa"/>
            <w:tcBorders>
              <w:top w:val="single" w:sz="6" w:space="0" w:color="auto"/>
              <w:bottom w:val="single" w:sz="6" w:space="0" w:color="auto"/>
            </w:tcBorders>
          </w:tcPr>
          <w:p w14:paraId="06AAD1ED" w14:textId="77777777" w:rsidR="00202A87" w:rsidRDefault="00202A87" w:rsidP="00536D47">
            <w:pPr>
              <w:pStyle w:val="Version2"/>
              <w:spacing w:before="120" w:after="120"/>
            </w:pPr>
            <w:r>
              <w:t>17/12/2015</w:t>
            </w:r>
          </w:p>
        </w:tc>
        <w:tc>
          <w:tcPr>
            <w:tcW w:w="6379" w:type="dxa"/>
            <w:tcBorders>
              <w:top w:val="single" w:sz="6" w:space="0" w:color="auto"/>
              <w:bottom w:val="single" w:sz="6" w:space="0" w:color="auto"/>
            </w:tcBorders>
          </w:tcPr>
          <w:p w14:paraId="6244374E" w14:textId="77777777" w:rsidR="00202A87" w:rsidRDefault="00202A87" w:rsidP="00536D47">
            <w:pPr>
              <w:pStyle w:val="Version2"/>
              <w:spacing w:before="120" w:after="120"/>
              <w:ind w:left="0"/>
              <w:rPr>
                <w:b/>
              </w:rPr>
            </w:pPr>
            <w:r w:rsidRPr="003E3272">
              <w:rPr>
                <w:b/>
              </w:rPr>
              <w:t>Updates:</w:t>
            </w:r>
          </w:p>
          <w:p w14:paraId="6E0A8CBD" w14:textId="77777777" w:rsidR="00202A87" w:rsidRDefault="00202A87" w:rsidP="00536D47">
            <w:pPr>
              <w:pStyle w:val="Version2"/>
              <w:spacing w:before="120" w:after="120"/>
              <w:rPr>
                <w:sz w:val="20"/>
                <w:szCs w:val="20"/>
              </w:rPr>
            </w:pPr>
            <w:r w:rsidRPr="00F92A0D">
              <w:rPr>
                <w:sz w:val="20"/>
                <w:szCs w:val="20"/>
              </w:rPr>
              <w:t xml:space="preserve">The following artefacts were updated with </w:t>
            </w:r>
            <w:r w:rsidRPr="00F92A0D">
              <w:rPr>
                <w:b/>
                <w:sz w:val="20"/>
                <w:szCs w:val="20"/>
              </w:rPr>
              <w:t>non-functional changes</w:t>
            </w:r>
            <w:r w:rsidRPr="00F92A0D">
              <w:rPr>
                <w:sz w:val="20"/>
                <w:szCs w:val="20"/>
              </w:rPr>
              <w:t>:</w:t>
            </w:r>
          </w:p>
          <w:p w14:paraId="25C633F6" w14:textId="77777777" w:rsidR="00202A87" w:rsidRPr="00155469" w:rsidRDefault="00202A87" w:rsidP="00846B2A">
            <w:pPr>
              <w:numPr>
                <w:ilvl w:val="0"/>
                <w:numId w:val="30"/>
              </w:numPr>
              <w:rPr>
                <w:rFonts w:ascii="Calibri" w:hAnsi="Calibri" w:cs="Calibri"/>
                <w:b/>
                <w:color w:val="1F497D"/>
                <w:sz w:val="20"/>
                <w:szCs w:val="20"/>
              </w:rPr>
            </w:pPr>
            <w:r w:rsidRPr="00A06196">
              <w:rPr>
                <w:rFonts w:ascii="Calibri" w:hAnsi="Calibri" w:cs="Calibri"/>
                <w:b/>
                <w:color w:val="1F497D"/>
                <w:sz w:val="20"/>
                <w:szCs w:val="20"/>
              </w:rPr>
              <w:t>ATO AS.0001 2009 Message Structure Table.xlsx</w:t>
            </w:r>
            <w:r w:rsidRPr="008071EE">
              <w:rPr>
                <w:rFonts w:ascii="Calibri" w:hAnsi="Calibri" w:cs="Calibri"/>
                <w:b/>
                <w:sz w:val="20"/>
                <w:szCs w:val="20"/>
              </w:rPr>
              <w:t xml:space="preserve"> </w:t>
            </w:r>
          </w:p>
          <w:p w14:paraId="3FC41D3D" w14:textId="77777777" w:rsidR="00202A87" w:rsidRDefault="00202A87" w:rsidP="00536D47">
            <w:pPr>
              <w:ind w:left="720"/>
              <w:rPr>
                <w:rFonts w:ascii="Calibri" w:hAnsi="Calibri" w:cs="Calibri"/>
                <w:sz w:val="20"/>
                <w:szCs w:val="20"/>
              </w:rPr>
            </w:pPr>
            <w:r>
              <w:rPr>
                <w:rFonts w:ascii="Calibri" w:hAnsi="Calibri" w:cs="Calibri"/>
                <w:b/>
                <w:sz w:val="20"/>
                <w:szCs w:val="20"/>
              </w:rPr>
              <w:t>–</w:t>
            </w:r>
            <w:r w:rsidRPr="008071EE">
              <w:rPr>
                <w:rFonts w:ascii="Calibri" w:hAnsi="Calibri" w:cs="Calibri"/>
                <w:b/>
                <w:sz w:val="20"/>
                <w:szCs w:val="20"/>
              </w:rPr>
              <w:t xml:space="preserve"> </w:t>
            </w:r>
            <w:r w:rsidRPr="00F51E07">
              <w:rPr>
                <w:rFonts w:ascii="Calibri" w:hAnsi="Calibri" w:cs="Calibri"/>
                <w:sz w:val="20"/>
                <w:szCs w:val="20"/>
              </w:rPr>
              <w:t>Namespace Prefixes</w:t>
            </w:r>
            <w:r>
              <w:rPr>
                <w:rFonts w:ascii="Calibri" w:hAnsi="Calibri" w:cs="Calibri"/>
                <w:sz w:val="20"/>
                <w:szCs w:val="20"/>
              </w:rPr>
              <w:t xml:space="preserve"> updated</w:t>
            </w:r>
          </w:p>
          <w:p w14:paraId="61A281D4" w14:textId="77777777" w:rsidR="00202A87" w:rsidRPr="00D72232" w:rsidRDefault="00202A87" w:rsidP="00536D47">
            <w:pPr>
              <w:ind w:left="720"/>
              <w:rPr>
                <w:rFonts w:ascii="Calibri" w:hAnsi="Calibri" w:cs="Calibri"/>
                <w:sz w:val="20"/>
                <w:szCs w:val="20"/>
              </w:rPr>
            </w:pPr>
            <w:r>
              <w:rPr>
                <w:rFonts w:ascii="Calibri" w:hAnsi="Calibri" w:cs="Calibri"/>
                <w:b/>
                <w:sz w:val="20"/>
                <w:szCs w:val="20"/>
              </w:rPr>
              <w:t xml:space="preserve">– </w:t>
            </w:r>
            <w:r>
              <w:rPr>
                <w:rFonts w:ascii="Calibri" w:hAnsi="Calibri" w:cs="Calibri"/>
                <w:sz w:val="20"/>
                <w:szCs w:val="20"/>
              </w:rPr>
              <w:t>Min/Max values updated</w:t>
            </w:r>
          </w:p>
          <w:p w14:paraId="325B8599" w14:textId="77777777" w:rsidR="00202A87" w:rsidRPr="00D72232" w:rsidRDefault="00202A87" w:rsidP="00536D47">
            <w:pPr>
              <w:ind w:left="720"/>
              <w:rPr>
                <w:rFonts w:ascii="Calibri" w:hAnsi="Calibri" w:cs="Calibri"/>
                <w:sz w:val="20"/>
                <w:szCs w:val="20"/>
              </w:rPr>
            </w:pPr>
          </w:p>
          <w:p w14:paraId="7C21016A" w14:textId="77777777" w:rsidR="00202A87" w:rsidRPr="005B47CF" w:rsidRDefault="00202A87" w:rsidP="00536D47">
            <w:pPr>
              <w:pStyle w:val="Version2"/>
              <w:spacing w:before="120" w:after="120"/>
              <w:rPr>
                <w:b/>
              </w:rPr>
            </w:pPr>
            <w:r>
              <w:rPr>
                <w:b/>
              </w:rPr>
              <w:t>A</w:t>
            </w:r>
            <w:r w:rsidRPr="005B47CF">
              <w:rPr>
                <w:b/>
              </w:rPr>
              <w:t>dditions:</w:t>
            </w:r>
          </w:p>
          <w:p w14:paraId="1940409D" w14:textId="77777777" w:rsidR="00202A87" w:rsidRPr="00F92A0D" w:rsidRDefault="00202A87" w:rsidP="00536D47">
            <w:pPr>
              <w:pStyle w:val="Version2"/>
              <w:spacing w:before="120" w:after="0"/>
              <w:ind w:left="34"/>
              <w:rPr>
                <w:b/>
                <w:color w:val="1F497D"/>
                <w:sz w:val="20"/>
                <w:szCs w:val="20"/>
              </w:rPr>
            </w:pPr>
            <w:r w:rsidRPr="00F92A0D">
              <w:rPr>
                <w:sz w:val="20"/>
                <w:szCs w:val="20"/>
              </w:rPr>
              <w:t>n/a</w:t>
            </w:r>
          </w:p>
          <w:p w14:paraId="50FB7950" w14:textId="77777777" w:rsidR="00202A87" w:rsidRPr="004E236A" w:rsidRDefault="00202A87" w:rsidP="00536D47">
            <w:pPr>
              <w:pStyle w:val="Version2"/>
              <w:spacing w:before="120" w:after="120"/>
              <w:rPr>
                <w:b/>
              </w:rPr>
            </w:pPr>
            <w:r w:rsidRPr="004E236A">
              <w:rPr>
                <w:b/>
              </w:rPr>
              <w:t>Removals:</w:t>
            </w:r>
          </w:p>
          <w:p w14:paraId="5A69C754" w14:textId="77777777" w:rsidR="00202A87" w:rsidRDefault="00202A87" w:rsidP="00536D47">
            <w:pPr>
              <w:pStyle w:val="Version2"/>
              <w:spacing w:before="120" w:after="120"/>
            </w:pPr>
            <w:r w:rsidRPr="00F92A0D">
              <w:rPr>
                <w:sz w:val="20"/>
                <w:szCs w:val="20"/>
              </w:rPr>
              <w:t>n/a</w:t>
            </w:r>
          </w:p>
          <w:p w14:paraId="2710D67B" w14:textId="77777777" w:rsidR="00202A87" w:rsidRDefault="00202A87" w:rsidP="00536D47">
            <w:pPr>
              <w:pStyle w:val="Version2"/>
              <w:spacing w:before="120" w:after="120"/>
            </w:pPr>
          </w:p>
          <w:p w14:paraId="4C00F4EA" w14:textId="77777777" w:rsidR="00202A87" w:rsidRDefault="00202A87" w:rsidP="00536D47">
            <w:pPr>
              <w:pStyle w:val="Version2"/>
              <w:spacing w:before="120" w:after="120"/>
            </w:pPr>
            <w:r>
              <w:t>Updated Section 1.4 –Summary of Impacts on Software Developers</w:t>
            </w:r>
          </w:p>
          <w:p w14:paraId="5BC092BE" w14:textId="77777777" w:rsidR="00202A87" w:rsidRDefault="00202A87" w:rsidP="00846B2A">
            <w:pPr>
              <w:pStyle w:val="Version2"/>
              <w:numPr>
                <w:ilvl w:val="0"/>
                <w:numId w:val="31"/>
              </w:numPr>
              <w:spacing w:before="120" w:after="120"/>
            </w:pPr>
            <w:r>
              <w:t>Include more information on the package status under section 1.4.1 – In general</w:t>
            </w:r>
          </w:p>
          <w:p w14:paraId="05CA65C8" w14:textId="77777777" w:rsidR="00202A87" w:rsidRPr="005A1DF2" w:rsidRDefault="00202A87" w:rsidP="00846B2A">
            <w:pPr>
              <w:pStyle w:val="Version2"/>
              <w:numPr>
                <w:ilvl w:val="0"/>
                <w:numId w:val="31"/>
              </w:numPr>
              <w:spacing w:before="120" w:after="120"/>
            </w:pPr>
            <w:r>
              <w:t xml:space="preserve">Deleted section 1.4.2 – In detail, as all the information required is covered in the version control and section 2 Package Contents. </w:t>
            </w:r>
          </w:p>
        </w:tc>
      </w:tr>
      <w:tr w:rsidR="00202A87" w:rsidRPr="009B06E0" w14:paraId="0556CB77" w14:textId="77777777" w:rsidTr="005F38F3">
        <w:tc>
          <w:tcPr>
            <w:tcW w:w="1100" w:type="dxa"/>
            <w:tcBorders>
              <w:top w:val="single" w:sz="6" w:space="0" w:color="auto"/>
              <w:bottom w:val="single" w:sz="6" w:space="0" w:color="auto"/>
            </w:tcBorders>
          </w:tcPr>
          <w:p w14:paraId="24E4D862" w14:textId="77777777" w:rsidR="00202A87" w:rsidRDefault="00202A87" w:rsidP="00536D47">
            <w:pPr>
              <w:pStyle w:val="Version2"/>
              <w:spacing w:before="120" w:after="120"/>
            </w:pPr>
            <w:r>
              <w:t>1.1</w:t>
            </w:r>
          </w:p>
        </w:tc>
        <w:tc>
          <w:tcPr>
            <w:tcW w:w="1764" w:type="dxa"/>
            <w:tcBorders>
              <w:top w:val="single" w:sz="6" w:space="0" w:color="auto"/>
              <w:bottom w:val="single" w:sz="6" w:space="0" w:color="auto"/>
            </w:tcBorders>
          </w:tcPr>
          <w:p w14:paraId="7A4DFC0B" w14:textId="77777777" w:rsidR="00202A87" w:rsidRDefault="00202A87" w:rsidP="00536D47">
            <w:pPr>
              <w:pStyle w:val="Version2"/>
              <w:spacing w:before="120" w:after="120"/>
            </w:pPr>
            <w:r>
              <w:t>29/10/2015</w:t>
            </w:r>
          </w:p>
        </w:tc>
        <w:tc>
          <w:tcPr>
            <w:tcW w:w="6379" w:type="dxa"/>
            <w:tcBorders>
              <w:top w:val="single" w:sz="6" w:space="0" w:color="auto"/>
              <w:bottom w:val="single" w:sz="6" w:space="0" w:color="auto"/>
            </w:tcBorders>
          </w:tcPr>
          <w:p w14:paraId="1CCB2709" w14:textId="77777777" w:rsidR="00202A87" w:rsidRDefault="00202A87" w:rsidP="00536D47">
            <w:pPr>
              <w:pStyle w:val="Version2"/>
              <w:spacing w:before="120" w:after="120"/>
              <w:ind w:left="0"/>
              <w:rPr>
                <w:b/>
              </w:rPr>
            </w:pPr>
            <w:r w:rsidRPr="003E3272">
              <w:rPr>
                <w:b/>
              </w:rPr>
              <w:t>Updates:</w:t>
            </w:r>
          </w:p>
          <w:p w14:paraId="38A5539F" w14:textId="77777777" w:rsidR="00202A87" w:rsidRDefault="00202A87" w:rsidP="00536D47">
            <w:pPr>
              <w:pStyle w:val="Version2"/>
              <w:spacing w:before="120" w:after="120"/>
              <w:rPr>
                <w:sz w:val="20"/>
                <w:szCs w:val="20"/>
              </w:rPr>
            </w:pPr>
            <w:r w:rsidRPr="00F92A0D">
              <w:rPr>
                <w:sz w:val="20"/>
                <w:szCs w:val="20"/>
              </w:rPr>
              <w:t xml:space="preserve">The following artefacts were updated with </w:t>
            </w:r>
            <w:r w:rsidRPr="00F92A0D">
              <w:rPr>
                <w:b/>
                <w:sz w:val="20"/>
                <w:szCs w:val="20"/>
              </w:rPr>
              <w:t>non-functional changes</w:t>
            </w:r>
            <w:r w:rsidRPr="00F92A0D">
              <w:rPr>
                <w:sz w:val="20"/>
                <w:szCs w:val="20"/>
              </w:rPr>
              <w:t>:</w:t>
            </w:r>
          </w:p>
          <w:p w14:paraId="3985BBF3" w14:textId="77777777" w:rsidR="00202A87" w:rsidRPr="00155469" w:rsidRDefault="00202A87" w:rsidP="00846B2A">
            <w:pPr>
              <w:numPr>
                <w:ilvl w:val="0"/>
                <w:numId w:val="30"/>
              </w:numPr>
              <w:rPr>
                <w:rFonts w:ascii="Calibri" w:hAnsi="Calibri" w:cs="Calibri"/>
                <w:b/>
                <w:color w:val="1F497D"/>
                <w:sz w:val="20"/>
                <w:szCs w:val="20"/>
              </w:rPr>
            </w:pPr>
            <w:r w:rsidRPr="00A06196">
              <w:rPr>
                <w:rFonts w:ascii="Calibri" w:hAnsi="Calibri" w:cs="Calibri"/>
                <w:b/>
                <w:color w:val="1F497D"/>
                <w:sz w:val="20"/>
                <w:szCs w:val="20"/>
              </w:rPr>
              <w:t>ATO AS.0001 2009 Message Structure Table.xlsx</w:t>
            </w:r>
            <w:r w:rsidRPr="008071EE">
              <w:rPr>
                <w:rFonts w:ascii="Calibri" w:hAnsi="Calibri" w:cs="Calibri"/>
                <w:b/>
                <w:sz w:val="20"/>
                <w:szCs w:val="20"/>
              </w:rPr>
              <w:t xml:space="preserve"> </w:t>
            </w:r>
          </w:p>
          <w:p w14:paraId="5A88342A" w14:textId="77777777" w:rsidR="00202A87" w:rsidRDefault="00202A87" w:rsidP="00536D47">
            <w:pPr>
              <w:ind w:left="720"/>
              <w:rPr>
                <w:rFonts w:ascii="Calibri" w:hAnsi="Calibri" w:cs="Calibri"/>
                <w:sz w:val="20"/>
                <w:szCs w:val="20"/>
              </w:rPr>
            </w:pPr>
            <w:r>
              <w:rPr>
                <w:rFonts w:ascii="Calibri" w:hAnsi="Calibri" w:cs="Calibri"/>
                <w:b/>
                <w:sz w:val="20"/>
                <w:szCs w:val="20"/>
              </w:rPr>
              <w:t>–</w:t>
            </w:r>
            <w:r w:rsidRPr="008071EE">
              <w:rPr>
                <w:rFonts w:ascii="Calibri" w:hAnsi="Calibri" w:cs="Calibri"/>
                <w:b/>
                <w:sz w:val="20"/>
                <w:szCs w:val="20"/>
              </w:rPr>
              <w:t xml:space="preserve"> </w:t>
            </w:r>
            <w:r>
              <w:rPr>
                <w:rFonts w:ascii="Calibri" w:hAnsi="Calibri" w:cs="Calibri"/>
                <w:sz w:val="20"/>
                <w:szCs w:val="20"/>
              </w:rPr>
              <w:t>Dimension name and value updated</w:t>
            </w:r>
          </w:p>
          <w:p w14:paraId="364615C3" w14:textId="77777777" w:rsidR="00202A87" w:rsidRDefault="00202A87" w:rsidP="00536D47">
            <w:pPr>
              <w:ind w:left="720"/>
              <w:rPr>
                <w:rFonts w:ascii="Calibri" w:hAnsi="Calibri" w:cs="Calibri"/>
                <w:sz w:val="20"/>
                <w:szCs w:val="20"/>
              </w:rPr>
            </w:pPr>
            <w:r>
              <w:rPr>
                <w:rFonts w:ascii="Calibri" w:hAnsi="Calibri" w:cs="Calibri"/>
                <w:b/>
                <w:sz w:val="20"/>
                <w:szCs w:val="20"/>
              </w:rPr>
              <w:t xml:space="preserve">– </w:t>
            </w:r>
            <w:r w:rsidRPr="00D24B18">
              <w:rPr>
                <w:rFonts w:ascii="Calibri" w:hAnsi="Calibri" w:cs="Calibri"/>
                <w:sz w:val="20"/>
                <w:szCs w:val="20"/>
              </w:rPr>
              <w:t>Element Name</w:t>
            </w:r>
            <w:r>
              <w:rPr>
                <w:rFonts w:ascii="Calibri" w:hAnsi="Calibri" w:cs="Calibri"/>
                <w:sz w:val="20"/>
                <w:szCs w:val="20"/>
              </w:rPr>
              <w:t xml:space="preserve"> for tuple updated</w:t>
            </w:r>
          </w:p>
          <w:p w14:paraId="39BD9FE6" w14:textId="77777777" w:rsidR="00202A87" w:rsidRDefault="00202A87" w:rsidP="00846B2A">
            <w:pPr>
              <w:numPr>
                <w:ilvl w:val="0"/>
                <w:numId w:val="30"/>
              </w:numPr>
              <w:rPr>
                <w:rFonts w:ascii="Calibri" w:hAnsi="Calibri" w:cs="Calibri"/>
                <w:b/>
                <w:color w:val="1F497D"/>
                <w:sz w:val="20"/>
                <w:szCs w:val="20"/>
              </w:rPr>
            </w:pPr>
            <w:r w:rsidRPr="00D72232">
              <w:rPr>
                <w:rFonts w:ascii="Calibri" w:hAnsi="Calibri" w:cs="Calibri"/>
                <w:b/>
                <w:color w:val="1F497D"/>
                <w:sz w:val="20"/>
                <w:szCs w:val="20"/>
              </w:rPr>
              <w:t>ATO AS.0001 2009 Message Implementation Guide.docx</w:t>
            </w:r>
          </w:p>
          <w:p w14:paraId="3AAC0E07" w14:textId="77777777" w:rsidR="00202A87" w:rsidRPr="00D72232" w:rsidRDefault="00202A87" w:rsidP="00536D47">
            <w:pPr>
              <w:ind w:left="720"/>
              <w:rPr>
                <w:rFonts w:ascii="Calibri" w:hAnsi="Calibri" w:cs="Calibri"/>
                <w:sz w:val="20"/>
                <w:szCs w:val="20"/>
              </w:rPr>
            </w:pPr>
            <w:r>
              <w:rPr>
                <w:rFonts w:ascii="Calibri" w:hAnsi="Calibri" w:cs="Calibri"/>
                <w:b/>
                <w:sz w:val="20"/>
                <w:szCs w:val="20"/>
              </w:rPr>
              <w:t xml:space="preserve">– </w:t>
            </w:r>
            <w:r w:rsidRPr="00D72232">
              <w:rPr>
                <w:rFonts w:ascii="Calibri" w:hAnsi="Calibri" w:cs="Calibri"/>
                <w:sz w:val="20"/>
                <w:szCs w:val="20"/>
              </w:rPr>
              <w:t>XBRL for tuple updated</w:t>
            </w:r>
          </w:p>
          <w:p w14:paraId="75A2E35A" w14:textId="77777777" w:rsidR="00202A87" w:rsidRPr="005B47CF" w:rsidRDefault="00202A87" w:rsidP="00536D47">
            <w:pPr>
              <w:pStyle w:val="Version2"/>
              <w:spacing w:before="120" w:after="120"/>
              <w:rPr>
                <w:b/>
              </w:rPr>
            </w:pPr>
            <w:r>
              <w:rPr>
                <w:b/>
              </w:rPr>
              <w:t>A</w:t>
            </w:r>
            <w:r w:rsidRPr="005B47CF">
              <w:rPr>
                <w:b/>
              </w:rPr>
              <w:t>dditions:</w:t>
            </w:r>
          </w:p>
          <w:p w14:paraId="04F8F879" w14:textId="77777777" w:rsidR="00202A87" w:rsidRPr="00F92A0D" w:rsidRDefault="00202A87" w:rsidP="00536D47">
            <w:pPr>
              <w:pStyle w:val="Version2"/>
              <w:spacing w:before="120" w:after="0"/>
              <w:ind w:left="34"/>
              <w:rPr>
                <w:b/>
                <w:color w:val="1F497D"/>
                <w:sz w:val="20"/>
                <w:szCs w:val="20"/>
              </w:rPr>
            </w:pPr>
            <w:r w:rsidRPr="00F92A0D">
              <w:rPr>
                <w:sz w:val="20"/>
                <w:szCs w:val="20"/>
              </w:rPr>
              <w:t>n/a</w:t>
            </w:r>
          </w:p>
          <w:p w14:paraId="5E60E856" w14:textId="77777777" w:rsidR="00202A87" w:rsidRPr="004E236A" w:rsidRDefault="00202A87" w:rsidP="00536D47">
            <w:pPr>
              <w:pStyle w:val="Version2"/>
              <w:spacing w:before="120" w:after="120"/>
              <w:rPr>
                <w:b/>
              </w:rPr>
            </w:pPr>
            <w:r w:rsidRPr="004E236A">
              <w:rPr>
                <w:b/>
              </w:rPr>
              <w:t>Removals:</w:t>
            </w:r>
          </w:p>
          <w:p w14:paraId="46BE15CA" w14:textId="77777777" w:rsidR="00202A87" w:rsidRDefault="00202A87" w:rsidP="00536D47">
            <w:pPr>
              <w:pStyle w:val="Version2"/>
              <w:spacing w:before="120" w:after="120"/>
            </w:pPr>
            <w:r w:rsidRPr="00F92A0D">
              <w:rPr>
                <w:sz w:val="20"/>
                <w:szCs w:val="20"/>
              </w:rPr>
              <w:t>n/a</w:t>
            </w:r>
          </w:p>
        </w:tc>
      </w:tr>
      <w:tr w:rsidR="00202A87" w:rsidRPr="009B06E0" w14:paraId="415F3D74" w14:textId="77777777" w:rsidTr="005F38F3">
        <w:tc>
          <w:tcPr>
            <w:tcW w:w="1100" w:type="dxa"/>
            <w:tcBorders>
              <w:top w:val="single" w:sz="6" w:space="0" w:color="auto"/>
            </w:tcBorders>
          </w:tcPr>
          <w:p w14:paraId="6DC848FA" w14:textId="77777777" w:rsidR="00202A87" w:rsidRDefault="00202A87" w:rsidP="00536D47">
            <w:pPr>
              <w:pStyle w:val="Version2"/>
              <w:spacing w:before="120" w:after="120"/>
            </w:pPr>
            <w:r>
              <w:t>1.0</w:t>
            </w:r>
          </w:p>
        </w:tc>
        <w:tc>
          <w:tcPr>
            <w:tcW w:w="1764" w:type="dxa"/>
            <w:tcBorders>
              <w:top w:val="single" w:sz="6" w:space="0" w:color="auto"/>
            </w:tcBorders>
          </w:tcPr>
          <w:p w14:paraId="37A49A3A" w14:textId="77777777" w:rsidR="00202A87" w:rsidRDefault="00202A87" w:rsidP="00536D47">
            <w:pPr>
              <w:pStyle w:val="Version2"/>
              <w:spacing w:before="120" w:after="120"/>
            </w:pPr>
            <w:r>
              <w:t>05/12/2014</w:t>
            </w:r>
          </w:p>
        </w:tc>
        <w:tc>
          <w:tcPr>
            <w:tcW w:w="6379" w:type="dxa"/>
            <w:tcBorders>
              <w:top w:val="single" w:sz="6" w:space="0" w:color="auto"/>
            </w:tcBorders>
          </w:tcPr>
          <w:p w14:paraId="40BD8334" w14:textId="77777777" w:rsidR="00202A87" w:rsidRPr="009B06E0" w:rsidRDefault="00202A87" w:rsidP="00536D47">
            <w:pPr>
              <w:pStyle w:val="Version2"/>
              <w:spacing w:before="120" w:after="120"/>
            </w:pPr>
            <w:r w:rsidRPr="009B06E0">
              <w:t xml:space="preserve">Initial </w:t>
            </w:r>
            <w:r>
              <w:t xml:space="preserve">release based on previously published artefacts </w:t>
            </w:r>
            <w:proofErr w:type="spellStart"/>
            <w:r>
              <w:t>structuered</w:t>
            </w:r>
            <w:proofErr w:type="spellEnd"/>
            <w:r>
              <w:t xml:space="preserve"> into the new MIG Suite format.</w:t>
            </w:r>
          </w:p>
        </w:tc>
      </w:tr>
    </w:tbl>
    <w:p w14:paraId="044D0C48" w14:textId="03FA7D32" w:rsidR="0003248C" w:rsidRDefault="0003248C" w:rsidP="00846B2A">
      <w:pPr>
        <w:pStyle w:val="Maintext"/>
        <w:jc w:val="both"/>
      </w:pPr>
    </w:p>
    <w:sectPr w:rsidR="0003248C" w:rsidSect="0062686C">
      <w:headerReference w:type="default" r:id="rId25"/>
      <w:footerReference w:type="default" r:id="rId26"/>
      <w:pgSz w:w="11906" w:h="16838" w:code="9"/>
      <w:pgMar w:top="1418" w:right="146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A50B1" w14:textId="77777777" w:rsidR="009F7D19" w:rsidRDefault="009F7D19">
      <w:r>
        <w:separator/>
      </w:r>
    </w:p>
  </w:endnote>
  <w:endnote w:type="continuationSeparator" w:id="0">
    <w:p w14:paraId="4B584B2A" w14:textId="77777777" w:rsidR="009F7D19" w:rsidRDefault="009F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9F7D19" w14:paraId="28EEDCD8" w14:textId="77777777">
      <w:trPr>
        <w:trHeight w:hRule="exact" w:val="567"/>
      </w:trPr>
      <w:tc>
        <w:tcPr>
          <w:tcW w:w="3629" w:type="dxa"/>
          <w:vAlign w:val="bottom"/>
        </w:tcPr>
        <w:p w14:paraId="60C370C8" w14:textId="77777777" w:rsidR="009F7D19" w:rsidRPr="00961BA8" w:rsidRDefault="009F7D19">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44CA887D" w14:textId="77777777" w:rsidR="009F7D19" w:rsidRDefault="009F7D19">
          <w:pPr>
            <w:pStyle w:val="FooterPortrait"/>
          </w:pPr>
          <w:r>
            <w:tab/>
          </w:r>
          <w:r>
            <w:fldChar w:fldCharType="begin"/>
          </w:r>
          <w:r>
            <w:instrText xml:space="preserve"> KEYWORDS   \* MERGEFORMAT </w:instrText>
          </w:r>
          <w:r>
            <w:fldChar w:fldCharType="end"/>
          </w:r>
        </w:p>
      </w:tc>
      <w:tc>
        <w:tcPr>
          <w:tcW w:w="1701" w:type="dxa"/>
          <w:vAlign w:val="bottom"/>
        </w:tcPr>
        <w:p w14:paraId="28E30977" w14:textId="77777777" w:rsidR="009F7D19" w:rsidRDefault="009F7D19"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23</w:t>
            </w:r>
          </w:fldSimple>
        </w:p>
      </w:tc>
    </w:tr>
  </w:tbl>
  <w:p w14:paraId="6E9B104D" w14:textId="77777777" w:rsidR="009F7D19" w:rsidRPr="004E35EF" w:rsidRDefault="009F7D19"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7167" w14:textId="7D6F4568" w:rsidR="009F7D19" w:rsidRPr="00830054" w:rsidRDefault="009F7D19" w:rsidP="00AC7A00">
    <w:pPr>
      <w:pStyle w:val="FooterPortrait"/>
      <w:pBdr>
        <w:top w:val="single" w:sz="4" w:space="2" w:color="auto"/>
      </w:pBdr>
      <w:tabs>
        <w:tab w:val="clear" w:pos="1021"/>
        <w:tab w:val="center" w:pos="567"/>
        <w:tab w:val="right" w:pos="9180"/>
      </w:tabs>
      <w:rPr>
        <w:color w:val="003366"/>
      </w:rPr>
    </w:pPr>
    <w:r w:rsidRPr="00830054">
      <w:rPr>
        <w:color w:val="003366"/>
      </w:rPr>
      <w:tab/>
      <w:t xml:space="preserve">Unclassified </w:t>
    </w:r>
    <w:r w:rsidRPr="00830054">
      <w:rPr>
        <w:color w:val="003366"/>
      </w:rPr>
      <w:tab/>
    </w:r>
    <w:r w:rsidRPr="00830054">
      <w:rPr>
        <w:color w:val="003366"/>
      </w:rPr>
      <w:fldChar w:fldCharType="begin"/>
    </w:r>
    <w:r w:rsidRPr="00830054">
      <w:rPr>
        <w:color w:val="003366"/>
      </w:rPr>
      <w:instrText xml:space="preserve"> KEYWORDS   \* MERGEFORMAT </w:instrText>
    </w:r>
    <w:r w:rsidRPr="00830054">
      <w:rPr>
        <w:color w:val="003366"/>
      </w:rPr>
      <w:fldChar w:fldCharType="end"/>
    </w:r>
    <w:r w:rsidRPr="00830054">
      <w:rPr>
        <w:color w:val="003366"/>
      </w:rPr>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2B3B33">
      <w:rPr>
        <w:noProof/>
        <w:color w:val="003366"/>
      </w:rPr>
      <w:t>2</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2B3B33">
      <w:rPr>
        <w:noProof/>
        <w:color w:val="003366"/>
      </w:rPr>
      <w:t>15</w:t>
    </w:r>
    <w:r w:rsidRPr="00830054">
      <w:rPr>
        <w:color w:val="003366"/>
      </w:rPr>
      <w:fldChar w:fldCharType="end"/>
    </w:r>
  </w:p>
  <w:p w14:paraId="26EA3631" w14:textId="77777777" w:rsidR="009F7D19" w:rsidRPr="00607411" w:rsidRDefault="009F7D19"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24DAA" w14:textId="2E5AD3CF" w:rsidR="009F7D19" w:rsidRPr="009A241C" w:rsidRDefault="009F7D19" w:rsidP="00A06894">
    <w:pPr>
      <w:pStyle w:val="FooterPortrait"/>
      <w:pBdr>
        <w:top w:val="single" w:sz="4" w:space="1" w:color="auto"/>
      </w:pBdr>
      <w:tabs>
        <w:tab w:val="clear" w:pos="1021"/>
        <w:tab w:val="right" w:pos="14175"/>
      </w:tabs>
      <w:ind w:right="135"/>
      <w:rPr>
        <w:color w:val="335876"/>
      </w:rPr>
    </w:pP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B3B33">
      <w:rPr>
        <w:noProof/>
        <w:color w:val="335876"/>
      </w:rPr>
      <w:t>6</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B3B33">
      <w:rPr>
        <w:noProof/>
        <w:color w:val="335876"/>
      </w:rPr>
      <w:t>15</w:t>
    </w:r>
    <w:r w:rsidRPr="00D23519">
      <w:rPr>
        <w:color w:val="335876"/>
      </w:rPr>
      <w:fldChar w:fldCharType="end"/>
    </w:r>
  </w:p>
  <w:p w14:paraId="282A5690" w14:textId="77777777" w:rsidR="009F7D19" w:rsidRPr="00607411" w:rsidRDefault="009F7D19"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91B7" w14:textId="304634CA" w:rsidR="009F7D19" w:rsidRPr="009A241C" w:rsidRDefault="009F7D19" w:rsidP="004E5592">
    <w:pPr>
      <w:pStyle w:val="FooterPortrait"/>
      <w:pBdr>
        <w:top w:val="single" w:sz="4" w:space="1" w:color="auto"/>
      </w:pBdr>
      <w:tabs>
        <w:tab w:val="clear" w:pos="1021"/>
        <w:tab w:val="left" w:pos="7938"/>
        <w:tab w:val="right" w:pos="14175"/>
      </w:tabs>
      <w:ind w:right="135"/>
      <w:rPr>
        <w:color w:val="335876"/>
      </w:rPr>
    </w:pP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B3B33">
      <w:rPr>
        <w:noProof/>
        <w:color w:val="335876"/>
      </w:rPr>
      <w:t>10</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B3B33">
      <w:rPr>
        <w:noProof/>
        <w:color w:val="335876"/>
      </w:rPr>
      <w:t>15</w:t>
    </w:r>
    <w:r w:rsidRPr="00D23519">
      <w:rPr>
        <w:color w:val="335876"/>
      </w:rPr>
      <w:fldChar w:fldCharType="end"/>
    </w:r>
  </w:p>
  <w:p w14:paraId="226ECE02" w14:textId="77777777" w:rsidR="009F7D19" w:rsidRPr="00607411" w:rsidRDefault="009F7D19"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38512" w14:textId="77777777" w:rsidR="009F7D19" w:rsidRDefault="009F7D19">
      <w:r>
        <w:separator/>
      </w:r>
    </w:p>
  </w:footnote>
  <w:footnote w:type="continuationSeparator" w:id="0">
    <w:p w14:paraId="10378F0D" w14:textId="77777777" w:rsidR="009F7D19" w:rsidRDefault="009F7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F7D19" w:rsidRPr="00BE2B9A" w14:paraId="5B0A19F6" w14:textId="77777777">
      <w:trPr>
        <w:trHeight w:hRule="exact" w:val="567"/>
      </w:trPr>
      <w:tc>
        <w:tcPr>
          <w:tcW w:w="3629" w:type="dxa"/>
          <w:shd w:val="clear" w:color="auto" w:fill="auto"/>
        </w:tcPr>
        <w:p w14:paraId="408C3B7C" w14:textId="77777777" w:rsidR="009F7D19" w:rsidRPr="00BE2B9A" w:rsidRDefault="009F7D19"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5ED2E0E2" w14:textId="77777777" w:rsidR="009F7D19" w:rsidRPr="00BE2B9A" w:rsidRDefault="009F7D19" w:rsidP="000E5315">
          <w:pPr>
            <w:pStyle w:val="Header"/>
            <w:spacing w:before="160" w:after="100"/>
            <w:jc w:val="right"/>
            <w:rPr>
              <w:sz w:val="15"/>
            </w:rPr>
          </w:pPr>
          <w:fldSimple w:instr=" TITLE  \* Upper  \* MERGEFORMAT ">
            <w:r>
              <w:rPr>
                <w:caps w:val="0"/>
              </w:rPr>
              <w:t>ATO CTR.0005 2014 RELEASE NOTES</w:t>
            </w:r>
          </w:fldSimple>
        </w:p>
      </w:tc>
    </w:tr>
  </w:tbl>
  <w:p w14:paraId="2D92E6BB" w14:textId="77777777" w:rsidR="009F7D19" w:rsidRPr="004E35EF" w:rsidRDefault="009F7D19"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2F12B" w14:textId="77777777" w:rsidR="009F7D19" w:rsidRDefault="009F7D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D1E52" w14:textId="4281A246" w:rsidR="009F7D19" w:rsidRPr="00607411" w:rsidRDefault="009F7D19" w:rsidP="0074038A">
    <w:pPr>
      <w:pStyle w:val="Header"/>
      <w:pBdr>
        <w:bottom w:val="single" w:sz="4" w:space="1" w:color="auto"/>
      </w:pBdr>
      <w:tabs>
        <w:tab w:val="right" w:pos="9180"/>
      </w:tabs>
      <w:rPr>
        <w:vanish/>
        <w:sz w:val="2"/>
      </w:rPr>
    </w:pPr>
    <w:r w:rsidRPr="009A241C">
      <w:rPr>
        <w:color w:val="335876"/>
        <w:sz w:val="16"/>
        <w:szCs w:val="16"/>
      </w:rPr>
      <w:t>Standard business reporting</w:t>
    </w:r>
    <w:r>
      <w:rPr>
        <w:color w:val="335876"/>
        <w:sz w:val="16"/>
        <w:szCs w:val="16"/>
      </w:rPr>
      <w:tab/>
      <w:t>AS.0001 2009 Package v1.10</w:t>
    </w:r>
    <w:r w:rsidRPr="00AD44C6">
      <w:rPr>
        <w:color w:val="335876"/>
        <w:sz w:val="16"/>
        <w:szCs w:val="16"/>
      </w:rPr>
      <w:t xml:space="preserve">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5F77E" w14:textId="77777777" w:rsidR="009F7D19" w:rsidRDefault="009F7D1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AF2B3" w14:textId="7A9051F4" w:rsidR="009F7D19" w:rsidRPr="009A241C" w:rsidRDefault="009F7D19" w:rsidP="006666BB">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ab/>
      <w:t xml:space="preserve">                     AS.0001 2009 Package v1.10 </w:t>
    </w:r>
    <w:r w:rsidRPr="00AD44C6">
      <w:rPr>
        <w:color w:val="335876"/>
        <w:sz w:val="16"/>
        <w:szCs w:val="16"/>
      </w:rPr>
      <w:t>Contents</w:t>
    </w:r>
  </w:p>
  <w:p w14:paraId="659D7C7D" w14:textId="77777777" w:rsidR="009F7D19" w:rsidRPr="00607411" w:rsidRDefault="009F7D19"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8D57" w14:textId="46012C08" w:rsidR="009F7D19" w:rsidRPr="009A241C" w:rsidRDefault="009F7D19" w:rsidP="006666BB">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 xml:space="preserve">                                                                     AS.0001 2009 Package v1.10</w:t>
    </w:r>
    <w:r w:rsidRPr="00AD44C6">
      <w:rPr>
        <w:color w:val="335876"/>
        <w:sz w:val="16"/>
        <w:szCs w:val="16"/>
      </w:rPr>
      <w:t xml:space="preserve"> Contents</w:t>
    </w:r>
  </w:p>
  <w:p w14:paraId="20E64954" w14:textId="77777777" w:rsidR="009F7D19" w:rsidRPr="00607411" w:rsidRDefault="009F7D19"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0BF2A56"/>
    <w:multiLevelType w:val="hybridMultilevel"/>
    <w:tmpl w:val="AF62B26A"/>
    <w:lvl w:ilvl="0" w:tplc="7772F506">
      <w:start w:val="1"/>
      <w:numFmt w:val="decimal"/>
      <w:lvlText w:val="%1."/>
      <w:lvlJc w:val="left"/>
      <w:pPr>
        <w:ind w:left="360" w:hanging="360"/>
      </w:pPr>
      <w:rPr>
        <w:rFonts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ACA7803"/>
    <w:multiLevelType w:val="hybridMultilevel"/>
    <w:tmpl w:val="AF62B26A"/>
    <w:lvl w:ilvl="0" w:tplc="7772F506">
      <w:start w:val="1"/>
      <w:numFmt w:val="decimal"/>
      <w:lvlText w:val="%1."/>
      <w:lvlJc w:val="left"/>
      <w:pPr>
        <w:ind w:left="752" w:hanging="360"/>
      </w:pPr>
      <w:rPr>
        <w:rFonts w:hint="default"/>
        <w:color w:val="auto"/>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03C51EA"/>
    <w:multiLevelType w:val="hybridMultilevel"/>
    <w:tmpl w:val="D4B49942"/>
    <w:lvl w:ilvl="0" w:tplc="EDCE7B8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3623087"/>
    <w:multiLevelType w:val="hybridMultilevel"/>
    <w:tmpl w:val="AF62B26A"/>
    <w:lvl w:ilvl="0" w:tplc="7772F506">
      <w:start w:val="1"/>
      <w:numFmt w:val="decimal"/>
      <w:lvlText w:val="%1."/>
      <w:lvlJc w:val="left"/>
      <w:pPr>
        <w:ind w:left="360" w:hanging="360"/>
      </w:pPr>
      <w:rPr>
        <w:rFonts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381886"/>
    <w:multiLevelType w:val="hybridMultilevel"/>
    <w:tmpl w:val="AF62B26A"/>
    <w:lvl w:ilvl="0" w:tplc="7772F506">
      <w:start w:val="1"/>
      <w:numFmt w:val="decimal"/>
      <w:lvlText w:val="%1."/>
      <w:lvlJc w:val="left"/>
      <w:pPr>
        <w:ind w:left="752" w:hanging="360"/>
      </w:pPr>
      <w:rPr>
        <w:rFonts w:hint="default"/>
        <w:color w:val="auto"/>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9">
    <w:nsid w:val="2E773B2A"/>
    <w:multiLevelType w:val="hybridMultilevel"/>
    <w:tmpl w:val="111CA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2E9B2B08"/>
    <w:multiLevelType w:val="hybridMultilevel"/>
    <w:tmpl w:val="7DD00340"/>
    <w:lvl w:ilvl="0" w:tplc="7772F506">
      <w:start w:val="1"/>
      <w:numFmt w:val="decimal"/>
      <w:lvlText w:val="%1."/>
      <w:lvlJc w:val="left"/>
      <w:pPr>
        <w:ind w:left="392" w:hanging="36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41">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3">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nsid w:val="347B06ED"/>
    <w:multiLevelType w:val="hybridMultilevel"/>
    <w:tmpl w:val="7DD00340"/>
    <w:lvl w:ilvl="0" w:tplc="7772F506">
      <w:start w:val="1"/>
      <w:numFmt w:val="decimal"/>
      <w:lvlText w:val="%1."/>
      <w:lvlJc w:val="left"/>
      <w:pPr>
        <w:ind w:left="392" w:hanging="36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48">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5D2776A"/>
    <w:multiLevelType w:val="hybridMultilevel"/>
    <w:tmpl w:val="CB6810BC"/>
    <w:lvl w:ilvl="0" w:tplc="0C090001">
      <w:start w:val="1"/>
      <w:numFmt w:val="bullet"/>
      <w:lvlText w:val=""/>
      <w:lvlJc w:val="left"/>
      <w:pPr>
        <w:ind w:left="392" w:hanging="360"/>
      </w:pPr>
      <w:rPr>
        <w:rFonts w:ascii="Symbol" w:hAnsi="Symbol" w:hint="default"/>
      </w:rPr>
    </w:lvl>
    <w:lvl w:ilvl="1" w:tplc="0C090003" w:tentative="1">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5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4">
    <w:nsid w:val="39F078E7"/>
    <w:multiLevelType w:val="hybridMultilevel"/>
    <w:tmpl w:val="DD6E8426"/>
    <w:lvl w:ilvl="0" w:tplc="9FA050C8">
      <w:start w:val="1"/>
      <w:numFmt w:val="bullet"/>
      <w:lvlText w:val=""/>
      <w:lvlJc w:val="left"/>
      <w:pPr>
        <w:ind w:left="644" w:hanging="360"/>
      </w:pPr>
      <w:rPr>
        <w:rFonts w:ascii="Symbol" w:hAnsi="Symbol" w:hint="default"/>
        <w:color w:val="auto"/>
      </w:rPr>
    </w:lvl>
    <w:lvl w:ilvl="1" w:tplc="344217D6">
      <w:start w:val="1"/>
      <w:numFmt w:val="bullet"/>
      <w:lvlText w:val=""/>
      <w:lvlJc w:val="left"/>
      <w:pPr>
        <w:ind w:left="1364" w:hanging="360"/>
      </w:pPr>
      <w:rPr>
        <w:rFonts w:ascii="Wingdings" w:hAnsi="Wingdings" w:hint="default"/>
        <w:color w:val="auto"/>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7">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396242A"/>
    <w:multiLevelType w:val="hybridMultilevel"/>
    <w:tmpl w:val="5B564BC0"/>
    <w:lvl w:ilvl="0" w:tplc="5956CA66">
      <w:start w:val="1"/>
      <w:numFmt w:val="bullet"/>
      <w:lvlText w:val="-"/>
      <w:lvlJc w:val="left"/>
      <w:pPr>
        <w:ind w:left="392" w:hanging="360"/>
      </w:pPr>
      <w:rPr>
        <w:rFonts w:ascii="Arial" w:eastAsia="Times New Roman" w:hAnsi="Arial" w:cs="Arial" w:hint="default"/>
      </w:rPr>
    </w:lvl>
    <w:lvl w:ilvl="1" w:tplc="0C090003">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61">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3">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nsid w:val="4F070AE4"/>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nsid w:val="50994B00"/>
    <w:multiLevelType w:val="hybridMultilevel"/>
    <w:tmpl w:val="0C1A9F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1BF4F0E"/>
    <w:multiLevelType w:val="hybridMultilevel"/>
    <w:tmpl w:val="082A7DC4"/>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73">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4">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11E064B"/>
    <w:multiLevelType w:val="hybridMultilevel"/>
    <w:tmpl w:val="2DF8F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7">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8E720F7"/>
    <w:multiLevelType w:val="hybridMultilevel"/>
    <w:tmpl w:val="1610C01A"/>
    <w:lvl w:ilvl="0" w:tplc="2D2E85F2">
      <w:start w:val="1"/>
      <w:numFmt w:val="bullet"/>
      <w:lvlText w:val=""/>
      <w:lvlJc w:val="left"/>
      <w:pPr>
        <w:ind w:left="752" w:hanging="360"/>
      </w:pPr>
      <w:rPr>
        <w:rFonts w:ascii="Symbol" w:hAnsi="Symbol" w:hint="default"/>
        <w:color w:val="auto"/>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9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0AD722F"/>
    <w:multiLevelType w:val="multilevel"/>
    <w:tmpl w:val="95708A6C"/>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7">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9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A916E46"/>
    <w:multiLevelType w:val="hybridMultilevel"/>
    <w:tmpl w:val="7DD00340"/>
    <w:lvl w:ilvl="0" w:tplc="7772F506">
      <w:start w:val="1"/>
      <w:numFmt w:val="decimal"/>
      <w:lvlText w:val="%1."/>
      <w:lvlJc w:val="left"/>
      <w:pPr>
        <w:ind w:left="392" w:hanging="36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6"/>
  </w:num>
  <w:num w:numId="2">
    <w:abstractNumId w:val="75"/>
  </w:num>
  <w:num w:numId="3">
    <w:abstractNumId w:val="103"/>
  </w:num>
  <w:num w:numId="4">
    <w:abstractNumId w:val="53"/>
  </w:num>
  <w:num w:numId="5">
    <w:abstractNumId w:val="94"/>
  </w:num>
  <w:num w:numId="6">
    <w:abstractNumId w:val="42"/>
  </w:num>
  <w:num w:numId="7">
    <w:abstractNumId w:val="86"/>
  </w:num>
  <w:num w:numId="8">
    <w:abstractNumId w:val="69"/>
  </w:num>
  <w:num w:numId="9">
    <w:abstractNumId w:val="1"/>
  </w:num>
  <w:num w:numId="10">
    <w:abstractNumId w:val="58"/>
  </w:num>
  <w:num w:numId="11">
    <w:abstractNumId w:val="96"/>
  </w:num>
  <w:num w:numId="12">
    <w:abstractNumId w:val="38"/>
  </w:num>
  <w:num w:numId="13">
    <w:abstractNumId w:val="62"/>
  </w:num>
  <w:num w:numId="14">
    <w:abstractNumId w:val="0"/>
  </w:num>
  <w:num w:numId="15">
    <w:abstractNumId w:val="79"/>
  </w:num>
  <w:num w:numId="16">
    <w:abstractNumId w:val="45"/>
  </w:num>
  <w:num w:numId="1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8"/>
  </w:num>
  <w:num w:numId="19">
    <w:abstractNumId w:val="84"/>
  </w:num>
  <w:num w:numId="20">
    <w:abstractNumId w:val="97"/>
  </w:num>
  <w:num w:numId="21">
    <w:abstractNumId w:val="3"/>
  </w:num>
  <w:num w:numId="22">
    <w:abstractNumId w:val="66"/>
  </w:num>
  <w:num w:numId="23">
    <w:abstractNumId w:val="21"/>
  </w:num>
  <w:num w:numId="24">
    <w:abstractNumId w:val="83"/>
  </w:num>
  <w:num w:numId="25">
    <w:abstractNumId w:val="61"/>
  </w:num>
  <w:num w:numId="26">
    <w:abstractNumId w:val="85"/>
  </w:num>
  <w:num w:numId="27">
    <w:abstractNumId w:val="39"/>
  </w:num>
  <w:num w:numId="28">
    <w:abstractNumId w:val="54"/>
  </w:num>
  <w:num w:numId="29">
    <w:abstractNumId w:val="90"/>
  </w:num>
  <w:num w:numId="30">
    <w:abstractNumId w:val="70"/>
  </w:num>
  <w:num w:numId="31">
    <w:abstractNumId w:val="50"/>
  </w:num>
  <w:num w:numId="32">
    <w:abstractNumId w:val="60"/>
  </w:num>
  <w:num w:numId="33">
    <w:abstractNumId w:val="28"/>
  </w:num>
  <w:num w:numId="34">
    <w:abstractNumId w:val="47"/>
  </w:num>
  <w:num w:numId="35">
    <w:abstractNumId w:val="40"/>
  </w:num>
  <w:num w:numId="36">
    <w:abstractNumId w:val="105"/>
  </w:num>
  <w:num w:numId="37">
    <w:abstractNumId w:val="30"/>
  </w:num>
  <w:num w:numId="38">
    <w:abstractNumId w:val="24"/>
  </w:num>
  <w:num w:numId="39">
    <w:abstractNumId w:val="36"/>
  </w:num>
  <w:num w:numId="40">
    <w:abstractNumId w:val="15"/>
  </w:num>
  <w:num w:numId="41">
    <w:abstractNumId w:val="7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29AF"/>
    <w:rsid w:val="00003F1E"/>
    <w:rsid w:val="000045F5"/>
    <w:rsid w:val="00004972"/>
    <w:rsid w:val="00005C04"/>
    <w:rsid w:val="0000678A"/>
    <w:rsid w:val="00006A99"/>
    <w:rsid w:val="000075E8"/>
    <w:rsid w:val="00010B6A"/>
    <w:rsid w:val="0001171A"/>
    <w:rsid w:val="00013D90"/>
    <w:rsid w:val="00015C3B"/>
    <w:rsid w:val="00015FE5"/>
    <w:rsid w:val="00016AA8"/>
    <w:rsid w:val="00016DF4"/>
    <w:rsid w:val="000177BD"/>
    <w:rsid w:val="000179BB"/>
    <w:rsid w:val="000200F9"/>
    <w:rsid w:val="0002033D"/>
    <w:rsid w:val="00020DBE"/>
    <w:rsid w:val="0002121C"/>
    <w:rsid w:val="00021327"/>
    <w:rsid w:val="00021715"/>
    <w:rsid w:val="00023760"/>
    <w:rsid w:val="000239A2"/>
    <w:rsid w:val="00023FC5"/>
    <w:rsid w:val="000241D1"/>
    <w:rsid w:val="0002622B"/>
    <w:rsid w:val="00026A24"/>
    <w:rsid w:val="00027237"/>
    <w:rsid w:val="00027407"/>
    <w:rsid w:val="0002748B"/>
    <w:rsid w:val="00027C5F"/>
    <w:rsid w:val="0003012B"/>
    <w:rsid w:val="0003248C"/>
    <w:rsid w:val="000335BA"/>
    <w:rsid w:val="000336CC"/>
    <w:rsid w:val="000338D4"/>
    <w:rsid w:val="00033B97"/>
    <w:rsid w:val="00033EAB"/>
    <w:rsid w:val="000404BF"/>
    <w:rsid w:val="0004097D"/>
    <w:rsid w:val="00041D83"/>
    <w:rsid w:val="000428AC"/>
    <w:rsid w:val="00042FD1"/>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03D0"/>
    <w:rsid w:val="00062B2B"/>
    <w:rsid w:val="00062DAA"/>
    <w:rsid w:val="00062DC6"/>
    <w:rsid w:val="00063250"/>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BE3"/>
    <w:rsid w:val="00090D01"/>
    <w:rsid w:val="000913C5"/>
    <w:rsid w:val="00091CB1"/>
    <w:rsid w:val="000926B0"/>
    <w:rsid w:val="00092EC5"/>
    <w:rsid w:val="0009498C"/>
    <w:rsid w:val="00094C98"/>
    <w:rsid w:val="00095394"/>
    <w:rsid w:val="00095DCA"/>
    <w:rsid w:val="00095FE3"/>
    <w:rsid w:val="00096214"/>
    <w:rsid w:val="00096D70"/>
    <w:rsid w:val="000A0406"/>
    <w:rsid w:val="000A0A4B"/>
    <w:rsid w:val="000A1383"/>
    <w:rsid w:val="000A1754"/>
    <w:rsid w:val="000A1CEC"/>
    <w:rsid w:val="000A1EF9"/>
    <w:rsid w:val="000A28D6"/>
    <w:rsid w:val="000A594E"/>
    <w:rsid w:val="000A5A62"/>
    <w:rsid w:val="000A5CA0"/>
    <w:rsid w:val="000A63D0"/>
    <w:rsid w:val="000A679F"/>
    <w:rsid w:val="000B2D2F"/>
    <w:rsid w:val="000B2E81"/>
    <w:rsid w:val="000B3738"/>
    <w:rsid w:val="000B3BFE"/>
    <w:rsid w:val="000B4ECD"/>
    <w:rsid w:val="000B548E"/>
    <w:rsid w:val="000B55A8"/>
    <w:rsid w:val="000B58DD"/>
    <w:rsid w:val="000B5C31"/>
    <w:rsid w:val="000B6E46"/>
    <w:rsid w:val="000C0729"/>
    <w:rsid w:val="000C1961"/>
    <w:rsid w:val="000C1974"/>
    <w:rsid w:val="000C206A"/>
    <w:rsid w:val="000C35F8"/>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5F07"/>
    <w:rsid w:val="000E6F29"/>
    <w:rsid w:val="000F02C2"/>
    <w:rsid w:val="000F033F"/>
    <w:rsid w:val="000F04A9"/>
    <w:rsid w:val="000F1055"/>
    <w:rsid w:val="000F28FD"/>
    <w:rsid w:val="000F2B20"/>
    <w:rsid w:val="000F38D0"/>
    <w:rsid w:val="000F3AD9"/>
    <w:rsid w:val="000F486D"/>
    <w:rsid w:val="000F7988"/>
    <w:rsid w:val="00102501"/>
    <w:rsid w:val="00103562"/>
    <w:rsid w:val="00104779"/>
    <w:rsid w:val="0010598B"/>
    <w:rsid w:val="00106DA3"/>
    <w:rsid w:val="00107A8F"/>
    <w:rsid w:val="00110EAB"/>
    <w:rsid w:val="00112A1A"/>
    <w:rsid w:val="00113270"/>
    <w:rsid w:val="001137DE"/>
    <w:rsid w:val="0011440D"/>
    <w:rsid w:val="00114834"/>
    <w:rsid w:val="0011542B"/>
    <w:rsid w:val="00115CD2"/>
    <w:rsid w:val="00116A9D"/>
    <w:rsid w:val="00116E43"/>
    <w:rsid w:val="00117317"/>
    <w:rsid w:val="001208FD"/>
    <w:rsid w:val="00121371"/>
    <w:rsid w:val="00122A8D"/>
    <w:rsid w:val="00122F16"/>
    <w:rsid w:val="00124B0E"/>
    <w:rsid w:val="00126304"/>
    <w:rsid w:val="00131A8F"/>
    <w:rsid w:val="0013348E"/>
    <w:rsid w:val="00133D58"/>
    <w:rsid w:val="00133DC7"/>
    <w:rsid w:val="001340F9"/>
    <w:rsid w:val="001341C8"/>
    <w:rsid w:val="001344D7"/>
    <w:rsid w:val="0013586C"/>
    <w:rsid w:val="00135A2A"/>
    <w:rsid w:val="00135C3F"/>
    <w:rsid w:val="001375BD"/>
    <w:rsid w:val="00137755"/>
    <w:rsid w:val="00137CDF"/>
    <w:rsid w:val="001416AA"/>
    <w:rsid w:val="00143518"/>
    <w:rsid w:val="00144663"/>
    <w:rsid w:val="00144B8E"/>
    <w:rsid w:val="00145121"/>
    <w:rsid w:val="001461C8"/>
    <w:rsid w:val="00146341"/>
    <w:rsid w:val="001469A6"/>
    <w:rsid w:val="001477A0"/>
    <w:rsid w:val="00150122"/>
    <w:rsid w:val="00150148"/>
    <w:rsid w:val="00153400"/>
    <w:rsid w:val="00153C5E"/>
    <w:rsid w:val="0015487A"/>
    <w:rsid w:val="001555FC"/>
    <w:rsid w:val="00155889"/>
    <w:rsid w:val="0015679C"/>
    <w:rsid w:val="0015783B"/>
    <w:rsid w:val="00157EB7"/>
    <w:rsid w:val="00162B8E"/>
    <w:rsid w:val="001637C7"/>
    <w:rsid w:val="00163DBF"/>
    <w:rsid w:val="00164940"/>
    <w:rsid w:val="00164B86"/>
    <w:rsid w:val="001650D0"/>
    <w:rsid w:val="001657FC"/>
    <w:rsid w:val="00165835"/>
    <w:rsid w:val="00165B17"/>
    <w:rsid w:val="00166A83"/>
    <w:rsid w:val="00166BC6"/>
    <w:rsid w:val="00170D1D"/>
    <w:rsid w:val="00171335"/>
    <w:rsid w:val="001716A5"/>
    <w:rsid w:val="00172FFC"/>
    <w:rsid w:val="00174661"/>
    <w:rsid w:val="00174AEA"/>
    <w:rsid w:val="001768D0"/>
    <w:rsid w:val="00176952"/>
    <w:rsid w:val="00180524"/>
    <w:rsid w:val="001810A8"/>
    <w:rsid w:val="00181712"/>
    <w:rsid w:val="00181779"/>
    <w:rsid w:val="00182BFA"/>
    <w:rsid w:val="00183D65"/>
    <w:rsid w:val="001842CC"/>
    <w:rsid w:val="00185AF4"/>
    <w:rsid w:val="001865ED"/>
    <w:rsid w:val="00186737"/>
    <w:rsid w:val="00191051"/>
    <w:rsid w:val="00191AD0"/>
    <w:rsid w:val="00193AE3"/>
    <w:rsid w:val="00194715"/>
    <w:rsid w:val="001949A9"/>
    <w:rsid w:val="00195BA6"/>
    <w:rsid w:val="00195F63"/>
    <w:rsid w:val="00197DAB"/>
    <w:rsid w:val="00197EB0"/>
    <w:rsid w:val="001A02AF"/>
    <w:rsid w:val="001A0706"/>
    <w:rsid w:val="001A07EF"/>
    <w:rsid w:val="001A1002"/>
    <w:rsid w:val="001A202A"/>
    <w:rsid w:val="001A4060"/>
    <w:rsid w:val="001A5AAD"/>
    <w:rsid w:val="001A5E13"/>
    <w:rsid w:val="001A6F72"/>
    <w:rsid w:val="001B03B1"/>
    <w:rsid w:val="001B12D5"/>
    <w:rsid w:val="001B1FE4"/>
    <w:rsid w:val="001B2A2A"/>
    <w:rsid w:val="001B2D8F"/>
    <w:rsid w:val="001B30DF"/>
    <w:rsid w:val="001B42E7"/>
    <w:rsid w:val="001B4AE1"/>
    <w:rsid w:val="001B5A50"/>
    <w:rsid w:val="001B5C4A"/>
    <w:rsid w:val="001B634F"/>
    <w:rsid w:val="001B6AA6"/>
    <w:rsid w:val="001B703B"/>
    <w:rsid w:val="001C0139"/>
    <w:rsid w:val="001C0625"/>
    <w:rsid w:val="001C0648"/>
    <w:rsid w:val="001C121E"/>
    <w:rsid w:val="001C1449"/>
    <w:rsid w:val="001C209B"/>
    <w:rsid w:val="001C3D66"/>
    <w:rsid w:val="001C474F"/>
    <w:rsid w:val="001C4BD6"/>
    <w:rsid w:val="001C51FC"/>
    <w:rsid w:val="001C758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B2E"/>
    <w:rsid w:val="001E6CB1"/>
    <w:rsid w:val="001F03DF"/>
    <w:rsid w:val="001F239F"/>
    <w:rsid w:val="001F2E62"/>
    <w:rsid w:val="001F470A"/>
    <w:rsid w:val="001F6305"/>
    <w:rsid w:val="001F79D4"/>
    <w:rsid w:val="002002F4"/>
    <w:rsid w:val="00200CE3"/>
    <w:rsid w:val="00202A87"/>
    <w:rsid w:val="00202E70"/>
    <w:rsid w:val="002037CB"/>
    <w:rsid w:val="00203AC0"/>
    <w:rsid w:val="002044A2"/>
    <w:rsid w:val="00204DAF"/>
    <w:rsid w:val="002071A1"/>
    <w:rsid w:val="00211D19"/>
    <w:rsid w:val="00214661"/>
    <w:rsid w:val="00214A1B"/>
    <w:rsid w:val="002166B0"/>
    <w:rsid w:val="00220C56"/>
    <w:rsid w:val="00221373"/>
    <w:rsid w:val="00223303"/>
    <w:rsid w:val="00224E7B"/>
    <w:rsid w:val="00226F98"/>
    <w:rsid w:val="0022703D"/>
    <w:rsid w:val="002270F9"/>
    <w:rsid w:val="00227EE8"/>
    <w:rsid w:val="00230330"/>
    <w:rsid w:val="00230683"/>
    <w:rsid w:val="00230D49"/>
    <w:rsid w:val="00230DBB"/>
    <w:rsid w:val="00231D5C"/>
    <w:rsid w:val="0023277B"/>
    <w:rsid w:val="002335E5"/>
    <w:rsid w:val="002337FF"/>
    <w:rsid w:val="0023469D"/>
    <w:rsid w:val="00234C9D"/>
    <w:rsid w:val="002353BA"/>
    <w:rsid w:val="002361A3"/>
    <w:rsid w:val="00237007"/>
    <w:rsid w:val="00240EFD"/>
    <w:rsid w:val="0024111A"/>
    <w:rsid w:val="00241C0B"/>
    <w:rsid w:val="002457F7"/>
    <w:rsid w:val="00245BB9"/>
    <w:rsid w:val="00245EC2"/>
    <w:rsid w:val="00246596"/>
    <w:rsid w:val="00247769"/>
    <w:rsid w:val="00247C52"/>
    <w:rsid w:val="00247E83"/>
    <w:rsid w:val="002502E7"/>
    <w:rsid w:val="00250516"/>
    <w:rsid w:val="00250879"/>
    <w:rsid w:val="00251C68"/>
    <w:rsid w:val="00251F86"/>
    <w:rsid w:val="00252806"/>
    <w:rsid w:val="002547BF"/>
    <w:rsid w:val="00254899"/>
    <w:rsid w:val="0025583B"/>
    <w:rsid w:val="00257C82"/>
    <w:rsid w:val="002613A9"/>
    <w:rsid w:val="0026256C"/>
    <w:rsid w:val="00264E14"/>
    <w:rsid w:val="00266459"/>
    <w:rsid w:val="002667A1"/>
    <w:rsid w:val="00266A46"/>
    <w:rsid w:val="00266BD2"/>
    <w:rsid w:val="002677FB"/>
    <w:rsid w:val="00270D6F"/>
    <w:rsid w:val="0027139B"/>
    <w:rsid w:val="00271A51"/>
    <w:rsid w:val="00272C04"/>
    <w:rsid w:val="00273395"/>
    <w:rsid w:val="002733DA"/>
    <w:rsid w:val="0027478F"/>
    <w:rsid w:val="00274A45"/>
    <w:rsid w:val="0027537A"/>
    <w:rsid w:val="002755A8"/>
    <w:rsid w:val="00275615"/>
    <w:rsid w:val="002764F0"/>
    <w:rsid w:val="00276F42"/>
    <w:rsid w:val="0028009A"/>
    <w:rsid w:val="002813D3"/>
    <w:rsid w:val="002822CC"/>
    <w:rsid w:val="002829BB"/>
    <w:rsid w:val="002847D0"/>
    <w:rsid w:val="002870E6"/>
    <w:rsid w:val="00290C23"/>
    <w:rsid w:val="00292AC0"/>
    <w:rsid w:val="0029403C"/>
    <w:rsid w:val="00294AAE"/>
    <w:rsid w:val="00294D92"/>
    <w:rsid w:val="00295101"/>
    <w:rsid w:val="00295BF1"/>
    <w:rsid w:val="00296E96"/>
    <w:rsid w:val="00297FDD"/>
    <w:rsid w:val="002A00AF"/>
    <w:rsid w:val="002A0382"/>
    <w:rsid w:val="002A1CA1"/>
    <w:rsid w:val="002A1E30"/>
    <w:rsid w:val="002A2B8E"/>
    <w:rsid w:val="002A4B8F"/>
    <w:rsid w:val="002A5F3D"/>
    <w:rsid w:val="002B01D3"/>
    <w:rsid w:val="002B124D"/>
    <w:rsid w:val="002B18BE"/>
    <w:rsid w:val="002B2710"/>
    <w:rsid w:val="002B2F4D"/>
    <w:rsid w:val="002B3B33"/>
    <w:rsid w:val="002B605B"/>
    <w:rsid w:val="002B60C7"/>
    <w:rsid w:val="002B742D"/>
    <w:rsid w:val="002C0E58"/>
    <w:rsid w:val="002C17CB"/>
    <w:rsid w:val="002C2747"/>
    <w:rsid w:val="002C37E1"/>
    <w:rsid w:val="002C3BF3"/>
    <w:rsid w:val="002C3BFE"/>
    <w:rsid w:val="002C42F0"/>
    <w:rsid w:val="002C66FD"/>
    <w:rsid w:val="002C681A"/>
    <w:rsid w:val="002C6A47"/>
    <w:rsid w:val="002C7017"/>
    <w:rsid w:val="002C7329"/>
    <w:rsid w:val="002C7D2C"/>
    <w:rsid w:val="002D023F"/>
    <w:rsid w:val="002D0603"/>
    <w:rsid w:val="002D0778"/>
    <w:rsid w:val="002D0822"/>
    <w:rsid w:val="002D2339"/>
    <w:rsid w:val="002D2584"/>
    <w:rsid w:val="002D29B7"/>
    <w:rsid w:val="002D3594"/>
    <w:rsid w:val="002D65BD"/>
    <w:rsid w:val="002D7548"/>
    <w:rsid w:val="002D77E1"/>
    <w:rsid w:val="002D781E"/>
    <w:rsid w:val="002D7ADD"/>
    <w:rsid w:val="002E11A1"/>
    <w:rsid w:val="002E153E"/>
    <w:rsid w:val="002E2B73"/>
    <w:rsid w:val="002E30EF"/>
    <w:rsid w:val="002E35DE"/>
    <w:rsid w:val="002E3D89"/>
    <w:rsid w:val="002E4676"/>
    <w:rsid w:val="002E48A7"/>
    <w:rsid w:val="002E5B34"/>
    <w:rsid w:val="002E749B"/>
    <w:rsid w:val="002E7D8E"/>
    <w:rsid w:val="002F08E8"/>
    <w:rsid w:val="002F0E16"/>
    <w:rsid w:val="002F1DD9"/>
    <w:rsid w:val="002F2D54"/>
    <w:rsid w:val="002F36C3"/>
    <w:rsid w:val="002F3B96"/>
    <w:rsid w:val="002F5782"/>
    <w:rsid w:val="00300082"/>
    <w:rsid w:val="00300545"/>
    <w:rsid w:val="00300735"/>
    <w:rsid w:val="00301924"/>
    <w:rsid w:val="00302AAC"/>
    <w:rsid w:val="0030311D"/>
    <w:rsid w:val="00303CAE"/>
    <w:rsid w:val="00305B52"/>
    <w:rsid w:val="00305BEC"/>
    <w:rsid w:val="0030763F"/>
    <w:rsid w:val="003076F4"/>
    <w:rsid w:val="003114F4"/>
    <w:rsid w:val="0031192D"/>
    <w:rsid w:val="00312881"/>
    <w:rsid w:val="00313044"/>
    <w:rsid w:val="003134FB"/>
    <w:rsid w:val="00314C57"/>
    <w:rsid w:val="00315471"/>
    <w:rsid w:val="00320073"/>
    <w:rsid w:val="00320627"/>
    <w:rsid w:val="00320883"/>
    <w:rsid w:val="00320D84"/>
    <w:rsid w:val="00322334"/>
    <w:rsid w:val="00324569"/>
    <w:rsid w:val="0032477E"/>
    <w:rsid w:val="00325E24"/>
    <w:rsid w:val="0032605A"/>
    <w:rsid w:val="00326F47"/>
    <w:rsid w:val="00327706"/>
    <w:rsid w:val="00327B9B"/>
    <w:rsid w:val="00330460"/>
    <w:rsid w:val="003306E9"/>
    <w:rsid w:val="00331884"/>
    <w:rsid w:val="00331D15"/>
    <w:rsid w:val="0033283B"/>
    <w:rsid w:val="00332F03"/>
    <w:rsid w:val="00333E4E"/>
    <w:rsid w:val="00333F88"/>
    <w:rsid w:val="003341B2"/>
    <w:rsid w:val="003356C9"/>
    <w:rsid w:val="003379C1"/>
    <w:rsid w:val="00340144"/>
    <w:rsid w:val="00340398"/>
    <w:rsid w:val="00341827"/>
    <w:rsid w:val="00342840"/>
    <w:rsid w:val="00342E48"/>
    <w:rsid w:val="00343C18"/>
    <w:rsid w:val="00347AA1"/>
    <w:rsid w:val="00347DA8"/>
    <w:rsid w:val="00350A2B"/>
    <w:rsid w:val="00351359"/>
    <w:rsid w:val="003517F4"/>
    <w:rsid w:val="003519C7"/>
    <w:rsid w:val="00351D90"/>
    <w:rsid w:val="00352913"/>
    <w:rsid w:val="0035356D"/>
    <w:rsid w:val="003545CC"/>
    <w:rsid w:val="00354993"/>
    <w:rsid w:val="00355CE5"/>
    <w:rsid w:val="0035762A"/>
    <w:rsid w:val="00357C2B"/>
    <w:rsid w:val="00360C2D"/>
    <w:rsid w:val="0036149E"/>
    <w:rsid w:val="0036261B"/>
    <w:rsid w:val="00363889"/>
    <w:rsid w:val="00366806"/>
    <w:rsid w:val="00366A5C"/>
    <w:rsid w:val="00366DC6"/>
    <w:rsid w:val="00367B9D"/>
    <w:rsid w:val="00370C05"/>
    <w:rsid w:val="00371509"/>
    <w:rsid w:val="00372336"/>
    <w:rsid w:val="00373B6A"/>
    <w:rsid w:val="00373C96"/>
    <w:rsid w:val="003758F5"/>
    <w:rsid w:val="00380444"/>
    <w:rsid w:val="003809AC"/>
    <w:rsid w:val="00381EC1"/>
    <w:rsid w:val="00382302"/>
    <w:rsid w:val="00383C85"/>
    <w:rsid w:val="0038448C"/>
    <w:rsid w:val="00387ACD"/>
    <w:rsid w:val="00387F81"/>
    <w:rsid w:val="0039121B"/>
    <w:rsid w:val="00391B25"/>
    <w:rsid w:val="003920A2"/>
    <w:rsid w:val="003931E7"/>
    <w:rsid w:val="00395CCB"/>
    <w:rsid w:val="003960DF"/>
    <w:rsid w:val="003A0634"/>
    <w:rsid w:val="003A0CA9"/>
    <w:rsid w:val="003A1A80"/>
    <w:rsid w:val="003A3691"/>
    <w:rsid w:val="003A49C2"/>
    <w:rsid w:val="003A701F"/>
    <w:rsid w:val="003A7885"/>
    <w:rsid w:val="003B0180"/>
    <w:rsid w:val="003B0F9F"/>
    <w:rsid w:val="003B1EFE"/>
    <w:rsid w:val="003B2359"/>
    <w:rsid w:val="003B2394"/>
    <w:rsid w:val="003B2C8E"/>
    <w:rsid w:val="003B391C"/>
    <w:rsid w:val="003B3D0E"/>
    <w:rsid w:val="003B52DB"/>
    <w:rsid w:val="003B62DA"/>
    <w:rsid w:val="003B6BC9"/>
    <w:rsid w:val="003B721B"/>
    <w:rsid w:val="003C0077"/>
    <w:rsid w:val="003C11EB"/>
    <w:rsid w:val="003C23B7"/>
    <w:rsid w:val="003C2D64"/>
    <w:rsid w:val="003C2FBF"/>
    <w:rsid w:val="003C4B32"/>
    <w:rsid w:val="003C50A2"/>
    <w:rsid w:val="003C52DE"/>
    <w:rsid w:val="003C5981"/>
    <w:rsid w:val="003C5C54"/>
    <w:rsid w:val="003C6B1A"/>
    <w:rsid w:val="003D05E8"/>
    <w:rsid w:val="003D07CB"/>
    <w:rsid w:val="003D0FC2"/>
    <w:rsid w:val="003D24B2"/>
    <w:rsid w:val="003D2912"/>
    <w:rsid w:val="003D2914"/>
    <w:rsid w:val="003D2FD8"/>
    <w:rsid w:val="003D35FA"/>
    <w:rsid w:val="003D44D8"/>
    <w:rsid w:val="003D497B"/>
    <w:rsid w:val="003D5C79"/>
    <w:rsid w:val="003D5DC4"/>
    <w:rsid w:val="003D653C"/>
    <w:rsid w:val="003D67A2"/>
    <w:rsid w:val="003D7BFB"/>
    <w:rsid w:val="003E28BE"/>
    <w:rsid w:val="003E2CEF"/>
    <w:rsid w:val="003E34C8"/>
    <w:rsid w:val="003E3610"/>
    <w:rsid w:val="003E36C7"/>
    <w:rsid w:val="003E3E2D"/>
    <w:rsid w:val="003E4A30"/>
    <w:rsid w:val="003E4DD7"/>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5DB"/>
    <w:rsid w:val="00402BBF"/>
    <w:rsid w:val="00402CEF"/>
    <w:rsid w:val="00402E42"/>
    <w:rsid w:val="0040347F"/>
    <w:rsid w:val="00403C30"/>
    <w:rsid w:val="00404C0D"/>
    <w:rsid w:val="00406A56"/>
    <w:rsid w:val="00406FEE"/>
    <w:rsid w:val="004074BB"/>
    <w:rsid w:val="004079E0"/>
    <w:rsid w:val="00407AA8"/>
    <w:rsid w:val="00411F37"/>
    <w:rsid w:val="00412B88"/>
    <w:rsid w:val="00413634"/>
    <w:rsid w:val="00413673"/>
    <w:rsid w:val="0041376E"/>
    <w:rsid w:val="0041384F"/>
    <w:rsid w:val="0041428D"/>
    <w:rsid w:val="004147F1"/>
    <w:rsid w:val="00415517"/>
    <w:rsid w:val="00415679"/>
    <w:rsid w:val="00415717"/>
    <w:rsid w:val="00415AC5"/>
    <w:rsid w:val="0041625B"/>
    <w:rsid w:val="004164E0"/>
    <w:rsid w:val="0042026C"/>
    <w:rsid w:val="0042080A"/>
    <w:rsid w:val="0042183C"/>
    <w:rsid w:val="004218BF"/>
    <w:rsid w:val="00422E32"/>
    <w:rsid w:val="0042395E"/>
    <w:rsid w:val="004241C3"/>
    <w:rsid w:val="0042754A"/>
    <w:rsid w:val="0042773A"/>
    <w:rsid w:val="0042789E"/>
    <w:rsid w:val="00430C80"/>
    <w:rsid w:val="00431470"/>
    <w:rsid w:val="00431497"/>
    <w:rsid w:val="0043299B"/>
    <w:rsid w:val="004337BD"/>
    <w:rsid w:val="00434600"/>
    <w:rsid w:val="00434823"/>
    <w:rsid w:val="00434B66"/>
    <w:rsid w:val="00434DDB"/>
    <w:rsid w:val="00434FD1"/>
    <w:rsid w:val="00435AB2"/>
    <w:rsid w:val="00436404"/>
    <w:rsid w:val="00436BE7"/>
    <w:rsid w:val="00436E5E"/>
    <w:rsid w:val="00437A3E"/>
    <w:rsid w:val="00437B0A"/>
    <w:rsid w:val="004401BA"/>
    <w:rsid w:val="00440B36"/>
    <w:rsid w:val="00440C77"/>
    <w:rsid w:val="004412F9"/>
    <w:rsid w:val="0044219C"/>
    <w:rsid w:val="004433E8"/>
    <w:rsid w:val="004435BF"/>
    <w:rsid w:val="00443952"/>
    <w:rsid w:val="0044414E"/>
    <w:rsid w:val="00445342"/>
    <w:rsid w:val="00445985"/>
    <w:rsid w:val="00446F07"/>
    <w:rsid w:val="00450618"/>
    <w:rsid w:val="0045112A"/>
    <w:rsid w:val="004514D9"/>
    <w:rsid w:val="00451C2C"/>
    <w:rsid w:val="00451C40"/>
    <w:rsid w:val="00455FCF"/>
    <w:rsid w:val="00456A61"/>
    <w:rsid w:val="00456DF8"/>
    <w:rsid w:val="00457C5E"/>
    <w:rsid w:val="004616BC"/>
    <w:rsid w:val="00461CD6"/>
    <w:rsid w:val="00464DFB"/>
    <w:rsid w:val="00464EE5"/>
    <w:rsid w:val="00466C5C"/>
    <w:rsid w:val="00466E92"/>
    <w:rsid w:val="004706B6"/>
    <w:rsid w:val="00470A3A"/>
    <w:rsid w:val="00470B10"/>
    <w:rsid w:val="0047104C"/>
    <w:rsid w:val="00471325"/>
    <w:rsid w:val="00472244"/>
    <w:rsid w:val="004736E0"/>
    <w:rsid w:val="00474A1A"/>
    <w:rsid w:val="004764F3"/>
    <w:rsid w:val="00477F7C"/>
    <w:rsid w:val="00477FA2"/>
    <w:rsid w:val="0048122F"/>
    <w:rsid w:val="004816BF"/>
    <w:rsid w:val="00482A1F"/>
    <w:rsid w:val="0048461F"/>
    <w:rsid w:val="004872F0"/>
    <w:rsid w:val="00487A30"/>
    <w:rsid w:val="00490423"/>
    <w:rsid w:val="00490BC0"/>
    <w:rsid w:val="00490D41"/>
    <w:rsid w:val="0049234C"/>
    <w:rsid w:val="00492D56"/>
    <w:rsid w:val="0049398E"/>
    <w:rsid w:val="00493B21"/>
    <w:rsid w:val="0049509F"/>
    <w:rsid w:val="00496BB4"/>
    <w:rsid w:val="00496EFC"/>
    <w:rsid w:val="004975C2"/>
    <w:rsid w:val="00497CEC"/>
    <w:rsid w:val="004A1108"/>
    <w:rsid w:val="004A2591"/>
    <w:rsid w:val="004A29BB"/>
    <w:rsid w:val="004A32D4"/>
    <w:rsid w:val="004A65E1"/>
    <w:rsid w:val="004A6F98"/>
    <w:rsid w:val="004A70C4"/>
    <w:rsid w:val="004A7A36"/>
    <w:rsid w:val="004A7B23"/>
    <w:rsid w:val="004A7D2F"/>
    <w:rsid w:val="004B019E"/>
    <w:rsid w:val="004B09E8"/>
    <w:rsid w:val="004B177E"/>
    <w:rsid w:val="004B6049"/>
    <w:rsid w:val="004B695D"/>
    <w:rsid w:val="004B6F52"/>
    <w:rsid w:val="004B718F"/>
    <w:rsid w:val="004C29AA"/>
    <w:rsid w:val="004C2A83"/>
    <w:rsid w:val="004C4325"/>
    <w:rsid w:val="004C583A"/>
    <w:rsid w:val="004C65D6"/>
    <w:rsid w:val="004C725B"/>
    <w:rsid w:val="004C7B67"/>
    <w:rsid w:val="004C7FCF"/>
    <w:rsid w:val="004D09A6"/>
    <w:rsid w:val="004D1D66"/>
    <w:rsid w:val="004D2636"/>
    <w:rsid w:val="004D333C"/>
    <w:rsid w:val="004D373F"/>
    <w:rsid w:val="004D581B"/>
    <w:rsid w:val="004D6805"/>
    <w:rsid w:val="004E1BD9"/>
    <w:rsid w:val="004E259C"/>
    <w:rsid w:val="004E271B"/>
    <w:rsid w:val="004E30F4"/>
    <w:rsid w:val="004E526A"/>
    <w:rsid w:val="004E52E8"/>
    <w:rsid w:val="004E5592"/>
    <w:rsid w:val="004E5C38"/>
    <w:rsid w:val="004E68D3"/>
    <w:rsid w:val="004E68F0"/>
    <w:rsid w:val="004E7359"/>
    <w:rsid w:val="004E7844"/>
    <w:rsid w:val="004F02C4"/>
    <w:rsid w:val="004F13AA"/>
    <w:rsid w:val="004F15AB"/>
    <w:rsid w:val="004F178C"/>
    <w:rsid w:val="004F199B"/>
    <w:rsid w:val="004F2BBF"/>
    <w:rsid w:val="004F3AD0"/>
    <w:rsid w:val="004F3CE4"/>
    <w:rsid w:val="004F4408"/>
    <w:rsid w:val="004F56F9"/>
    <w:rsid w:val="004F5CDA"/>
    <w:rsid w:val="004F75FA"/>
    <w:rsid w:val="004F7F6E"/>
    <w:rsid w:val="005002A9"/>
    <w:rsid w:val="00500600"/>
    <w:rsid w:val="00501332"/>
    <w:rsid w:val="0050138F"/>
    <w:rsid w:val="00501537"/>
    <w:rsid w:val="00501C88"/>
    <w:rsid w:val="00502A1A"/>
    <w:rsid w:val="00502BE9"/>
    <w:rsid w:val="00502D02"/>
    <w:rsid w:val="0050442A"/>
    <w:rsid w:val="005049E2"/>
    <w:rsid w:val="00504E53"/>
    <w:rsid w:val="00505ADF"/>
    <w:rsid w:val="00510355"/>
    <w:rsid w:val="0051310F"/>
    <w:rsid w:val="00513A59"/>
    <w:rsid w:val="0051473B"/>
    <w:rsid w:val="0051486C"/>
    <w:rsid w:val="00515ABF"/>
    <w:rsid w:val="00515C43"/>
    <w:rsid w:val="005161E1"/>
    <w:rsid w:val="00516BD6"/>
    <w:rsid w:val="0052467E"/>
    <w:rsid w:val="005252D3"/>
    <w:rsid w:val="0052575B"/>
    <w:rsid w:val="00526ECF"/>
    <w:rsid w:val="005277E8"/>
    <w:rsid w:val="00530506"/>
    <w:rsid w:val="00531DBA"/>
    <w:rsid w:val="0053205D"/>
    <w:rsid w:val="00532699"/>
    <w:rsid w:val="005327C1"/>
    <w:rsid w:val="0053469A"/>
    <w:rsid w:val="00535E52"/>
    <w:rsid w:val="00536D47"/>
    <w:rsid w:val="005372C2"/>
    <w:rsid w:val="00537772"/>
    <w:rsid w:val="00537834"/>
    <w:rsid w:val="0054056D"/>
    <w:rsid w:val="005411F6"/>
    <w:rsid w:val="00542039"/>
    <w:rsid w:val="00542097"/>
    <w:rsid w:val="005427EA"/>
    <w:rsid w:val="0054289F"/>
    <w:rsid w:val="00543401"/>
    <w:rsid w:val="0054379B"/>
    <w:rsid w:val="005437B6"/>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578E9"/>
    <w:rsid w:val="0056115E"/>
    <w:rsid w:val="00561998"/>
    <w:rsid w:val="00564AEC"/>
    <w:rsid w:val="00565AEE"/>
    <w:rsid w:val="00567573"/>
    <w:rsid w:val="00567E95"/>
    <w:rsid w:val="005709AA"/>
    <w:rsid w:val="005709D0"/>
    <w:rsid w:val="0057317B"/>
    <w:rsid w:val="00573661"/>
    <w:rsid w:val="0057437B"/>
    <w:rsid w:val="00576182"/>
    <w:rsid w:val="00576BC1"/>
    <w:rsid w:val="00580C1A"/>
    <w:rsid w:val="00581427"/>
    <w:rsid w:val="0058193F"/>
    <w:rsid w:val="00581CEB"/>
    <w:rsid w:val="0058223A"/>
    <w:rsid w:val="00582B63"/>
    <w:rsid w:val="00582BE3"/>
    <w:rsid w:val="00583ED9"/>
    <w:rsid w:val="00584AF0"/>
    <w:rsid w:val="00584DB1"/>
    <w:rsid w:val="00586CAE"/>
    <w:rsid w:val="005876E0"/>
    <w:rsid w:val="00590805"/>
    <w:rsid w:val="0059300D"/>
    <w:rsid w:val="0059419E"/>
    <w:rsid w:val="005959B1"/>
    <w:rsid w:val="005970C6"/>
    <w:rsid w:val="00597F23"/>
    <w:rsid w:val="005A19D3"/>
    <w:rsid w:val="005A1D0F"/>
    <w:rsid w:val="005A2235"/>
    <w:rsid w:val="005A28BF"/>
    <w:rsid w:val="005A2CD0"/>
    <w:rsid w:val="005A372D"/>
    <w:rsid w:val="005A38C3"/>
    <w:rsid w:val="005A4035"/>
    <w:rsid w:val="005A484E"/>
    <w:rsid w:val="005A5464"/>
    <w:rsid w:val="005A5B3D"/>
    <w:rsid w:val="005A6754"/>
    <w:rsid w:val="005A716F"/>
    <w:rsid w:val="005A7AB3"/>
    <w:rsid w:val="005A7DA9"/>
    <w:rsid w:val="005A7DFB"/>
    <w:rsid w:val="005B0091"/>
    <w:rsid w:val="005B025A"/>
    <w:rsid w:val="005B0686"/>
    <w:rsid w:val="005B09B2"/>
    <w:rsid w:val="005B14DE"/>
    <w:rsid w:val="005B1B31"/>
    <w:rsid w:val="005B1F05"/>
    <w:rsid w:val="005B3A69"/>
    <w:rsid w:val="005B3AFD"/>
    <w:rsid w:val="005B3BE1"/>
    <w:rsid w:val="005B4147"/>
    <w:rsid w:val="005B41F7"/>
    <w:rsid w:val="005B4F90"/>
    <w:rsid w:val="005B6110"/>
    <w:rsid w:val="005B714C"/>
    <w:rsid w:val="005B74FD"/>
    <w:rsid w:val="005C034C"/>
    <w:rsid w:val="005C1F76"/>
    <w:rsid w:val="005C2307"/>
    <w:rsid w:val="005C2CAF"/>
    <w:rsid w:val="005C3CC7"/>
    <w:rsid w:val="005C4BA8"/>
    <w:rsid w:val="005C6681"/>
    <w:rsid w:val="005C66E4"/>
    <w:rsid w:val="005C6D0D"/>
    <w:rsid w:val="005C75BF"/>
    <w:rsid w:val="005D0F98"/>
    <w:rsid w:val="005D0FF7"/>
    <w:rsid w:val="005D10A6"/>
    <w:rsid w:val="005D2FB9"/>
    <w:rsid w:val="005D432A"/>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4329"/>
    <w:rsid w:val="005E588D"/>
    <w:rsid w:val="005E6BE5"/>
    <w:rsid w:val="005E6EC3"/>
    <w:rsid w:val="005E76FF"/>
    <w:rsid w:val="005E7D2F"/>
    <w:rsid w:val="005F062D"/>
    <w:rsid w:val="005F08AA"/>
    <w:rsid w:val="005F1465"/>
    <w:rsid w:val="005F1E4B"/>
    <w:rsid w:val="005F23AF"/>
    <w:rsid w:val="005F2AD5"/>
    <w:rsid w:val="005F2BBB"/>
    <w:rsid w:val="005F38F3"/>
    <w:rsid w:val="005F51C6"/>
    <w:rsid w:val="005F533D"/>
    <w:rsid w:val="005F5547"/>
    <w:rsid w:val="0060046C"/>
    <w:rsid w:val="006013ED"/>
    <w:rsid w:val="006015F4"/>
    <w:rsid w:val="00601EFC"/>
    <w:rsid w:val="00603326"/>
    <w:rsid w:val="006036D6"/>
    <w:rsid w:val="00604BF8"/>
    <w:rsid w:val="00604EF0"/>
    <w:rsid w:val="0060502B"/>
    <w:rsid w:val="00607280"/>
    <w:rsid w:val="0060789F"/>
    <w:rsid w:val="0061051D"/>
    <w:rsid w:val="00611B74"/>
    <w:rsid w:val="00611F52"/>
    <w:rsid w:val="00613B28"/>
    <w:rsid w:val="00614510"/>
    <w:rsid w:val="00616E71"/>
    <w:rsid w:val="00617068"/>
    <w:rsid w:val="00617C7D"/>
    <w:rsid w:val="00621387"/>
    <w:rsid w:val="006214E7"/>
    <w:rsid w:val="006223FD"/>
    <w:rsid w:val="00622B06"/>
    <w:rsid w:val="00622F88"/>
    <w:rsid w:val="00623418"/>
    <w:rsid w:val="00623BD9"/>
    <w:rsid w:val="006244D0"/>
    <w:rsid w:val="00624689"/>
    <w:rsid w:val="006252EA"/>
    <w:rsid w:val="00625AF2"/>
    <w:rsid w:val="0062686C"/>
    <w:rsid w:val="00626B1B"/>
    <w:rsid w:val="00627A46"/>
    <w:rsid w:val="00630978"/>
    <w:rsid w:val="006319BA"/>
    <w:rsid w:val="006323CF"/>
    <w:rsid w:val="006327A7"/>
    <w:rsid w:val="00632B7F"/>
    <w:rsid w:val="0063343F"/>
    <w:rsid w:val="00633D53"/>
    <w:rsid w:val="0063511F"/>
    <w:rsid w:val="00637122"/>
    <w:rsid w:val="006376E2"/>
    <w:rsid w:val="0063793C"/>
    <w:rsid w:val="00640DE2"/>
    <w:rsid w:val="0064160D"/>
    <w:rsid w:val="0064171A"/>
    <w:rsid w:val="00641B6C"/>
    <w:rsid w:val="00641F80"/>
    <w:rsid w:val="00642BE7"/>
    <w:rsid w:val="0064356F"/>
    <w:rsid w:val="006437C2"/>
    <w:rsid w:val="00644028"/>
    <w:rsid w:val="00644694"/>
    <w:rsid w:val="0064485B"/>
    <w:rsid w:val="00645436"/>
    <w:rsid w:val="006472DD"/>
    <w:rsid w:val="006473D0"/>
    <w:rsid w:val="00651F84"/>
    <w:rsid w:val="0065449D"/>
    <w:rsid w:val="00655F32"/>
    <w:rsid w:val="00657614"/>
    <w:rsid w:val="00657711"/>
    <w:rsid w:val="00657BC5"/>
    <w:rsid w:val="00657C9D"/>
    <w:rsid w:val="0066125D"/>
    <w:rsid w:val="006623F2"/>
    <w:rsid w:val="006666BB"/>
    <w:rsid w:val="00666DFA"/>
    <w:rsid w:val="00670611"/>
    <w:rsid w:val="00670CD1"/>
    <w:rsid w:val="00670D9D"/>
    <w:rsid w:val="00671422"/>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3C0"/>
    <w:rsid w:val="00684E8E"/>
    <w:rsid w:val="00684F3B"/>
    <w:rsid w:val="0068594B"/>
    <w:rsid w:val="00686C89"/>
    <w:rsid w:val="00687069"/>
    <w:rsid w:val="0068797B"/>
    <w:rsid w:val="00690DE3"/>
    <w:rsid w:val="00692B0D"/>
    <w:rsid w:val="00692EA1"/>
    <w:rsid w:val="00695D5A"/>
    <w:rsid w:val="00697147"/>
    <w:rsid w:val="006A05C4"/>
    <w:rsid w:val="006A1CAA"/>
    <w:rsid w:val="006A28AC"/>
    <w:rsid w:val="006A2A89"/>
    <w:rsid w:val="006A3234"/>
    <w:rsid w:val="006A3721"/>
    <w:rsid w:val="006A3DD7"/>
    <w:rsid w:val="006A3E94"/>
    <w:rsid w:val="006A4622"/>
    <w:rsid w:val="006A48F0"/>
    <w:rsid w:val="006A4DA7"/>
    <w:rsid w:val="006A5030"/>
    <w:rsid w:val="006A7B67"/>
    <w:rsid w:val="006B0513"/>
    <w:rsid w:val="006B057E"/>
    <w:rsid w:val="006B0F81"/>
    <w:rsid w:val="006B0FA2"/>
    <w:rsid w:val="006B1A1B"/>
    <w:rsid w:val="006B1D4E"/>
    <w:rsid w:val="006B2852"/>
    <w:rsid w:val="006B5C77"/>
    <w:rsid w:val="006C0993"/>
    <w:rsid w:val="006C0AFF"/>
    <w:rsid w:val="006C1EE2"/>
    <w:rsid w:val="006C200D"/>
    <w:rsid w:val="006C2DF7"/>
    <w:rsid w:val="006C2E22"/>
    <w:rsid w:val="006C357E"/>
    <w:rsid w:val="006C3983"/>
    <w:rsid w:val="006C440F"/>
    <w:rsid w:val="006C4907"/>
    <w:rsid w:val="006C688C"/>
    <w:rsid w:val="006D2DA8"/>
    <w:rsid w:val="006D32A7"/>
    <w:rsid w:val="006D3977"/>
    <w:rsid w:val="006D3E5F"/>
    <w:rsid w:val="006D40AF"/>
    <w:rsid w:val="006D44FB"/>
    <w:rsid w:val="006D4A98"/>
    <w:rsid w:val="006D4E16"/>
    <w:rsid w:val="006D5144"/>
    <w:rsid w:val="006D5667"/>
    <w:rsid w:val="006D67A4"/>
    <w:rsid w:val="006D6A29"/>
    <w:rsid w:val="006D6B9C"/>
    <w:rsid w:val="006D6C02"/>
    <w:rsid w:val="006D78B6"/>
    <w:rsid w:val="006E1FD7"/>
    <w:rsid w:val="006E2E69"/>
    <w:rsid w:val="006E3799"/>
    <w:rsid w:val="006E6C16"/>
    <w:rsid w:val="006E72CF"/>
    <w:rsid w:val="006E7706"/>
    <w:rsid w:val="006E7953"/>
    <w:rsid w:val="006F01F9"/>
    <w:rsid w:val="006F1094"/>
    <w:rsid w:val="006F2024"/>
    <w:rsid w:val="006F22E9"/>
    <w:rsid w:val="006F23AC"/>
    <w:rsid w:val="006F3660"/>
    <w:rsid w:val="006F5145"/>
    <w:rsid w:val="006F6BE8"/>
    <w:rsid w:val="006F6F33"/>
    <w:rsid w:val="006F70AB"/>
    <w:rsid w:val="007012DB"/>
    <w:rsid w:val="00701E97"/>
    <w:rsid w:val="0070259F"/>
    <w:rsid w:val="007029A8"/>
    <w:rsid w:val="0070354B"/>
    <w:rsid w:val="00703965"/>
    <w:rsid w:val="00704060"/>
    <w:rsid w:val="007043BB"/>
    <w:rsid w:val="00704610"/>
    <w:rsid w:val="00704842"/>
    <w:rsid w:val="00704D74"/>
    <w:rsid w:val="0070563C"/>
    <w:rsid w:val="00706A83"/>
    <w:rsid w:val="00707830"/>
    <w:rsid w:val="00707927"/>
    <w:rsid w:val="00710A98"/>
    <w:rsid w:val="0071377E"/>
    <w:rsid w:val="00714C12"/>
    <w:rsid w:val="00714DC2"/>
    <w:rsid w:val="0071608F"/>
    <w:rsid w:val="00717003"/>
    <w:rsid w:val="00720295"/>
    <w:rsid w:val="00722BAB"/>
    <w:rsid w:val="007232AB"/>
    <w:rsid w:val="0072388D"/>
    <w:rsid w:val="0072445C"/>
    <w:rsid w:val="00725AA9"/>
    <w:rsid w:val="00726676"/>
    <w:rsid w:val="00727A80"/>
    <w:rsid w:val="00727F93"/>
    <w:rsid w:val="00732916"/>
    <w:rsid w:val="007344D0"/>
    <w:rsid w:val="007345F6"/>
    <w:rsid w:val="007350C5"/>
    <w:rsid w:val="00735258"/>
    <w:rsid w:val="007362D4"/>
    <w:rsid w:val="00736301"/>
    <w:rsid w:val="00736513"/>
    <w:rsid w:val="00736B41"/>
    <w:rsid w:val="00736FE0"/>
    <w:rsid w:val="00737440"/>
    <w:rsid w:val="0074038A"/>
    <w:rsid w:val="007405E6"/>
    <w:rsid w:val="00740E8F"/>
    <w:rsid w:val="0074251D"/>
    <w:rsid w:val="0074317F"/>
    <w:rsid w:val="00743B71"/>
    <w:rsid w:val="0074449B"/>
    <w:rsid w:val="00744B17"/>
    <w:rsid w:val="00745FA7"/>
    <w:rsid w:val="00747D29"/>
    <w:rsid w:val="00747F20"/>
    <w:rsid w:val="007519E9"/>
    <w:rsid w:val="00751B65"/>
    <w:rsid w:val="00751E8B"/>
    <w:rsid w:val="00752060"/>
    <w:rsid w:val="00752F59"/>
    <w:rsid w:val="007552C0"/>
    <w:rsid w:val="00756219"/>
    <w:rsid w:val="00757672"/>
    <w:rsid w:val="007602FE"/>
    <w:rsid w:val="00760AC3"/>
    <w:rsid w:val="00761A18"/>
    <w:rsid w:val="00763A56"/>
    <w:rsid w:val="0076404A"/>
    <w:rsid w:val="007648D3"/>
    <w:rsid w:val="007651B0"/>
    <w:rsid w:val="007656FA"/>
    <w:rsid w:val="00765A66"/>
    <w:rsid w:val="00766667"/>
    <w:rsid w:val="0076695D"/>
    <w:rsid w:val="00766DE1"/>
    <w:rsid w:val="00767988"/>
    <w:rsid w:val="00770319"/>
    <w:rsid w:val="00774F0E"/>
    <w:rsid w:val="00776050"/>
    <w:rsid w:val="00776A3C"/>
    <w:rsid w:val="0078061F"/>
    <w:rsid w:val="007813CA"/>
    <w:rsid w:val="0078152C"/>
    <w:rsid w:val="00781DAA"/>
    <w:rsid w:val="007832B6"/>
    <w:rsid w:val="0078332A"/>
    <w:rsid w:val="0078378F"/>
    <w:rsid w:val="007839A3"/>
    <w:rsid w:val="00785C03"/>
    <w:rsid w:val="00786ABD"/>
    <w:rsid w:val="00787C24"/>
    <w:rsid w:val="00787F0D"/>
    <w:rsid w:val="00790AB8"/>
    <w:rsid w:val="00790D8C"/>
    <w:rsid w:val="00791970"/>
    <w:rsid w:val="00791EB0"/>
    <w:rsid w:val="00792C92"/>
    <w:rsid w:val="0079363C"/>
    <w:rsid w:val="00793BA3"/>
    <w:rsid w:val="00794664"/>
    <w:rsid w:val="00796D92"/>
    <w:rsid w:val="007A0023"/>
    <w:rsid w:val="007A0276"/>
    <w:rsid w:val="007A0F1E"/>
    <w:rsid w:val="007A31B5"/>
    <w:rsid w:val="007A3DC2"/>
    <w:rsid w:val="007A45F8"/>
    <w:rsid w:val="007A4D85"/>
    <w:rsid w:val="007A5CDD"/>
    <w:rsid w:val="007A5CEF"/>
    <w:rsid w:val="007A6587"/>
    <w:rsid w:val="007A6801"/>
    <w:rsid w:val="007A780E"/>
    <w:rsid w:val="007A7BC8"/>
    <w:rsid w:val="007B0261"/>
    <w:rsid w:val="007B1B42"/>
    <w:rsid w:val="007B1C12"/>
    <w:rsid w:val="007B1EF2"/>
    <w:rsid w:val="007B2F25"/>
    <w:rsid w:val="007B45EE"/>
    <w:rsid w:val="007B4E65"/>
    <w:rsid w:val="007B5209"/>
    <w:rsid w:val="007B61F6"/>
    <w:rsid w:val="007B6231"/>
    <w:rsid w:val="007B6D68"/>
    <w:rsid w:val="007B78DC"/>
    <w:rsid w:val="007B7F05"/>
    <w:rsid w:val="007C068C"/>
    <w:rsid w:val="007C09B8"/>
    <w:rsid w:val="007C11E3"/>
    <w:rsid w:val="007C2FAC"/>
    <w:rsid w:val="007C3244"/>
    <w:rsid w:val="007C3A22"/>
    <w:rsid w:val="007C3CA1"/>
    <w:rsid w:val="007C4701"/>
    <w:rsid w:val="007C483A"/>
    <w:rsid w:val="007C6A47"/>
    <w:rsid w:val="007D040B"/>
    <w:rsid w:val="007D0414"/>
    <w:rsid w:val="007D062D"/>
    <w:rsid w:val="007D117C"/>
    <w:rsid w:val="007D2FDA"/>
    <w:rsid w:val="007D64EE"/>
    <w:rsid w:val="007D71AA"/>
    <w:rsid w:val="007E2093"/>
    <w:rsid w:val="007E237F"/>
    <w:rsid w:val="007E2420"/>
    <w:rsid w:val="007E256E"/>
    <w:rsid w:val="007E32DF"/>
    <w:rsid w:val="007E7B37"/>
    <w:rsid w:val="007E7C29"/>
    <w:rsid w:val="007F082B"/>
    <w:rsid w:val="007F0E24"/>
    <w:rsid w:val="007F161E"/>
    <w:rsid w:val="007F196D"/>
    <w:rsid w:val="007F27DE"/>
    <w:rsid w:val="007F2F82"/>
    <w:rsid w:val="007F32F1"/>
    <w:rsid w:val="007F4E93"/>
    <w:rsid w:val="007F4F72"/>
    <w:rsid w:val="007F505E"/>
    <w:rsid w:val="007F5160"/>
    <w:rsid w:val="007F51B0"/>
    <w:rsid w:val="007F65A9"/>
    <w:rsid w:val="007F6E28"/>
    <w:rsid w:val="008013EC"/>
    <w:rsid w:val="00802FB0"/>
    <w:rsid w:val="00803ED7"/>
    <w:rsid w:val="008045C8"/>
    <w:rsid w:val="00805036"/>
    <w:rsid w:val="00805F9B"/>
    <w:rsid w:val="00806324"/>
    <w:rsid w:val="008069EB"/>
    <w:rsid w:val="0080743A"/>
    <w:rsid w:val="008076A7"/>
    <w:rsid w:val="00810DB2"/>
    <w:rsid w:val="00811483"/>
    <w:rsid w:val="008118B5"/>
    <w:rsid w:val="00811C01"/>
    <w:rsid w:val="008123A3"/>
    <w:rsid w:val="008138ED"/>
    <w:rsid w:val="00813A8D"/>
    <w:rsid w:val="00814B9B"/>
    <w:rsid w:val="008155B2"/>
    <w:rsid w:val="00815FD8"/>
    <w:rsid w:val="0081647A"/>
    <w:rsid w:val="008165AD"/>
    <w:rsid w:val="008171A2"/>
    <w:rsid w:val="00817AF4"/>
    <w:rsid w:val="00820DAB"/>
    <w:rsid w:val="00821A5D"/>
    <w:rsid w:val="00821ED8"/>
    <w:rsid w:val="00822107"/>
    <w:rsid w:val="0082237D"/>
    <w:rsid w:val="008240FF"/>
    <w:rsid w:val="00825028"/>
    <w:rsid w:val="008252CA"/>
    <w:rsid w:val="00826A8F"/>
    <w:rsid w:val="00827038"/>
    <w:rsid w:val="00830054"/>
    <w:rsid w:val="00830354"/>
    <w:rsid w:val="0083294D"/>
    <w:rsid w:val="0083299B"/>
    <w:rsid w:val="00834E10"/>
    <w:rsid w:val="008354EF"/>
    <w:rsid w:val="00835808"/>
    <w:rsid w:val="00835D6B"/>
    <w:rsid w:val="008361E8"/>
    <w:rsid w:val="008367A9"/>
    <w:rsid w:val="00836DD4"/>
    <w:rsid w:val="00836F93"/>
    <w:rsid w:val="008373B7"/>
    <w:rsid w:val="008379E2"/>
    <w:rsid w:val="008415BD"/>
    <w:rsid w:val="008416E5"/>
    <w:rsid w:val="008421EE"/>
    <w:rsid w:val="00845272"/>
    <w:rsid w:val="008460BC"/>
    <w:rsid w:val="00846739"/>
    <w:rsid w:val="008469A2"/>
    <w:rsid w:val="00846B2A"/>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D1F"/>
    <w:rsid w:val="008716EF"/>
    <w:rsid w:val="00872158"/>
    <w:rsid w:val="00872684"/>
    <w:rsid w:val="008734CC"/>
    <w:rsid w:val="00873CDD"/>
    <w:rsid w:val="00873DAF"/>
    <w:rsid w:val="008747E4"/>
    <w:rsid w:val="0087499E"/>
    <w:rsid w:val="00875117"/>
    <w:rsid w:val="008765E9"/>
    <w:rsid w:val="00876AF3"/>
    <w:rsid w:val="00876BFF"/>
    <w:rsid w:val="00876EEF"/>
    <w:rsid w:val="0087702A"/>
    <w:rsid w:val="00880A54"/>
    <w:rsid w:val="00880BAB"/>
    <w:rsid w:val="008812F7"/>
    <w:rsid w:val="00881F12"/>
    <w:rsid w:val="00882FD9"/>
    <w:rsid w:val="008830AC"/>
    <w:rsid w:val="00883B23"/>
    <w:rsid w:val="00883D28"/>
    <w:rsid w:val="00883D6A"/>
    <w:rsid w:val="00883E05"/>
    <w:rsid w:val="008846AD"/>
    <w:rsid w:val="00884882"/>
    <w:rsid w:val="00884899"/>
    <w:rsid w:val="00885494"/>
    <w:rsid w:val="00886549"/>
    <w:rsid w:val="00886658"/>
    <w:rsid w:val="008874B3"/>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235"/>
    <w:rsid w:val="008B0D1B"/>
    <w:rsid w:val="008B0DA3"/>
    <w:rsid w:val="008B22A1"/>
    <w:rsid w:val="008B396B"/>
    <w:rsid w:val="008B4ADA"/>
    <w:rsid w:val="008B50B4"/>
    <w:rsid w:val="008B596D"/>
    <w:rsid w:val="008B5AC8"/>
    <w:rsid w:val="008B638F"/>
    <w:rsid w:val="008B6A4B"/>
    <w:rsid w:val="008B7849"/>
    <w:rsid w:val="008B7C2F"/>
    <w:rsid w:val="008B7E88"/>
    <w:rsid w:val="008C0AA8"/>
    <w:rsid w:val="008C25CB"/>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575"/>
    <w:rsid w:val="008D29A4"/>
    <w:rsid w:val="008D29C8"/>
    <w:rsid w:val="008D311E"/>
    <w:rsid w:val="008D378E"/>
    <w:rsid w:val="008D4B18"/>
    <w:rsid w:val="008D4D9F"/>
    <w:rsid w:val="008D5456"/>
    <w:rsid w:val="008D57F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178"/>
    <w:rsid w:val="00906980"/>
    <w:rsid w:val="00910B5D"/>
    <w:rsid w:val="00914853"/>
    <w:rsid w:val="0091665C"/>
    <w:rsid w:val="00916B13"/>
    <w:rsid w:val="0091732C"/>
    <w:rsid w:val="009200BD"/>
    <w:rsid w:val="00921D3D"/>
    <w:rsid w:val="00923E29"/>
    <w:rsid w:val="009245A2"/>
    <w:rsid w:val="00925DA0"/>
    <w:rsid w:val="00927438"/>
    <w:rsid w:val="0093135D"/>
    <w:rsid w:val="00931F84"/>
    <w:rsid w:val="00935CA1"/>
    <w:rsid w:val="0093738A"/>
    <w:rsid w:val="009406D6"/>
    <w:rsid w:val="00941A85"/>
    <w:rsid w:val="00941D34"/>
    <w:rsid w:val="009421E7"/>
    <w:rsid w:val="009433CF"/>
    <w:rsid w:val="00943E25"/>
    <w:rsid w:val="0094641E"/>
    <w:rsid w:val="00947400"/>
    <w:rsid w:val="009509D1"/>
    <w:rsid w:val="009515ED"/>
    <w:rsid w:val="0095167A"/>
    <w:rsid w:val="009527A5"/>
    <w:rsid w:val="00952C42"/>
    <w:rsid w:val="0095363D"/>
    <w:rsid w:val="009536BE"/>
    <w:rsid w:val="00954A28"/>
    <w:rsid w:val="00954E5A"/>
    <w:rsid w:val="009551A1"/>
    <w:rsid w:val="00956553"/>
    <w:rsid w:val="00957502"/>
    <w:rsid w:val="009578DE"/>
    <w:rsid w:val="009609B7"/>
    <w:rsid w:val="00961393"/>
    <w:rsid w:val="00961975"/>
    <w:rsid w:val="009623E1"/>
    <w:rsid w:val="009626F8"/>
    <w:rsid w:val="0096406B"/>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572"/>
    <w:rsid w:val="00986D06"/>
    <w:rsid w:val="00986D29"/>
    <w:rsid w:val="00990207"/>
    <w:rsid w:val="00990CDD"/>
    <w:rsid w:val="00992062"/>
    <w:rsid w:val="0099369C"/>
    <w:rsid w:val="00993F83"/>
    <w:rsid w:val="009946AC"/>
    <w:rsid w:val="00994810"/>
    <w:rsid w:val="00994BEA"/>
    <w:rsid w:val="00995145"/>
    <w:rsid w:val="00995E7C"/>
    <w:rsid w:val="00996151"/>
    <w:rsid w:val="0099718D"/>
    <w:rsid w:val="009A01C6"/>
    <w:rsid w:val="009A14B3"/>
    <w:rsid w:val="009A1BF6"/>
    <w:rsid w:val="009A1F68"/>
    <w:rsid w:val="009A3F8D"/>
    <w:rsid w:val="009A5BBE"/>
    <w:rsid w:val="009A7298"/>
    <w:rsid w:val="009A7D20"/>
    <w:rsid w:val="009B03B8"/>
    <w:rsid w:val="009B05E2"/>
    <w:rsid w:val="009B06E0"/>
    <w:rsid w:val="009B1C76"/>
    <w:rsid w:val="009B2171"/>
    <w:rsid w:val="009B3777"/>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1EF"/>
    <w:rsid w:val="009D18FA"/>
    <w:rsid w:val="009D1D80"/>
    <w:rsid w:val="009D4221"/>
    <w:rsid w:val="009D43C5"/>
    <w:rsid w:val="009D4805"/>
    <w:rsid w:val="009D54AF"/>
    <w:rsid w:val="009D57E2"/>
    <w:rsid w:val="009D595B"/>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6ED"/>
    <w:rsid w:val="009F17E2"/>
    <w:rsid w:val="009F22F4"/>
    <w:rsid w:val="009F291C"/>
    <w:rsid w:val="009F437F"/>
    <w:rsid w:val="009F636F"/>
    <w:rsid w:val="009F6943"/>
    <w:rsid w:val="009F7408"/>
    <w:rsid w:val="009F7B74"/>
    <w:rsid w:val="009F7D19"/>
    <w:rsid w:val="009F7F09"/>
    <w:rsid w:val="00A00D04"/>
    <w:rsid w:val="00A01684"/>
    <w:rsid w:val="00A0243D"/>
    <w:rsid w:val="00A02524"/>
    <w:rsid w:val="00A02948"/>
    <w:rsid w:val="00A02B55"/>
    <w:rsid w:val="00A0636E"/>
    <w:rsid w:val="00A06569"/>
    <w:rsid w:val="00A066C4"/>
    <w:rsid w:val="00A06894"/>
    <w:rsid w:val="00A06BE2"/>
    <w:rsid w:val="00A07083"/>
    <w:rsid w:val="00A0716F"/>
    <w:rsid w:val="00A071E7"/>
    <w:rsid w:val="00A0729A"/>
    <w:rsid w:val="00A104FE"/>
    <w:rsid w:val="00A1186A"/>
    <w:rsid w:val="00A11BBC"/>
    <w:rsid w:val="00A11E14"/>
    <w:rsid w:val="00A11FA9"/>
    <w:rsid w:val="00A12694"/>
    <w:rsid w:val="00A12ED0"/>
    <w:rsid w:val="00A15118"/>
    <w:rsid w:val="00A162F8"/>
    <w:rsid w:val="00A205F7"/>
    <w:rsid w:val="00A2120D"/>
    <w:rsid w:val="00A23BF9"/>
    <w:rsid w:val="00A23D04"/>
    <w:rsid w:val="00A245ED"/>
    <w:rsid w:val="00A246F4"/>
    <w:rsid w:val="00A25DFC"/>
    <w:rsid w:val="00A25FA7"/>
    <w:rsid w:val="00A277FF"/>
    <w:rsid w:val="00A30C44"/>
    <w:rsid w:val="00A30D4D"/>
    <w:rsid w:val="00A31267"/>
    <w:rsid w:val="00A329CA"/>
    <w:rsid w:val="00A32AD2"/>
    <w:rsid w:val="00A335A4"/>
    <w:rsid w:val="00A342A7"/>
    <w:rsid w:val="00A3489C"/>
    <w:rsid w:val="00A3543A"/>
    <w:rsid w:val="00A36BD8"/>
    <w:rsid w:val="00A377A1"/>
    <w:rsid w:val="00A3780D"/>
    <w:rsid w:val="00A3789F"/>
    <w:rsid w:val="00A37FDC"/>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2A1D"/>
    <w:rsid w:val="00A53229"/>
    <w:rsid w:val="00A53482"/>
    <w:rsid w:val="00A537EF"/>
    <w:rsid w:val="00A53BB9"/>
    <w:rsid w:val="00A53F1A"/>
    <w:rsid w:val="00A548F9"/>
    <w:rsid w:val="00A55F06"/>
    <w:rsid w:val="00A55FC4"/>
    <w:rsid w:val="00A56100"/>
    <w:rsid w:val="00A57317"/>
    <w:rsid w:val="00A61454"/>
    <w:rsid w:val="00A61532"/>
    <w:rsid w:val="00A61ED4"/>
    <w:rsid w:val="00A6203D"/>
    <w:rsid w:val="00A62631"/>
    <w:rsid w:val="00A637C5"/>
    <w:rsid w:val="00A6460E"/>
    <w:rsid w:val="00A65FF2"/>
    <w:rsid w:val="00A67D97"/>
    <w:rsid w:val="00A70D74"/>
    <w:rsid w:val="00A7162E"/>
    <w:rsid w:val="00A72D46"/>
    <w:rsid w:val="00A7481D"/>
    <w:rsid w:val="00A749B9"/>
    <w:rsid w:val="00A779FA"/>
    <w:rsid w:val="00A77FF1"/>
    <w:rsid w:val="00A80539"/>
    <w:rsid w:val="00A808C6"/>
    <w:rsid w:val="00A80F0C"/>
    <w:rsid w:val="00A81693"/>
    <w:rsid w:val="00A81A20"/>
    <w:rsid w:val="00A81A30"/>
    <w:rsid w:val="00A81C53"/>
    <w:rsid w:val="00A8209F"/>
    <w:rsid w:val="00A82751"/>
    <w:rsid w:val="00A82B4E"/>
    <w:rsid w:val="00A84113"/>
    <w:rsid w:val="00A84BF5"/>
    <w:rsid w:val="00A85E0C"/>
    <w:rsid w:val="00A86D8E"/>
    <w:rsid w:val="00A87CC5"/>
    <w:rsid w:val="00A91282"/>
    <w:rsid w:val="00A914DE"/>
    <w:rsid w:val="00A9154C"/>
    <w:rsid w:val="00A91FDC"/>
    <w:rsid w:val="00A92AEE"/>
    <w:rsid w:val="00A92F39"/>
    <w:rsid w:val="00A9322B"/>
    <w:rsid w:val="00A93955"/>
    <w:rsid w:val="00A94D35"/>
    <w:rsid w:val="00A95000"/>
    <w:rsid w:val="00A952A8"/>
    <w:rsid w:val="00A955D4"/>
    <w:rsid w:val="00A96CD8"/>
    <w:rsid w:val="00AA04E4"/>
    <w:rsid w:val="00AA1402"/>
    <w:rsid w:val="00AA2F2E"/>
    <w:rsid w:val="00AA3DD7"/>
    <w:rsid w:val="00AA3F05"/>
    <w:rsid w:val="00AA5D7E"/>
    <w:rsid w:val="00AA7015"/>
    <w:rsid w:val="00AB100B"/>
    <w:rsid w:val="00AB12DD"/>
    <w:rsid w:val="00AB1B0D"/>
    <w:rsid w:val="00AB1B69"/>
    <w:rsid w:val="00AB2CF5"/>
    <w:rsid w:val="00AB42AA"/>
    <w:rsid w:val="00AB4B6E"/>
    <w:rsid w:val="00AB5CA9"/>
    <w:rsid w:val="00AC0E66"/>
    <w:rsid w:val="00AC1406"/>
    <w:rsid w:val="00AC2C4F"/>
    <w:rsid w:val="00AC317E"/>
    <w:rsid w:val="00AC3B0E"/>
    <w:rsid w:val="00AC44BC"/>
    <w:rsid w:val="00AC55EA"/>
    <w:rsid w:val="00AC5779"/>
    <w:rsid w:val="00AC5A93"/>
    <w:rsid w:val="00AC6DDB"/>
    <w:rsid w:val="00AC6FE0"/>
    <w:rsid w:val="00AC78C0"/>
    <w:rsid w:val="00AC7A00"/>
    <w:rsid w:val="00AD0FA2"/>
    <w:rsid w:val="00AD1B30"/>
    <w:rsid w:val="00AD25A8"/>
    <w:rsid w:val="00AD2B27"/>
    <w:rsid w:val="00AD3056"/>
    <w:rsid w:val="00AD3348"/>
    <w:rsid w:val="00AD3A60"/>
    <w:rsid w:val="00AD44C6"/>
    <w:rsid w:val="00AD49A7"/>
    <w:rsid w:val="00AD4DBA"/>
    <w:rsid w:val="00AD60F9"/>
    <w:rsid w:val="00AD732D"/>
    <w:rsid w:val="00AD7833"/>
    <w:rsid w:val="00AE030D"/>
    <w:rsid w:val="00AE0F10"/>
    <w:rsid w:val="00AE1FE8"/>
    <w:rsid w:val="00AE26DF"/>
    <w:rsid w:val="00AE2778"/>
    <w:rsid w:val="00AE49B9"/>
    <w:rsid w:val="00AE5820"/>
    <w:rsid w:val="00AE5B1D"/>
    <w:rsid w:val="00AE5CFB"/>
    <w:rsid w:val="00AE63C3"/>
    <w:rsid w:val="00AF103A"/>
    <w:rsid w:val="00AF1BD3"/>
    <w:rsid w:val="00AF3E9B"/>
    <w:rsid w:val="00AF3EEE"/>
    <w:rsid w:val="00AF56B9"/>
    <w:rsid w:val="00AF6208"/>
    <w:rsid w:val="00AF6462"/>
    <w:rsid w:val="00B00440"/>
    <w:rsid w:val="00B01D8D"/>
    <w:rsid w:val="00B02596"/>
    <w:rsid w:val="00B02A77"/>
    <w:rsid w:val="00B05402"/>
    <w:rsid w:val="00B0556A"/>
    <w:rsid w:val="00B05F7D"/>
    <w:rsid w:val="00B06297"/>
    <w:rsid w:val="00B06ADB"/>
    <w:rsid w:val="00B07710"/>
    <w:rsid w:val="00B106EC"/>
    <w:rsid w:val="00B1136E"/>
    <w:rsid w:val="00B11E21"/>
    <w:rsid w:val="00B12059"/>
    <w:rsid w:val="00B132F8"/>
    <w:rsid w:val="00B1354B"/>
    <w:rsid w:val="00B13FE2"/>
    <w:rsid w:val="00B1460F"/>
    <w:rsid w:val="00B14EBA"/>
    <w:rsid w:val="00B1646A"/>
    <w:rsid w:val="00B16CDC"/>
    <w:rsid w:val="00B21572"/>
    <w:rsid w:val="00B21DE9"/>
    <w:rsid w:val="00B22DCC"/>
    <w:rsid w:val="00B2305B"/>
    <w:rsid w:val="00B23FB4"/>
    <w:rsid w:val="00B24B29"/>
    <w:rsid w:val="00B25B1F"/>
    <w:rsid w:val="00B261B6"/>
    <w:rsid w:val="00B26516"/>
    <w:rsid w:val="00B26F46"/>
    <w:rsid w:val="00B31FC1"/>
    <w:rsid w:val="00B33AC0"/>
    <w:rsid w:val="00B34319"/>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15C7"/>
    <w:rsid w:val="00B52A34"/>
    <w:rsid w:val="00B52AD4"/>
    <w:rsid w:val="00B52D18"/>
    <w:rsid w:val="00B53476"/>
    <w:rsid w:val="00B536D2"/>
    <w:rsid w:val="00B546BD"/>
    <w:rsid w:val="00B548FF"/>
    <w:rsid w:val="00B54B33"/>
    <w:rsid w:val="00B5695A"/>
    <w:rsid w:val="00B56A81"/>
    <w:rsid w:val="00B578A8"/>
    <w:rsid w:val="00B57BC6"/>
    <w:rsid w:val="00B60FFD"/>
    <w:rsid w:val="00B61898"/>
    <w:rsid w:val="00B627F1"/>
    <w:rsid w:val="00B64D3E"/>
    <w:rsid w:val="00B65544"/>
    <w:rsid w:val="00B6568D"/>
    <w:rsid w:val="00B6700E"/>
    <w:rsid w:val="00B67537"/>
    <w:rsid w:val="00B70054"/>
    <w:rsid w:val="00B70C9B"/>
    <w:rsid w:val="00B716F5"/>
    <w:rsid w:val="00B71A6B"/>
    <w:rsid w:val="00B71CAC"/>
    <w:rsid w:val="00B71DBB"/>
    <w:rsid w:val="00B72F52"/>
    <w:rsid w:val="00B73801"/>
    <w:rsid w:val="00B739FE"/>
    <w:rsid w:val="00B73ACF"/>
    <w:rsid w:val="00B7415C"/>
    <w:rsid w:val="00B75BE1"/>
    <w:rsid w:val="00B761D2"/>
    <w:rsid w:val="00B7766F"/>
    <w:rsid w:val="00B80866"/>
    <w:rsid w:val="00B808AB"/>
    <w:rsid w:val="00B826F6"/>
    <w:rsid w:val="00B82EBA"/>
    <w:rsid w:val="00B830EC"/>
    <w:rsid w:val="00B83C55"/>
    <w:rsid w:val="00B84D9D"/>
    <w:rsid w:val="00B854AC"/>
    <w:rsid w:val="00B85D3B"/>
    <w:rsid w:val="00B85DAF"/>
    <w:rsid w:val="00B866D6"/>
    <w:rsid w:val="00B86BD3"/>
    <w:rsid w:val="00B875B9"/>
    <w:rsid w:val="00B879B8"/>
    <w:rsid w:val="00B87C5A"/>
    <w:rsid w:val="00B9068B"/>
    <w:rsid w:val="00B90CF2"/>
    <w:rsid w:val="00B9271F"/>
    <w:rsid w:val="00B92A5C"/>
    <w:rsid w:val="00B9303B"/>
    <w:rsid w:val="00B934BE"/>
    <w:rsid w:val="00B9355B"/>
    <w:rsid w:val="00B94416"/>
    <w:rsid w:val="00B94E58"/>
    <w:rsid w:val="00B959C4"/>
    <w:rsid w:val="00B95BAE"/>
    <w:rsid w:val="00B960F7"/>
    <w:rsid w:val="00B961BA"/>
    <w:rsid w:val="00B963AF"/>
    <w:rsid w:val="00B97AC6"/>
    <w:rsid w:val="00B97E0D"/>
    <w:rsid w:val="00BA0567"/>
    <w:rsid w:val="00BA0D05"/>
    <w:rsid w:val="00BA0E89"/>
    <w:rsid w:val="00BA20CD"/>
    <w:rsid w:val="00BA34FB"/>
    <w:rsid w:val="00BA3C03"/>
    <w:rsid w:val="00BA43CC"/>
    <w:rsid w:val="00BB1D98"/>
    <w:rsid w:val="00BB232F"/>
    <w:rsid w:val="00BB38C3"/>
    <w:rsid w:val="00BB3D15"/>
    <w:rsid w:val="00BB3D7D"/>
    <w:rsid w:val="00BB428F"/>
    <w:rsid w:val="00BB4620"/>
    <w:rsid w:val="00BB57E5"/>
    <w:rsid w:val="00BB5954"/>
    <w:rsid w:val="00BB6217"/>
    <w:rsid w:val="00BB64BE"/>
    <w:rsid w:val="00BB6A2F"/>
    <w:rsid w:val="00BC043C"/>
    <w:rsid w:val="00BC0D9C"/>
    <w:rsid w:val="00BC4FB8"/>
    <w:rsid w:val="00BC577B"/>
    <w:rsid w:val="00BC7248"/>
    <w:rsid w:val="00BC724C"/>
    <w:rsid w:val="00BD045B"/>
    <w:rsid w:val="00BD2403"/>
    <w:rsid w:val="00BD2542"/>
    <w:rsid w:val="00BD2F93"/>
    <w:rsid w:val="00BD33A5"/>
    <w:rsid w:val="00BD4857"/>
    <w:rsid w:val="00BD6C70"/>
    <w:rsid w:val="00BD783B"/>
    <w:rsid w:val="00BE14C5"/>
    <w:rsid w:val="00BE1B77"/>
    <w:rsid w:val="00BE2097"/>
    <w:rsid w:val="00BE20C6"/>
    <w:rsid w:val="00BE245E"/>
    <w:rsid w:val="00BE3A29"/>
    <w:rsid w:val="00BE4715"/>
    <w:rsid w:val="00BE564A"/>
    <w:rsid w:val="00BE57EE"/>
    <w:rsid w:val="00BE65FE"/>
    <w:rsid w:val="00BE691E"/>
    <w:rsid w:val="00BE751E"/>
    <w:rsid w:val="00BE7CAD"/>
    <w:rsid w:val="00BF02C8"/>
    <w:rsid w:val="00BF088C"/>
    <w:rsid w:val="00BF3124"/>
    <w:rsid w:val="00BF3872"/>
    <w:rsid w:val="00BF5220"/>
    <w:rsid w:val="00BF56CF"/>
    <w:rsid w:val="00BF5740"/>
    <w:rsid w:val="00BF733F"/>
    <w:rsid w:val="00BF7673"/>
    <w:rsid w:val="00C00908"/>
    <w:rsid w:val="00C00A91"/>
    <w:rsid w:val="00C0178B"/>
    <w:rsid w:val="00C02D26"/>
    <w:rsid w:val="00C03756"/>
    <w:rsid w:val="00C037D4"/>
    <w:rsid w:val="00C03A09"/>
    <w:rsid w:val="00C04CF6"/>
    <w:rsid w:val="00C05CCA"/>
    <w:rsid w:val="00C117E7"/>
    <w:rsid w:val="00C13177"/>
    <w:rsid w:val="00C13ACE"/>
    <w:rsid w:val="00C14B08"/>
    <w:rsid w:val="00C15A86"/>
    <w:rsid w:val="00C15B37"/>
    <w:rsid w:val="00C16008"/>
    <w:rsid w:val="00C178D9"/>
    <w:rsid w:val="00C20420"/>
    <w:rsid w:val="00C209F6"/>
    <w:rsid w:val="00C21961"/>
    <w:rsid w:val="00C22616"/>
    <w:rsid w:val="00C2381D"/>
    <w:rsid w:val="00C24BB6"/>
    <w:rsid w:val="00C2520E"/>
    <w:rsid w:val="00C27CB2"/>
    <w:rsid w:val="00C319C5"/>
    <w:rsid w:val="00C31BE2"/>
    <w:rsid w:val="00C322D3"/>
    <w:rsid w:val="00C32400"/>
    <w:rsid w:val="00C324C2"/>
    <w:rsid w:val="00C3293F"/>
    <w:rsid w:val="00C33D5E"/>
    <w:rsid w:val="00C35011"/>
    <w:rsid w:val="00C35896"/>
    <w:rsid w:val="00C361FF"/>
    <w:rsid w:val="00C37261"/>
    <w:rsid w:val="00C37373"/>
    <w:rsid w:val="00C40740"/>
    <w:rsid w:val="00C43031"/>
    <w:rsid w:val="00C43213"/>
    <w:rsid w:val="00C43AFB"/>
    <w:rsid w:val="00C44952"/>
    <w:rsid w:val="00C45C6D"/>
    <w:rsid w:val="00C47CB8"/>
    <w:rsid w:val="00C47DA5"/>
    <w:rsid w:val="00C50634"/>
    <w:rsid w:val="00C51123"/>
    <w:rsid w:val="00C51B7A"/>
    <w:rsid w:val="00C52E7F"/>
    <w:rsid w:val="00C53059"/>
    <w:rsid w:val="00C53A70"/>
    <w:rsid w:val="00C53DBA"/>
    <w:rsid w:val="00C53F82"/>
    <w:rsid w:val="00C54C02"/>
    <w:rsid w:val="00C55C1D"/>
    <w:rsid w:val="00C55DB7"/>
    <w:rsid w:val="00C6379E"/>
    <w:rsid w:val="00C63C96"/>
    <w:rsid w:val="00C643FD"/>
    <w:rsid w:val="00C654D6"/>
    <w:rsid w:val="00C658B5"/>
    <w:rsid w:val="00C65B24"/>
    <w:rsid w:val="00C66F73"/>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872"/>
    <w:rsid w:val="00C87FCA"/>
    <w:rsid w:val="00C907DB"/>
    <w:rsid w:val="00C9135A"/>
    <w:rsid w:val="00C914E4"/>
    <w:rsid w:val="00C9189B"/>
    <w:rsid w:val="00C9274B"/>
    <w:rsid w:val="00C93457"/>
    <w:rsid w:val="00C93940"/>
    <w:rsid w:val="00C93A86"/>
    <w:rsid w:val="00C94238"/>
    <w:rsid w:val="00C949B9"/>
    <w:rsid w:val="00C94C73"/>
    <w:rsid w:val="00C959B6"/>
    <w:rsid w:val="00C96540"/>
    <w:rsid w:val="00C97711"/>
    <w:rsid w:val="00C97871"/>
    <w:rsid w:val="00C97C3C"/>
    <w:rsid w:val="00CA0CCB"/>
    <w:rsid w:val="00CA1948"/>
    <w:rsid w:val="00CA1CD2"/>
    <w:rsid w:val="00CA1D96"/>
    <w:rsid w:val="00CA1DC5"/>
    <w:rsid w:val="00CA21DD"/>
    <w:rsid w:val="00CA2487"/>
    <w:rsid w:val="00CA3553"/>
    <w:rsid w:val="00CA36BA"/>
    <w:rsid w:val="00CA4E74"/>
    <w:rsid w:val="00CA759E"/>
    <w:rsid w:val="00CB00FF"/>
    <w:rsid w:val="00CB0485"/>
    <w:rsid w:val="00CB2918"/>
    <w:rsid w:val="00CB4327"/>
    <w:rsid w:val="00CB6802"/>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6FDA"/>
    <w:rsid w:val="00CE05F8"/>
    <w:rsid w:val="00CE095D"/>
    <w:rsid w:val="00CE0BAD"/>
    <w:rsid w:val="00CE0ED9"/>
    <w:rsid w:val="00CE1D21"/>
    <w:rsid w:val="00CE1FA2"/>
    <w:rsid w:val="00CE2D8B"/>
    <w:rsid w:val="00CE46CD"/>
    <w:rsid w:val="00CE4931"/>
    <w:rsid w:val="00CE6D5E"/>
    <w:rsid w:val="00CE70FA"/>
    <w:rsid w:val="00CE742E"/>
    <w:rsid w:val="00CF0FFD"/>
    <w:rsid w:val="00CF4032"/>
    <w:rsid w:val="00CF4241"/>
    <w:rsid w:val="00CF4B0D"/>
    <w:rsid w:val="00CF5D40"/>
    <w:rsid w:val="00CF5E13"/>
    <w:rsid w:val="00CF62EC"/>
    <w:rsid w:val="00CF6315"/>
    <w:rsid w:val="00CF658C"/>
    <w:rsid w:val="00CF728A"/>
    <w:rsid w:val="00CF7C68"/>
    <w:rsid w:val="00D0032C"/>
    <w:rsid w:val="00D013B2"/>
    <w:rsid w:val="00D029F4"/>
    <w:rsid w:val="00D029F6"/>
    <w:rsid w:val="00D02A97"/>
    <w:rsid w:val="00D041D7"/>
    <w:rsid w:val="00D04AB5"/>
    <w:rsid w:val="00D070C1"/>
    <w:rsid w:val="00D07432"/>
    <w:rsid w:val="00D103CC"/>
    <w:rsid w:val="00D110AB"/>
    <w:rsid w:val="00D12735"/>
    <w:rsid w:val="00D13234"/>
    <w:rsid w:val="00D146EB"/>
    <w:rsid w:val="00D14D0E"/>
    <w:rsid w:val="00D158F1"/>
    <w:rsid w:val="00D163C0"/>
    <w:rsid w:val="00D16514"/>
    <w:rsid w:val="00D1750D"/>
    <w:rsid w:val="00D206AC"/>
    <w:rsid w:val="00D20A3B"/>
    <w:rsid w:val="00D21098"/>
    <w:rsid w:val="00D22303"/>
    <w:rsid w:val="00D234EC"/>
    <w:rsid w:val="00D23519"/>
    <w:rsid w:val="00D2394B"/>
    <w:rsid w:val="00D24A1A"/>
    <w:rsid w:val="00D25291"/>
    <w:rsid w:val="00D257BE"/>
    <w:rsid w:val="00D25D5C"/>
    <w:rsid w:val="00D26861"/>
    <w:rsid w:val="00D26ADC"/>
    <w:rsid w:val="00D26EE4"/>
    <w:rsid w:val="00D26F4C"/>
    <w:rsid w:val="00D27C5C"/>
    <w:rsid w:val="00D30F0D"/>
    <w:rsid w:val="00D3165F"/>
    <w:rsid w:val="00D32669"/>
    <w:rsid w:val="00D3284F"/>
    <w:rsid w:val="00D32857"/>
    <w:rsid w:val="00D32CE4"/>
    <w:rsid w:val="00D349BA"/>
    <w:rsid w:val="00D350EC"/>
    <w:rsid w:val="00D3530F"/>
    <w:rsid w:val="00D3571A"/>
    <w:rsid w:val="00D3651B"/>
    <w:rsid w:val="00D367DF"/>
    <w:rsid w:val="00D36E8E"/>
    <w:rsid w:val="00D37823"/>
    <w:rsid w:val="00D403E5"/>
    <w:rsid w:val="00D406E7"/>
    <w:rsid w:val="00D407B3"/>
    <w:rsid w:val="00D43589"/>
    <w:rsid w:val="00D44670"/>
    <w:rsid w:val="00D45DFA"/>
    <w:rsid w:val="00D52094"/>
    <w:rsid w:val="00D529A5"/>
    <w:rsid w:val="00D53338"/>
    <w:rsid w:val="00D537C7"/>
    <w:rsid w:val="00D53E79"/>
    <w:rsid w:val="00D540B2"/>
    <w:rsid w:val="00D54399"/>
    <w:rsid w:val="00D55904"/>
    <w:rsid w:val="00D57B5B"/>
    <w:rsid w:val="00D60D62"/>
    <w:rsid w:val="00D617C0"/>
    <w:rsid w:val="00D619F7"/>
    <w:rsid w:val="00D637EB"/>
    <w:rsid w:val="00D70522"/>
    <w:rsid w:val="00D7130A"/>
    <w:rsid w:val="00D7188D"/>
    <w:rsid w:val="00D72B64"/>
    <w:rsid w:val="00D72DBB"/>
    <w:rsid w:val="00D746D8"/>
    <w:rsid w:val="00D74C6A"/>
    <w:rsid w:val="00D75A3F"/>
    <w:rsid w:val="00D813E6"/>
    <w:rsid w:val="00D813F5"/>
    <w:rsid w:val="00D8419A"/>
    <w:rsid w:val="00D84FAA"/>
    <w:rsid w:val="00D85E5D"/>
    <w:rsid w:val="00D86A80"/>
    <w:rsid w:val="00D871B6"/>
    <w:rsid w:val="00D879DD"/>
    <w:rsid w:val="00D9110C"/>
    <w:rsid w:val="00D92A36"/>
    <w:rsid w:val="00D949E1"/>
    <w:rsid w:val="00D95752"/>
    <w:rsid w:val="00D96D9F"/>
    <w:rsid w:val="00D9772A"/>
    <w:rsid w:val="00D97CDA"/>
    <w:rsid w:val="00DA00EC"/>
    <w:rsid w:val="00DA0346"/>
    <w:rsid w:val="00DA0428"/>
    <w:rsid w:val="00DA047E"/>
    <w:rsid w:val="00DA09D7"/>
    <w:rsid w:val="00DA118E"/>
    <w:rsid w:val="00DA2F6E"/>
    <w:rsid w:val="00DA35FF"/>
    <w:rsid w:val="00DA4BBA"/>
    <w:rsid w:val="00DA5381"/>
    <w:rsid w:val="00DA652A"/>
    <w:rsid w:val="00DA687F"/>
    <w:rsid w:val="00DA6FEB"/>
    <w:rsid w:val="00DA7304"/>
    <w:rsid w:val="00DA7B16"/>
    <w:rsid w:val="00DB05CD"/>
    <w:rsid w:val="00DB0A9E"/>
    <w:rsid w:val="00DB10DC"/>
    <w:rsid w:val="00DB128F"/>
    <w:rsid w:val="00DB2013"/>
    <w:rsid w:val="00DB2429"/>
    <w:rsid w:val="00DB39DD"/>
    <w:rsid w:val="00DB3AD1"/>
    <w:rsid w:val="00DB3E22"/>
    <w:rsid w:val="00DB46AD"/>
    <w:rsid w:val="00DB47A8"/>
    <w:rsid w:val="00DB5A23"/>
    <w:rsid w:val="00DB63C2"/>
    <w:rsid w:val="00DB6753"/>
    <w:rsid w:val="00DB67D4"/>
    <w:rsid w:val="00DB6E6F"/>
    <w:rsid w:val="00DC01D0"/>
    <w:rsid w:val="00DC09FC"/>
    <w:rsid w:val="00DC1559"/>
    <w:rsid w:val="00DC297C"/>
    <w:rsid w:val="00DC4A1D"/>
    <w:rsid w:val="00DC4ABA"/>
    <w:rsid w:val="00DC548B"/>
    <w:rsid w:val="00DC54E1"/>
    <w:rsid w:val="00DC5A57"/>
    <w:rsid w:val="00DC6B27"/>
    <w:rsid w:val="00DC6E62"/>
    <w:rsid w:val="00DD02FF"/>
    <w:rsid w:val="00DD1841"/>
    <w:rsid w:val="00DD261D"/>
    <w:rsid w:val="00DD35B7"/>
    <w:rsid w:val="00DD404C"/>
    <w:rsid w:val="00DD4A16"/>
    <w:rsid w:val="00DD6C05"/>
    <w:rsid w:val="00DD716B"/>
    <w:rsid w:val="00DD7A1D"/>
    <w:rsid w:val="00DE0DD4"/>
    <w:rsid w:val="00DE1EF1"/>
    <w:rsid w:val="00DE2617"/>
    <w:rsid w:val="00DE2746"/>
    <w:rsid w:val="00DE2A2F"/>
    <w:rsid w:val="00DE36C7"/>
    <w:rsid w:val="00DE3BEF"/>
    <w:rsid w:val="00DE4397"/>
    <w:rsid w:val="00DE47B1"/>
    <w:rsid w:val="00DE556B"/>
    <w:rsid w:val="00DE5708"/>
    <w:rsid w:val="00DE7E1A"/>
    <w:rsid w:val="00DF02AE"/>
    <w:rsid w:val="00DF23E4"/>
    <w:rsid w:val="00DF3CC5"/>
    <w:rsid w:val="00DF41C5"/>
    <w:rsid w:val="00DF4497"/>
    <w:rsid w:val="00DF62D8"/>
    <w:rsid w:val="00DF63EA"/>
    <w:rsid w:val="00DF6C85"/>
    <w:rsid w:val="00E00498"/>
    <w:rsid w:val="00E009EB"/>
    <w:rsid w:val="00E00C5A"/>
    <w:rsid w:val="00E01923"/>
    <w:rsid w:val="00E02953"/>
    <w:rsid w:val="00E04C5E"/>
    <w:rsid w:val="00E052E9"/>
    <w:rsid w:val="00E05D94"/>
    <w:rsid w:val="00E06050"/>
    <w:rsid w:val="00E073E6"/>
    <w:rsid w:val="00E07D3F"/>
    <w:rsid w:val="00E10471"/>
    <w:rsid w:val="00E10488"/>
    <w:rsid w:val="00E10FD2"/>
    <w:rsid w:val="00E11AA6"/>
    <w:rsid w:val="00E12154"/>
    <w:rsid w:val="00E1584E"/>
    <w:rsid w:val="00E1678E"/>
    <w:rsid w:val="00E175AC"/>
    <w:rsid w:val="00E17723"/>
    <w:rsid w:val="00E21474"/>
    <w:rsid w:val="00E21754"/>
    <w:rsid w:val="00E21A3F"/>
    <w:rsid w:val="00E2200C"/>
    <w:rsid w:val="00E22991"/>
    <w:rsid w:val="00E25631"/>
    <w:rsid w:val="00E25D81"/>
    <w:rsid w:val="00E26365"/>
    <w:rsid w:val="00E278D1"/>
    <w:rsid w:val="00E279AC"/>
    <w:rsid w:val="00E27A49"/>
    <w:rsid w:val="00E3074D"/>
    <w:rsid w:val="00E3348B"/>
    <w:rsid w:val="00E33B8C"/>
    <w:rsid w:val="00E34290"/>
    <w:rsid w:val="00E35167"/>
    <w:rsid w:val="00E360C8"/>
    <w:rsid w:val="00E370F7"/>
    <w:rsid w:val="00E37E9D"/>
    <w:rsid w:val="00E40965"/>
    <w:rsid w:val="00E41A94"/>
    <w:rsid w:val="00E41AD3"/>
    <w:rsid w:val="00E43F40"/>
    <w:rsid w:val="00E46EEA"/>
    <w:rsid w:val="00E47D39"/>
    <w:rsid w:val="00E52140"/>
    <w:rsid w:val="00E5228E"/>
    <w:rsid w:val="00E522C4"/>
    <w:rsid w:val="00E53179"/>
    <w:rsid w:val="00E533B8"/>
    <w:rsid w:val="00E53895"/>
    <w:rsid w:val="00E5432C"/>
    <w:rsid w:val="00E548A0"/>
    <w:rsid w:val="00E54D32"/>
    <w:rsid w:val="00E551D0"/>
    <w:rsid w:val="00E55B4C"/>
    <w:rsid w:val="00E56498"/>
    <w:rsid w:val="00E570BD"/>
    <w:rsid w:val="00E61816"/>
    <w:rsid w:val="00E63937"/>
    <w:rsid w:val="00E65FCC"/>
    <w:rsid w:val="00E6782C"/>
    <w:rsid w:val="00E67CCB"/>
    <w:rsid w:val="00E7039D"/>
    <w:rsid w:val="00E70545"/>
    <w:rsid w:val="00E71106"/>
    <w:rsid w:val="00E7191E"/>
    <w:rsid w:val="00E72F68"/>
    <w:rsid w:val="00E73D8A"/>
    <w:rsid w:val="00E7406C"/>
    <w:rsid w:val="00E74A22"/>
    <w:rsid w:val="00E75478"/>
    <w:rsid w:val="00E75ACE"/>
    <w:rsid w:val="00E75D06"/>
    <w:rsid w:val="00E75FE8"/>
    <w:rsid w:val="00E7646D"/>
    <w:rsid w:val="00E8056E"/>
    <w:rsid w:val="00E80EDA"/>
    <w:rsid w:val="00E812D5"/>
    <w:rsid w:val="00E813BA"/>
    <w:rsid w:val="00E82E84"/>
    <w:rsid w:val="00E83D75"/>
    <w:rsid w:val="00E83E01"/>
    <w:rsid w:val="00E85035"/>
    <w:rsid w:val="00E85CAA"/>
    <w:rsid w:val="00E85FB7"/>
    <w:rsid w:val="00E866BD"/>
    <w:rsid w:val="00E86EFE"/>
    <w:rsid w:val="00E8732F"/>
    <w:rsid w:val="00E91C14"/>
    <w:rsid w:val="00E91EE0"/>
    <w:rsid w:val="00E940C5"/>
    <w:rsid w:val="00E953B4"/>
    <w:rsid w:val="00E96629"/>
    <w:rsid w:val="00E96C08"/>
    <w:rsid w:val="00E97983"/>
    <w:rsid w:val="00EA146E"/>
    <w:rsid w:val="00EA1AAA"/>
    <w:rsid w:val="00EA3117"/>
    <w:rsid w:val="00EA3F74"/>
    <w:rsid w:val="00EA4201"/>
    <w:rsid w:val="00EA46A9"/>
    <w:rsid w:val="00EA46B3"/>
    <w:rsid w:val="00EA4D52"/>
    <w:rsid w:val="00EA5179"/>
    <w:rsid w:val="00EA64E8"/>
    <w:rsid w:val="00EA713C"/>
    <w:rsid w:val="00EA735B"/>
    <w:rsid w:val="00EB0D44"/>
    <w:rsid w:val="00EB10DF"/>
    <w:rsid w:val="00EB1B93"/>
    <w:rsid w:val="00EB1C44"/>
    <w:rsid w:val="00EB3078"/>
    <w:rsid w:val="00EB307A"/>
    <w:rsid w:val="00EB30B4"/>
    <w:rsid w:val="00EB3FA4"/>
    <w:rsid w:val="00EB4D48"/>
    <w:rsid w:val="00EB595C"/>
    <w:rsid w:val="00EB5F6A"/>
    <w:rsid w:val="00EB632E"/>
    <w:rsid w:val="00EB6BB9"/>
    <w:rsid w:val="00EB6F1A"/>
    <w:rsid w:val="00EB7563"/>
    <w:rsid w:val="00EC0CDC"/>
    <w:rsid w:val="00EC0F57"/>
    <w:rsid w:val="00EC371A"/>
    <w:rsid w:val="00EC3C75"/>
    <w:rsid w:val="00EC4070"/>
    <w:rsid w:val="00EC43BA"/>
    <w:rsid w:val="00EC478A"/>
    <w:rsid w:val="00EC6056"/>
    <w:rsid w:val="00EC6798"/>
    <w:rsid w:val="00EC72B6"/>
    <w:rsid w:val="00EC7A0D"/>
    <w:rsid w:val="00EC7EC8"/>
    <w:rsid w:val="00ED2DF6"/>
    <w:rsid w:val="00ED3E7C"/>
    <w:rsid w:val="00ED3F34"/>
    <w:rsid w:val="00ED48C3"/>
    <w:rsid w:val="00ED4D3E"/>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54B9"/>
    <w:rsid w:val="00EF64B3"/>
    <w:rsid w:val="00EF69D3"/>
    <w:rsid w:val="00EF7AF9"/>
    <w:rsid w:val="00F00243"/>
    <w:rsid w:val="00F01EC3"/>
    <w:rsid w:val="00F028C1"/>
    <w:rsid w:val="00F03009"/>
    <w:rsid w:val="00F045B8"/>
    <w:rsid w:val="00F050EA"/>
    <w:rsid w:val="00F05231"/>
    <w:rsid w:val="00F05BE9"/>
    <w:rsid w:val="00F063AA"/>
    <w:rsid w:val="00F070A9"/>
    <w:rsid w:val="00F108A2"/>
    <w:rsid w:val="00F12719"/>
    <w:rsid w:val="00F14656"/>
    <w:rsid w:val="00F146DC"/>
    <w:rsid w:val="00F15042"/>
    <w:rsid w:val="00F15C10"/>
    <w:rsid w:val="00F16521"/>
    <w:rsid w:val="00F17BEB"/>
    <w:rsid w:val="00F20365"/>
    <w:rsid w:val="00F217E0"/>
    <w:rsid w:val="00F23F35"/>
    <w:rsid w:val="00F247A0"/>
    <w:rsid w:val="00F257FC"/>
    <w:rsid w:val="00F25E70"/>
    <w:rsid w:val="00F26BCB"/>
    <w:rsid w:val="00F270A4"/>
    <w:rsid w:val="00F27B11"/>
    <w:rsid w:val="00F30425"/>
    <w:rsid w:val="00F3136F"/>
    <w:rsid w:val="00F325BB"/>
    <w:rsid w:val="00F32D29"/>
    <w:rsid w:val="00F33342"/>
    <w:rsid w:val="00F34264"/>
    <w:rsid w:val="00F35B2B"/>
    <w:rsid w:val="00F36FE9"/>
    <w:rsid w:val="00F410B0"/>
    <w:rsid w:val="00F41BB3"/>
    <w:rsid w:val="00F4324B"/>
    <w:rsid w:val="00F4442C"/>
    <w:rsid w:val="00F44854"/>
    <w:rsid w:val="00F45099"/>
    <w:rsid w:val="00F45AFA"/>
    <w:rsid w:val="00F46454"/>
    <w:rsid w:val="00F478A8"/>
    <w:rsid w:val="00F50206"/>
    <w:rsid w:val="00F50C44"/>
    <w:rsid w:val="00F514D5"/>
    <w:rsid w:val="00F51BD3"/>
    <w:rsid w:val="00F51E97"/>
    <w:rsid w:val="00F52876"/>
    <w:rsid w:val="00F52DAF"/>
    <w:rsid w:val="00F53FF2"/>
    <w:rsid w:val="00F54396"/>
    <w:rsid w:val="00F54649"/>
    <w:rsid w:val="00F5484E"/>
    <w:rsid w:val="00F551DC"/>
    <w:rsid w:val="00F55D7B"/>
    <w:rsid w:val="00F5747A"/>
    <w:rsid w:val="00F57802"/>
    <w:rsid w:val="00F57EB5"/>
    <w:rsid w:val="00F60D1E"/>
    <w:rsid w:val="00F6182B"/>
    <w:rsid w:val="00F630B6"/>
    <w:rsid w:val="00F643C2"/>
    <w:rsid w:val="00F64A1D"/>
    <w:rsid w:val="00F6592D"/>
    <w:rsid w:val="00F667C4"/>
    <w:rsid w:val="00F6704F"/>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F83"/>
    <w:rsid w:val="00F81FC6"/>
    <w:rsid w:val="00F8243B"/>
    <w:rsid w:val="00F824CB"/>
    <w:rsid w:val="00F833DF"/>
    <w:rsid w:val="00F848C3"/>
    <w:rsid w:val="00F849C6"/>
    <w:rsid w:val="00F856C9"/>
    <w:rsid w:val="00F86B04"/>
    <w:rsid w:val="00F86ECB"/>
    <w:rsid w:val="00F872FA"/>
    <w:rsid w:val="00F873B8"/>
    <w:rsid w:val="00F9024F"/>
    <w:rsid w:val="00F907AE"/>
    <w:rsid w:val="00F91078"/>
    <w:rsid w:val="00F916F8"/>
    <w:rsid w:val="00F934A2"/>
    <w:rsid w:val="00F93A30"/>
    <w:rsid w:val="00F9432F"/>
    <w:rsid w:val="00F950A1"/>
    <w:rsid w:val="00F95323"/>
    <w:rsid w:val="00F9559B"/>
    <w:rsid w:val="00F95DBD"/>
    <w:rsid w:val="00F97725"/>
    <w:rsid w:val="00F97D36"/>
    <w:rsid w:val="00FA08F0"/>
    <w:rsid w:val="00FA12EA"/>
    <w:rsid w:val="00FA2244"/>
    <w:rsid w:val="00FA27FD"/>
    <w:rsid w:val="00FA2EEE"/>
    <w:rsid w:val="00FA3D44"/>
    <w:rsid w:val="00FA4289"/>
    <w:rsid w:val="00FA4ACF"/>
    <w:rsid w:val="00FA510C"/>
    <w:rsid w:val="00FA5773"/>
    <w:rsid w:val="00FA6780"/>
    <w:rsid w:val="00FB002E"/>
    <w:rsid w:val="00FB0CD6"/>
    <w:rsid w:val="00FB267E"/>
    <w:rsid w:val="00FB3A65"/>
    <w:rsid w:val="00FB3FED"/>
    <w:rsid w:val="00FB40DC"/>
    <w:rsid w:val="00FB4876"/>
    <w:rsid w:val="00FB6A9D"/>
    <w:rsid w:val="00FB6DE2"/>
    <w:rsid w:val="00FB7080"/>
    <w:rsid w:val="00FB7B8A"/>
    <w:rsid w:val="00FC0C28"/>
    <w:rsid w:val="00FC1885"/>
    <w:rsid w:val="00FC440F"/>
    <w:rsid w:val="00FC4C0A"/>
    <w:rsid w:val="00FC5180"/>
    <w:rsid w:val="00FC5F82"/>
    <w:rsid w:val="00FC67BF"/>
    <w:rsid w:val="00FC7322"/>
    <w:rsid w:val="00FC78B8"/>
    <w:rsid w:val="00FC7A25"/>
    <w:rsid w:val="00FD0D6C"/>
    <w:rsid w:val="00FD19DE"/>
    <w:rsid w:val="00FD23E9"/>
    <w:rsid w:val="00FD26B8"/>
    <w:rsid w:val="00FD3D1D"/>
    <w:rsid w:val="00FD4A19"/>
    <w:rsid w:val="00FD509C"/>
    <w:rsid w:val="00FD5F48"/>
    <w:rsid w:val="00FD6E91"/>
    <w:rsid w:val="00FE0FEF"/>
    <w:rsid w:val="00FE1EB7"/>
    <w:rsid w:val="00FE2257"/>
    <w:rsid w:val="00FE33AC"/>
    <w:rsid w:val="00FE3B9D"/>
    <w:rsid w:val="00FE3EA1"/>
    <w:rsid w:val="00FE3F68"/>
    <w:rsid w:val="00FE4EE4"/>
    <w:rsid w:val="00FE53FD"/>
    <w:rsid w:val="00FE6082"/>
    <w:rsid w:val="00FE69AB"/>
    <w:rsid w:val="00FE6A99"/>
    <w:rsid w:val="00FE6CE5"/>
    <w:rsid w:val="00FE7FBE"/>
    <w:rsid w:val="00FF0694"/>
    <w:rsid w:val="00FF16CF"/>
    <w:rsid w:val="00FF1B2D"/>
    <w:rsid w:val="00FF1DA1"/>
    <w:rsid w:val="00FF246C"/>
    <w:rsid w:val="00FF3318"/>
    <w:rsid w:val="00FF4021"/>
    <w:rsid w:val="00FF43C3"/>
    <w:rsid w:val="00FF5129"/>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86">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9570375">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161876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830051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1189518">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0720">
      <w:bodyDiv w:val="1"/>
      <w:marLeft w:val="0"/>
      <w:marRight w:val="0"/>
      <w:marTop w:val="0"/>
      <w:marBottom w:val="0"/>
      <w:divBdr>
        <w:top w:val="none" w:sz="0" w:space="0" w:color="auto"/>
        <w:left w:val="none" w:sz="0" w:space="0" w:color="auto"/>
        <w:bottom w:val="none" w:sz="0" w:space="0" w:color="auto"/>
        <w:right w:val="none" w:sz="0" w:space="0" w:color="auto"/>
      </w:divBdr>
    </w:div>
    <w:div w:id="1570455201">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7905991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365977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1.10</_Version>
    <Document_x0020_Status xmlns="cc39bfff-4eb3-44ee-9aa3-3b7b0b294d37">Draft</Document_x0020_Status>
    <Publication_x0020_Date xmlns="cc39bfff-4eb3-44ee-9aa3-3b7b0b294d37">2017-08-23T14:00:00+00:00</Publication_x0020_Date>
    <Publication_x0020_Site xmlns="cc39bfff-4eb3-44ee-9aa3-3b7b0b294d37">http://www.sbr.gov.au/software-developers/developer-tools/ato/activity-statements</Publication_x0020_Site>
    <Project xmlns="cc39bfff-4eb3-44ee-9aa3-3b7b0b294d37" xsi:nil="true"/>
    <Document_x0020_Type xmlns="cc39bfff-4eb3-44ee-9aa3-3b7b0b294d37">Release Note</Docum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86D2E-2AE6-4B3C-B58B-FB04B8BFF445}"/>
</file>

<file path=customXml/itemProps2.xml><?xml version="1.0" encoding="utf-8"?>
<ds:datastoreItem xmlns:ds="http://schemas.openxmlformats.org/officeDocument/2006/customXml" ds:itemID="{00C44104-4B8F-4017-A8AC-3E137165AF55}"/>
</file>

<file path=customXml/itemProps3.xml><?xml version="1.0" encoding="utf-8"?>
<ds:datastoreItem xmlns:ds="http://schemas.openxmlformats.org/officeDocument/2006/customXml" ds:itemID="{5AA3F77C-E787-490B-895B-40402B99AF00}"/>
</file>

<file path=customXml/itemProps4.xml><?xml version="1.0" encoding="utf-8"?>
<ds:datastoreItem xmlns:ds="http://schemas.openxmlformats.org/officeDocument/2006/customXml" ds:itemID="{E9C981CA-2753-402D-9CFE-C20EECACECEC}"/>
</file>

<file path=docProps/app.xml><?xml version="1.0" encoding="utf-8"?>
<Properties xmlns="http://schemas.openxmlformats.org/officeDocument/2006/extended-properties" xmlns:vt="http://schemas.openxmlformats.org/officeDocument/2006/docPropsVTypes">
  <Template>SBR Message Implementation Guide Template v0 2</Template>
  <TotalTime>70</TotalTime>
  <Pages>15</Pages>
  <Words>2883</Words>
  <Characters>17550</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ATO AS.0001 2009 Package v1.10 Contents</vt:lpstr>
    </vt:vector>
  </TitlesOfParts>
  <Company>Standard Business Reporting</Company>
  <LinksUpToDate>false</LinksUpToDate>
  <CharactersWithSpaces>20393</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AS.0001 2009 Package v1.10 Contents</dc:title>
  <dc:subject>Release Notes</dc:subject>
  <dc:creator>Australian Taxation Office</dc:creator>
  <dc:description/>
  <cp:lastModifiedBy>Young, Anusha</cp:lastModifiedBy>
  <cp:revision>24</cp:revision>
  <cp:lastPrinted>2014-04-02T01:16:00Z</cp:lastPrinted>
  <dcterms:created xsi:type="dcterms:W3CDTF">2017-08-14T01:44:00Z</dcterms:created>
  <dcterms:modified xsi:type="dcterms:W3CDTF">2017-08-18T03:29:00Z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0x0101005054467B8C92A14AB21B7CF1DA554242</vt:lpwstr>
  </property>
  <property fmtid="{D5CDD505-2E9C-101B-9397-08002B2CF9AE}" pid="6" name="Document Type">
    <vt:lpwstr>Release Note</vt:lpwstr>
  </property>
  <property fmtid="{D5CDD505-2E9C-101B-9397-08002B2CF9AE}" pid="7" name="Domain">
    <vt:lpwstr>AS</vt:lpwstr>
  </property>
  <property fmtid="{D5CDD505-2E9C-101B-9397-08002B2CF9AE}" pid="8" name="Audience">
    <vt:lpwstr>External</vt:lpwstr>
  </property>
  <property fmtid="{D5CDD505-2E9C-101B-9397-08002B2CF9AE}" pid="9" name="Endorsing Officer">
    <vt:lpwstr/>
  </property>
</Properties>
</file>