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1" w:type="dxa"/>
        <w:tblInd w:w="-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0"/>
        <w:gridCol w:w="141"/>
        <w:gridCol w:w="1069"/>
        <w:gridCol w:w="2081"/>
      </w:tblGrid>
      <w:tr w:rsidR="00BA43CC" w:rsidRPr="009B06E0" w14:paraId="5BD4A3A4" w14:textId="77777777" w:rsidTr="00CC6FB9">
        <w:trPr>
          <w:trHeight w:hRule="exact" w:val="1798"/>
        </w:trPr>
        <w:tc>
          <w:tcPr>
            <w:tcW w:w="9951" w:type="dxa"/>
            <w:gridSpan w:val="4"/>
            <w:vAlign w:val="bottom"/>
          </w:tcPr>
          <w:bookmarkStart w:id="0" w:name="_Toc228954255"/>
          <w:bookmarkStart w:id="1" w:name="_GoBack"/>
          <w:bookmarkEnd w:id="1"/>
          <w:p w14:paraId="71790752" w14:textId="3D0A8679" w:rsidR="00BA43CC" w:rsidRPr="000454AC" w:rsidRDefault="00053972" w:rsidP="000454AC">
            <w:r w:rsidRPr="0005397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D5B662" wp14:editId="29256BC7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-919480</wp:posOffset>
                      </wp:positionV>
                      <wp:extent cx="5760085" cy="1034415"/>
                      <wp:effectExtent l="0" t="0" r="12065" b="13335"/>
                      <wp:wrapNone/>
                      <wp:docPr id="3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60085" cy="1034415"/>
                                <a:chOff x="0" y="0"/>
                                <a:chExt cx="5760640" cy="10350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 descr="ATO_inl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0319" cy="6948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0" y="1035035"/>
                                  <a:ext cx="576064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2" o:spid="_x0000_s1026" style="position:absolute;margin-left:15.55pt;margin-top:-72.4pt;width:453.55pt;height:81.45pt;z-index:251659264;mso-width-relative:margin;mso-height-relative:margin" coordsize="57606,10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ATO_inline" style="position:absolute;width:28803;height:69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TMHHDAAAA2gAAAA8AAABkcnMvZG93bnJldi54bWxEj0FrwkAUhO8F/8PyCr2I2SgiErNK0bZU&#10;L7YqeH1kXzeh2bchuzXx37uC0OMwM98w+aq3tbhQ6yvHCsZJCoK4cLpio+B0fB/NQfiArLF2TAqu&#10;5GG1HDzlmGnX8TddDsGICGGfoYIyhCaT0hclWfSJa4ij9+NaiyHK1kjdYhfhtpaTNJ1JixXHhRIb&#10;WpdU/B7+rILNNHydj3Ky427fv6Vz05jhx1apl+f+dQEiUB/+w4/2p1YwhfuVeAPk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5MwccMAAADaAAAADwAAAAAAAAAAAAAAAACf&#10;AgAAZHJzL2Rvd25yZXYueG1sUEsFBgAAAAAEAAQA9wAAAI8DAAAAAA==&#10;">
                        <v:imagedata r:id="rId14" o:title="ATO_inline"/>
                      </v:shape>
                      <v:line id="Straight Connector 6" o:spid="_x0000_s1028" style="position:absolute;visibility:visible;mso-wrap-style:square" from="0,10350" to="57606,10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XOZsEAAADaAAAADwAAAGRycy9kb3ducmV2LnhtbESPT4vCMBTE7wt+h/CEva2pHmSpRlHB&#10;P1frevD2aJ5NsXkpSWrrt98IC3scZuY3zHI92EY8yYfasYLpJANBXDpdc6Xg57L/+gYRIrLGxjEp&#10;eFGA9Wr0scRcu57P9CxiJRKEQ44KTIxtLmUoDVkME9cSJ+/uvMWYpK+k9tgnuG3kLMvm0mLNacFg&#10;SztD5aPorIJbt43+eJGbvhh2BzPbN2Xnrkp9jofNAkSkIf6H/9onrWAO7yvpBsjV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5c5mwQAAANoAAAAPAAAAAAAAAAAAAAAA&#10;AKECAABkcnMvZG93bnJldi54bWxQSwUGAAAAAAQABAD5AAAAjwMAAAAA&#10;" strokecolor="black [3213]" strokeweight="1.5pt"/>
                    </v:group>
                  </w:pict>
                </mc:Fallback>
              </mc:AlternateContent>
            </w:r>
          </w:p>
        </w:tc>
      </w:tr>
      <w:tr w:rsidR="00BA43CC" w:rsidRPr="009B06E0" w14:paraId="4B82C9C8" w14:textId="77777777" w:rsidTr="00CC6FB9">
        <w:tc>
          <w:tcPr>
            <w:tcW w:w="6801" w:type="dxa"/>
            <w:gridSpan w:val="2"/>
            <w:vAlign w:val="bottom"/>
          </w:tcPr>
          <w:p w14:paraId="0796C205" w14:textId="77777777" w:rsidR="00BA43CC" w:rsidRPr="009B06E0" w:rsidRDefault="00BA43CC" w:rsidP="001B2A2A">
            <w:pPr>
              <w:spacing w:before="60" w:after="20"/>
              <w:jc w:val="center"/>
              <w:rPr>
                <w:rFonts w:cs="Arial"/>
                <w:b/>
                <w:color w:val="4F81BD"/>
              </w:rPr>
            </w:pPr>
          </w:p>
        </w:tc>
        <w:tc>
          <w:tcPr>
            <w:tcW w:w="1069" w:type="dxa"/>
            <w:tcMar>
              <w:right w:w="0" w:type="dxa"/>
            </w:tcMar>
            <w:vAlign w:val="bottom"/>
          </w:tcPr>
          <w:p w14:paraId="3D9DDB76" w14:textId="77777777" w:rsidR="00BA43CC" w:rsidRPr="009B06E0" w:rsidRDefault="00BA43CC" w:rsidP="000E5315">
            <w:pPr>
              <w:pStyle w:val="FileRefRow"/>
              <w:spacing w:before="60" w:after="60"/>
              <w:jc w:val="right"/>
              <w:rPr>
                <w:rFonts w:cs="Arial"/>
              </w:rPr>
            </w:pPr>
          </w:p>
        </w:tc>
        <w:tc>
          <w:tcPr>
            <w:tcW w:w="2081" w:type="dxa"/>
            <w:tcMar>
              <w:left w:w="0" w:type="dxa"/>
              <w:right w:w="170" w:type="dxa"/>
            </w:tcMar>
            <w:vAlign w:val="bottom"/>
          </w:tcPr>
          <w:p w14:paraId="6BF906B2" w14:textId="77777777" w:rsidR="00BA43CC" w:rsidRPr="009B06E0" w:rsidRDefault="00BA43CC" w:rsidP="000E5315">
            <w:pPr>
              <w:pStyle w:val="FileRefRow"/>
              <w:spacing w:before="60" w:after="60"/>
              <w:jc w:val="right"/>
              <w:rPr>
                <w:rFonts w:cs="Arial"/>
              </w:rPr>
            </w:pPr>
          </w:p>
        </w:tc>
      </w:tr>
      <w:tr w:rsidR="00BA43CC" w:rsidRPr="009B06E0" w14:paraId="764F42DF" w14:textId="77777777" w:rsidTr="00CC6FB9">
        <w:tblPrEx>
          <w:tblBorders>
            <w:top w:val="single" w:sz="12" w:space="0" w:color="C6C1B2"/>
            <w:left w:val="single" w:sz="12" w:space="0" w:color="C6C1B2"/>
            <w:bottom w:val="single" w:sz="12" w:space="0" w:color="C6C1B2"/>
            <w:right w:val="single" w:sz="12" w:space="0" w:color="C6C1B2"/>
          </w:tblBorders>
          <w:tblCellMar>
            <w:left w:w="170" w:type="dxa"/>
            <w:right w:w="170" w:type="dxa"/>
          </w:tblCellMar>
        </w:tblPrEx>
        <w:trPr>
          <w:trHeight w:hRule="exact" w:val="8618"/>
        </w:trPr>
        <w:tc>
          <w:tcPr>
            <w:tcW w:w="9951" w:type="dxa"/>
            <w:gridSpan w:val="4"/>
            <w:vAlign w:val="bottom"/>
          </w:tcPr>
          <w:p w14:paraId="33C97A74" w14:textId="4B61456B" w:rsidR="00B40A67" w:rsidRDefault="00B40A67" w:rsidP="005A5464">
            <w:pPr>
              <w:pStyle w:val="ReportTitle"/>
              <w:spacing w:after="0"/>
              <w:ind w:left="442"/>
              <w:rPr>
                <w:rFonts w:cs="Arial"/>
                <w:sz w:val="72"/>
                <w:szCs w:val="72"/>
              </w:rPr>
            </w:pPr>
          </w:p>
          <w:p w14:paraId="536B7F85" w14:textId="77777777" w:rsidR="00B40A67" w:rsidRDefault="00B40A67" w:rsidP="005A5464">
            <w:pPr>
              <w:pStyle w:val="ReportTitle"/>
              <w:spacing w:after="0"/>
              <w:ind w:left="442"/>
              <w:rPr>
                <w:rFonts w:cs="Arial"/>
                <w:sz w:val="72"/>
                <w:szCs w:val="72"/>
              </w:rPr>
            </w:pPr>
          </w:p>
          <w:p w14:paraId="4720684B" w14:textId="77777777" w:rsidR="00BE77DC" w:rsidRDefault="00BE77DC" w:rsidP="00BE77DC">
            <w:pPr>
              <w:pStyle w:val="ReportDescription"/>
            </w:pPr>
          </w:p>
          <w:p w14:paraId="414DE3BB" w14:textId="77777777" w:rsidR="00BE77DC" w:rsidRPr="00BE77DC" w:rsidRDefault="00BE77DC" w:rsidP="00BE77DC">
            <w:pPr>
              <w:pStyle w:val="ReportDescription"/>
            </w:pPr>
          </w:p>
          <w:p w14:paraId="2FDB4115" w14:textId="77777777" w:rsidR="00756984" w:rsidRPr="00756984" w:rsidRDefault="00756984" w:rsidP="00756984">
            <w:pPr>
              <w:pStyle w:val="ReportDescription"/>
            </w:pPr>
          </w:p>
          <w:p w14:paraId="57701371" w14:textId="77777777" w:rsidR="00490D3F" w:rsidRPr="00490D3F" w:rsidRDefault="00490D3F" w:rsidP="00490D3F">
            <w:pPr>
              <w:pStyle w:val="ReportDescription"/>
            </w:pPr>
          </w:p>
          <w:p w14:paraId="66C35B1A" w14:textId="7503D54E" w:rsidR="007267DD" w:rsidRDefault="00053972" w:rsidP="005A5464">
            <w:pPr>
              <w:pStyle w:val="ReportTitle"/>
              <w:spacing w:after="0"/>
              <w:ind w:left="442"/>
              <w:rPr>
                <w:rFonts w:cs="Arial"/>
                <w:sz w:val="72"/>
                <w:szCs w:val="72"/>
              </w:rPr>
            </w:pPr>
            <w:r w:rsidRPr="007267DD">
              <w:rPr>
                <w:rFonts w:cs="Arial"/>
                <w:sz w:val="72"/>
                <w:szCs w:val="72"/>
              </w:rPr>
              <w:t xml:space="preserve">ATO </w:t>
            </w:r>
            <w:r w:rsidR="008949A0">
              <w:rPr>
                <w:rFonts w:cs="Arial"/>
                <w:sz w:val="72"/>
                <w:szCs w:val="72"/>
              </w:rPr>
              <w:t>SBR Physical End Points</w:t>
            </w:r>
          </w:p>
          <w:p w14:paraId="3C324B85" w14:textId="77777777" w:rsidR="007267DD" w:rsidRDefault="007267DD" w:rsidP="005A5464">
            <w:pPr>
              <w:pStyle w:val="ReportTitle"/>
              <w:spacing w:after="0"/>
              <w:ind w:left="442"/>
              <w:rPr>
                <w:rFonts w:cs="Arial"/>
                <w:sz w:val="72"/>
                <w:szCs w:val="72"/>
              </w:rPr>
            </w:pPr>
          </w:p>
          <w:p w14:paraId="6BE81BB8" w14:textId="77777777" w:rsidR="009470BE" w:rsidRPr="009470BE" w:rsidRDefault="009470BE" w:rsidP="009470BE">
            <w:pPr>
              <w:pStyle w:val="ReportDescription"/>
            </w:pPr>
          </w:p>
          <w:p w14:paraId="5E07E0D0" w14:textId="4FB3629F" w:rsidR="00B40A67" w:rsidRDefault="00B40A67" w:rsidP="005A5464">
            <w:pPr>
              <w:pStyle w:val="ReportTitle"/>
              <w:spacing w:after="0"/>
              <w:ind w:left="442"/>
              <w:rPr>
                <w:rFonts w:cs="Arial"/>
                <w:sz w:val="72"/>
                <w:szCs w:val="72"/>
              </w:rPr>
            </w:pPr>
          </w:p>
          <w:p w14:paraId="230A8FC1" w14:textId="5CF0596A" w:rsidR="00DC4A1D" w:rsidRPr="007267DD" w:rsidRDefault="00D3530F" w:rsidP="005A5464">
            <w:pPr>
              <w:pStyle w:val="ReportTitle"/>
              <w:spacing w:after="0"/>
              <w:ind w:left="442"/>
              <w:rPr>
                <w:rFonts w:cs="Arial"/>
                <w:sz w:val="72"/>
                <w:szCs w:val="72"/>
              </w:rPr>
            </w:pPr>
            <w:r w:rsidRPr="007267DD">
              <w:rPr>
                <w:rFonts w:cs="Arial"/>
                <w:sz w:val="72"/>
                <w:szCs w:val="7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6253D50" w14:textId="77777777" w:rsidR="00BA0567" w:rsidRPr="00BA0567" w:rsidRDefault="00BA0567" w:rsidP="00BA0567">
            <w:pPr>
              <w:pStyle w:val="ReportDescription"/>
            </w:pPr>
          </w:p>
          <w:p w14:paraId="2B488806" w14:textId="65CBDF3E" w:rsidR="00CD562E" w:rsidRDefault="00DC4A1D" w:rsidP="000535BC">
            <w:pPr>
              <w:ind w:left="426"/>
              <w:rPr>
                <w:sz w:val="32"/>
                <w:szCs w:val="32"/>
              </w:rPr>
            </w:pPr>
            <w:r w:rsidRPr="00BA0567">
              <w:rPr>
                <w:sz w:val="32"/>
                <w:szCs w:val="32"/>
              </w:rPr>
              <w:t xml:space="preserve"> </w:t>
            </w:r>
            <w:r w:rsidR="00CD562E" w:rsidRPr="00BA0567">
              <w:rPr>
                <w:sz w:val="32"/>
                <w:szCs w:val="32"/>
              </w:rPr>
              <w:t>Date</w:t>
            </w:r>
            <w:r w:rsidR="00E92576">
              <w:rPr>
                <w:sz w:val="32"/>
                <w:szCs w:val="32"/>
              </w:rPr>
              <w:t xml:space="preserve">: </w:t>
            </w:r>
            <w:r w:rsidR="00CB69F3">
              <w:rPr>
                <w:sz w:val="32"/>
                <w:szCs w:val="32"/>
              </w:rPr>
              <w:t>13</w:t>
            </w:r>
            <w:r w:rsidR="00E92576" w:rsidRPr="00E92576">
              <w:rPr>
                <w:sz w:val="32"/>
                <w:szCs w:val="32"/>
                <w:vertAlign w:val="superscript"/>
              </w:rPr>
              <w:t>th</w:t>
            </w:r>
            <w:r w:rsidR="00E92576">
              <w:rPr>
                <w:sz w:val="32"/>
                <w:szCs w:val="32"/>
              </w:rPr>
              <w:t xml:space="preserve"> </w:t>
            </w:r>
            <w:r w:rsidR="00CB69F3">
              <w:rPr>
                <w:sz w:val="32"/>
                <w:szCs w:val="32"/>
              </w:rPr>
              <w:t>February 2020</w:t>
            </w:r>
          </w:p>
          <w:p w14:paraId="0BA322E2" w14:textId="77777777" w:rsidR="00B12312" w:rsidRDefault="00B12312" w:rsidP="000535BC">
            <w:pPr>
              <w:ind w:left="426"/>
              <w:rPr>
                <w:sz w:val="32"/>
                <w:szCs w:val="32"/>
              </w:rPr>
            </w:pPr>
          </w:p>
          <w:p w14:paraId="0C7DF6BF" w14:textId="720669C8" w:rsidR="00B12312" w:rsidRPr="00BA0567" w:rsidRDefault="00B12312" w:rsidP="00B12312">
            <w:pPr>
              <w:ind w:left="567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Status: Final</w:t>
            </w:r>
          </w:p>
          <w:p w14:paraId="6B020AB4" w14:textId="77777777" w:rsidR="00BA43CC" w:rsidRDefault="00883E05" w:rsidP="00537772">
            <w:pPr>
              <w:pStyle w:val="-subtitle"/>
              <w:ind w:left="425"/>
            </w:pPr>
            <w:r>
              <w:t xml:space="preserve"> </w:t>
            </w:r>
          </w:p>
          <w:p w14:paraId="095C9BDF" w14:textId="77777777" w:rsidR="00756984" w:rsidRDefault="00756984" w:rsidP="00537772">
            <w:pPr>
              <w:pStyle w:val="-subtitle"/>
              <w:ind w:left="425"/>
            </w:pPr>
          </w:p>
          <w:p w14:paraId="1897100B" w14:textId="77777777" w:rsidR="00280CAB" w:rsidRPr="009B06E0" w:rsidRDefault="00280CAB" w:rsidP="00537772">
            <w:pPr>
              <w:pStyle w:val="-subtitle"/>
              <w:ind w:left="425"/>
            </w:pPr>
          </w:p>
        </w:tc>
      </w:tr>
      <w:tr w:rsidR="00BA43CC" w:rsidRPr="009B06E0" w14:paraId="011FAAE4" w14:textId="77777777" w:rsidTr="00CC6FB9">
        <w:tblPrEx>
          <w:tblBorders>
            <w:top w:val="single" w:sz="12" w:space="0" w:color="C6C1B2"/>
            <w:left w:val="single" w:sz="12" w:space="0" w:color="C6C1B2"/>
            <w:bottom w:val="single" w:sz="12" w:space="0" w:color="C6C1B2"/>
            <w:right w:val="single" w:sz="12" w:space="0" w:color="C6C1B2"/>
          </w:tblBorders>
          <w:tblCellMar>
            <w:left w:w="170" w:type="dxa"/>
            <w:right w:w="170" w:type="dxa"/>
          </w:tblCellMar>
        </w:tblPrEx>
        <w:trPr>
          <w:trHeight w:hRule="exact" w:val="1012"/>
        </w:trPr>
        <w:tc>
          <w:tcPr>
            <w:tcW w:w="9951" w:type="dxa"/>
            <w:gridSpan w:val="4"/>
            <w:tcMar>
              <w:left w:w="227" w:type="dxa"/>
              <w:right w:w="227" w:type="dxa"/>
            </w:tcMar>
            <w:vAlign w:val="bottom"/>
          </w:tcPr>
          <w:p w14:paraId="59C54CC9" w14:textId="77777777" w:rsidR="00BA43CC" w:rsidRPr="009B06E0" w:rsidRDefault="00BA43CC" w:rsidP="000E5315">
            <w:pPr>
              <w:pBdr>
                <w:bottom w:val="single" w:sz="4" w:space="0" w:color="auto"/>
              </w:pBdr>
              <w:rPr>
                <w:rFonts w:cs="Arial"/>
              </w:rPr>
            </w:pPr>
          </w:p>
        </w:tc>
      </w:tr>
      <w:tr w:rsidR="00C907DB" w:rsidRPr="009B06E0" w14:paraId="2FF87471" w14:textId="77777777" w:rsidTr="00CC6FB9">
        <w:tblPrEx>
          <w:tblBorders>
            <w:top w:val="single" w:sz="12" w:space="0" w:color="C6C1B2"/>
            <w:left w:val="single" w:sz="12" w:space="0" w:color="C6C1B2"/>
            <w:bottom w:val="single" w:sz="12" w:space="0" w:color="C6C1B2"/>
            <w:right w:val="single" w:sz="12" w:space="0" w:color="C6C1B2"/>
          </w:tblBorders>
          <w:tblCellMar>
            <w:left w:w="170" w:type="dxa"/>
            <w:right w:w="170" w:type="dxa"/>
          </w:tblCellMar>
        </w:tblPrEx>
        <w:trPr>
          <w:trHeight w:hRule="exact" w:val="275"/>
        </w:trPr>
        <w:tc>
          <w:tcPr>
            <w:tcW w:w="6660" w:type="dxa"/>
            <w:vAlign w:val="bottom"/>
          </w:tcPr>
          <w:p w14:paraId="530F2AF9" w14:textId="77777777" w:rsidR="00C907DB" w:rsidRPr="009B06E0" w:rsidRDefault="00C907DB" w:rsidP="000E5315">
            <w:pPr>
              <w:spacing w:before="60" w:after="60"/>
            </w:pPr>
          </w:p>
        </w:tc>
        <w:tc>
          <w:tcPr>
            <w:tcW w:w="3291" w:type="dxa"/>
            <w:gridSpan w:val="3"/>
            <w:vMerge w:val="restart"/>
          </w:tcPr>
          <w:p w14:paraId="4697E8C6" w14:textId="77777777" w:rsidR="00CB7938" w:rsidRDefault="00CB7938" w:rsidP="00671422">
            <w:pPr>
              <w:spacing w:before="60" w:after="60"/>
            </w:pPr>
          </w:p>
          <w:p w14:paraId="07F07D02" w14:textId="11821623" w:rsidR="00C907DB" w:rsidRPr="009B06E0" w:rsidRDefault="00CB7938" w:rsidP="00671422">
            <w:pPr>
              <w:spacing w:before="60" w:after="60"/>
            </w:pPr>
            <w:r>
              <w:rPr>
                <w:noProof/>
              </w:rPr>
              <w:drawing>
                <wp:inline distT="0" distB="0" distL="0" distR="0" wp14:anchorId="4409AA0F" wp14:editId="41CDDC1D">
                  <wp:extent cx="161925" cy="161925"/>
                  <wp:effectExtent l="0" t="0" r="9525" b="9525"/>
                  <wp:docPr id="7" name="Picture 7" descr="direction_p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irection_p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766667">
              <w:rPr>
                <w:b/>
                <w:sz w:val="18"/>
                <w:szCs w:val="18"/>
              </w:rPr>
              <w:t xml:space="preserve">For further information or questions, contact the SBR Service Desk at </w:t>
            </w:r>
            <w:hyperlink r:id="rId16" w:history="1">
              <w:r w:rsidRPr="00766667">
                <w:rPr>
                  <w:rStyle w:val="Hyperlink"/>
                  <w:b w:val="0"/>
                  <w:sz w:val="18"/>
                  <w:szCs w:val="18"/>
                </w:rPr>
                <w:t>SBRServiceDesk@sbr.gov.au</w:t>
              </w:r>
            </w:hyperlink>
            <w:r>
              <w:rPr>
                <w:b/>
                <w:sz w:val="18"/>
                <w:szCs w:val="18"/>
              </w:rPr>
              <w:t xml:space="preserve"> or call 1300 488 231. </w:t>
            </w:r>
            <w:r w:rsidRPr="00766667">
              <w:rPr>
                <w:b/>
                <w:sz w:val="18"/>
                <w:szCs w:val="18"/>
              </w:rPr>
              <w:t>International callers may use +61-2-6216 5577</w:t>
            </w:r>
          </w:p>
        </w:tc>
      </w:tr>
      <w:tr w:rsidR="00C907DB" w:rsidRPr="00766667" w14:paraId="6CCAE807" w14:textId="77777777" w:rsidTr="00CC6FB9">
        <w:tblPrEx>
          <w:tblBorders>
            <w:top w:val="single" w:sz="12" w:space="0" w:color="C6C1B2"/>
            <w:left w:val="single" w:sz="12" w:space="0" w:color="C6C1B2"/>
            <w:bottom w:val="single" w:sz="12" w:space="0" w:color="C6C1B2"/>
            <w:right w:val="single" w:sz="12" w:space="0" w:color="C6C1B2"/>
          </w:tblBorders>
          <w:tblCellMar>
            <w:left w:w="170" w:type="dxa"/>
            <w:right w:w="170" w:type="dxa"/>
          </w:tblCellMar>
        </w:tblPrEx>
        <w:trPr>
          <w:trHeight w:hRule="exact" w:val="2715"/>
        </w:trPr>
        <w:tc>
          <w:tcPr>
            <w:tcW w:w="6660" w:type="dxa"/>
          </w:tcPr>
          <w:p w14:paraId="6997EE29" w14:textId="39DD4DE7" w:rsidR="00C907DB" w:rsidRPr="00766667" w:rsidRDefault="00CB7938" w:rsidP="000E5315">
            <w:pPr>
              <w:pStyle w:val="Maintext"/>
              <w:spacing w:before="60" w:after="60"/>
              <w:rPr>
                <w:rStyle w:val="Classification"/>
                <w:b/>
                <w:caps w:val="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A027C11" wp14:editId="4C5EA09F">
                  <wp:extent cx="161925" cy="161925"/>
                  <wp:effectExtent l="0" t="0" r="9525" b="9525"/>
                  <wp:docPr id="5" name="Picture 5" descr="attention_p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ention_p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06E0">
              <w:rPr>
                <w:rFonts w:cs="Arial"/>
              </w:rPr>
              <w:t xml:space="preserve">  This document and its attachments are </w:t>
            </w:r>
            <w:r w:rsidRPr="009B06E0">
              <w:rPr>
                <w:rFonts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Unclassified"/>
                  </w:textInput>
                </w:ffData>
              </w:fldChar>
            </w:r>
            <w:r w:rsidRPr="009B06E0">
              <w:rPr>
                <w:rFonts w:cs="Arial"/>
                <w:b/>
              </w:rPr>
              <w:instrText xml:space="preserve"> FORMTEXT </w:instrText>
            </w:r>
            <w:r w:rsidRPr="009B06E0">
              <w:rPr>
                <w:rFonts w:cs="Arial"/>
                <w:b/>
              </w:rPr>
            </w:r>
            <w:r w:rsidRPr="009B06E0">
              <w:rPr>
                <w:rFonts w:cs="Arial"/>
                <w:b/>
              </w:rPr>
              <w:fldChar w:fldCharType="separate"/>
            </w:r>
            <w:r w:rsidRPr="009B06E0">
              <w:rPr>
                <w:rFonts w:cs="Arial"/>
                <w:b/>
                <w:noProof/>
              </w:rPr>
              <w:t>Unclassified</w:t>
            </w:r>
            <w:r w:rsidRPr="009B06E0">
              <w:rPr>
                <w:rFonts w:cs="Arial"/>
                <w:b/>
              </w:rPr>
              <w:fldChar w:fldCharType="end"/>
            </w:r>
          </w:p>
        </w:tc>
        <w:tc>
          <w:tcPr>
            <w:tcW w:w="3291" w:type="dxa"/>
            <w:gridSpan w:val="3"/>
            <w:vMerge/>
          </w:tcPr>
          <w:p w14:paraId="0498964E" w14:textId="77777777" w:rsidR="00C907DB" w:rsidRPr="00766667" w:rsidRDefault="00C907DB" w:rsidP="000E5315">
            <w:pPr>
              <w:spacing w:before="60" w:after="60"/>
              <w:rPr>
                <w:b/>
              </w:rPr>
            </w:pPr>
          </w:p>
        </w:tc>
      </w:tr>
    </w:tbl>
    <w:p w14:paraId="3F344F80" w14:textId="77777777" w:rsidR="00BA43CC" w:rsidRPr="009B06E0" w:rsidRDefault="00BA43CC" w:rsidP="00BA43CC">
      <w:pPr>
        <w:pStyle w:val="HEADAA"/>
        <w:sectPr w:rsidR="00BA43CC" w:rsidRPr="009B06E0" w:rsidSect="00756984">
          <w:headerReference w:type="default" r:id="rId18"/>
          <w:footerReference w:type="default" r:id="rId19"/>
          <w:pgSz w:w="11906" w:h="16838" w:code="9"/>
          <w:pgMar w:top="1418" w:right="1276" w:bottom="567" w:left="1304" w:header="709" w:footer="317" w:gutter="0"/>
          <w:cols w:space="708"/>
          <w:titlePg/>
          <w:docGrid w:linePitch="360"/>
        </w:sectPr>
      </w:pPr>
    </w:p>
    <w:p w14:paraId="54DABE2F" w14:textId="77777777" w:rsidR="00994810" w:rsidRDefault="00B5695A" w:rsidP="00994810">
      <w:pPr>
        <w:pStyle w:val="VersionHeadA"/>
      </w:pPr>
      <w:r w:rsidRPr="007029A8">
        <w:lastRenderedPageBreak/>
        <w:t>VERSION CONTROL</w:t>
      </w:r>
    </w:p>
    <w:p w14:paraId="71491D04" w14:textId="77777777" w:rsidR="00DB39DD" w:rsidRPr="007029A8" w:rsidRDefault="00DB39DD" w:rsidP="00DB39DD"/>
    <w:tbl>
      <w:tblPr>
        <w:tblW w:w="10094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22"/>
        <w:gridCol w:w="1590"/>
        <w:gridCol w:w="7482"/>
      </w:tblGrid>
      <w:tr w:rsidR="00DB39DD" w:rsidRPr="009B06E0" w14:paraId="4BFD2F87" w14:textId="77777777" w:rsidTr="00CC6FB9">
        <w:trPr>
          <w:tblHeader/>
        </w:trPr>
        <w:tc>
          <w:tcPr>
            <w:tcW w:w="1022" w:type="dxa"/>
            <w:tcBorders>
              <w:top w:val="single" w:sz="4" w:space="0" w:color="auto"/>
              <w:bottom w:val="single" w:sz="6" w:space="0" w:color="auto"/>
            </w:tcBorders>
            <w:shd w:val="clear" w:color="auto" w:fill="C6D9F1"/>
          </w:tcPr>
          <w:p w14:paraId="06B2A918" w14:textId="77777777" w:rsidR="00DB39DD" w:rsidRPr="009B06E0" w:rsidRDefault="00DB39DD" w:rsidP="008367F7">
            <w:pPr>
              <w:pStyle w:val="VersionHead"/>
              <w:spacing w:before="120" w:after="120"/>
            </w:pPr>
            <w:bookmarkStart w:id="2" w:name="_Hlk230516160"/>
            <w:r w:rsidRPr="009B06E0">
              <w:t>Version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6" w:space="0" w:color="auto"/>
            </w:tcBorders>
            <w:shd w:val="clear" w:color="auto" w:fill="C6D9F1"/>
          </w:tcPr>
          <w:p w14:paraId="0F0DBD43" w14:textId="77777777" w:rsidR="00DB39DD" w:rsidRPr="009B06E0" w:rsidRDefault="00DB39DD" w:rsidP="008367F7">
            <w:pPr>
              <w:pStyle w:val="VersionHead"/>
              <w:spacing w:before="120" w:after="120"/>
            </w:pPr>
            <w:r w:rsidRPr="009B06E0">
              <w:t>Release date</w:t>
            </w:r>
          </w:p>
        </w:tc>
        <w:tc>
          <w:tcPr>
            <w:tcW w:w="7482" w:type="dxa"/>
            <w:tcBorders>
              <w:top w:val="single" w:sz="4" w:space="0" w:color="auto"/>
              <w:bottom w:val="single" w:sz="6" w:space="0" w:color="auto"/>
            </w:tcBorders>
            <w:shd w:val="clear" w:color="auto" w:fill="C6D9F1"/>
          </w:tcPr>
          <w:p w14:paraId="1D226804" w14:textId="77777777" w:rsidR="00DB39DD" w:rsidRPr="009B06E0" w:rsidRDefault="00DB39DD" w:rsidP="008367F7">
            <w:pPr>
              <w:pStyle w:val="VersionHead"/>
              <w:spacing w:before="120" w:after="120"/>
            </w:pPr>
            <w:r w:rsidRPr="009B06E0">
              <w:t>Description of changes</w:t>
            </w:r>
          </w:p>
        </w:tc>
      </w:tr>
      <w:tr w:rsidR="0083055F" w:rsidRPr="009B06E0" w14:paraId="18EA82B3" w14:textId="77777777" w:rsidTr="00CD06F3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191876D2" w14:textId="1CF29DF1" w:rsidR="0083055F" w:rsidRPr="004D6766" w:rsidRDefault="004E2690" w:rsidP="00872BF3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872BF3">
              <w:rPr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5A93062B" w14:textId="170F0414" w:rsidR="00994747" w:rsidRPr="004D6766" w:rsidRDefault="00872BF3" w:rsidP="00872BF3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13.02.2020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7CE0F83C" w14:textId="609F1A30" w:rsidR="00483883" w:rsidRDefault="00483883" w:rsidP="00280F18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="00280F18">
              <w:rPr>
                <w:b/>
                <w:color w:val="1F497D" w:themeColor="text2"/>
                <w:sz w:val="18"/>
                <w:szCs w:val="18"/>
              </w:rPr>
              <w:t xml:space="preserve"> STS P</w:t>
            </w:r>
            <w:r w:rsidR="007D6A4C">
              <w:rPr>
                <w:b/>
                <w:color w:val="1F497D" w:themeColor="text2"/>
                <w:sz w:val="18"/>
                <w:szCs w:val="18"/>
              </w:rPr>
              <w:t>ROVIDERS</w:t>
            </w:r>
          </w:p>
          <w:p w14:paraId="6EC36481" w14:textId="24B3FC4C" w:rsidR="00551318" w:rsidRDefault="00551318" w:rsidP="00551318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4.2 </w:t>
            </w:r>
            <w:r w:rsidR="00FC242A">
              <w:rPr>
                <w:b/>
                <w:color w:val="1F497D" w:themeColor="text2"/>
                <w:sz w:val="18"/>
                <w:szCs w:val="18"/>
              </w:rPr>
              <w:t>EVTE</w:t>
            </w:r>
          </w:p>
          <w:p w14:paraId="58F3913D" w14:textId="0091FDCF" w:rsidR="00551318" w:rsidRDefault="00CF6542" w:rsidP="00551318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="00551318">
              <w:rPr>
                <w:b/>
                <w:color w:val="1F497D" w:themeColor="text2"/>
                <w:sz w:val="18"/>
                <w:szCs w:val="18"/>
              </w:rPr>
              <w:t>.2.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="00551318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SSL Certificates</w:t>
            </w:r>
          </w:p>
          <w:p w14:paraId="7C874276" w14:textId="27B63C7E" w:rsidR="009D7084" w:rsidRDefault="00E93D6A" w:rsidP="00DA765B">
            <w:pPr>
              <w:pStyle w:val="Version2"/>
              <w:numPr>
                <w:ilvl w:val="0"/>
                <w:numId w:val="40"/>
              </w:numPr>
              <w:spacing w:before="0"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VAN</w:t>
            </w:r>
            <w:r w:rsidR="007D0238">
              <w:rPr>
                <w:sz w:val="18"/>
                <w:szCs w:val="18"/>
                <w:u w:val="single"/>
              </w:rPr>
              <w:t>guard</w:t>
            </w:r>
            <w:proofErr w:type="spellEnd"/>
            <w:r w:rsidR="007D0238">
              <w:rPr>
                <w:sz w:val="18"/>
                <w:szCs w:val="18"/>
                <w:u w:val="single"/>
              </w:rPr>
              <w:t xml:space="preserve"> STS – EVTE </w:t>
            </w:r>
            <w:r w:rsidR="007D0238" w:rsidRPr="00F1092F">
              <w:rPr>
                <w:sz w:val="18"/>
                <w:szCs w:val="18"/>
                <w:u w:val="single"/>
              </w:rPr>
              <w:t>Contents</w:t>
            </w:r>
            <w:r w:rsidR="007D0238" w:rsidRPr="00F1092F">
              <w:rPr>
                <w:sz w:val="18"/>
                <w:szCs w:val="18"/>
              </w:rPr>
              <w:t xml:space="preserve"> </w:t>
            </w:r>
            <w:r w:rsidR="00454E07" w:rsidRPr="00F1092F">
              <w:rPr>
                <w:sz w:val="18"/>
                <w:szCs w:val="18"/>
              </w:rPr>
              <w:t xml:space="preserve">changed </w:t>
            </w:r>
            <w:r w:rsidR="00454E07">
              <w:rPr>
                <w:sz w:val="18"/>
                <w:szCs w:val="18"/>
              </w:rPr>
              <w:t xml:space="preserve">for </w:t>
            </w:r>
            <w:r w:rsidR="00454E07" w:rsidRPr="00DE2853">
              <w:rPr>
                <w:sz w:val="18"/>
                <w:szCs w:val="18"/>
              </w:rPr>
              <w:t>‘thirdparty.authentication.business.gov.au.cer’,</w:t>
            </w:r>
            <w:r w:rsidR="00454E07" w:rsidRPr="00F1092F">
              <w:rPr>
                <w:sz w:val="18"/>
                <w:szCs w:val="18"/>
              </w:rPr>
              <w:t xml:space="preserve"> </w:t>
            </w:r>
            <w:r w:rsidR="00454E07" w:rsidRPr="00F1092F">
              <w:rPr>
                <w:sz w:val="18"/>
                <w:szCs w:val="18"/>
                <w:u w:val="single"/>
              </w:rPr>
              <w:t>Valid from</w:t>
            </w:r>
            <w:r w:rsidR="00454E07" w:rsidRPr="00F1092F">
              <w:rPr>
                <w:sz w:val="18"/>
                <w:szCs w:val="18"/>
              </w:rPr>
              <w:t xml:space="preserve"> changed from ‘</w:t>
            </w:r>
            <w:r w:rsidR="00454E07">
              <w:rPr>
                <w:sz w:val="18"/>
                <w:szCs w:val="18"/>
              </w:rPr>
              <w:t xml:space="preserve">28/02/2018’ to ‘07/02/202’ </w:t>
            </w:r>
            <w:r w:rsidR="00454E07" w:rsidRPr="00A03D12">
              <w:rPr>
                <w:sz w:val="18"/>
                <w:szCs w:val="18"/>
              </w:rPr>
              <w:t xml:space="preserve">and </w:t>
            </w:r>
            <w:r w:rsidR="00454E07" w:rsidRPr="00A03D12">
              <w:rPr>
                <w:sz w:val="18"/>
                <w:szCs w:val="18"/>
                <w:u w:val="single"/>
              </w:rPr>
              <w:t>Valid to</w:t>
            </w:r>
            <w:r w:rsidR="00454E07">
              <w:rPr>
                <w:sz w:val="18"/>
                <w:szCs w:val="18"/>
              </w:rPr>
              <w:t xml:space="preserve"> </w:t>
            </w:r>
            <w:proofErr w:type="spellStart"/>
            <w:r w:rsidR="00454E07">
              <w:rPr>
                <w:sz w:val="18"/>
                <w:szCs w:val="18"/>
              </w:rPr>
              <w:t>changed</w:t>
            </w:r>
            <w:proofErr w:type="spellEnd"/>
            <w:r w:rsidR="00454E07">
              <w:rPr>
                <w:sz w:val="18"/>
                <w:szCs w:val="18"/>
              </w:rPr>
              <w:t xml:space="preserve"> from ‘29/02</w:t>
            </w:r>
            <w:r w:rsidR="00454E07" w:rsidRPr="00A03D12">
              <w:rPr>
                <w:sz w:val="18"/>
                <w:szCs w:val="18"/>
              </w:rPr>
              <w:t>/20</w:t>
            </w:r>
            <w:r w:rsidR="00454E07">
              <w:rPr>
                <w:sz w:val="18"/>
                <w:szCs w:val="18"/>
              </w:rPr>
              <w:t>20</w:t>
            </w:r>
            <w:r w:rsidR="00454E07" w:rsidRPr="00A03D12">
              <w:rPr>
                <w:sz w:val="18"/>
                <w:szCs w:val="18"/>
              </w:rPr>
              <w:t xml:space="preserve">’ </w:t>
            </w:r>
            <w:r w:rsidR="00454E07" w:rsidRPr="00454E07">
              <w:rPr>
                <w:sz w:val="18"/>
                <w:szCs w:val="18"/>
              </w:rPr>
              <w:t>to ‘07</w:t>
            </w:r>
            <w:r w:rsidR="00454E07">
              <w:rPr>
                <w:sz w:val="18"/>
                <w:szCs w:val="18"/>
              </w:rPr>
              <w:t>/02/2022</w:t>
            </w:r>
            <w:r w:rsidR="00454E07" w:rsidRPr="00A03D12">
              <w:rPr>
                <w:sz w:val="18"/>
                <w:szCs w:val="18"/>
              </w:rPr>
              <w:t>’.</w:t>
            </w:r>
          </w:p>
          <w:p w14:paraId="33D67CC5" w14:textId="39CEB6C7" w:rsidR="003E4AC4" w:rsidRPr="002B4B1F" w:rsidRDefault="003E4AC4" w:rsidP="003E4AC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2B4B1F">
              <w:rPr>
                <w:b/>
                <w:sz w:val="18"/>
                <w:szCs w:val="18"/>
              </w:rPr>
              <w:t xml:space="preserve">Deployment </w:t>
            </w:r>
            <w:r w:rsidR="00E93D6A">
              <w:rPr>
                <w:b/>
                <w:sz w:val="18"/>
                <w:szCs w:val="18"/>
              </w:rPr>
              <w:t xml:space="preserve">by </w:t>
            </w:r>
            <w:proofErr w:type="spellStart"/>
            <w:r w:rsidR="006D762F">
              <w:rPr>
                <w:b/>
                <w:sz w:val="18"/>
                <w:szCs w:val="18"/>
              </w:rPr>
              <w:t>VAN</w:t>
            </w:r>
            <w:r w:rsidR="00E93D6A">
              <w:rPr>
                <w:b/>
                <w:sz w:val="18"/>
                <w:szCs w:val="18"/>
              </w:rPr>
              <w:t>guard</w:t>
            </w:r>
            <w:proofErr w:type="spellEnd"/>
            <w:r w:rsidR="00E93D6A">
              <w:rPr>
                <w:b/>
                <w:sz w:val="18"/>
                <w:szCs w:val="18"/>
              </w:rPr>
              <w:t xml:space="preserve"> </w:t>
            </w:r>
            <w:r w:rsidRPr="002B4B1F">
              <w:rPr>
                <w:b/>
                <w:sz w:val="18"/>
                <w:szCs w:val="18"/>
              </w:rPr>
              <w:t xml:space="preserve">is scheduled for </w:t>
            </w:r>
            <w:r w:rsidR="00E93D6A">
              <w:rPr>
                <w:b/>
                <w:sz w:val="18"/>
                <w:szCs w:val="18"/>
              </w:rPr>
              <w:t>20/02/2020</w:t>
            </w:r>
            <w:r w:rsidRPr="002B4B1F">
              <w:rPr>
                <w:b/>
                <w:sz w:val="18"/>
                <w:szCs w:val="18"/>
              </w:rPr>
              <w:t>.</w:t>
            </w:r>
          </w:p>
          <w:p w14:paraId="20C82A98" w14:textId="77777777" w:rsidR="008A3D4D" w:rsidRDefault="008A3D4D" w:rsidP="003E4AC4">
            <w:pPr>
              <w:pStyle w:val="Version2"/>
              <w:spacing w:before="0" w:after="0"/>
              <w:ind w:left="1080"/>
              <w:rPr>
                <w:sz w:val="18"/>
                <w:szCs w:val="18"/>
              </w:rPr>
            </w:pPr>
          </w:p>
          <w:p w14:paraId="38474253" w14:textId="77777777" w:rsidR="008A3D4D" w:rsidRDefault="008A3D4D" w:rsidP="008A3D4D">
            <w:pPr>
              <w:pStyle w:val="Version2"/>
              <w:spacing w:before="0" w:after="0"/>
              <w:ind w:left="720"/>
              <w:rPr>
                <w:sz w:val="18"/>
                <w:szCs w:val="18"/>
              </w:rPr>
            </w:pPr>
          </w:p>
          <w:p w14:paraId="4384B08D" w14:textId="4A46CB7B" w:rsidR="0037636B" w:rsidRPr="008A3D4D" w:rsidRDefault="006D762F" w:rsidP="006D762F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37636B" w:rsidRPr="008A3D4D">
              <w:rPr>
                <w:b/>
              </w:rPr>
              <w:t>* Note: ATO Support for Vanguard STS ends 27</w:t>
            </w:r>
            <w:r w:rsidR="0037636B" w:rsidRPr="008A3D4D">
              <w:rPr>
                <w:b/>
                <w:vertAlign w:val="superscript"/>
              </w:rPr>
              <w:t>th</w:t>
            </w:r>
            <w:r w:rsidR="0037636B" w:rsidRPr="008A3D4D">
              <w:rPr>
                <w:b/>
              </w:rPr>
              <w:t xml:space="preserve"> March 2020 *</w:t>
            </w:r>
          </w:p>
          <w:p w14:paraId="71851103" w14:textId="48799CF5" w:rsidR="00454E07" w:rsidRPr="00FB6162" w:rsidRDefault="00454E07" w:rsidP="0037636B">
            <w:pPr>
              <w:pStyle w:val="Version2"/>
              <w:spacing w:before="0" w:after="0"/>
              <w:ind w:left="1080"/>
              <w:rPr>
                <w:sz w:val="18"/>
                <w:szCs w:val="18"/>
              </w:rPr>
            </w:pPr>
          </w:p>
        </w:tc>
      </w:tr>
      <w:bookmarkEnd w:id="2"/>
    </w:tbl>
    <w:p w14:paraId="02677165" w14:textId="37BB6D83" w:rsidR="00B073F3" w:rsidRDefault="00B073F3" w:rsidP="00A50D27">
      <w:pPr>
        <w:rPr>
          <w:rFonts w:cs="Arial"/>
          <w:sz w:val="36"/>
          <w:szCs w:val="36"/>
        </w:rPr>
      </w:pPr>
    </w:p>
    <w:p w14:paraId="7BCE0062" w14:textId="22061D46" w:rsidR="004618D0" w:rsidRPr="001E30F7" w:rsidRDefault="001E30F7" w:rsidP="00A50D27">
      <w:pPr>
        <w:rPr>
          <w:rFonts w:cs="Arial"/>
          <w:i/>
          <w:sz w:val="20"/>
          <w:szCs w:val="20"/>
        </w:rPr>
      </w:pPr>
      <w:r w:rsidRPr="001E30F7">
        <w:rPr>
          <w:rFonts w:cs="Arial"/>
          <w:b/>
          <w:i/>
          <w:sz w:val="20"/>
          <w:szCs w:val="20"/>
        </w:rPr>
        <w:t>Note:</w:t>
      </w:r>
      <w:r w:rsidRPr="001E30F7">
        <w:rPr>
          <w:rFonts w:cs="Arial"/>
          <w:i/>
          <w:sz w:val="20"/>
          <w:szCs w:val="20"/>
        </w:rPr>
        <w:t xml:space="preserve"> Previous Version Control is located at Appendix A of this document.</w:t>
      </w:r>
    </w:p>
    <w:p w14:paraId="29292282" w14:textId="5E40A21C" w:rsidR="00C075B7" w:rsidRDefault="00C075B7">
      <w:pPr>
        <w:rPr>
          <w:rFonts w:cs="Arial"/>
          <w:sz w:val="36"/>
          <w:szCs w:val="36"/>
        </w:rPr>
      </w:pPr>
    </w:p>
    <w:p w14:paraId="72390706" w14:textId="77D891C9" w:rsidR="00662064" w:rsidRDefault="00662064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br w:type="page"/>
      </w:r>
    </w:p>
    <w:p w14:paraId="3F41B524" w14:textId="5FF918CB" w:rsidR="00BA43CC" w:rsidRPr="00153400" w:rsidRDefault="00A50D27" w:rsidP="00A50D27">
      <w:pP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lastRenderedPageBreak/>
        <w:t>T</w:t>
      </w:r>
      <w:r w:rsidR="00BA43CC" w:rsidRPr="00153400">
        <w:rPr>
          <w:rFonts w:cs="Arial"/>
          <w:sz w:val="36"/>
          <w:szCs w:val="36"/>
        </w:rPr>
        <w:t>able of contents</w:t>
      </w:r>
    </w:p>
    <w:p w14:paraId="10530C94" w14:textId="77777777" w:rsidR="00FA201F" w:rsidRDefault="000C6567">
      <w:pPr>
        <w:pStyle w:val="TOC1"/>
        <w:rPr>
          <w:rFonts w:asciiTheme="minorHAnsi" w:eastAsiaTheme="minorEastAsia" w:hAnsiTheme="minorHAnsi" w:cstheme="minorBidi"/>
          <w:noProof/>
        </w:rPr>
      </w:pPr>
      <w:r w:rsidRPr="00C359F7">
        <w:rPr>
          <w:b/>
        </w:rPr>
        <w:fldChar w:fldCharType="begin"/>
      </w:r>
      <w:r w:rsidR="00BA43CC" w:rsidRPr="00C359F7">
        <w:rPr>
          <w:b/>
        </w:rPr>
        <w:instrText xml:space="preserve"> TOC \o "1-4" \h \z \u </w:instrText>
      </w:r>
      <w:r w:rsidRPr="00C359F7">
        <w:rPr>
          <w:b/>
        </w:rPr>
        <w:fldChar w:fldCharType="separate"/>
      </w:r>
      <w:hyperlink w:anchor="_Toc25087862" w:history="1">
        <w:r w:rsidR="00FA201F" w:rsidRPr="0028754F">
          <w:rPr>
            <w:rStyle w:val="Hyperlink"/>
          </w:rPr>
          <w:t>1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Introduction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_Toc25087862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5D163C6A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63" w:history="1">
        <w:r w:rsidR="00FA201F" w:rsidRPr="0028754F">
          <w:rPr>
            <w:rStyle w:val="Hyperlink"/>
          </w:rPr>
          <w:t>1.1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Background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_Toc25087863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3918A69E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64" w:history="1">
        <w:r w:rsidR="00FA201F" w:rsidRPr="0028754F">
          <w:rPr>
            <w:rStyle w:val="Hyperlink"/>
          </w:rPr>
          <w:t>1.2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Audience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_Toc25087864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01BCDBC3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65" w:history="1">
        <w:r w:rsidR="00FA201F" w:rsidRPr="0028754F">
          <w:rPr>
            <w:rStyle w:val="Hyperlink"/>
          </w:rPr>
          <w:t>1.3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Document purpose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_Toc25087865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45476B95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66" w:history="1">
        <w:r w:rsidR="00FA201F" w:rsidRPr="0028754F">
          <w:rPr>
            <w:rStyle w:val="Hyperlink"/>
          </w:rPr>
          <w:t>1.4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Reference documents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_Toc25087866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5FF6FF42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67" w:history="1">
        <w:r w:rsidR="00FA201F" w:rsidRPr="0028754F">
          <w:rPr>
            <w:rStyle w:val="Hyperlink"/>
          </w:rPr>
          <w:t>1.5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Environment Whitelisting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_Toc25087867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21AB6670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68" w:history="1">
        <w:r w:rsidR="00FA201F" w:rsidRPr="0028754F">
          <w:rPr>
            <w:rStyle w:val="Hyperlink"/>
          </w:rPr>
          <w:t>1.6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Certificate Renewals and Cross-over Dates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_Toc25087868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4</w:t>
        </w:r>
        <w:r w:rsidR="00FA201F">
          <w:rPr>
            <w:noProof/>
            <w:webHidden/>
          </w:rPr>
          <w:fldChar w:fldCharType="end"/>
        </w:r>
      </w:hyperlink>
    </w:p>
    <w:p w14:paraId="478599E6" w14:textId="77777777" w:rsidR="00FA201F" w:rsidRDefault="00A60972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25087869" w:history="1">
        <w:r w:rsidR="00FA201F" w:rsidRPr="0028754F">
          <w:rPr>
            <w:rStyle w:val="Hyperlink"/>
          </w:rPr>
          <w:t>2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SBR ebMS3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_Toc25087869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5</w:t>
        </w:r>
        <w:r w:rsidR="00FA201F">
          <w:rPr>
            <w:noProof/>
            <w:webHidden/>
          </w:rPr>
          <w:fldChar w:fldCharType="end"/>
        </w:r>
      </w:hyperlink>
    </w:p>
    <w:p w14:paraId="6B6DE3C5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70" w:history="1">
        <w:r w:rsidR="00FA201F" w:rsidRPr="0028754F">
          <w:rPr>
            <w:rStyle w:val="Hyperlink"/>
          </w:rPr>
          <w:t>2.1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EVTE3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_Toc25087870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5</w:t>
        </w:r>
        <w:r w:rsidR="00FA201F">
          <w:rPr>
            <w:noProof/>
            <w:webHidden/>
          </w:rPr>
          <w:fldChar w:fldCharType="end"/>
        </w:r>
      </w:hyperlink>
    </w:p>
    <w:p w14:paraId="71C7E6E3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71" w:history="1">
        <w:r w:rsidR="00FA201F" w:rsidRPr="0028754F">
          <w:rPr>
            <w:rStyle w:val="Hyperlink"/>
          </w:rPr>
          <w:t>2.1.1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Physical end points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_Toc25087871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5</w:t>
        </w:r>
        <w:r w:rsidR="00FA201F">
          <w:rPr>
            <w:webHidden/>
          </w:rPr>
          <w:fldChar w:fldCharType="end"/>
        </w:r>
      </w:hyperlink>
    </w:p>
    <w:p w14:paraId="1CF18914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72" w:history="1">
        <w:r w:rsidR="00FA201F" w:rsidRPr="0028754F">
          <w:rPr>
            <w:rStyle w:val="Hyperlink"/>
          </w:rPr>
          <w:t>2.1.2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SSL Certificates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_Toc25087872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5</w:t>
        </w:r>
        <w:r w:rsidR="00FA201F">
          <w:rPr>
            <w:webHidden/>
          </w:rPr>
          <w:fldChar w:fldCharType="end"/>
        </w:r>
      </w:hyperlink>
    </w:p>
    <w:p w14:paraId="79248C6B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73" w:history="1">
        <w:r w:rsidR="00FA201F" w:rsidRPr="0028754F">
          <w:rPr>
            <w:rStyle w:val="Hyperlink"/>
          </w:rPr>
          <w:t>2.2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PROD2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_Toc25087873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5</w:t>
        </w:r>
        <w:r w:rsidR="00FA201F">
          <w:rPr>
            <w:noProof/>
            <w:webHidden/>
          </w:rPr>
          <w:fldChar w:fldCharType="end"/>
        </w:r>
      </w:hyperlink>
    </w:p>
    <w:p w14:paraId="0A2BE201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74" w:history="1">
        <w:r w:rsidR="00FA201F" w:rsidRPr="0028754F">
          <w:rPr>
            <w:rStyle w:val="Hyperlink"/>
          </w:rPr>
          <w:t>2.2.1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Physical end points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_Toc25087874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5</w:t>
        </w:r>
        <w:r w:rsidR="00FA201F">
          <w:rPr>
            <w:webHidden/>
          </w:rPr>
          <w:fldChar w:fldCharType="end"/>
        </w:r>
      </w:hyperlink>
    </w:p>
    <w:p w14:paraId="508A0107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75" w:history="1">
        <w:r w:rsidR="00FA201F" w:rsidRPr="0028754F">
          <w:rPr>
            <w:rStyle w:val="Hyperlink"/>
          </w:rPr>
          <w:t>2.2.2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SSL Certificates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_Toc25087875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6</w:t>
        </w:r>
        <w:r w:rsidR="00FA201F">
          <w:rPr>
            <w:webHidden/>
          </w:rPr>
          <w:fldChar w:fldCharType="end"/>
        </w:r>
      </w:hyperlink>
    </w:p>
    <w:p w14:paraId="59563A04" w14:textId="77777777" w:rsidR="00FA201F" w:rsidRDefault="00A60972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25087876" w:history="1">
        <w:r w:rsidR="00FA201F" w:rsidRPr="0028754F">
          <w:rPr>
            <w:rStyle w:val="Hyperlink"/>
          </w:rPr>
          <w:t>3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SBR Core Services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_Toc25087876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7</w:t>
        </w:r>
        <w:r w:rsidR="00FA201F">
          <w:rPr>
            <w:noProof/>
            <w:webHidden/>
          </w:rPr>
          <w:fldChar w:fldCharType="end"/>
        </w:r>
      </w:hyperlink>
    </w:p>
    <w:p w14:paraId="5BFC8870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77" w:history="1">
        <w:r w:rsidR="00FA201F" w:rsidRPr="0028754F">
          <w:rPr>
            <w:rStyle w:val="Hyperlink"/>
            <w:rFonts w:ascii="Arial Bold" w:hAnsi="Arial Bold"/>
          </w:rPr>
          <w:t>3.1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EVTE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_Toc25087877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7</w:t>
        </w:r>
        <w:r w:rsidR="00FA201F">
          <w:rPr>
            <w:noProof/>
            <w:webHidden/>
          </w:rPr>
          <w:fldChar w:fldCharType="end"/>
        </w:r>
      </w:hyperlink>
    </w:p>
    <w:p w14:paraId="020B1A7E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78" w:history="1">
        <w:r w:rsidR="00FA201F" w:rsidRPr="0028754F">
          <w:rPr>
            <w:rStyle w:val="Hyperlink"/>
          </w:rPr>
          <w:t>3.1.1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Physical end points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_Toc25087878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7</w:t>
        </w:r>
        <w:r w:rsidR="00FA201F">
          <w:rPr>
            <w:webHidden/>
          </w:rPr>
          <w:fldChar w:fldCharType="end"/>
        </w:r>
      </w:hyperlink>
    </w:p>
    <w:p w14:paraId="7F03F32A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79" w:history="1">
        <w:r w:rsidR="00FA201F" w:rsidRPr="0028754F">
          <w:rPr>
            <w:rStyle w:val="Hyperlink"/>
          </w:rPr>
          <w:t>3.1.2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SSL Certificates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_Toc25087879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7</w:t>
        </w:r>
        <w:r w:rsidR="00FA201F">
          <w:rPr>
            <w:webHidden/>
          </w:rPr>
          <w:fldChar w:fldCharType="end"/>
        </w:r>
      </w:hyperlink>
    </w:p>
    <w:p w14:paraId="55949695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80" w:history="1">
        <w:r w:rsidR="00FA201F" w:rsidRPr="00FA201F">
          <w:rPr>
            <w:rStyle w:val="Hyperlink"/>
            <w:rFonts w:ascii="Arial Bold" w:hAnsi="Arial Bold"/>
          </w:rPr>
          <w:t>3.2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PROD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_Toc25087880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7</w:t>
        </w:r>
        <w:r w:rsidR="00FA201F">
          <w:rPr>
            <w:noProof/>
            <w:webHidden/>
          </w:rPr>
          <w:fldChar w:fldCharType="end"/>
        </w:r>
      </w:hyperlink>
    </w:p>
    <w:p w14:paraId="4061BA81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81" w:history="1">
        <w:r w:rsidR="00FA201F" w:rsidRPr="0028754F">
          <w:rPr>
            <w:rStyle w:val="Hyperlink"/>
          </w:rPr>
          <w:t>3.2.1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Physical end points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_Toc25087881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7</w:t>
        </w:r>
        <w:r w:rsidR="00FA201F">
          <w:rPr>
            <w:webHidden/>
          </w:rPr>
          <w:fldChar w:fldCharType="end"/>
        </w:r>
      </w:hyperlink>
    </w:p>
    <w:p w14:paraId="003CC1AE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82" w:history="1">
        <w:r w:rsidR="00FA201F" w:rsidRPr="0028754F">
          <w:rPr>
            <w:rStyle w:val="Hyperlink"/>
          </w:rPr>
          <w:t>3.2.2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SSL Certificates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_Toc25087882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7</w:t>
        </w:r>
        <w:r w:rsidR="00FA201F">
          <w:rPr>
            <w:webHidden/>
          </w:rPr>
          <w:fldChar w:fldCharType="end"/>
        </w:r>
      </w:hyperlink>
    </w:p>
    <w:p w14:paraId="35DEE962" w14:textId="77777777" w:rsidR="00FA201F" w:rsidRDefault="00A60972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25087883" w:history="1">
        <w:r w:rsidR="00FA201F" w:rsidRPr="0028754F">
          <w:rPr>
            <w:rStyle w:val="Hyperlink"/>
          </w:rPr>
          <w:t>4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STS Providers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_Toc25087883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8</w:t>
        </w:r>
        <w:r w:rsidR="00FA201F">
          <w:rPr>
            <w:noProof/>
            <w:webHidden/>
          </w:rPr>
          <w:fldChar w:fldCharType="end"/>
        </w:r>
      </w:hyperlink>
    </w:p>
    <w:p w14:paraId="43AC1EC8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84" w:history="1">
        <w:r w:rsidR="00FA201F" w:rsidRPr="0028754F">
          <w:rPr>
            <w:rStyle w:val="Hyperlink"/>
          </w:rPr>
          <w:t>4.1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EVTE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_Toc25087884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8</w:t>
        </w:r>
        <w:r w:rsidR="00FA201F">
          <w:rPr>
            <w:noProof/>
            <w:webHidden/>
          </w:rPr>
          <w:fldChar w:fldCharType="end"/>
        </w:r>
      </w:hyperlink>
    </w:p>
    <w:p w14:paraId="3D25C023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85" w:history="1">
        <w:r w:rsidR="00FA201F" w:rsidRPr="0028754F">
          <w:rPr>
            <w:rStyle w:val="Hyperlink"/>
          </w:rPr>
          <w:t>4.1.1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Physical end points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_Toc25087885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6C48E49D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86" w:history="1">
        <w:r w:rsidR="00FA201F" w:rsidRPr="0028754F">
          <w:rPr>
            <w:rStyle w:val="Hyperlink"/>
          </w:rPr>
          <w:t>4.1.2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SSL Certificates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_Toc25087886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43775C70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87" w:history="1">
        <w:r w:rsidR="00FA201F" w:rsidRPr="0028754F">
          <w:rPr>
            <w:rStyle w:val="Hyperlink"/>
          </w:rPr>
          <w:t>4.1.3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End point availability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_Toc25087887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552202D6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88" w:history="1">
        <w:r w:rsidR="00FA201F" w:rsidRPr="0028754F">
          <w:rPr>
            <w:rStyle w:val="Hyperlink"/>
          </w:rPr>
          <w:t>4.1.4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AppliesTo value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_Toc25087888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14D3B6E5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89" w:history="1">
        <w:r w:rsidR="00FA201F" w:rsidRPr="0028754F">
          <w:rPr>
            <w:rStyle w:val="Hyperlink"/>
          </w:rPr>
          <w:t>4.2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PROD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_Toc25087889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8</w:t>
        </w:r>
        <w:r w:rsidR="00FA201F">
          <w:rPr>
            <w:noProof/>
            <w:webHidden/>
          </w:rPr>
          <w:fldChar w:fldCharType="end"/>
        </w:r>
      </w:hyperlink>
    </w:p>
    <w:p w14:paraId="191C18EE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90" w:history="1">
        <w:r w:rsidR="00FA201F" w:rsidRPr="0028754F">
          <w:rPr>
            <w:rStyle w:val="Hyperlink"/>
          </w:rPr>
          <w:t>4.2.1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Physical end points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_Toc25087890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65F51C9A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91" w:history="1">
        <w:r w:rsidR="00FA201F" w:rsidRPr="0028754F">
          <w:rPr>
            <w:rStyle w:val="Hyperlink"/>
          </w:rPr>
          <w:t>4.2.2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SSL Certificates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_Toc25087891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07573E5A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92" w:history="1">
        <w:r w:rsidR="00FA201F" w:rsidRPr="0028754F">
          <w:rPr>
            <w:rStyle w:val="Hyperlink"/>
          </w:rPr>
          <w:t>4.2.3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End point availability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_Toc25087892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38FFC695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93" w:history="1">
        <w:r w:rsidR="00FA201F" w:rsidRPr="0028754F">
          <w:rPr>
            <w:rStyle w:val="Hyperlink"/>
          </w:rPr>
          <w:t>4.2.4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AppliesTo value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_Toc25087893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8</w:t>
        </w:r>
        <w:r w:rsidR="00FA201F">
          <w:rPr>
            <w:webHidden/>
          </w:rPr>
          <w:fldChar w:fldCharType="end"/>
        </w:r>
      </w:hyperlink>
    </w:p>
    <w:p w14:paraId="47720B55" w14:textId="77777777" w:rsidR="00FA201F" w:rsidRDefault="00A60972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25087894" w:history="1">
        <w:r w:rsidR="00FA201F" w:rsidRPr="0028754F">
          <w:rPr>
            <w:rStyle w:val="Hyperlink"/>
          </w:rPr>
          <w:t>4.3</w:t>
        </w:r>
        <w:r w:rsidR="00FA201F">
          <w:rPr>
            <w:rFonts w:asciiTheme="minorHAnsi" w:eastAsiaTheme="minorEastAsia" w:hAnsiTheme="minorHAnsi" w:cstheme="minorBidi"/>
            <w:noProof/>
          </w:rPr>
          <w:tab/>
        </w:r>
        <w:r w:rsidR="00FA201F" w:rsidRPr="0028754F">
          <w:rPr>
            <w:rStyle w:val="Hyperlink"/>
          </w:rPr>
          <w:t>Platform support for M2M credentials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_Toc25087894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9</w:t>
        </w:r>
        <w:r w:rsidR="00FA201F">
          <w:rPr>
            <w:noProof/>
            <w:webHidden/>
          </w:rPr>
          <w:fldChar w:fldCharType="end"/>
        </w:r>
      </w:hyperlink>
    </w:p>
    <w:p w14:paraId="7D29A779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95" w:history="1">
        <w:r w:rsidR="00FA201F" w:rsidRPr="0028754F">
          <w:rPr>
            <w:rStyle w:val="Hyperlink"/>
          </w:rPr>
          <w:t>4.3.1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SBR ebMS3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_Toc25087895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9</w:t>
        </w:r>
        <w:r w:rsidR="00FA201F">
          <w:rPr>
            <w:webHidden/>
          </w:rPr>
          <w:fldChar w:fldCharType="end"/>
        </w:r>
      </w:hyperlink>
    </w:p>
    <w:p w14:paraId="420AC6DE" w14:textId="77777777" w:rsidR="00FA201F" w:rsidRDefault="00A60972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</w:rPr>
      </w:pPr>
      <w:hyperlink w:anchor="_Toc25087896" w:history="1">
        <w:r w:rsidR="00FA201F" w:rsidRPr="0028754F">
          <w:rPr>
            <w:rStyle w:val="Hyperlink"/>
          </w:rPr>
          <w:t>4.3.2</w:t>
        </w:r>
        <w:r w:rsidR="00FA201F">
          <w:rPr>
            <w:rFonts w:asciiTheme="minorHAnsi" w:eastAsiaTheme="minorEastAsia" w:hAnsiTheme="minorHAnsi" w:cstheme="minorBidi"/>
          </w:rPr>
          <w:tab/>
        </w:r>
        <w:r w:rsidR="00FA201F" w:rsidRPr="0028754F">
          <w:rPr>
            <w:rStyle w:val="Hyperlink"/>
          </w:rPr>
          <w:t>SBR Core Services</w:t>
        </w:r>
        <w:r w:rsidR="00FA201F">
          <w:rPr>
            <w:webHidden/>
          </w:rPr>
          <w:tab/>
        </w:r>
        <w:r w:rsidR="00FA201F">
          <w:rPr>
            <w:webHidden/>
          </w:rPr>
          <w:fldChar w:fldCharType="begin"/>
        </w:r>
        <w:r w:rsidR="00FA201F">
          <w:rPr>
            <w:webHidden/>
          </w:rPr>
          <w:instrText xml:space="preserve"> PAGEREF _Toc25087896 \h </w:instrText>
        </w:r>
        <w:r w:rsidR="00FA201F">
          <w:rPr>
            <w:webHidden/>
          </w:rPr>
        </w:r>
        <w:r w:rsidR="00FA201F">
          <w:rPr>
            <w:webHidden/>
          </w:rPr>
          <w:fldChar w:fldCharType="separate"/>
        </w:r>
        <w:r w:rsidR="00FA201F">
          <w:rPr>
            <w:webHidden/>
          </w:rPr>
          <w:t>9</w:t>
        </w:r>
        <w:r w:rsidR="00FA201F">
          <w:rPr>
            <w:webHidden/>
          </w:rPr>
          <w:fldChar w:fldCharType="end"/>
        </w:r>
      </w:hyperlink>
    </w:p>
    <w:p w14:paraId="327BFA81" w14:textId="77777777" w:rsidR="00FA201F" w:rsidRDefault="00A60972">
      <w:pPr>
        <w:pStyle w:val="TOC1"/>
        <w:rPr>
          <w:rFonts w:asciiTheme="minorHAnsi" w:eastAsiaTheme="minorEastAsia" w:hAnsiTheme="minorHAnsi" w:cstheme="minorBidi"/>
          <w:noProof/>
        </w:rPr>
      </w:pPr>
      <w:hyperlink w:anchor="_Toc25087897" w:history="1">
        <w:r w:rsidR="00FA201F" w:rsidRPr="0028754F">
          <w:rPr>
            <w:rStyle w:val="Hyperlink"/>
          </w:rPr>
          <w:t>Appendix A – Previous Version Control</w:t>
        </w:r>
        <w:r w:rsidR="00FA201F">
          <w:rPr>
            <w:noProof/>
            <w:webHidden/>
          </w:rPr>
          <w:tab/>
        </w:r>
        <w:r w:rsidR="00FA201F">
          <w:rPr>
            <w:noProof/>
            <w:webHidden/>
          </w:rPr>
          <w:fldChar w:fldCharType="begin"/>
        </w:r>
        <w:r w:rsidR="00FA201F">
          <w:rPr>
            <w:noProof/>
            <w:webHidden/>
          </w:rPr>
          <w:instrText xml:space="preserve"> PAGEREF _Toc25087897 \h </w:instrText>
        </w:r>
        <w:r w:rsidR="00FA201F">
          <w:rPr>
            <w:noProof/>
            <w:webHidden/>
          </w:rPr>
        </w:r>
        <w:r w:rsidR="00FA201F">
          <w:rPr>
            <w:noProof/>
            <w:webHidden/>
          </w:rPr>
          <w:fldChar w:fldCharType="separate"/>
        </w:r>
        <w:r w:rsidR="00FA201F">
          <w:rPr>
            <w:noProof/>
            <w:webHidden/>
          </w:rPr>
          <w:t>10</w:t>
        </w:r>
        <w:r w:rsidR="00FA201F">
          <w:rPr>
            <w:noProof/>
            <w:webHidden/>
          </w:rPr>
          <w:fldChar w:fldCharType="end"/>
        </w:r>
      </w:hyperlink>
    </w:p>
    <w:p w14:paraId="0D5A0DB3" w14:textId="79103429" w:rsidR="00A76996" w:rsidRPr="00C359F7" w:rsidRDefault="000C6567" w:rsidP="007B7F05">
      <w:pPr>
        <w:pStyle w:val="Maintext"/>
        <w:rPr>
          <w:b/>
        </w:rPr>
      </w:pPr>
      <w:r w:rsidRPr="00C359F7">
        <w:rPr>
          <w:b/>
        </w:rPr>
        <w:fldChar w:fldCharType="end"/>
      </w:r>
    </w:p>
    <w:p w14:paraId="7DADF4CA" w14:textId="6F83EA02" w:rsidR="00A76996" w:rsidRPr="00C359F7" w:rsidRDefault="00A76996" w:rsidP="00A76996">
      <w:pPr>
        <w:rPr>
          <w:b/>
        </w:rPr>
      </w:pPr>
    </w:p>
    <w:p w14:paraId="32B53801" w14:textId="6D3239C7" w:rsidR="00BA43CC" w:rsidRPr="00A76996" w:rsidRDefault="00A76996" w:rsidP="00A76996">
      <w:pPr>
        <w:tabs>
          <w:tab w:val="left" w:pos="6586"/>
        </w:tabs>
      </w:pPr>
      <w:r>
        <w:tab/>
      </w:r>
    </w:p>
    <w:p w14:paraId="52CC44F9" w14:textId="77777777" w:rsidR="00BA43CC" w:rsidRPr="004B7104" w:rsidRDefault="00BA43CC" w:rsidP="00BE4715">
      <w:pPr>
        <w:pStyle w:val="Heading1"/>
        <w:spacing w:after="120"/>
        <w:rPr>
          <w:b/>
        </w:rPr>
      </w:pPr>
      <w:bookmarkStart w:id="3" w:name="_Toc25087862"/>
      <w:r w:rsidRPr="004B7104">
        <w:rPr>
          <w:b/>
        </w:rPr>
        <w:lastRenderedPageBreak/>
        <w:t>Introduction</w:t>
      </w:r>
      <w:bookmarkEnd w:id="3"/>
    </w:p>
    <w:p w14:paraId="2C127657" w14:textId="77777777" w:rsidR="00766DD4" w:rsidRDefault="00766DD4" w:rsidP="001926EE">
      <w:pPr>
        <w:pStyle w:val="Heading2"/>
        <w:spacing w:after="120"/>
      </w:pPr>
      <w:bookmarkStart w:id="4" w:name="_Toc25087863"/>
      <w:r>
        <w:t>Background</w:t>
      </w:r>
      <w:bookmarkEnd w:id="4"/>
    </w:p>
    <w:p w14:paraId="644A3838" w14:textId="3C3A705D" w:rsidR="00A8090E" w:rsidRDefault="00724042" w:rsidP="0040433A">
      <w:pPr>
        <w:pStyle w:val="Maintext"/>
      </w:pPr>
      <w:r w:rsidRPr="00724042">
        <w:t xml:space="preserve">There are two main environments to which software developers have access for each SBR platform and various endpoints for </w:t>
      </w:r>
      <w:proofErr w:type="spellStart"/>
      <w:r w:rsidRPr="00724042">
        <w:t>VANguard</w:t>
      </w:r>
      <w:proofErr w:type="spellEnd"/>
      <w:r w:rsidRPr="00724042">
        <w:t xml:space="preserve"> </w:t>
      </w:r>
      <w:r w:rsidR="002D5D97">
        <w:t xml:space="preserve">and ATO </w:t>
      </w:r>
      <w:r w:rsidRPr="00724042">
        <w:t>STS Providers - one for testing and one for production submission of reports to agencies.</w:t>
      </w:r>
    </w:p>
    <w:p w14:paraId="570B165F" w14:textId="77777777" w:rsidR="00724042" w:rsidRDefault="00724042" w:rsidP="0040433A">
      <w:pPr>
        <w:pStyle w:val="Maintext"/>
      </w:pPr>
    </w:p>
    <w:p w14:paraId="471E9EF0" w14:textId="367AC295" w:rsidR="00766DD4" w:rsidRPr="002F56BA" w:rsidRDefault="0040433A" w:rsidP="0040433A">
      <w:pPr>
        <w:pStyle w:val="Maintext"/>
        <w:rPr>
          <w:highlight w:val="yellow"/>
        </w:rPr>
      </w:pPr>
      <w:r w:rsidRPr="0040433A">
        <w:t xml:space="preserve">The external vendor testing environment (EVTE) offers end points supporting different levels of testing as shown </w:t>
      </w:r>
      <w:r w:rsidR="00B51227">
        <w:t>further in section 2 of this document</w:t>
      </w:r>
      <w:r w:rsidRPr="0040433A">
        <w:t>. Network and message connectivity test</w:t>
      </w:r>
      <w:r w:rsidR="00216AED">
        <w:t>s may also be performed in the P</w:t>
      </w:r>
      <w:r w:rsidRPr="0040433A">
        <w:t>roduction</w:t>
      </w:r>
      <w:r w:rsidR="00216AED">
        <w:t xml:space="preserve"> (PR</w:t>
      </w:r>
      <w:r w:rsidR="00B5436F">
        <w:t>O</w:t>
      </w:r>
      <w:r w:rsidR="00216AED">
        <w:t>D)</w:t>
      </w:r>
      <w:r w:rsidRPr="0040433A">
        <w:t xml:space="preserve"> environment as part of any diagnostic functions within a software package.</w:t>
      </w:r>
    </w:p>
    <w:p w14:paraId="59DD1FEC" w14:textId="77777777" w:rsidR="00BA43CC" w:rsidRDefault="00BA43CC" w:rsidP="00131644">
      <w:pPr>
        <w:pStyle w:val="Heading2"/>
        <w:spacing w:after="120"/>
      </w:pPr>
      <w:bookmarkStart w:id="5" w:name="_Toc311801588"/>
      <w:bookmarkStart w:id="6" w:name="_Toc231632936"/>
      <w:bookmarkStart w:id="7" w:name="_Toc231632938"/>
      <w:bookmarkStart w:id="8" w:name="_Toc25087864"/>
      <w:bookmarkStart w:id="9" w:name="_Toc226473065"/>
      <w:bookmarkEnd w:id="5"/>
      <w:bookmarkEnd w:id="6"/>
      <w:bookmarkEnd w:id="7"/>
      <w:r w:rsidRPr="009B06E0">
        <w:t>Audience</w:t>
      </w:r>
      <w:bookmarkEnd w:id="8"/>
    </w:p>
    <w:p w14:paraId="6DD99479" w14:textId="18C5AFBB" w:rsidR="00CF4241" w:rsidRPr="00455FCF" w:rsidRDefault="00CF4241" w:rsidP="00DF5921">
      <w:pPr>
        <w:pStyle w:val="Maintext"/>
      </w:pPr>
      <w:r>
        <w:t xml:space="preserve">The audience for this </w:t>
      </w:r>
      <w:r w:rsidR="00DF5921">
        <w:t>quick reference document</w:t>
      </w:r>
      <w:r w:rsidR="00057024">
        <w:t xml:space="preserve"> is Digital Service Providers (DSPs) who </w:t>
      </w:r>
      <w:r w:rsidR="0091464C">
        <w:t xml:space="preserve">have or </w:t>
      </w:r>
      <w:r w:rsidR="00057024">
        <w:t>are interested in</w:t>
      </w:r>
      <w:r w:rsidR="0091464C">
        <w:t xml:space="preserve"> developing A</w:t>
      </w:r>
      <w:r w:rsidR="00216AED">
        <w:t>ustralian Taxation Office (ATO)</w:t>
      </w:r>
      <w:r w:rsidR="0091464C">
        <w:t xml:space="preserve"> wholesale services</w:t>
      </w:r>
      <w:r w:rsidR="00B02487">
        <w:t xml:space="preserve"> on either the SBR ebMS3 or SBR Core Services platforms</w:t>
      </w:r>
      <w:r w:rsidRPr="006F7AA0">
        <w:t>.</w:t>
      </w:r>
    </w:p>
    <w:p w14:paraId="0570BFF2" w14:textId="6082BCD6" w:rsidR="00065FDE" w:rsidRPr="000B2D2F" w:rsidRDefault="00766DD4" w:rsidP="00131644">
      <w:pPr>
        <w:pStyle w:val="Heading2"/>
        <w:spacing w:after="120"/>
      </w:pPr>
      <w:bookmarkStart w:id="10" w:name="_Toc229564440"/>
      <w:bookmarkStart w:id="11" w:name="_Toc229389103"/>
      <w:bookmarkStart w:id="12" w:name="_Toc229476103"/>
      <w:bookmarkStart w:id="13" w:name="_Toc229476159"/>
      <w:bookmarkStart w:id="14" w:name="_Toc229476306"/>
      <w:bookmarkStart w:id="15" w:name="_Toc229476371"/>
      <w:bookmarkStart w:id="16" w:name="_Toc229484276"/>
      <w:bookmarkStart w:id="17" w:name="_Toc229484841"/>
      <w:bookmarkStart w:id="18" w:name="_Toc229486442"/>
      <w:bookmarkStart w:id="19" w:name="_Toc229564442"/>
      <w:bookmarkStart w:id="20" w:name="_Toc229389104"/>
      <w:bookmarkStart w:id="21" w:name="_Toc229476104"/>
      <w:bookmarkStart w:id="22" w:name="_Toc229476160"/>
      <w:bookmarkStart w:id="23" w:name="_Toc229476307"/>
      <w:bookmarkStart w:id="24" w:name="_Toc229476372"/>
      <w:bookmarkStart w:id="25" w:name="_Toc229484277"/>
      <w:bookmarkStart w:id="26" w:name="_Toc229484842"/>
      <w:bookmarkStart w:id="27" w:name="_Toc229486443"/>
      <w:bookmarkStart w:id="28" w:name="_Toc229564443"/>
      <w:bookmarkStart w:id="29" w:name="_Toc229389105"/>
      <w:bookmarkStart w:id="30" w:name="_Toc229476105"/>
      <w:bookmarkStart w:id="31" w:name="_Toc229476161"/>
      <w:bookmarkStart w:id="32" w:name="_Toc229476308"/>
      <w:bookmarkStart w:id="33" w:name="_Toc229476373"/>
      <w:bookmarkStart w:id="34" w:name="_Toc229484278"/>
      <w:bookmarkStart w:id="35" w:name="_Toc229484843"/>
      <w:bookmarkStart w:id="36" w:name="_Toc229486444"/>
      <w:bookmarkStart w:id="37" w:name="_Toc229564444"/>
      <w:bookmarkStart w:id="38" w:name="_Toc229389106"/>
      <w:bookmarkStart w:id="39" w:name="_Toc229476106"/>
      <w:bookmarkStart w:id="40" w:name="_Toc229476162"/>
      <w:bookmarkStart w:id="41" w:name="_Toc229476309"/>
      <w:bookmarkStart w:id="42" w:name="_Toc229476374"/>
      <w:bookmarkStart w:id="43" w:name="_Toc229484279"/>
      <w:bookmarkStart w:id="44" w:name="_Toc229484844"/>
      <w:bookmarkStart w:id="45" w:name="_Toc229486445"/>
      <w:bookmarkStart w:id="46" w:name="_Toc229564445"/>
      <w:bookmarkStart w:id="47" w:name="_Toc229389107"/>
      <w:bookmarkStart w:id="48" w:name="_Toc229476107"/>
      <w:bookmarkStart w:id="49" w:name="_Toc229476163"/>
      <w:bookmarkStart w:id="50" w:name="_Toc229476310"/>
      <w:bookmarkStart w:id="51" w:name="_Toc229476375"/>
      <w:bookmarkStart w:id="52" w:name="_Toc229484280"/>
      <w:bookmarkStart w:id="53" w:name="_Toc229484845"/>
      <w:bookmarkStart w:id="54" w:name="_Toc229486446"/>
      <w:bookmarkStart w:id="55" w:name="_Toc229564446"/>
      <w:bookmarkStart w:id="56" w:name="_Toc229389108"/>
      <w:bookmarkStart w:id="57" w:name="_Toc229476108"/>
      <w:bookmarkStart w:id="58" w:name="_Toc229476164"/>
      <w:bookmarkStart w:id="59" w:name="_Toc229476311"/>
      <w:bookmarkStart w:id="60" w:name="_Toc229476376"/>
      <w:bookmarkStart w:id="61" w:name="_Toc229484281"/>
      <w:bookmarkStart w:id="62" w:name="_Toc229484846"/>
      <w:bookmarkStart w:id="63" w:name="_Toc229486447"/>
      <w:bookmarkStart w:id="64" w:name="_Toc229564447"/>
      <w:bookmarkStart w:id="65" w:name="_Toc229389110"/>
      <w:bookmarkStart w:id="66" w:name="_Toc229476110"/>
      <w:bookmarkStart w:id="67" w:name="_Toc229476166"/>
      <w:bookmarkStart w:id="68" w:name="_Toc229476313"/>
      <w:bookmarkStart w:id="69" w:name="_Toc229476378"/>
      <w:bookmarkStart w:id="70" w:name="_Toc229484283"/>
      <w:bookmarkStart w:id="71" w:name="_Toc229484848"/>
      <w:bookmarkStart w:id="72" w:name="_Toc229486449"/>
      <w:bookmarkStart w:id="73" w:name="_Toc229564449"/>
      <w:bookmarkStart w:id="74" w:name="_Toc229389112"/>
      <w:bookmarkStart w:id="75" w:name="_Toc229476112"/>
      <w:bookmarkStart w:id="76" w:name="_Toc229476168"/>
      <w:bookmarkStart w:id="77" w:name="_Toc229476315"/>
      <w:bookmarkStart w:id="78" w:name="_Toc229476380"/>
      <w:bookmarkStart w:id="79" w:name="_Toc229484285"/>
      <w:bookmarkStart w:id="80" w:name="_Toc229484850"/>
      <w:bookmarkStart w:id="81" w:name="_Toc229486451"/>
      <w:bookmarkStart w:id="82" w:name="_Toc229564451"/>
      <w:bookmarkStart w:id="83" w:name="_Toc229389113"/>
      <w:bookmarkStart w:id="84" w:name="_Toc229476113"/>
      <w:bookmarkStart w:id="85" w:name="_Toc229476169"/>
      <w:bookmarkStart w:id="86" w:name="_Toc229476316"/>
      <w:bookmarkStart w:id="87" w:name="_Toc229476381"/>
      <w:bookmarkStart w:id="88" w:name="_Toc229484286"/>
      <w:bookmarkStart w:id="89" w:name="_Toc229484851"/>
      <w:bookmarkStart w:id="90" w:name="_Toc229486452"/>
      <w:bookmarkStart w:id="91" w:name="_Toc229564452"/>
      <w:bookmarkStart w:id="92" w:name="_Toc229389114"/>
      <w:bookmarkStart w:id="93" w:name="_Toc229476114"/>
      <w:bookmarkStart w:id="94" w:name="_Toc229476170"/>
      <w:bookmarkStart w:id="95" w:name="_Toc229476317"/>
      <w:bookmarkStart w:id="96" w:name="_Toc229476382"/>
      <w:bookmarkStart w:id="97" w:name="_Toc229484287"/>
      <w:bookmarkStart w:id="98" w:name="_Toc229484852"/>
      <w:bookmarkStart w:id="99" w:name="_Toc229486453"/>
      <w:bookmarkStart w:id="100" w:name="_Toc229564453"/>
      <w:bookmarkStart w:id="101" w:name="_Toc229389115"/>
      <w:bookmarkStart w:id="102" w:name="_Toc229476115"/>
      <w:bookmarkStart w:id="103" w:name="_Toc229476171"/>
      <w:bookmarkStart w:id="104" w:name="_Toc229476318"/>
      <w:bookmarkStart w:id="105" w:name="_Toc229476383"/>
      <w:bookmarkStart w:id="106" w:name="_Toc229484288"/>
      <w:bookmarkStart w:id="107" w:name="_Toc229484853"/>
      <w:bookmarkStart w:id="108" w:name="_Toc229486454"/>
      <w:bookmarkStart w:id="109" w:name="_Toc229564454"/>
      <w:bookmarkStart w:id="110" w:name="STARTINGNUMBER"/>
      <w:bookmarkStart w:id="111" w:name="_Toc25087865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>
        <w:t>Document purpose</w:t>
      </w:r>
      <w:bookmarkEnd w:id="111"/>
    </w:p>
    <w:p w14:paraId="368938A4" w14:textId="167A7D75" w:rsidR="00156F20" w:rsidRPr="00156F20" w:rsidRDefault="007E4D9D" w:rsidP="00156F20">
      <w:pPr>
        <w:pStyle w:val="Maintext"/>
        <w:rPr>
          <w:rFonts w:cs="Arial"/>
          <w:szCs w:val="22"/>
        </w:rPr>
      </w:pPr>
      <w:r>
        <w:rPr>
          <w:rFonts w:cs="Arial"/>
          <w:szCs w:val="22"/>
        </w:rPr>
        <w:t>The p</w:t>
      </w:r>
      <w:r w:rsidR="00156F20" w:rsidRPr="00156F20">
        <w:rPr>
          <w:rFonts w:cs="Arial"/>
          <w:szCs w:val="22"/>
        </w:rPr>
        <w:t>urpose o</w:t>
      </w:r>
      <w:r w:rsidR="00156F20">
        <w:rPr>
          <w:rFonts w:cs="Arial"/>
          <w:szCs w:val="22"/>
        </w:rPr>
        <w:t xml:space="preserve">f this </w:t>
      </w:r>
      <w:r w:rsidR="00215521">
        <w:rPr>
          <w:rFonts w:cs="Arial"/>
          <w:szCs w:val="22"/>
        </w:rPr>
        <w:t>document is to define the physical environment end</w:t>
      </w:r>
      <w:r w:rsidR="000F3081">
        <w:rPr>
          <w:rFonts w:cs="Arial"/>
          <w:szCs w:val="22"/>
        </w:rPr>
        <w:t xml:space="preserve"> </w:t>
      </w:r>
      <w:r w:rsidR="00215521">
        <w:rPr>
          <w:rFonts w:cs="Arial"/>
          <w:szCs w:val="22"/>
        </w:rPr>
        <w:t xml:space="preserve">points </w:t>
      </w:r>
      <w:r w:rsidR="00857303">
        <w:rPr>
          <w:rFonts w:cs="Arial"/>
          <w:szCs w:val="22"/>
        </w:rPr>
        <w:t xml:space="preserve">and certificates </w:t>
      </w:r>
      <w:r w:rsidR="00215521">
        <w:rPr>
          <w:rFonts w:cs="Arial"/>
          <w:szCs w:val="22"/>
        </w:rPr>
        <w:t>for</w:t>
      </w:r>
      <w:r w:rsidR="00BA6F28">
        <w:rPr>
          <w:rFonts w:cs="Arial"/>
          <w:szCs w:val="22"/>
        </w:rPr>
        <w:t>:</w:t>
      </w:r>
      <w:r w:rsidR="00156F20">
        <w:rPr>
          <w:rFonts w:cs="Arial"/>
          <w:szCs w:val="22"/>
        </w:rPr>
        <w:t xml:space="preserve"> </w:t>
      </w:r>
      <w:r w:rsidR="00156F20" w:rsidRPr="00156F20">
        <w:rPr>
          <w:rFonts w:cs="Arial"/>
          <w:szCs w:val="22"/>
        </w:rPr>
        <w:br/>
      </w:r>
    </w:p>
    <w:p w14:paraId="494EACEB" w14:textId="34909796" w:rsidR="00156F20" w:rsidRDefault="00A73B31" w:rsidP="00EC4429">
      <w:pPr>
        <w:pStyle w:val="Maintext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the </w:t>
      </w:r>
      <w:r w:rsidR="00CF40FE">
        <w:rPr>
          <w:rFonts w:cs="Arial"/>
          <w:szCs w:val="22"/>
        </w:rPr>
        <w:t>SBR ebMS3 platform</w:t>
      </w:r>
      <w:r w:rsidR="00215521">
        <w:rPr>
          <w:rFonts w:cs="Arial"/>
          <w:szCs w:val="22"/>
        </w:rPr>
        <w:t>,</w:t>
      </w:r>
    </w:p>
    <w:p w14:paraId="725B97A4" w14:textId="2A141C87" w:rsidR="00215521" w:rsidRPr="00CF40FE" w:rsidRDefault="00A73B31" w:rsidP="00CF40FE">
      <w:pPr>
        <w:pStyle w:val="Maintext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the </w:t>
      </w:r>
      <w:r w:rsidR="00CF40FE">
        <w:rPr>
          <w:rFonts w:cs="Arial"/>
          <w:szCs w:val="22"/>
        </w:rPr>
        <w:t xml:space="preserve">SBR Core Services platform </w:t>
      </w:r>
      <w:r w:rsidR="00215521" w:rsidRPr="00CF40FE">
        <w:rPr>
          <w:rFonts w:cs="Arial"/>
          <w:szCs w:val="22"/>
        </w:rPr>
        <w:t>and</w:t>
      </w:r>
    </w:p>
    <w:p w14:paraId="47F17376" w14:textId="65DC0A2D" w:rsidR="00215521" w:rsidRPr="00F60FAC" w:rsidRDefault="00F60FAC" w:rsidP="00F60FAC">
      <w:pPr>
        <w:pStyle w:val="Maintext"/>
        <w:numPr>
          <w:ilvl w:val="0"/>
          <w:numId w:val="2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STS Providers (security services for </w:t>
      </w:r>
      <w:proofErr w:type="spellStart"/>
      <w:r>
        <w:rPr>
          <w:rFonts w:cs="Arial"/>
          <w:szCs w:val="22"/>
        </w:rPr>
        <w:t>AUSkey</w:t>
      </w:r>
      <w:proofErr w:type="spellEnd"/>
      <w:r>
        <w:rPr>
          <w:rFonts w:cs="Arial"/>
          <w:szCs w:val="22"/>
        </w:rPr>
        <w:t xml:space="preserve"> or Machine to Machine [M2M] credentials which </w:t>
      </w:r>
      <w:r w:rsidR="008B06AA">
        <w:rPr>
          <w:rFonts w:cs="Arial"/>
          <w:szCs w:val="22"/>
        </w:rPr>
        <w:t>are</w:t>
      </w:r>
      <w:r>
        <w:rPr>
          <w:rFonts w:cs="Arial"/>
          <w:szCs w:val="22"/>
        </w:rPr>
        <w:t xml:space="preserve"> ATO STS).</w:t>
      </w:r>
    </w:p>
    <w:p w14:paraId="2100A50F" w14:textId="48FDA14C" w:rsidR="00A73B31" w:rsidRPr="000B2D2F" w:rsidRDefault="00C70D35" w:rsidP="00DE64B1">
      <w:pPr>
        <w:pStyle w:val="Heading2"/>
        <w:spacing w:after="120"/>
      </w:pPr>
      <w:bookmarkStart w:id="112" w:name="_Toc25087866"/>
      <w:r>
        <w:t>Reference documents</w:t>
      </w:r>
      <w:bookmarkEnd w:id="112"/>
    </w:p>
    <w:p w14:paraId="702289D7" w14:textId="48D0E21B" w:rsidR="00BA6F28" w:rsidRDefault="00C15A4F">
      <w:r>
        <w:t xml:space="preserve">It is assumed that DSPs have read the appropriate platform </w:t>
      </w:r>
      <w:r w:rsidR="006F085E">
        <w:t>W</w:t>
      </w:r>
      <w:r w:rsidR="00AB57D6">
        <w:t>eb Services Implementation Guide (W</w:t>
      </w:r>
      <w:r w:rsidR="006F085E">
        <w:t>IG</w:t>
      </w:r>
      <w:r w:rsidR="000C7214">
        <w:t>)</w:t>
      </w:r>
      <w:r w:rsidR="006F085E">
        <w:t xml:space="preserve"> </w:t>
      </w:r>
      <w:r w:rsidR="00DE64B1">
        <w:t xml:space="preserve">and are familiar </w:t>
      </w:r>
      <w:r w:rsidR="00217B23">
        <w:t>with terminology used in Section 2 of this document.</w:t>
      </w:r>
    </w:p>
    <w:p w14:paraId="10BFBC07" w14:textId="7255E850" w:rsidR="00912736" w:rsidRPr="000B2D2F" w:rsidRDefault="00912736" w:rsidP="00912736">
      <w:pPr>
        <w:pStyle w:val="Heading2"/>
        <w:spacing w:after="120"/>
      </w:pPr>
      <w:bookmarkStart w:id="113" w:name="_Toc25087867"/>
      <w:r>
        <w:t>Environment Whitelisting</w:t>
      </w:r>
      <w:bookmarkEnd w:id="113"/>
    </w:p>
    <w:p w14:paraId="35BCE54A" w14:textId="77777777" w:rsidR="00EC0D41" w:rsidRDefault="0035234F">
      <w:r>
        <w:t xml:space="preserve">Each </w:t>
      </w:r>
      <w:r w:rsidR="00CB1CC2">
        <w:t xml:space="preserve">SBR Platform has slightly different whitelisting </w:t>
      </w:r>
      <w:r>
        <w:t xml:space="preserve">environment </w:t>
      </w:r>
      <w:r w:rsidR="00CB1CC2">
        <w:t>criteria.</w:t>
      </w:r>
      <w:r w:rsidR="004035EC">
        <w:t xml:space="preserve"> It is rec</w:t>
      </w:r>
      <w:r w:rsidR="00376B26">
        <w:t xml:space="preserve">ommended that you speak with your Account Manager to ascertain the requirements by Platform environments. </w:t>
      </w:r>
    </w:p>
    <w:p w14:paraId="00B09555" w14:textId="77777777" w:rsidR="00EC0D41" w:rsidRDefault="00EC0D41"/>
    <w:p w14:paraId="6E035423" w14:textId="689A24E4" w:rsidR="00912736" w:rsidRDefault="00F60FAC">
      <w:r>
        <w:t>EVTE STS end points have no whitelisting requirements.</w:t>
      </w:r>
    </w:p>
    <w:p w14:paraId="2281DFF9" w14:textId="7F73635E" w:rsidR="00B163D1" w:rsidRPr="00950FF5" w:rsidRDefault="00B163D1" w:rsidP="00B163D1">
      <w:pPr>
        <w:pStyle w:val="Heading2"/>
        <w:spacing w:after="120"/>
      </w:pPr>
      <w:bookmarkStart w:id="114" w:name="_Toc25087868"/>
      <w:r w:rsidRPr="00950FF5">
        <w:t>Certificate Renewals and Cross-over Dates</w:t>
      </w:r>
      <w:bookmarkEnd w:id="114"/>
    </w:p>
    <w:p w14:paraId="55B1BC10" w14:textId="732D701B" w:rsidR="00B163D1" w:rsidRPr="00950FF5" w:rsidRDefault="00C7765C" w:rsidP="00B163D1">
      <w:r w:rsidRPr="00950FF5">
        <w:t xml:space="preserve">When a platform/environment certificate is due for renewal, the ATO will typically deploy </w:t>
      </w:r>
      <w:r w:rsidR="002B7DE2" w:rsidRPr="00950FF5">
        <w:t xml:space="preserve">a new certificate prior to the </w:t>
      </w:r>
      <w:r w:rsidR="00FA4697" w:rsidRPr="00950FF5">
        <w:t>expiration</w:t>
      </w:r>
      <w:r w:rsidR="002B7DE2" w:rsidRPr="00950FF5">
        <w:t xml:space="preserve"> of the existing certificate. The new certificate will</w:t>
      </w:r>
      <w:r w:rsidR="00590C81" w:rsidRPr="00950FF5">
        <w:t xml:space="preserve"> have a date before the </w:t>
      </w:r>
      <w:r w:rsidR="00FA4697" w:rsidRPr="00950FF5">
        <w:t>expiration</w:t>
      </w:r>
      <w:r w:rsidR="00590C81" w:rsidRPr="00950FF5">
        <w:t xml:space="preserve"> of the current </w:t>
      </w:r>
      <w:r w:rsidR="00A87E9C" w:rsidRPr="00950FF5">
        <w:t xml:space="preserve">(existing) </w:t>
      </w:r>
      <w:r w:rsidR="005210C3" w:rsidRPr="00950FF5">
        <w:t xml:space="preserve">certificate </w:t>
      </w:r>
      <w:r w:rsidR="00590C81" w:rsidRPr="00950FF5">
        <w:t>to ensure continuity of service</w:t>
      </w:r>
      <w:r w:rsidR="00246074" w:rsidRPr="00950FF5">
        <w:t xml:space="preserve">, with a hard cut-over </w:t>
      </w:r>
      <w:r w:rsidR="00937398">
        <w:t xml:space="preserve">usually </w:t>
      </w:r>
      <w:r w:rsidR="00246074" w:rsidRPr="00950FF5">
        <w:t xml:space="preserve">being the date of the expiration date of the </w:t>
      </w:r>
      <w:r w:rsidR="00F71EA7" w:rsidRPr="00950FF5">
        <w:t xml:space="preserve">previous </w:t>
      </w:r>
      <w:r w:rsidR="005210C3" w:rsidRPr="00950FF5">
        <w:t>certificate</w:t>
      </w:r>
      <w:r w:rsidR="00590C81" w:rsidRPr="00950FF5">
        <w:t>.</w:t>
      </w:r>
      <w:r w:rsidR="008D14FC">
        <w:t xml:space="preserve"> Where </w:t>
      </w:r>
      <w:r w:rsidR="001352EB">
        <w:t>a hard</w:t>
      </w:r>
      <w:r w:rsidR="008D14FC">
        <w:t xml:space="preserve"> cut over </w:t>
      </w:r>
      <w:r w:rsidR="001352EB">
        <w:t>occurs</w:t>
      </w:r>
      <w:r w:rsidR="008D14FC">
        <w:t xml:space="preserve"> before the current </w:t>
      </w:r>
      <w:r w:rsidR="000125C6">
        <w:t>(existing) certificate</w:t>
      </w:r>
      <w:r w:rsidR="001352EB">
        <w:t xml:space="preserve"> </w:t>
      </w:r>
      <w:proofErr w:type="spellStart"/>
      <w:r w:rsidR="001352EB">
        <w:t>expriation</w:t>
      </w:r>
      <w:proofErr w:type="spellEnd"/>
      <w:r w:rsidR="000125C6">
        <w:t xml:space="preserve"> due </w:t>
      </w:r>
      <w:r w:rsidR="009C349F">
        <w:t xml:space="preserve">to </w:t>
      </w:r>
      <w:r w:rsidR="000125C6">
        <w:t>deployment scheduling</w:t>
      </w:r>
      <w:r w:rsidR="009C07B6">
        <w:t>, the ATO will notify</w:t>
      </w:r>
      <w:r w:rsidR="00104084">
        <w:t xml:space="preserve"> DSPs via this document and News Updates.</w:t>
      </w:r>
    </w:p>
    <w:p w14:paraId="0EEDEBBE" w14:textId="77777777" w:rsidR="004D50D1" w:rsidRPr="00950FF5" w:rsidRDefault="004D50D1" w:rsidP="00B163D1"/>
    <w:p w14:paraId="58799431" w14:textId="2AFF538C" w:rsidR="004D50D1" w:rsidRDefault="004D50D1" w:rsidP="00B163D1">
      <w:r w:rsidRPr="00950FF5">
        <w:t>This document details the latest certificates only</w:t>
      </w:r>
      <w:r w:rsidR="00586A75" w:rsidRPr="00950FF5">
        <w:t>.</w:t>
      </w:r>
      <w:r w:rsidR="00F71EA7" w:rsidRPr="00950FF5">
        <w:t xml:space="preserve"> Certificates are published to SBR ShareFile</w:t>
      </w:r>
      <w:r w:rsidR="00756884" w:rsidRPr="00950FF5">
        <w:t xml:space="preserve"> – those due for expiration are removed when expired and the new certificates take effect.</w:t>
      </w:r>
    </w:p>
    <w:p w14:paraId="1E889BC3" w14:textId="77777777" w:rsidR="00B163D1" w:rsidRDefault="00B163D1" w:rsidP="00B163D1"/>
    <w:p w14:paraId="7881B175" w14:textId="77777777" w:rsidR="00B163D1" w:rsidRDefault="00B163D1"/>
    <w:p w14:paraId="75F87F1D" w14:textId="61940DB1" w:rsidR="00BA6F28" w:rsidRPr="00283CE7" w:rsidRDefault="008300AF" w:rsidP="00BA6F28">
      <w:pPr>
        <w:pStyle w:val="Heading1"/>
        <w:spacing w:after="120"/>
      </w:pPr>
      <w:bookmarkStart w:id="115" w:name="_Toc25087869"/>
      <w:r w:rsidRPr="00283CE7">
        <w:lastRenderedPageBreak/>
        <w:t>SBR</w:t>
      </w:r>
      <w:r w:rsidR="00EC6CFE" w:rsidRPr="00283CE7">
        <w:t xml:space="preserve"> </w:t>
      </w:r>
      <w:r w:rsidR="00EC6CFE" w:rsidRPr="00283CE7">
        <w:rPr>
          <w:caps w:val="0"/>
        </w:rPr>
        <w:t>eb</w:t>
      </w:r>
      <w:r w:rsidR="00EC6CFE" w:rsidRPr="00283CE7">
        <w:t>MS3</w:t>
      </w:r>
      <w:bookmarkEnd w:id="115"/>
    </w:p>
    <w:p w14:paraId="33CA9459" w14:textId="5395F3F7" w:rsidR="00E4774C" w:rsidRPr="000B2D2F" w:rsidRDefault="005842D5" w:rsidP="00F91A7A">
      <w:pPr>
        <w:pStyle w:val="Heading2"/>
        <w:spacing w:before="160"/>
      </w:pPr>
      <w:bookmarkStart w:id="116" w:name="_Toc25087870"/>
      <w:r>
        <w:t>EVTE</w:t>
      </w:r>
      <w:r w:rsidR="008300AF">
        <w:t>3</w:t>
      </w:r>
      <w:bookmarkEnd w:id="116"/>
    </w:p>
    <w:p w14:paraId="4A8D95AC" w14:textId="027EDC1F" w:rsidR="002855EC" w:rsidRDefault="008300AF" w:rsidP="002855EC">
      <w:pPr>
        <w:pStyle w:val="Heading3"/>
      </w:pPr>
      <w:bookmarkStart w:id="117" w:name="_Toc25087871"/>
      <w:r>
        <w:t>Physical end points</w:t>
      </w:r>
      <w:bookmarkEnd w:id="117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3969"/>
        <w:gridCol w:w="2268"/>
      </w:tblGrid>
      <w:tr w:rsidR="00E14D5F" w:rsidRPr="009452DB" w14:paraId="7A61634C" w14:textId="77777777" w:rsidTr="00283F1D">
        <w:trPr>
          <w:tblHeader/>
        </w:trPr>
        <w:tc>
          <w:tcPr>
            <w:tcW w:w="1809" w:type="dxa"/>
            <w:shd w:val="clear" w:color="auto" w:fill="4F81BD" w:themeFill="accent1"/>
          </w:tcPr>
          <w:p w14:paraId="52926DF1" w14:textId="18E10897" w:rsidR="00E14D5F" w:rsidRPr="009452DB" w:rsidRDefault="00B234F2" w:rsidP="003F5656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End point description</w:t>
            </w:r>
          </w:p>
        </w:tc>
        <w:tc>
          <w:tcPr>
            <w:tcW w:w="2127" w:type="dxa"/>
            <w:shd w:val="clear" w:color="auto" w:fill="4F81BD" w:themeFill="accent1"/>
            <w:vAlign w:val="center"/>
          </w:tcPr>
          <w:p w14:paraId="600AF586" w14:textId="71E199C7" w:rsidR="00E14D5F" w:rsidRPr="009452DB" w:rsidRDefault="00E14D5F" w:rsidP="000F3081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Logical </w:t>
            </w:r>
            <w:r w:rsidR="000F308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nd</w:t>
            </w:r>
            <w:r w:rsidR="000F308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  <w:tc>
          <w:tcPr>
            <w:tcW w:w="3969" w:type="dxa"/>
            <w:shd w:val="clear" w:color="auto" w:fill="4F81BD" w:themeFill="accent1"/>
            <w:vAlign w:val="center"/>
          </w:tcPr>
          <w:p w14:paraId="1F7A106A" w14:textId="4C768804" w:rsidR="00E14D5F" w:rsidRPr="009452DB" w:rsidRDefault="00E14D5F" w:rsidP="000F3081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Physical </w:t>
            </w:r>
            <w:r w:rsidR="000F308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nd</w:t>
            </w:r>
            <w:r w:rsidR="000F308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  <w:tc>
          <w:tcPr>
            <w:tcW w:w="2268" w:type="dxa"/>
            <w:shd w:val="clear" w:color="auto" w:fill="4F81BD" w:themeFill="accent1"/>
          </w:tcPr>
          <w:p w14:paraId="28D47A37" w14:textId="77777777" w:rsidR="00E14D5F" w:rsidRPr="009452DB" w:rsidRDefault="00E14D5F" w:rsidP="00D8737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452DB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Service Invocation Type Supported</w:t>
            </w:r>
          </w:p>
        </w:tc>
      </w:tr>
      <w:tr w:rsidR="00B07AD8" w:rsidRPr="00B65734" w14:paraId="3C4C6A15" w14:textId="77777777" w:rsidTr="00283F1D">
        <w:tc>
          <w:tcPr>
            <w:tcW w:w="1809" w:type="dxa"/>
            <w:vMerge w:val="restart"/>
            <w:shd w:val="clear" w:color="auto" w:fill="auto"/>
          </w:tcPr>
          <w:p w14:paraId="04534EBE" w14:textId="11F75B79" w:rsidR="00B07AD8" w:rsidRPr="005600AC" w:rsidRDefault="00B234F2" w:rsidP="005600AC">
            <w:pPr>
              <w:pStyle w:val="ListParagraph"/>
              <w:numPr>
                <w:ilvl w:val="0"/>
                <w:numId w:val="33"/>
              </w:numPr>
              <w:ind w:left="28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Authenticated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052B5A37" w14:textId="5690993B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Single Synchronous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6B30B057" w14:textId="608445AF" w:rsidR="00B07AD8" w:rsidRPr="008C178D" w:rsidRDefault="00A60972" w:rsidP="00D8737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hyperlink r:id="rId20" w:history="1">
              <w:r w:rsidR="00B07AD8" w:rsidRPr="008C178D">
                <w:rPr>
                  <w:rStyle w:val="Hyperlink"/>
                  <w:rFonts w:asciiTheme="minorHAnsi" w:hAnsiTheme="minorHAnsi"/>
                  <w:b w:val="0"/>
                  <w:color w:val="000000"/>
                  <w:sz w:val="20"/>
                  <w:szCs w:val="20"/>
                  <w:u w:val="none"/>
                </w:rPr>
                <w:t>https://test2.ato.sbr.gov.au/services/Single-sync</w:t>
              </w:r>
            </w:hyperlink>
            <w:r w:rsidR="00B07AD8" w:rsidRPr="008C178D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45E9FAEF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Single-Sync-Chatty</w:t>
            </w:r>
          </w:p>
        </w:tc>
      </w:tr>
      <w:tr w:rsidR="00B07AD8" w:rsidRPr="00B65734" w14:paraId="0F5DD7FB" w14:textId="77777777" w:rsidTr="00283F1D">
        <w:tc>
          <w:tcPr>
            <w:tcW w:w="1809" w:type="dxa"/>
            <w:vMerge/>
            <w:shd w:val="clear" w:color="auto" w:fill="auto"/>
          </w:tcPr>
          <w:p w14:paraId="2F67257B" w14:textId="77777777" w:rsidR="00B07AD8" w:rsidRPr="00E66CEE" w:rsidRDefault="00B07AD8" w:rsidP="00D87375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14:paraId="5A8E7780" w14:textId="0B008E7E" w:rsidR="00B07AD8" w:rsidRPr="00C70F92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C70F92">
              <w:rPr>
                <w:rFonts w:asciiTheme="minorHAnsi" w:hAnsiTheme="minorHAnsi"/>
                <w:sz w:val="20"/>
                <w:szCs w:val="20"/>
              </w:rPr>
              <w:t>Single Asynchronous</w:t>
            </w:r>
          </w:p>
        </w:tc>
        <w:tc>
          <w:tcPr>
            <w:tcW w:w="3969" w:type="dxa"/>
          </w:tcPr>
          <w:p w14:paraId="268B5B78" w14:textId="5A174315" w:rsidR="00B07AD8" w:rsidRPr="008C178D" w:rsidRDefault="00B07AD8" w:rsidP="00D8737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C178D">
              <w:rPr>
                <w:rFonts w:asciiTheme="minorHAnsi" w:hAnsiTheme="minorHAnsi"/>
                <w:noProof/>
                <w:sz w:val="20"/>
                <w:szCs w:val="20"/>
              </w:rPr>
              <w:t>https://test2.ato.sbr.gov.au/services/Single-async</w:t>
            </w:r>
          </w:p>
        </w:tc>
        <w:tc>
          <w:tcPr>
            <w:tcW w:w="2268" w:type="dxa"/>
          </w:tcPr>
          <w:p w14:paraId="4B40C8A2" w14:textId="77777777" w:rsidR="00B07AD8" w:rsidRPr="00C70F92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C70F92">
              <w:rPr>
                <w:rFonts w:asciiTheme="minorHAnsi" w:hAnsiTheme="minorHAnsi"/>
                <w:sz w:val="20"/>
                <w:szCs w:val="20"/>
              </w:rPr>
              <w:t>Single-</w:t>
            </w:r>
            <w:proofErr w:type="spellStart"/>
            <w:r w:rsidRPr="00C70F92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C70F92">
              <w:rPr>
                <w:rFonts w:asciiTheme="minorHAnsi" w:hAnsiTheme="minorHAnsi"/>
                <w:sz w:val="20"/>
                <w:szCs w:val="20"/>
              </w:rPr>
              <w:t>-Chatty</w:t>
            </w:r>
          </w:p>
        </w:tc>
      </w:tr>
      <w:tr w:rsidR="00B07AD8" w:rsidRPr="00B65734" w14:paraId="4389910A" w14:textId="77777777" w:rsidTr="00283F1D">
        <w:tc>
          <w:tcPr>
            <w:tcW w:w="1809" w:type="dxa"/>
            <w:vMerge/>
            <w:shd w:val="clear" w:color="auto" w:fill="auto"/>
          </w:tcPr>
          <w:p w14:paraId="1255E88C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BE5F1" w:themeFill="accent1" w:themeFillTint="33"/>
          </w:tcPr>
          <w:p w14:paraId="1E336598" w14:textId="2315B1E2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Bulk and Batch Push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34CD2E8B" w14:textId="3C3FF3FF" w:rsidR="00B07AD8" w:rsidRPr="008C178D" w:rsidRDefault="00A60972" w:rsidP="00D8737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hyperlink r:id="rId21" w:history="1">
              <w:r w:rsidR="00B07AD8" w:rsidRPr="008C178D">
                <w:rPr>
                  <w:rStyle w:val="Hyperlink"/>
                  <w:rFonts w:asciiTheme="minorHAnsi" w:hAnsiTheme="minorHAnsi"/>
                  <w:b w:val="0"/>
                  <w:color w:val="000000"/>
                  <w:sz w:val="20"/>
                  <w:szCs w:val="20"/>
                  <w:u w:val="none"/>
                </w:rPr>
                <w:t>https://test2.ato.sbr.gov.au/services/BulkBatch-async-push</w:t>
              </w:r>
            </w:hyperlink>
            <w:r w:rsidR="00B07AD8" w:rsidRPr="008C178D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E7F586C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-Intermediate</w:t>
            </w:r>
          </w:p>
          <w:p w14:paraId="366FFD7A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-Delayed</w:t>
            </w:r>
          </w:p>
          <w:p w14:paraId="015C0DC9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Bulk-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-Delayed</w:t>
            </w:r>
          </w:p>
        </w:tc>
      </w:tr>
      <w:tr w:rsidR="00B07AD8" w:rsidRPr="00B65734" w14:paraId="3CB428E8" w14:textId="77777777" w:rsidTr="00283F1D">
        <w:tc>
          <w:tcPr>
            <w:tcW w:w="1809" w:type="dxa"/>
            <w:vMerge/>
            <w:shd w:val="clear" w:color="auto" w:fill="auto"/>
          </w:tcPr>
          <w:p w14:paraId="5F949689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0F8E0F3E" w14:textId="04C6F43E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Bulk and Batch Pull</w:t>
            </w:r>
          </w:p>
        </w:tc>
        <w:tc>
          <w:tcPr>
            <w:tcW w:w="3969" w:type="dxa"/>
          </w:tcPr>
          <w:p w14:paraId="57EB7DF6" w14:textId="5EFF9F27" w:rsidR="00B07AD8" w:rsidRPr="008C178D" w:rsidRDefault="00A60972" w:rsidP="00D8737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hyperlink r:id="rId22" w:history="1">
              <w:r w:rsidR="00B07AD8" w:rsidRPr="008C178D">
                <w:rPr>
                  <w:rStyle w:val="Hyperlink"/>
                  <w:rFonts w:asciiTheme="minorHAnsi" w:hAnsiTheme="minorHAnsi"/>
                  <w:b w:val="0"/>
                  <w:color w:val="000000"/>
                  <w:sz w:val="20"/>
                  <w:szCs w:val="20"/>
                  <w:u w:val="none"/>
                </w:rPr>
                <w:t>https://test2.ato.sbr.gov.au/services/BulkBatch-async-pull</w:t>
              </w:r>
            </w:hyperlink>
          </w:p>
        </w:tc>
        <w:tc>
          <w:tcPr>
            <w:tcW w:w="2268" w:type="dxa"/>
          </w:tcPr>
          <w:p w14:paraId="004C284D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-Intermediate</w:t>
            </w:r>
          </w:p>
          <w:p w14:paraId="04B2D4F6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-Delayed</w:t>
            </w:r>
          </w:p>
          <w:p w14:paraId="5BA0A3AE" w14:textId="77777777" w:rsidR="00B07AD8" w:rsidRPr="00B65734" w:rsidRDefault="00B07AD8" w:rsidP="00D87375">
            <w:pPr>
              <w:keepNext/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Bulk-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-Delayed</w:t>
            </w:r>
          </w:p>
        </w:tc>
      </w:tr>
      <w:tr w:rsidR="00B07AD8" w:rsidRPr="00B65734" w14:paraId="6110E200" w14:textId="77777777" w:rsidTr="00283F1D">
        <w:tc>
          <w:tcPr>
            <w:tcW w:w="1809" w:type="dxa"/>
            <w:vMerge/>
            <w:shd w:val="clear" w:color="auto" w:fill="auto"/>
          </w:tcPr>
          <w:p w14:paraId="130C759B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BE5F1" w:themeFill="accent1" w:themeFillTint="33"/>
          </w:tcPr>
          <w:p w14:paraId="6692260B" w14:textId="625FDF75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Collect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0FCA6511" w14:textId="27661EE2" w:rsidR="00B07AD8" w:rsidRPr="008C178D" w:rsidRDefault="00A60972" w:rsidP="00D8737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hyperlink r:id="rId23" w:history="1">
              <w:r w:rsidR="00B07AD8" w:rsidRPr="008C178D">
                <w:rPr>
                  <w:rStyle w:val="Hyperlink"/>
                  <w:rFonts w:asciiTheme="minorHAnsi" w:hAnsiTheme="minorHAnsi"/>
                  <w:b w:val="0"/>
                  <w:color w:val="000000"/>
                  <w:sz w:val="20"/>
                  <w:szCs w:val="20"/>
                  <w:u w:val="none"/>
                </w:rPr>
                <w:t>https://test2.ato.sbr.gov.au/services/Collect-async</w:t>
              </w:r>
            </w:hyperlink>
          </w:p>
        </w:tc>
        <w:tc>
          <w:tcPr>
            <w:tcW w:w="2268" w:type="dxa"/>
            <w:shd w:val="clear" w:color="auto" w:fill="DBE5F1" w:themeFill="accent1" w:themeFillTint="33"/>
          </w:tcPr>
          <w:p w14:paraId="6293F452" w14:textId="77777777" w:rsidR="00B07AD8" w:rsidRPr="00B65734" w:rsidRDefault="00B07AD8" w:rsidP="00D87375">
            <w:pPr>
              <w:rPr>
                <w:rFonts w:asciiTheme="minorHAnsi" w:hAnsiTheme="minorHAnsi"/>
                <w:sz w:val="20"/>
                <w:szCs w:val="20"/>
              </w:rPr>
            </w:pPr>
            <w:r w:rsidRPr="00B65734">
              <w:rPr>
                <w:rFonts w:asciiTheme="minorHAnsi" w:hAnsiTheme="minorHAnsi"/>
                <w:sz w:val="20"/>
                <w:szCs w:val="20"/>
              </w:rPr>
              <w:t>Collect-</w:t>
            </w:r>
            <w:proofErr w:type="spellStart"/>
            <w:r w:rsidRPr="00B65734">
              <w:rPr>
                <w:rFonts w:asciiTheme="minorHAnsi" w:hAnsiTheme="minorHAns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Theme="minorHAnsi" w:hAnsiTheme="minorHAnsi"/>
                <w:sz w:val="20"/>
                <w:szCs w:val="20"/>
              </w:rPr>
              <w:t>-Intermediate</w:t>
            </w:r>
          </w:p>
        </w:tc>
      </w:tr>
    </w:tbl>
    <w:p w14:paraId="0B0BA9E7" w14:textId="77777777" w:rsidR="002855EC" w:rsidRDefault="002855EC" w:rsidP="002855EC"/>
    <w:p w14:paraId="64364E79" w14:textId="77777777" w:rsidR="00C419FE" w:rsidRDefault="00C419FE" w:rsidP="002855EC"/>
    <w:p w14:paraId="444DC6B1" w14:textId="5EBE383C" w:rsidR="008300AF" w:rsidRDefault="001176B3" w:rsidP="008300AF">
      <w:pPr>
        <w:pStyle w:val="Heading3"/>
      </w:pPr>
      <w:bookmarkStart w:id="118" w:name="_Toc25087872"/>
      <w:r>
        <w:t>SSL Certificates</w:t>
      </w:r>
      <w:bookmarkEnd w:id="118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44"/>
        <w:gridCol w:w="1559"/>
        <w:gridCol w:w="1418"/>
      </w:tblGrid>
      <w:tr w:rsidR="00F50C7E" w:rsidRPr="009452DB" w14:paraId="0B9F88D6" w14:textId="77777777" w:rsidTr="00612CE4">
        <w:trPr>
          <w:tblHeader/>
        </w:trPr>
        <w:tc>
          <w:tcPr>
            <w:tcW w:w="3652" w:type="dxa"/>
            <w:shd w:val="clear" w:color="auto" w:fill="4F81BD" w:themeFill="accent1"/>
            <w:vAlign w:val="center"/>
          </w:tcPr>
          <w:p w14:paraId="1ADE19BE" w14:textId="77777777" w:rsidR="00F50C7E" w:rsidRPr="009452DB" w:rsidRDefault="00F50C7E" w:rsidP="00612CE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ShareFile  Location</w:t>
            </w:r>
          </w:p>
        </w:tc>
        <w:tc>
          <w:tcPr>
            <w:tcW w:w="3544" w:type="dxa"/>
            <w:shd w:val="clear" w:color="auto" w:fill="4F81BD" w:themeFill="accent1"/>
            <w:vAlign w:val="center"/>
          </w:tcPr>
          <w:p w14:paraId="558E555B" w14:textId="77777777" w:rsidR="00F50C7E" w:rsidRPr="009452DB" w:rsidRDefault="00F50C7E" w:rsidP="00612CE4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Contents</w:t>
            </w:r>
          </w:p>
        </w:tc>
        <w:tc>
          <w:tcPr>
            <w:tcW w:w="1559" w:type="dxa"/>
            <w:shd w:val="clear" w:color="auto" w:fill="4F81BD" w:themeFill="accent1"/>
          </w:tcPr>
          <w:p w14:paraId="506D5AE6" w14:textId="77777777" w:rsidR="00F50C7E" w:rsidRDefault="00F50C7E" w:rsidP="00612CE4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0E451767" w14:textId="77777777" w:rsidR="00F50C7E" w:rsidRDefault="00F50C7E" w:rsidP="00612CE4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F50C7E" w:rsidRPr="00DE561F" w14:paraId="44E21528" w14:textId="77777777" w:rsidTr="00612CE4">
        <w:tc>
          <w:tcPr>
            <w:tcW w:w="3652" w:type="dxa"/>
            <w:shd w:val="clear" w:color="auto" w:fill="DBE5F1" w:themeFill="accent1" w:themeFillTint="33"/>
          </w:tcPr>
          <w:p w14:paraId="025138FC" w14:textId="77777777" w:rsidR="00F50C7E" w:rsidRPr="00B65734" w:rsidRDefault="00A60972" w:rsidP="00612CE4">
            <w:pPr>
              <w:rPr>
                <w:rFonts w:asciiTheme="minorHAnsi" w:hAnsiTheme="minorHAnsi"/>
                <w:sz w:val="20"/>
                <w:szCs w:val="20"/>
              </w:rPr>
            </w:pPr>
            <w:hyperlink r:id="rId24" w:anchor="/home/shared/fo4e4539-b4ec-4ea1-a16a-9aee0541621f" w:history="1">
              <w:r w:rsidR="00F50C7E" w:rsidRPr="001C22B2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SBR ebMS3 - EVTE3</w:t>
              </w:r>
            </w:hyperlink>
          </w:p>
        </w:tc>
        <w:tc>
          <w:tcPr>
            <w:tcW w:w="3544" w:type="dxa"/>
            <w:shd w:val="clear" w:color="auto" w:fill="DBE5F1" w:themeFill="accent1" w:themeFillTint="33"/>
          </w:tcPr>
          <w:p w14:paraId="0103DAB7" w14:textId="77777777" w:rsidR="00F50C7E" w:rsidRPr="003E0886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test2.ato.sbr.gov.au.crt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0BEA56AF" w14:textId="77777777" w:rsidR="00F50C7E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28/03/2019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80C2487" w14:textId="77777777" w:rsidR="00F50C7E" w:rsidRPr="00DE561F" w:rsidRDefault="00F50C7E" w:rsidP="00612CE4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8801F4">
              <w:rPr>
                <w:rFonts w:asciiTheme="minorHAnsi" w:hAnsiTheme="minorHAnsi"/>
                <w:sz w:val="20"/>
                <w:szCs w:val="20"/>
              </w:rPr>
              <w:t>08/05/2020</w:t>
            </w:r>
          </w:p>
        </w:tc>
      </w:tr>
      <w:tr w:rsidR="00F50C7E" w:rsidRPr="00DE561F" w14:paraId="72DDAEF3" w14:textId="77777777" w:rsidTr="00612CE4">
        <w:tc>
          <w:tcPr>
            <w:tcW w:w="3652" w:type="dxa"/>
            <w:shd w:val="clear" w:color="auto" w:fill="auto"/>
          </w:tcPr>
          <w:p w14:paraId="305281D7" w14:textId="77777777" w:rsidR="00F50C7E" w:rsidRPr="00C70F92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84BD491" w14:textId="77777777" w:rsidR="00F50C7E" w:rsidRPr="006A3725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test2.ato.sbr.gov.au-intermediate.crt</w:t>
            </w:r>
          </w:p>
        </w:tc>
        <w:tc>
          <w:tcPr>
            <w:tcW w:w="1559" w:type="dxa"/>
          </w:tcPr>
          <w:p w14:paraId="4026B91C" w14:textId="77777777" w:rsidR="00F50C7E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06/11/2017</w:t>
            </w:r>
          </w:p>
        </w:tc>
        <w:tc>
          <w:tcPr>
            <w:tcW w:w="1418" w:type="dxa"/>
          </w:tcPr>
          <w:p w14:paraId="2898395F" w14:textId="77777777" w:rsidR="00F50C7E" w:rsidRPr="00DE561F" w:rsidRDefault="00F50C7E" w:rsidP="00612CE4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1A252D">
              <w:rPr>
                <w:rFonts w:asciiTheme="minorHAnsi" w:hAnsiTheme="minorHAnsi"/>
                <w:sz w:val="20"/>
                <w:szCs w:val="20"/>
              </w:rPr>
              <w:t>06/11/2027</w:t>
            </w:r>
          </w:p>
        </w:tc>
      </w:tr>
      <w:tr w:rsidR="00F50C7E" w:rsidRPr="00DE561F" w14:paraId="7B2051BA" w14:textId="77777777" w:rsidTr="00612CE4">
        <w:tc>
          <w:tcPr>
            <w:tcW w:w="3652" w:type="dxa"/>
            <w:shd w:val="clear" w:color="auto" w:fill="DBE5F1" w:themeFill="accent1" w:themeFillTint="33"/>
          </w:tcPr>
          <w:p w14:paraId="3D8D9E62" w14:textId="77777777" w:rsidR="00F50C7E" w:rsidRPr="00B65734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BE5F1" w:themeFill="accent1" w:themeFillTint="33"/>
          </w:tcPr>
          <w:p w14:paraId="7D01E40C" w14:textId="77777777" w:rsidR="00F50C7E" w:rsidRPr="0068604E" w:rsidRDefault="00F50C7E" w:rsidP="00612CE4">
            <w:pPr>
              <w:rPr>
                <w:rFonts w:asciiTheme="minorHAnsi" w:hAnsi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test2.ato.sbr.gov.au-root.crt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4C96A761" w14:textId="77777777" w:rsidR="00F50C7E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A95837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0/</w:t>
            </w:r>
            <w:r w:rsidRPr="00A95837">
              <w:rPr>
                <w:rFonts w:asciiTheme="minorHAnsi" w:hAnsiTheme="minorHAnsi"/>
                <w:sz w:val="20"/>
                <w:szCs w:val="20"/>
              </w:rPr>
              <w:t>11/2006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AA01A5D" w14:textId="77777777" w:rsidR="00F50C7E" w:rsidRPr="00DE561F" w:rsidRDefault="00F50C7E" w:rsidP="00612CE4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8C0B96">
              <w:rPr>
                <w:rFonts w:asciiTheme="minorHAnsi" w:hAnsiTheme="minorHAnsi"/>
                <w:sz w:val="20"/>
                <w:szCs w:val="20"/>
              </w:rPr>
              <w:t>10/11/2031</w:t>
            </w:r>
          </w:p>
        </w:tc>
      </w:tr>
      <w:tr w:rsidR="00F50C7E" w:rsidRPr="00B65734" w14:paraId="1DE011BC" w14:textId="77777777" w:rsidTr="00612CE4">
        <w:tc>
          <w:tcPr>
            <w:tcW w:w="3652" w:type="dxa"/>
            <w:shd w:val="clear" w:color="auto" w:fill="auto"/>
          </w:tcPr>
          <w:p w14:paraId="21EC34A6" w14:textId="77777777" w:rsidR="00F50C7E" w:rsidRPr="00B65734" w:rsidRDefault="00A60972" w:rsidP="00612CE4">
            <w:pPr>
              <w:rPr>
                <w:rFonts w:asciiTheme="minorHAnsi" w:hAnsiTheme="minorHAnsi"/>
                <w:sz w:val="20"/>
                <w:szCs w:val="20"/>
              </w:rPr>
            </w:pPr>
            <w:hyperlink r:id="rId25" w:anchor="/home/shared/fo88be5d-a06e-42b1-8641-7db26880a983" w:history="1">
              <w:r w:rsidR="00F50C7E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SBR ebMS3 - EVTE3 - outbound signing</w:t>
              </w:r>
            </w:hyperlink>
          </w:p>
        </w:tc>
        <w:tc>
          <w:tcPr>
            <w:tcW w:w="3544" w:type="dxa"/>
            <w:shd w:val="clear" w:color="auto" w:fill="auto"/>
          </w:tcPr>
          <w:p w14:paraId="7DAC8351" w14:textId="77777777" w:rsidR="00F50C7E" w:rsidRPr="00CA1A31" w:rsidRDefault="00F50C7E" w:rsidP="00612CE4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FD1F7E">
              <w:rPr>
                <w:rFonts w:asciiTheme="minorHAnsi" w:hAnsiTheme="minorHAnsi"/>
                <w:sz w:val="20"/>
                <w:szCs w:val="20"/>
              </w:rPr>
              <w:t>test.signing.sbr.gov.au.crt</w:t>
            </w:r>
          </w:p>
        </w:tc>
        <w:tc>
          <w:tcPr>
            <w:tcW w:w="1559" w:type="dxa"/>
            <w:shd w:val="clear" w:color="auto" w:fill="auto"/>
          </w:tcPr>
          <w:p w14:paraId="5E36B169" w14:textId="77777777" w:rsidR="00F50C7E" w:rsidRPr="00FD1F7E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03/06/2019</w:t>
            </w:r>
          </w:p>
        </w:tc>
        <w:tc>
          <w:tcPr>
            <w:tcW w:w="1418" w:type="dxa"/>
            <w:shd w:val="clear" w:color="auto" w:fill="auto"/>
          </w:tcPr>
          <w:p w14:paraId="7340F410" w14:textId="77777777" w:rsidR="00F50C7E" w:rsidRPr="00991F7C" w:rsidRDefault="00F50C7E" w:rsidP="00612CE4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28/08</w:t>
            </w:r>
            <w:r w:rsidRPr="00FD1F7E">
              <w:rPr>
                <w:rFonts w:asciiTheme="minorHAnsi" w:hAnsiTheme="minorHAnsi"/>
                <w:sz w:val="20"/>
                <w:szCs w:val="20"/>
              </w:rPr>
              <w:t>/20</w:t>
            </w: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F50C7E" w:rsidRPr="00B65734" w14:paraId="0E3EC4D0" w14:textId="77777777" w:rsidTr="00612CE4">
        <w:tc>
          <w:tcPr>
            <w:tcW w:w="3652" w:type="dxa"/>
            <w:shd w:val="clear" w:color="auto" w:fill="DBE5F1" w:themeFill="accent1" w:themeFillTint="33"/>
          </w:tcPr>
          <w:p w14:paraId="38151FF4" w14:textId="77777777" w:rsidR="00F50C7E" w:rsidRPr="00B65734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BE5F1" w:themeFill="accent1" w:themeFillTint="33"/>
          </w:tcPr>
          <w:p w14:paraId="1D77B87F" w14:textId="77777777" w:rsidR="00F50C7E" w:rsidRPr="00360395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360395">
              <w:rPr>
                <w:rFonts w:asciiTheme="minorHAnsi" w:hAnsiTheme="minorHAnsi"/>
                <w:sz w:val="20"/>
                <w:szCs w:val="20"/>
              </w:rPr>
              <w:t>test.signing.sbr.gov.au-intermediate.crt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4EDA659" w14:textId="77777777" w:rsidR="00F50C7E" w:rsidRPr="00671C1E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671C1E">
              <w:rPr>
                <w:rFonts w:asciiTheme="minorHAnsi" w:hAnsiTheme="minorHAnsi"/>
                <w:sz w:val="20"/>
                <w:szCs w:val="20"/>
              </w:rPr>
              <w:t>06/11/2017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C135F5F" w14:textId="77777777" w:rsidR="00F50C7E" w:rsidRPr="00671C1E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671C1E">
              <w:rPr>
                <w:rFonts w:asciiTheme="minorHAnsi" w:hAnsiTheme="minorHAnsi"/>
                <w:sz w:val="20"/>
                <w:szCs w:val="20"/>
              </w:rPr>
              <w:t>06/11/2027</w:t>
            </w:r>
          </w:p>
        </w:tc>
      </w:tr>
      <w:tr w:rsidR="00F50C7E" w:rsidRPr="00B65734" w14:paraId="296A726E" w14:textId="77777777" w:rsidTr="00612CE4">
        <w:tc>
          <w:tcPr>
            <w:tcW w:w="3652" w:type="dxa"/>
            <w:shd w:val="clear" w:color="auto" w:fill="auto"/>
          </w:tcPr>
          <w:p w14:paraId="19111870" w14:textId="77777777" w:rsidR="00F50C7E" w:rsidRPr="00B65734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FE32EFE" w14:textId="77777777" w:rsidR="00F50C7E" w:rsidRPr="00360395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360395">
              <w:rPr>
                <w:rFonts w:asciiTheme="minorHAnsi" w:hAnsiTheme="minorHAnsi"/>
                <w:sz w:val="20"/>
                <w:szCs w:val="20"/>
              </w:rPr>
              <w:t>test.signing.sbr.gov.au-root.crt</w:t>
            </w:r>
          </w:p>
        </w:tc>
        <w:tc>
          <w:tcPr>
            <w:tcW w:w="1559" w:type="dxa"/>
          </w:tcPr>
          <w:p w14:paraId="098EA9DB" w14:textId="77777777" w:rsidR="00F50C7E" w:rsidRPr="00D27D2A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A95837">
              <w:rPr>
                <w:rFonts w:asciiTheme="minorHAnsi" w:hAnsiTheme="minorHAnsi"/>
                <w:sz w:val="20"/>
                <w:szCs w:val="20"/>
              </w:rPr>
              <w:t>17/11/2006</w:t>
            </w:r>
          </w:p>
        </w:tc>
        <w:tc>
          <w:tcPr>
            <w:tcW w:w="1418" w:type="dxa"/>
          </w:tcPr>
          <w:p w14:paraId="4116F965" w14:textId="77777777" w:rsidR="00F50C7E" w:rsidRPr="00D27D2A" w:rsidRDefault="00F50C7E" w:rsidP="00612CE4">
            <w:pPr>
              <w:rPr>
                <w:rFonts w:asciiTheme="minorHAnsi" w:hAnsiTheme="minorHAnsi"/>
                <w:sz w:val="20"/>
                <w:szCs w:val="20"/>
              </w:rPr>
            </w:pPr>
            <w:r w:rsidRPr="00A95837">
              <w:rPr>
                <w:rFonts w:asciiTheme="minorHAnsi" w:hAnsiTheme="minorHAnsi"/>
                <w:sz w:val="20"/>
                <w:szCs w:val="20"/>
              </w:rPr>
              <w:t>17/07/2036</w:t>
            </w:r>
          </w:p>
        </w:tc>
      </w:tr>
    </w:tbl>
    <w:p w14:paraId="11D7B241" w14:textId="77777777" w:rsidR="00F50C7E" w:rsidRDefault="00F50C7E" w:rsidP="002855EC"/>
    <w:p w14:paraId="126D5D6A" w14:textId="77777777" w:rsidR="00C419FE" w:rsidRDefault="00C419FE" w:rsidP="002855EC"/>
    <w:p w14:paraId="0C5129BB" w14:textId="7835BEB4" w:rsidR="005409F6" w:rsidRPr="000B2D2F" w:rsidRDefault="005409F6" w:rsidP="005409F6">
      <w:pPr>
        <w:pStyle w:val="Heading2"/>
        <w:spacing w:before="160"/>
      </w:pPr>
      <w:bookmarkStart w:id="119" w:name="_Toc25087873"/>
      <w:r>
        <w:t>PROD2</w:t>
      </w:r>
      <w:bookmarkEnd w:id="119"/>
    </w:p>
    <w:p w14:paraId="042C6C66" w14:textId="77777777" w:rsidR="005409F6" w:rsidRDefault="005409F6" w:rsidP="005409F6">
      <w:pPr>
        <w:pStyle w:val="Heading3"/>
      </w:pPr>
      <w:bookmarkStart w:id="120" w:name="_Toc25087874"/>
      <w:r>
        <w:t>Physical end points</w:t>
      </w:r>
      <w:bookmarkEnd w:id="120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1780"/>
        <w:gridCol w:w="2030"/>
        <w:gridCol w:w="4221"/>
        <w:gridCol w:w="2142"/>
      </w:tblGrid>
      <w:tr w:rsidR="005409F6" w:rsidRPr="00D87F24" w14:paraId="230B9F3A" w14:textId="77777777" w:rsidTr="00FE0902">
        <w:trPr>
          <w:tblHeader/>
        </w:trPr>
        <w:tc>
          <w:tcPr>
            <w:tcW w:w="1809" w:type="dxa"/>
            <w:shd w:val="clear" w:color="auto" w:fill="4F81BD" w:themeFill="accent1"/>
          </w:tcPr>
          <w:p w14:paraId="374731B6" w14:textId="77777777" w:rsidR="005409F6" w:rsidRPr="008B2C1B" w:rsidRDefault="005409F6" w:rsidP="00FE0902">
            <w:pPr>
              <w:spacing w:before="120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End point description</w:t>
            </w:r>
          </w:p>
        </w:tc>
        <w:tc>
          <w:tcPr>
            <w:tcW w:w="2127" w:type="dxa"/>
            <w:shd w:val="clear" w:color="auto" w:fill="4F81BD" w:themeFill="accent1"/>
            <w:vAlign w:val="center"/>
          </w:tcPr>
          <w:p w14:paraId="414AF6D9" w14:textId="77777777" w:rsidR="005409F6" w:rsidRPr="00D87F24" w:rsidRDefault="005409F6" w:rsidP="00FE090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Logical 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nd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  <w:tc>
          <w:tcPr>
            <w:tcW w:w="3969" w:type="dxa"/>
            <w:shd w:val="clear" w:color="auto" w:fill="4F81BD" w:themeFill="accent1"/>
            <w:vAlign w:val="center"/>
          </w:tcPr>
          <w:p w14:paraId="73ECB39A" w14:textId="77777777" w:rsidR="005409F6" w:rsidRPr="00D87F24" w:rsidRDefault="005409F6" w:rsidP="00FE090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Physical 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nd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  <w:tc>
          <w:tcPr>
            <w:tcW w:w="2268" w:type="dxa"/>
            <w:shd w:val="clear" w:color="auto" w:fill="4F81BD" w:themeFill="accent1"/>
          </w:tcPr>
          <w:p w14:paraId="5AB313CE" w14:textId="77777777" w:rsidR="005409F6" w:rsidRPr="00D87F24" w:rsidRDefault="005409F6" w:rsidP="00FE0902">
            <w:pP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Service Invocation Type Supported</w:t>
            </w:r>
          </w:p>
        </w:tc>
      </w:tr>
      <w:tr w:rsidR="005409F6" w:rsidRPr="00B65734" w14:paraId="1A9242BB" w14:textId="77777777" w:rsidTr="00FE0902">
        <w:tc>
          <w:tcPr>
            <w:tcW w:w="1809" w:type="dxa"/>
            <w:vMerge w:val="restart"/>
            <w:shd w:val="clear" w:color="auto" w:fill="auto"/>
          </w:tcPr>
          <w:p w14:paraId="0FE8424C" w14:textId="77777777" w:rsidR="005409F6" w:rsidRPr="00E322DC" w:rsidRDefault="005409F6" w:rsidP="00FE0902">
            <w:pPr>
              <w:pStyle w:val="ListParagraph"/>
              <w:numPr>
                <w:ilvl w:val="0"/>
                <w:numId w:val="33"/>
              </w:numPr>
              <w:ind w:left="28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Authenticated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5C44295C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Single Synchronous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3DF3A0C3" w14:textId="38F576D7" w:rsidR="005409F6" w:rsidRPr="000E3452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0E3452">
              <w:rPr>
                <w:rFonts w:ascii="Calibri" w:hAnsi="Calibri"/>
                <w:sz w:val="20"/>
                <w:szCs w:val="20"/>
              </w:rPr>
              <w:t>https://</w:t>
            </w:r>
            <w:r w:rsidR="00A974A5" w:rsidRPr="000E3452">
              <w:rPr>
                <w:rFonts w:ascii="Calibri" w:hAnsi="Calibri"/>
                <w:sz w:val="20"/>
                <w:szCs w:val="20"/>
              </w:rPr>
              <w:t>prod2.</w:t>
            </w:r>
            <w:r w:rsidRPr="000E3452">
              <w:rPr>
                <w:rFonts w:ascii="Calibri" w:hAnsi="Calibri"/>
                <w:sz w:val="20"/>
                <w:szCs w:val="20"/>
              </w:rPr>
              <w:t xml:space="preserve">ato.sbr.gov.au/services/Single-sync 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466B39B9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Single-Sync-Chatty</w:t>
            </w:r>
          </w:p>
        </w:tc>
      </w:tr>
      <w:tr w:rsidR="005409F6" w:rsidRPr="00AD0364" w14:paraId="3009BD8A" w14:textId="77777777" w:rsidTr="00FE0902">
        <w:tc>
          <w:tcPr>
            <w:tcW w:w="1809" w:type="dxa"/>
            <w:vMerge/>
            <w:shd w:val="clear" w:color="auto" w:fill="auto"/>
          </w:tcPr>
          <w:p w14:paraId="7816AF36" w14:textId="77777777" w:rsidR="005409F6" w:rsidRPr="00AD0364" w:rsidRDefault="005409F6" w:rsidP="00FE0902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14:paraId="194C9C10" w14:textId="77777777" w:rsidR="005409F6" w:rsidRPr="008B2C1B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8B2C1B">
              <w:rPr>
                <w:rFonts w:ascii="Calibri" w:hAnsi="Calibri"/>
                <w:sz w:val="20"/>
                <w:szCs w:val="20"/>
              </w:rPr>
              <w:t xml:space="preserve">Single </w:t>
            </w:r>
            <w:r w:rsidRPr="008B2C1B">
              <w:rPr>
                <w:rFonts w:asciiTheme="minorHAnsi" w:hAnsiTheme="minorHAnsi"/>
                <w:sz w:val="20"/>
                <w:szCs w:val="20"/>
              </w:rPr>
              <w:t>Asynchronous</w:t>
            </w:r>
          </w:p>
        </w:tc>
        <w:tc>
          <w:tcPr>
            <w:tcW w:w="3969" w:type="dxa"/>
          </w:tcPr>
          <w:p w14:paraId="2B0BC597" w14:textId="1F486D94" w:rsidR="005409F6" w:rsidRPr="000E3452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0E3452">
              <w:rPr>
                <w:rFonts w:ascii="Calibri" w:hAnsi="Calibri"/>
                <w:sz w:val="20"/>
                <w:szCs w:val="20"/>
              </w:rPr>
              <w:t>https://</w:t>
            </w:r>
            <w:r w:rsidR="00A974A5" w:rsidRPr="000E3452">
              <w:rPr>
                <w:rFonts w:ascii="Calibri" w:hAnsi="Calibri"/>
                <w:sz w:val="20"/>
                <w:szCs w:val="20"/>
              </w:rPr>
              <w:t>prod2.</w:t>
            </w:r>
            <w:r w:rsidRPr="000E3452">
              <w:rPr>
                <w:rFonts w:ascii="Calibri" w:hAnsi="Calibri"/>
                <w:sz w:val="20"/>
                <w:szCs w:val="20"/>
              </w:rPr>
              <w:t xml:space="preserve">ato.sbr.gov.au/services/Single-async-push-pull </w:t>
            </w:r>
          </w:p>
        </w:tc>
        <w:tc>
          <w:tcPr>
            <w:tcW w:w="2268" w:type="dxa"/>
          </w:tcPr>
          <w:p w14:paraId="7DA7F909" w14:textId="77777777" w:rsidR="005409F6" w:rsidRPr="00AD0364" w:rsidRDefault="005409F6" w:rsidP="00FE0902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8B2C1B">
              <w:rPr>
                <w:rFonts w:ascii="Calibri" w:hAnsi="Calibri"/>
                <w:sz w:val="20"/>
                <w:szCs w:val="20"/>
              </w:rPr>
              <w:t>Single-</w:t>
            </w:r>
            <w:proofErr w:type="spellStart"/>
            <w:r w:rsidRPr="008B2C1B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8B2C1B">
              <w:rPr>
                <w:rFonts w:ascii="Calibri" w:hAnsi="Calibri"/>
                <w:sz w:val="20"/>
                <w:szCs w:val="20"/>
              </w:rPr>
              <w:t>-Chatty</w:t>
            </w:r>
          </w:p>
        </w:tc>
      </w:tr>
      <w:tr w:rsidR="005409F6" w:rsidRPr="00B65734" w14:paraId="1ECF7AE4" w14:textId="77777777" w:rsidTr="00FE0902">
        <w:tc>
          <w:tcPr>
            <w:tcW w:w="1809" w:type="dxa"/>
            <w:vMerge/>
            <w:shd w:val="clear" w:color="auto" w:fill="auto"/>
          </w:tcPr>
          <w:p w14:paraId="00B926F0" w14:textId="77777777" w:rsidR="005409F6" w:rsidRPr="00AD0364" w:rsidRDefault="005409F6" w:rsidP="00FE0902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shd w:val="clear" w:color="auto" w:fill="DBE5F1" w:themeFill="accent1" w:themeFillTint="33"/>
          </w:tcPr>
          <w:p w14:paraId="5A176375" w14:textId="77777777" w:rsidR="005409F6" w:rsidRPr="00AD0364" w:rsidRDefault="005409F6" w:rsidP="00FE0902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Bulk and Batch Push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4E4F6808" w14:textId="361A667F" w:rsidR="005409F6" w:rsidRPr="000E3452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0E3452">
              <w:rPr>
                <w:rFonts w:ascii="Calibri" w:hAnsi="Calibri"/>
                <w:sz w:val="20"/>
                <w:szCs w:val="20"/>
              </w:rPr>
              <w:t>https://</w:t>
            </w:r>
            <w:r w:rsidR="00A974A5" w:rsidRPr="000E3452">
              <w:rPr>
                <w:rFonts w:ascii="Calibri" w:hAnsi="Calibri"/>
                <w:sz w:val="20"/>
                <w:szCs w:val="20"/>
              </w:rPr>
              <w:t>prod2.</w:t>
            </w:r>
            <w:r w:rsidRPr="000E3452">
              <w:rPr>
                <w:rFonts w:ascii="Calibri" w:hAnsi="Calibri"/>
                <w:sz w:val="20"/>
                <w:szCs w:val="20"/>
              </w:rPr>
              <w:t xml:space="preserve">ato.sbr.gov.au/services/BulkBatch-async-push 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5756C8C1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-Intermediate</w:t>
            </w:r>
          </w:p>
          <w:p w14:paraId="376089C0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-Delayed</w:t>
            </w:r>
          </w:p>
          <w:p w14:paraId="0D916B56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Bulk-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-Delayed</w:t>
            </w:r>
          </w:p>
        </w:tc>
      </w:tr>
      <w:tr w:rsidR="005409F6" w:rsidRPr="00B65734" w14:paraId="75823957" w14:textId="77777777" w:rsidTr="00FE0902">
        <w:tc>
          <w:tcPr>
            <w:tcW w:w="1809" w:type="dxa"/>
            <w:vMerge/>
            <w:shd w:val="clear" w:color="auto" w:fill="auto"/>
          </w:tcPr>
          <w:p w14:paraId="18AA3C98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55E35CCC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Bulk and Batch Pull</w:t>
            </w:r>
          </w:p>
        </w:tc>
        <w:tc>
          <w:tcPr>
            <w:tcW w:w="3969" w:type="dxa"/>
            <w:shd w:val="clear" w:color="auto" w:fill="auto"/>
          </w:tcPr>
          <w:p w14:paraId="0E6BE630" w14:textId="24573FE1" w:rsidR="005409F6" w:rsidRPr="000E3452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0E3452">
              <w:rPr>
                <w:rFonts w:ascii="Calibri" w:hAnsi="Calibri"/>
                <w:noProof/>
                <w:sz w:val="20"/>
                <w:szCs w:val="20"/>
              </w:rPr>
              <w:t>https://</w:t>
            </w:r>
            <w:r w:rsidR="00A974A5" w:rsidRPr="000E3452">
              <w:rPr>
                <w:rFonts w:ascii="Calibri" w:hAnsi="Calibri"/>
                <w:sz w:val="20"/>
                <w:szCs w:val="20"/>
              </w:rPr>
              <w:t>prod2.</w:t>
            </w:r>
            <w:r w:rsidRPr="000E3452">
              <w:rPr>
                <w:rFonts w:ascii="Calibri" w:hAnsi="Calibri"/>
                <w:noProof/>
                <w:sz w:val="20"/>
                <w:szCs w:val="20"/>
              </w:rPr>
              <w:t>ato.sbr.gov.au/services/</w:t>
            </w:r>
            <w:proofErr w:type="spellStart"/>
            <w:r w:rsidRPr="000E3452">
              <w:rPr>
                <w:rFonts w:ascii="Calibri" w:hAnsi="Calibri"/>
                <w:noProof/>
                <w:sz w:val="20"/>
                <w:szCs w:val="20"/>
              </w:rPr>
              <w:t>BulkBatch</w:t>
            </w:r>
            <w:proofErr w:type="spellEnd"/>
            <w:r w:rsidRPr="000E3452">
              <w:rPr>
                <w:rFonts w:ascii="Calibri" w:hAnsi="Calibri"/>
                <w:noProof/>
                <w:sz w:val="20"/>
                <w:szCs w:val="20"/>
              </w:rPr>
              <w:t>-async-pull</w:t>
            </w:r>
          </w:p>
        </w:tc>
        <w:tc>
          <w:tcPr>
            <w:tcW w:w="2268" w:type="dxa"/>
            <w:shd w:val="clear" w:color="auto" w:fill="auto"/>
          </w:tcPr>
          <w:p w14:paraId="5C6A7E60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-Intermediate</w:t>
            </w:r>
          </w:p>
          <w:p w14:paraId="7C7F18E4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Batch-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-Delayed</w:t>
            </w:r>
          </w:p>
          <w:p w14:paraId="32EAD1DF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Bulk-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-Delayed</w:t>
            </w:r>
          </w:p>
        </w:tc>
      </w:tr>
      <w:tr w:rsidR="005409F6" w:rsidRPr="00B65734" w14:paraId="4E36F6F3" w14:textId="77777777" w:rsidTr="00FE0902">
        <w:tc>
          <w:tcPr>
            <w:tcW w:w="1809" w:type="dxa"/>
            <w:vMerge/>
            <w:shd w:val="clear" w:color="auto" w:fill="auto"/>
          </w:tcPr>
          <w:p w14:paraId="1FDEBCF0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BE5F1" w:themeFill="accent1" w:themeFillTint="33"/>
          </w:tcPr>
          <w:p w14:paraId="3F030041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Collect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712D98E0" w14:textId="6EF6D83D" w:rsidR="005409F6" w:rsidRPr="000E3452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0E3452">
              <w:rPr>
                <w:rFonts w:ascii="Calibri" w:hAnsi="Calibri"/>
                <w:noProof/>
                <w:sz w:val="20"/>
                <w:szCs w:val="20"/>
              </w:rPr>
              <w:t>https://</w:t>
            </w:r>
            <w:r w:rsidR="00A974A5" w:rsidRPr="000E3452">
              <w:rPr>
                <w:rFonts w:ascii="Calibri" w:hAnsi="Calibri"/>
                <w:sz w:val="20"/>
                <w:szCs w:val="20"/>
              </w:rPr>
              <w:t>prod2.</w:t>
            </w:r>
            <w:r w:rsidRPr="000E3452">
              <w:rPr>
                <w:rFonts w:ascii="Calibri" w:hAnsi="Calibri"/>
                <w:noProof/>
                <w:sz w:val="20"/>
                <w:szCs w:val="20"/>
              </w:rPr>
              <w:t>ato.sbr.gov.au/services/Collect-</w:t>
            </w:r>
            <w:proofErr w:type="spellStart"/>
            <w:r w:rsidRPr="000E3452">
              <w:rPr>
                <w:rFonts w:ascii="Calibri" w:hAnsi="Calibri"/>
                <w:noProof/>
                <w:sz w:val="20"/>
                <w:szCs w:val="20"/>
              </w:rPr>
              <w:t>async</w:t>
            </w:r>
            <w:proofErr w:type="spellEnd"/>
          </w:p>
        </w:tc>
        <w:tc>
          <w:tcPr>
            <w:tcW w:w="2268" w:type="dxa"/>
            <w:shd w:val="clear" w:color="auto" w:fill="DBE5F1" w:themeFill="accent1" w:themeFillTint="33"/>
          </w:tcPr>
          <w:p w14:paraId="7D4EAC5A" w14:textId="77777777" w:rsidR="005409F6" w:rsidRPr="00B65734" w:rsidRDefault="005409F6" w:rsidP="00FE0902">
            <w:pPr>
              <w:rPr>
                <w:rFonts w:ascii="Calibri" w:hAnsi="Calibri"/>
                <w:sz w:val="20"/>
                <w:szCs w:val="20"/>
              </w:rPr>
            </w:pPr>
            <w:r w:rsidRPr="00B65734">
              <w:rPr>
                <w:rFonts w:ascii="Calibri" w:hAnsi="Calibri"/>
                <w:sz w:val="20"/>
                <w:szCs w:val="20"/>
              </w:rPr>
              <w:t>Collect-</w:t>
            </w:r>
            <w:proofErr w:type="spellStart"/>
            <w:r w:rsidRPr="00B65734">
              <w:rPr>
                <w:rFonts w:ascii="Calibri" w:hAnsi="Calibri"/>
                <w:sz w:val="20"/>
                <w:szCs w:val="20"/>
              </w:rPr>
              <w:t>Async</w:t>
            </w:r>
            <w:proofErr w:type="spellEnd"/>
            <w:r w:rsidRPr="00B65734">
              <w:rPr>
                <w:rFonts w:ascii="Calibri" w:hAnsi="Calibri"/>
                <w:sz w:val="20"/>
                <w:szCs w:val="20"/>
              </w:rPr>
              <w:t>-Intermediate</w:t>
            </w:r>
          </w:p>
        </w:tc>
      </w:tr>
    </w:tbl>
    <w:p w14:paraId="2DACA4AA" w14:textId="77777777" w:rsidR="005409F6" w:rsidRDefault="005409F6" w:rsidP="005409F6"/>
    <w:p w14:paraId="08A55CBD" w14:textId="77777777" w:rsidR="00C419FE" w:rsidRDefault="00C419FE" w:rsidP="005409F6"/>
    <w:p w14:paraId="5934F599" w14:textId="77777777" w:rsidR="005409F6" w:rsidRDefault="005409F6" w:rsidP="005409F6">
      <w:pPr>
        <w:pStyle w:val="Heading3"/>
      </w:pPr>
      <w:bookmarkStart w:id="121" w:name="_Toc25087875"/>
      <w:r>
        <w:lastRenderedPageBreak/>
        <w:t>SSL Certificates</w:t>
      </w:r>
      <w:bookmarkEnd w:id="121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44"/>
        <w:gridCol w:w="1559"/>
        <w:gridCol w:w="1418"/>
      </w:tblGrid>
      <w:tr w:rsidR="005409F6" w:rsidRPr="009452DB" w14:paraId="5EF61559" w14:textId="77777777" w:rsidTr="00FE0902">
        <w:trPr>
          <w:tblHeader/>
        </w:trPr>
        <w:tc>
          <w:tcPr>
            <w:tcW w:w="3652" w:type="dxa"/>
            <w:shd w:val="clear" w:color="auto" w:fill="4F81BD" w:themeFill="accent1"/>
            <w:vAlign w:val="center"/>
          </w:tcPr>
          <w:p w14:paraId="5FBEC26D" w14:textId="77777777" w:rsidR="005409F6" w:rsidRPr="009452DB" w:rsidRDefault="005409F6" w:rsidP="00FE0902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ShareFile  Location</w:t>
            </w:r>
          </w:p>
        </w:tc>
        <w:tc>
          <w:tcPr>
            <w:tcW w:w="3544" w:type="dxa"/>
            <w:shd w:val="clear" w:color="auto" w:fill="4F81BD" w:themeFill="accent1"/>
            <w:vAlign w:val="center"/>
          </w:tcPr>
          <w:p w14:paraId="3435B341" w14:textId="77777777" w:rsidR="005409F6" w:rsidRPr="009452DB" w:rsidRDefault="005409F6" w:rsidP="00FE0902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Contents</w:t>
            </w:r>
          </w:p>
        </w:tc>
        <w:tc>
          <w:tcPr>
            <w:tcW w:w="1559" w:type="dxa"/>
            <w:shd w:val="clear" w:color="auto" w:fill="4F81BD" w:themeFill="accent1"/>
          </w:tcPr>
          <w:p w14:paraId="0B2A8E6C" w14:textId="77777777" w:rsidR="005409F6" w:rsidRDefault="005409F6" w:rsidP="00FE0902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7AA6757C" w14:textId="77777777" w:rsidR="005409F6" w:rsidRDefault="005409F6" w:rsidP="00FE0902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5409F6" w:rsidRPr="00112467" w14:paraId="00DB42C0" w14:textId="77777777" w:rsidTr="00FE0902">
        <w:tc>
          <w:tcPr>
            <w:tcW w:w="3652" w:type="dxa"/>
            <w:shd w:val="clear" w:color="auto" w:fill="DBE5F1" w:themeFill="accent1" w:themeFillTint="33"/>
          </w:tcPr>
          <w:p w14:paraId="219DE88D" w14:textId="45113614" w:rsidR="005409F6" w:rsidRPr="0064268D" w:rsidRDefault="00A60972" w:rsidP="00113DF1">
            <w:pPr>
              <w:rPr>
                <w:rFonts w:asciiTheme="minorHAnsi" w:hAnsiTheme="minorHAnsi"/>
                <w:sz w:val="20"/>
                <w:szCs w:val="20"/>
              </w:rPr>
            </w:pPr>
            <w:hyperlink r:id="rId26" w:history="1">
              <w:r w:rsidR="005409F6" w:rsidRPr="0064268D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SBR ebMS3 – PROD</w:t>
              </w:r>
              <w:r w:rsidR="00113DF1" w:rsidRPr="0064268D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2</w:t>
              </w:r>
            </w:hyperlink>
          </w:p>
        </w:tc>
        <w:tc>
          <w:tcPr>
            <w:tcW w:w="3544" w:type="dxa"/>
            <w:shd w:val="clear" w:color="auto" w:fill="DBE5F1" w:themeFill="accent1" w:themeFillTint="33"/>
          </w:tcPr>
          <w:p w14:paraId="41EF2E4F" w14:textId="29036592" w:rsidR="005409F6" w:rsidRPr="00112467" w:rsidRDefault="00113DF1" w:rsidP="00FE0902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113DF1">
              <w:rPr>
                <w:rFonts w:asciiTheme="minorHAnsi" w:hAnsiTheme="minorHAnsi"/>
                <w:sz w:val="20"/>
                <w:szCs w:val="20"/>
              </w:rPr>
              <w:t>prod2.</w:t>
            </w:r>
            <w:r w:rsidR="005409F6" w:rsidRPr="00113DF1">
              <w:rPr>
                <w:rFonts w:asciiTheme="minorHAnsi" w:hAnsiTheme="minorHAnsi"/>
                <w:sz w:val="20"/>
                <w:szCs w:val="20"/>
              </w:rPr>
              <w:t>ato.sbr.gov.au.crt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0FD05250" w14:textId="5A6F9060" w:rsidR="005409F6" w:rsidRPr="008F6E19" w:rsidRDefault="008F6E19" w:rsidP="004A2A0D">
            <w:pPr>
              <w:rPr>
                <w:rFonts w:asciiTheme="minorHAnsi" w:hAnsiTheme="minorHAnsi"/>
                <w:sz w:val="20"/>
                <w:szCs w:val="20"/>
              </w:rPr>
            </w:pPr>
            <w:r w:rsidRPr="008F6E19">
              <w:rPr>
                <w:rFonts w:asciiTheme="minorHAnsi" w:hAnsiTheme="minorHAnsi"/>
                <w:sz w:val="20"/>
                <w:szCs w:val="20"/>
              </w:rPr>
              <w:t>22/10/2018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5F270B9" w14:textId="50CB5866" w:rsidR="005409F6" w:rsidRPr="008F6E19" w:rsidRDefault="008F6E19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8F6E19">
              <w:rPr>
                <w:rFonts w:asciiTheme="minorHAnsi" w:hAnsiTheme="minorHAnsi"/>
                <w:sz w:val="20"/>
                <w:szCs w:val="20"/>
              </w:rPr>
              <w:t>05/12/2020</w:t>
            </w:r>
          </w:p>
        </w:tc>
      </w:tr>
      <w:tr w:rsidR="005409F6" w:rsidRPr="00112467" w14:paraId="6EC9C87C" w14:textId="77777777" w:rsidTr="00FE0902">
        <w:tc>
          <w:tcPr>
            <w:tcW w:w="3652" w:type="dxa"/>
            <w:shd w:val="clear" w:color="auto" w:fill="auto"/>
          </w:tcPr>
          <w:p w14:paraId="769C758C" w14:textId="77777777" w:rsidR="005409F6" w:rsidRPr="0064268D" w:rsidRDefault="005409F6" w:rsidP="00FE090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B5665BB" w14:textId="5A7FD136" w:rsidR="005409F6" w:rsidRPr="00113DF1" w:rsidRDefault="00113DF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113DF1">
              <w:rPr>
                <w:rFonts w:asciiTheme="minorHAnsi" w:hAnsiTheme="minorHAnsi"/>
                <w:sz w:val="20"/>
                <w:szCs w:val="20"/>
              </w:rPr>
              <w:t>prod2.</w:t>
            </w:r>
            <w:r w:rsidR="005409F6" w:rsidRPr="00113DF1">
              <w:rPr>
                <w:rFonts w:asciiTheme="minorHAnsi" w:hAnsiTheme="minorHAnsi"/>
                <w:sz w:val="20"/>
                <w:szCs w:val="20"/>
              </w:rPr>
              <w:t>ato.sbr.gov.au-intermediate.crt</w:t>
            </w:r>
          </w:p>
        </w:tc>
        <w:tc>
          <w:tcPr>
            <w:tcW w:w="1559" w:type="dxa"/>
          </w:tcPr>
          <w:p w14:paraId="6C89B5A3" w14:textId="77777777" w:rsidR="005409F6" w:rsidRPr="00866FC6" w:rsidRDefault="005409F6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866FC6">
              <w:rPr>
                <w:rFonts w:asciiTheme="minorHAnsi" w:hAnsiTheme="minorHAnsi"/>
                <w:sz w:val="20"/>
                <w:szCs w:val="20"/>
              </w:rPr>
              <w:t>31/10/2013</w:t>
            </w:r>
          </w:p>
        </w:tc>
        <w:tc>
          <w:tcPr>
            <w:tcW w:w="1418" w:type="dxa"/>
          </w:tcPr>
          <w:p w14:paraId="7A0A0E0B" w14:textId="77777777" w:rsidR="005409F6" w:rsidRPr="00866FC6" w:rsidRDefault="005409F6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866FC6">
              <w:rPr>
                <w:rFonts w:asciiTheme="minorHAnsi" w:hAnsiTheme="minorHAnsi"/>
                <w:sz w:val="20"/>
                <w:szCs w:val="20"/>
              </w:rPr>
              <w:t>31/10/2023</w:t>
            </w:r>
          </w:p>
        </w:tc>
      </w:tr>
      <w:tr w:rsidR="005409F6" w:rsidRPr="00112467" w14:paraId="5D6EA872" w14:textId="77777777" w:rsidTr="00FE0902">
        <w:tc>
          <w:tcPr>
            <w:tcW w:w="3652" w:type="dxa"/>
            <w:shd w:val="clear" w:color="auto" w:fill="DBE5F1" w:themeFill="accent1" w:themeFillTint="33"/>
          </w:tcPr>
          <w:p w14:paraId="4E1D2D10" w14:textId="77777777" w:rsidR="005409F6" w:rsidRPr="0064268D" w:rsidRDefault="005409F6" w:rsidP="00FE090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BE5F1" w:themeFill="accent1" w:themeFillTint="33"/>
          </w:tcPr>
          <w:p w14:paraId="5056ADEE" w14:textId="03766C75" w:rsidR="005409F6" w:rsidRPr="00113DF1" w:rsidRDefault="00113DF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113DF1">
              <w:rPr>
                <w:rFonts w:asciiTheme="minorHAnsi" w:hAnsiTheme="minorHAnsi"/>
                <w:sz w:val="20"/>
                <w:szCs w:val="20"/>
              </w:rPr>
              <w:t>prod2.</w:t>
            </w:r>
            <w:r w:rsidR="005409F6" w:rsidRPr="00113DF1">
              <w:rPr>
                <w:rFonts w:asciiTheme="minorHAnsi" w:hAnsiTheme="minorHAnsi"/>
                <w:sz w:val="20"/>
                <w:szCs w:val="20"/>
              </w:rPr>
              <w:t>ato.sbr.gov.au-root.crt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285B6B9D" w14:textId="77777777" w:rsidR="005409F6" w:rsidRPr="00866FC6" w:rsidRDefault="005409F6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866FC6">
              <w:rPr>
                <w:rFonts w:asciiTheme="minorHAnsi" w:hAnsiTheme="minorHAnsi"/>
                <w:sz w:val="20"/>
                <w:szCs w:val="20"/>
              </w:rPr>
              <w:t>17/11/2006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63C2BF1" w14:textId="77777777" w:rsidR="005409F6" w:rsidRPr="00866FC6" w:rsidRDefault="005409F6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866FC6">
              <w:rPr>
                <w:rFonts w:asciiTheme="minorHAnsi" w:hAnsiTheme="minorHAnsi"/>
                <w:sz w:val="20"/>
                <w:szCs w:val="20"/>
              </w:rPr>
              <w:t>17/07/2036</w:t>
            </w:r>
          </w:p>
        </w:tc>
      </w:tr>
      <w:tr w:rsidR="00125811" w:rsidRPr="00112467" w14:paraId="33F86FD1" w14:textId="77777777" w:rsidTr="00FE0902">
        <w:tc>
          <w:tcPr>
            <w:tcW w:w="3652" w:type="dxa"/>
            <w:shd w:val="clear" w:color="auto" w:fill="auto"/>
          </w:tcPr>
          <w:p w14:paraId="79410CD4" w14:textId="1AE747BB" w:rsidR="00125811" w:rsidRPr="00B92AE5" w:rsidRDefault="00A60972" w:rsidP="00113DF1">
            <w:pPr>
              <w:rPr>
                <w:rFonts w:asciiTheme="minorHAnsi" w:hAnsiTheme="minorHAnsi"/>
                <w:sz w:val="20"/>
                <w:szCs w:val="20"/>
              </w:rPr>
            </w:pPr>
            <w:hyperlink r:id="rId27" w:history="1">
              <w:r w:rsidR="00125811" w:rsidRPr="00B92AE5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SBR ebMS3 – PROD2 - outbound signing</w:t>
              </w:r>
            </w:hyperlink>
          </w:p>
        </w:tc>
        <w:tc>
          <w:tcPr>
            <w:tcW w:w="3544" w:type="dxa"/>
            <w:shd w:val="clear" w:color="auto" w:fill="auto"/>
          </w:tcPr>
          <w:p w14:paraId="4F96250A" w14:textId="6B69B35C" w:rsidR="00125811" w:rsidRPr="00B92AE5" w:rsidRDefault="00125811" w:rsidP="00C56247">
            <w:pPr>
              <w:rPr>
                <w:rFonts w:asciiTheme="minorHAnsi" w:hAnsiTheme="minorHAnsi"/>
                <w:sz w:val="20"/>
                <w:szCs w:val="20"/>
              </w:rPr>
            </w:pPr>
            <w:r w:rsidRPr="00B92AE5">
              <w:rPr>
                <w:rFonts w:asciiTheme="minorHAnsi" w:hAnsiTheme="minorHAnsi"/>
                <w:sz w:val="20"/>
                <w:szCs w:val="20"/>
              </w:rPr>
              <w:t>signing.sbr.gov.au.crt</w:t>
            </w:r>
          </w:p>
        </w:tc>
        <w:tc>
          <w:tcPr>
            <w:tcW w:w="1559" w:type="dxa"/>
          </w:tcPr>
          <w:p w14:paraId="4E17CC92" w14:textId="50CDEE0D" w:rsidR="00125811" w:rsidRPr="00B92AE5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B92AE5">
              <w:rPr>
                <w:rFonts w:asciiTheme="minorHAnsi" w:hAnsiTheme="minorHAnsi"/>
                <w:sz w:val="20"/>
                <w:szCs w:val="20"/>
              </w:rPr>
              <w:t>11/02/2019</w:t>
            </w:r>
          </w:p>
        </w:tc>
        <w:tc>
          <w:tcPr>
            <w:tcW w:w="1418" w:type="dxa"/>
          </w:tcPr>
          <w:p w14:paraId="020FD203" w14:textId="31273DD8" w:rsidR="00125811" w:rsidRPr="00B92AE5" w:rsidRDefault="00125811" w:rsidP="00D42DE1">
            <w:pPr>
              <w:rPr>
                <w:rFonts w:asciiTheme="minorHAnsi" w:hAnsiTheme="minorHAnsi"/>
                <w:sz w:val="20"/>
                <w:szCs w:val="20"/>
              </w:rPr>
            </w:pPr>
            <w:r w:rsidRPr="00B92AE5">
              <w:rPr>
                <w:rFonts w:asciiTheme="minorHAnsi" w:hAnsiTheme="minorHAnsi"/>
                <w:sz w:val="20"/>
                <w:szCs w:val="20"/>
              </w:rPr>
              <w:t>19/03/2021</w:t>
            </w:r>
          </w:p>
        </w:tc>
      </w:tr>
      <w:tr w:rsidR="00125811" w:rsidRPr="00112467" w14:paraId="611A386D" w14:textId="77777777" w:rsidTr="000E3452">
        <w:tc>
          <w:tcPr>
            <w:tcW w:w="3652" w:type="dxa"/>
            <w:shd w:val="clear" w:color="auto" w:fill="DBE5F1" w:themeFill="accent1" w:themeFillTint="33"/>
          </w:tcPr>
          <w:p w14:paraId="5CE67DA4" w14:textId="77777777" w:rsidR="00125811" w:rsidRPr="00112467" w:rsidRDefault="00125811" w:rsidP="00FE0902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shd w:val="clear" w:color="auto" w:fill="DBE5F1" w:themeFill="accent1" w:themeFillTint="33"/>
          </w:tcPr>
          <w:p w14:paraId="116EEFD2" w14:textId="418BBDF1" w:rsidR="00125811" w:rsidRPr="00D42DE1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signing.sbr</w:t>
            </w:r>
            <w:r w:rsidRPr="00D27D2A">
              <w:rPr>
                <w:rFonts w:asciiTheme="minorHAnsi" w:hAnsiTheme="minorHAnsi"/>
                <w:sz w:val="20"/>
                <w:szCs w:val="20"/>
              </w:rPr>
              <w:t>.gov.au</w:t>
            </w:r>
            <w:r>
              <w:rPr>
                <w:rFonts w:asciiTheme="minorHAnsi" w:hAnsiTheme="minorHAnsi"/>
                <w:sz w:val="20"/>
                <w:szCs w:val="20"/>
              </w:rPr>
              <w:t>-intermediate</w:t>
            </w:r>
            <w:r w:rsidRPr="00D27D2A">
              <w:rPr>
                <w:rFonts w:asciiTheme="minorHAnsi" w:hAnsiTheme="minorHAnsi"/>
                <w:sz w:val="20"/>
                <w:szCs w:val="20"/>
              </w:rPr>
              <w:t>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7F30CB3" w14:textId="671A539E" w:rsidR="00125811" w:rsidRPr="00270A93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4A2F32">
              <w:rPr>
                <w:rFonts w:asciiTheme="minorHAnsi" w:hAnsiTheme="minorHAnsi"/>
                <w:sz w:val="20"/>
                <w:szCs w:val="20"/>
              </w:rPr>
              <w:t>06/11/2017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723B1ED1" w14:textId="33C466EB" w:rsidR="00125811" w:rsidRPr="00270A93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4A2F32">
              <w:rPr>
                <w:rFonts w:asciiTheme="minorHAnsi" w:hAnsiTheme="minorHAnsi"/>
                <w:sz w:val="20"/>
                <w:szCs w:val="20"/>
              </w:rPr>
              <w:t>06/11/2027</w:t>
            </w:r>
          </w:p>
        </w:tc>
      </w:tr>
      <w:tr w:rsidR="00125811" w:rsidRPr="00B65734" w14:paraId="33820A8E" w14:textId="77777777" w:rsidTr="00D42DE1">
        <w:tc>
          <w:tcPr>
            <w:tcW w:w="3652" w:type="dxa"/>
            <w:shd w:val="clear" w:color="auto" w:fill="auto"/>
          </w:tcPr>
          <w:p w14:paraId="45F39B38" w14:textId="77777777" w:rsidR="00125811" w:rsidRPr="00112467" w:rsidRDefault="00125811" w:rsidP="00FE0902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</w:tcPr>
          <w:p w14:paraId="2D968338" w14:textId="5C09327F" w:rsidR="00125811" w:rsidRPr="00D42DE1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signing.sbr</w:t>
            </w:r>
            <w:r w:rsidRPr="00D27D2A">
              <w:rPr>
                <w:rFonts w:asciiTheme="minorHAnsi" w:hAnsiTheme="minorHAnsi"/>
                <w:sz w:val="20"/>
                <w:szCs w:val="20"/>
              </w:rPr>
              <w:t>.gov.au</w:t>
            </w:r>
            <w:r>
              <w:rPr>
                <w:rFonts w:asciiTheme="minorHAnsi" w:hAnsiTheme="minorHAnsi"/>
                <w:sz w:val="20"/>
                <w:szCs w:val="20"/>
              </w:rPr>
              <w:t>-root</w:t>
            </w:r>
            <w:r w:rsidRPr="00D27D2A">
              <w:rPr>
                <w:rFonts w:asciiTheme="minorHAnsi" w:hAnsiTheme="minorHAnsi"/>
                <w:sz w:val="20"/>
                <w:szCs w:val="20"/>
              </w:rPr>
              <w:t>.crt</w:t>
            </w:r>
          </w:p>
        </w:tc>
        <w:tc>
          <w:tcPr>
            <w:tcW w:w="1559" w:type="dxa"/>
          </w:tcPr>
          <w:p w14:paraId="0234C6F3" w14:textId="0D23FDED" w:rsidR="00125811" w:rsidRPr="00270A93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9E7483">
              <w:rPr>
                <w:rFonts w:asciiTheme="minorHAnsi" w:hAnsiTheme="minorHAnsi"/>
                <w:sz w:val="20"/>
                <w:szCs w:val="20"/>
              </w:rPr>
              <w:t>17/11/2006</w:t>
            </w:r>
          </w:p>
        </w:tc>
        <w:tc>
          <w:tcPr>
            <w:tcW w:w="1418" w:type="dxa"/>
          </w:tcPr>
          <w:p w14:paraId="3DC11652" w14:textId="4A14F67D" w:rsidR="00125811" w:rsidRPr="00270A93" w:rsidRDefault="00125811" w:rsidP="00FE0902">
            <w:pPr>
              <w:rPr>
                <w:rFonts w:asciiTheme="minorHAnsi" w:hAnsiTheme="minorHAnsi"/>
                <w:sz w:val="20"/>
                <w:szCs w:val="20"/>
              </w:rPr>
            </w:pPr>
            <w:r w:rsidRPr="00CA0A69">
              <w:rPr>
                <w:rFonts w:asciiTheme="minorHAnsi" w:hAnsiTheme="minorHAnsi"/>
                <w:sz w:val="20"/>
                <w:szCs w:val="20"/>
              </w:rPr>
              <w:t>17/07/2036</w:t>
            </w:r>
          </w:p>
        </w:tc>
      </w:tr>
    </w:tbl>
    <w:p w14:paraId="2E7CC8B4" w14:textId="77777777" w:rsidR="005409F6" w:rsidRPr="00EC6CFE" w:rsidRDefault="005409F6" w:rsidP="00EC6CFE">
      <w:pPr>
        <w:rPr>
          <w:rFonts w:cs="Arial"/>
          <w:b/>
          <w:caps/>
          <w:color w:val="004080"/>
          <w:kern w:val="36"/>
          <w:sz w:val="24"/>
        </w:rPr>
      </w:pPr>
    </w:p>
    <w:p w14:paraId="063A0A01" w14:textId="0BC2249B" w:rsidR="00EC6CFE" w:rsidRPr="00AD1756" w:rsidRDefault="00EC6CFE" w:rsidP="00EC6CFE">
      <w:pPr>
        <w:pStyle w:val="Heading1"/>
        <w:spacing w:after="120"/>
      </w:pPr>
      <w:bookmarkStart w:id="122" w:name="_Toc25087876"/>
      <w:r w:rsidRPr="00AD1756">
        <w:rPr>
          <w:b/>
        </w:rPr>
        <w:lastRenderedPageBreak/>
        <w:t xml:space="preserve">SBR </w:t>
      </w:r>
      <w:r w:rsidRPr="00AD1756">
        <w:rPr>
          <w:b/>
          <w:caps w:val="0"/>
        </w:rPr>
        <w:t>Core Services</w:t>
      </w:r>
      <w:bookmarkEnd w:id="122"/>
    </w:p>
    <w:p w14:paraId="39F76593" w14:textId="04EDF87C" w:rsidR="00C4640F" w:rsidRPr="00AD1756" w:rsidRDefault="00766F2E" w:rsidP="00C4640F">
      <w:pPr>
        <w:pStyle w:val="Heading2"/>
        <w:spacing w:before="60"/>
        <w:rPr>
          <w:rFonts w:ascii="Arial Bold" w:hAnsi="Arial Bold"/>
          <w:caps w:val="0"/>
        </w:rPr>
      </w:pPr>
      <w:bookmarkStart w:id="123" w:name="_Toc25087877"/>
      <w:r w:rsidRPr="00AD1756">
        <w:t>EVTE</w:t>
      </w:r>
      <w:bookmarkEnd w:id="123"/>
    </w:p>
    <w:p w14:paraId="63007EFC" w14:textId="2FA2576D" w:rsidR="00C4640F" w:rsidRDefault="00766F2E" w:rsidP="00C4640F">
      <w:pPr>
        <w:pStyle w:val="Heading3"/>
      </w:pPr>
      <w:bookmarkStart w:id="124" w:name="_Toc25087878"/>
      <w:r>
        <w:t>Physical end points</w:t>
      </w:r>
      <w:bookmarkEnd w:id="124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2660"/>
        <w:gridCol w:w="1276"/>
        <w:gridCol w:w="6237"/>
      </w:tblGrid>
      <w:tr w:rsidR="00034838" w:rsidRPr="00D87F24" w14:paraId="5E05E233" w14:textId="77777777" w:rsidTr="00533393">
        <w:trPr>
          <w:tblHeader/>
        </w:trPr>
        <w:tc>
          <w:tcPr>
            <w:tcW w:w="2660" w:type="dxa"/>
            <w:tcBorders>
              <w:bottom w:val="single" w:sz="4" w:space="0" w:color="548DD4" w:themeColor="text2" w:themeTint="99"/>
            </w:tcBorders>
            <w:shd w:val="clear" w:color="auto" w:fill="4F81BD" w:themeFill="accent1"/>
            <w:vAlign w:val="center"/>
          </w:tcPr>
          <w:p w14:paraId="50F50662" w14:textId="6F1E5E80" w:rsidR="00AD0364" w:rsidRPr="00D87F24" w:rsidRDefault="00BC5C60" w:rsidP="00FD0CC6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End point description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14:paraId="510848B1" w14:textId="77777777" w:rsidR="00CE506C" w:rsidRDefault="00C85C0E" w:rsidP="003343FC">
            <w:pP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Service </w:t>
            </w:r>
          </w:p>
          <w:p w14:paraId="6302B02C" w14:textId="45D98478" w:rsidR="00AD0364" w:rsidRPr="00D87F24" w:rsidRDefault="00C85C0E" w:rsidP="003343FC">
            <w:pP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6237" w:type="dxa"/>
            <w:shd w:val="clear" w:color="auto" w:fill="4F81BD" w:themeFill="accent1"/>
          </w:tcPr>
          <w:p w14:paraId="792D6844" w14:textId="15061B7B" w:rsidR="00AD0364" w:rsidRPr="00D87F24" w:rsidRDefault="00C85C0E" w:rsidP="003B566B">
            <w:pPr>
              <w:spacing w:before="120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Physical 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nd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</w:tr>
      <w:tr w:rsidR="00007B67" w:rsidRPr="003343FC" w14:paraId="42FAF34C" w14:textId="77777777" w:rsidTr="00533393">
        <w:tc>
          <w:tcPr>
            <w:tcW w:w="2660" w:type="dxa"/>
            <w:vMerge w:val="restart"/>
            <w:shd w:val="clear" w:color="auto" w:fill="auto"/>
          </w:tcPr>
          <w:p w14:paraId="22C3B524" w14:textId="7B1C4291" w:rsidR="00007B67" w:rsidRPr="00007B67" w:rsidRDefault="00BC5C60" w:rsidP="00CE506C">
            <w:pPr>
              <w:pStyle w:val="ListParagraph"/>
              <w:numPr>
                <w:ilvl w:val="0"/>
                <w:numId w:val="33"/>
              </w:numPr>
              <w:ind w:left="28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Anonymous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4908EE29" w14:textId="4E10FDCD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List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76A56AB1" w14:textId="3D8DD97C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https://test.sbr.gov.au/services/nowssecurity/list.02.service</w:t>
            </w:r>
          </w:p>
        </w:tc>
      </w:tr>
      <w:tr w:rsidR="00007B67" w:rsidRPr="003343FC" w14:paraId="64841196" w14:textId="77777777" w:rsidTr="00533393">
        <w:tc>
          <w:tcPr>
            <w:tcW w:w="2660" w:type="dxa"/>
            <w:vMerge/>
            <w:shd w:val="clear" w:color="auto" w:fill="auto"/>
          </w:tcPr>
          <w:p w14:paraId="30549323" w14:textId="7F49DA7B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9D681A" w14:textId="7CE570D2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PreFill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2CAF84BD" w14:textId="0F752F21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https://test.sbr.gov.au/services/nowssecurity/prefill.02.service</w:t>
            </w:r>
          </w:p>
        </w:tc>
      </w:tr>
      <w:tr w:rsidR="00007B67" w:rsidRPr="00B65734" w14:paraId="023EECC6" w14:textId="77777777" w:rsidTr="00533393">
        <w:tc>
          <w:tcPr>
            <w:tcW w:w="2660" w:type="dxa"/>
            <w:vMerge/>
            <w:shd w:val="clear" w:color="auto" w:fill="auto"/>
          </w:tcPr>
          <w:p w14:paraId="39A399E9" w14:textId="4226E161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54544122" w14:textId="09261B4F" w:rsidR="00007B67" w:rsidRPr="003343FC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PreLodge</w:t>
            </w:r>
            <w:proofErr w:type="spellEnd"/>
          </w:p>
        </w:tc>
        <w:tc>
          <w:tcPr>
            <w:tcW w:w="6237" w:type="dxa"/>
            <w:shd w:val="clear" w:color="auto" w:fill="DBE5F1" w:themeFill="accent1" w:themeFillTint="33"/>
          </w:tcPr>
          <w:p w14:paraId="3F5385C0" w14:textId="143E55AF" w:rsidR="00007B67" w:rsidRPr="00B65734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https://test.sbr.gov.au/services/nowssecurity/prelodge.02.service</w:t>
            </w:r>
          </w:p>
        </w:tc>
      </w:tr>
      <w:tr w:rsidR="00007B67" w:rsidRPr="00B65734" w14:paraId="49481D5D" w14:textId="77777777" w:rsidTr="00533393">
        <w:tc>
          <w:tcPr>
            <w:tcW w:w="2660" w:type="dxa"/>
            <w:vMerge/>
            <w:shd w:val="clear" w:color="auto" w:fill="auto"/>
          </w:tcPr>
          <w:p w14:paraId="430E0920" w14:textId="2BDD6B98" w:rsidR="00007B67" w:rsidRPr="00B65734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80D604" w14:textId="15F25249" w:rsidR="00007B67" w:rsidRPr="00B65734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Lodge</w:t>
            </w:r>
          </w:p>
        </w:tc>
        <w:tc>
          <w:tcPr>
            <w:tcW w:w="6237" w:type="dxa"/>
            <w:shd w:val="clear" w:color="auto" w:fill="auto"/>
          </w:tcPr>
          <w:p w14:paraId="5A033D00" w14:textId="4DE8251E" w:rsidR="00007B67" w:rsidRPr="00B65734" w:rsidRDefault="00007B67" w:rsidP="00AB28D7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https://test.sbr.gov.au/services/nowssecurity/lodge.02.service</w:t>
            </w:r>
          </w:p>
        </w:tc>
      </w:tr>
      <w:tr w:rsidR="0067620E" w:rsidRPr="00B65734" w14:paraId="492E6235" w14:textId="77777777" w:rsidTr="00533393">
        <w:tc>
          <w:tcPr>
            <w:tcW w:w="2660" w:type="dxa"/>
            <w:vMerge w:val="restart"/>
            <w:shd w:val="clear" w:color="auto" w:fill="auto"/>
          </w:tcPr>
          <w:p w14:paraId="49425373" w14:textId="615AB89B" w:rsidR="0067620E" w:rsidRPr="0067620E" w:rsidRDefault="00BC5C60" w:rsidP="0067620E">
            <w:pPr>
              <w:pStyle w:val="ListParagraph"/>
              <w:numPr>
                <w:ilvl w:val="0"/>
                <w:numId w:val="33"/>
              </w:numPr>
              <w:ind w:left="28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Authenticated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10883A5F" w14:textId="053308C4" w:rsidR="0067620E" w:rsidRPr="00B65734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List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55340EF3" w14:textId="7AFD02FE" w:rsidR="0067620E" w:rsidRPr="00B65734" w:rsidRDefault="0067620E" w:rsidP="0067620E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https://test.sbr.gov.au/services/list.02.service</w:t>
            </w:r>
          </w:p>
        </w:tc>
      </w:tr>
      <w:tr w:rsidR="0067620E" w:rsidRPr="00B65734" w14:paraId="268D343C" w14:textId="77777777" w:rsidTr="00533393">
        <w:tc>
          <w:tcPr>
            <w:tcW w:w="2660" w:type="dxa"/>
            <w:vMerge/>
            <w:shd w:val="clear" w:color="auto" w:fill="auto"/>
          </w:tcPr>
          <w:p w14:paraId="6E9B6461" w14:textId="7498DCA2" w:rsidR="0067620E" w:rsidRPr="00B65734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66D725" w14:textId="7339E9B0" w:rsidR="0067620E" w:rsidRPr="00B65734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PreFill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208EEFAB" w14:textId="6F345839" w:rsidR="0067620E" w:rsidRPr="00B65734" w:rsidRDefault="0067620E" w:rsidP="0067620E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https://test.sbr.gov.au/services/prefill.02.service</w:t>
            </w:r>
          </w:p>
        </w:tc>
      </w:tr>
      <w:tr w:rsidR="0067620E" w:rsidRPr="00B65734" w14:paraId="12117DEB" w14:textId="77777777" w:rsidTr="00533393">
        <w:tc>
          <w:tcPr>
            <w:tcW w:w="2660" w:type="dxa"/>
            <w:vMerge/>
            <w:shd w:val="clear" w:color="auto" w:fill="auto"/>
          </w:tcPr>
          <w:p w14:paraId="1219B5B8" w14:textId="70B4BA91" w:rsidR="0067620E" w:rsidRPr="00B65734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7F5D181A" w14:textId="614B05C1" w:rsidR="0067620E" w:rsidRPr="00B65734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PreLodge</w:t>
            </w:r>
            <w:proofErr w:type="spellEnd"/>
          </w:p>
        </w:tc>
        <w:tc>
          <w:tcPr>
            <w:tcW w:w="6237" w:type="dxa"/>
            <w:shd w:val="clear" w:color="auto" w:fill="DBE5F1" w:themeFill="accent1" w:themeFillTint="33"/>
          </w:tcPr>
          <w:p w14:paraId="3172897E" w14:textId="68DD21D4" w:rsidR="0067620E" w:rsidRPr="00B65734" w:rsidRDefault="0067620E" w:rsidP="005C5647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https://test.sbr.gov.au/services/prelodge.02.service</w:t>
            </w:r>
          </w:p>
        </w:tc>
      </w:tr>
      <w:tr w:rsidR="0067620E" w:rsidRPr="00B65734" w14:paraId="7AFEE4A8" w14:textId="77777777" w:rsidTr="00533393">
        <w:tc>
          <w:tcPr>
            <w:tcW w:w="2660" w:type="dxa"/>
            <w:vMerge/>
            <w:shd w:val="clear" w:color="auto" w:fill="auto"/>
          </w:tcPr>
          <w:p w14:paraId="3FD60E24" w14:textId="77777777" w:rsidR="0067620E" w:rsidRPr="00B65734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E94449" w14:textId="1F96EF2E" w:rsidR="0067620E" w:rsidRDefault="0067620E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Lodge</w:t>
            </w:r>
          </w:p>
        </w:tc>
        <w:tc>
          <w:tcPr>
            <w:tcW w:w="6237" w:type="dxa"/>
          </w:tcPr>
          <w:p w14:paraId="3CED69C1" w14:textId="7903EE3D" w:rsidR="0067620E" w:rsidRPr="009A7F72" w:rsidRDefault="0067620E" w:rsidP="005C5647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https://test.sbr.gov.au/services/</w:t>
            </w:r>
            <w:r w:rsidR="005C5647">
              <w:rPr>
                <w:rFonts w:ascii="Calibri" w:hAnsi="Calibri"/>
                <w:sz w:val="20"/>
                <w:szCs w:val="20"/>
              </w:rPr>
              <w:t>l</w:t>
            </w:r>
            <w:r w:rsidRPr="009A7F72">
              <w:rPr>
                <w:rFonts w:ascii="Calibri" w:hAnsi="Calibri"/>
                <w:sz w:val="20"/>
                <w:szCs w:val="20"/>
              </w:rPr>
              <w:t>odge.02.service</w:t>
            </w:r>
          </w:p>
        </w:tc>
      </w:tr>
    </w:tbl>
    <w:p w14:paraId="0880CEF1" w14:textId="77777777" w:rsidR="00766F2E" w:rsidRDefault="00766F2E" w:rsidP="002855EC"/>
    <w:p w14:paraId="30557CBF" w14:textId="77777777" w:rsidR="00766F2E" w:rsidRDefault="00766F2E" w:rsidP="00766F2E">
      <w:pPr>
        <w:pStyle w:val="Heading3"/>
      </w:pPr>
      <w:bookmarkStart w:id="125" w:name="_Toc25087879"/>
      <w:r>
        <w:t>SSL Certificates</w:t>
      </w:r>
      <w:bookmarkEnd w:id="125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44"/>
        <w:gridCol w:w="1559"/>
        <w:gridCol w:w="1418"/>
      </w:tblGrid>
      <w:tr w:rsidR="004800F9" w:rsidRPr="009452DB" w14:paraId="39172C4A" w14:textId="77777777" w:rsidTr="002C182B">
        <w:trPr>
          <w:tblHeader/>
        </w:trPr>
        <w:tc>
          <w:tcPr>
            <w:tcW w:w="3652" w:type="dxa"/>
            <w:shd w:val="clear" w:color="auto" w:fill="4F81BD" w:themeFill="accent1"/>
            <w:vAlign w:val="center"/>
          </w:tcPr>
          <w:p w14:paraId="132943F0" w14:textId="77777777" w:rsidR="004800F9" w:rsidRPr="009452DB" w:rsidRDefault="004800F9" w:rsidP="002C182B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ShareFile  Location</w:t>
            </w:r>
          </w:p>
        </w:tc>
        <w:tc>
          <w:tcPr>
            <w:tcW w:w="3544" w:type="dxa"/>
            <w:shd w:val="clear" w:color="auto" w:fill="4F81BD" w:themeFill="accent1"/>
            <w:vAlign w:val="center"/>
          </w:tcPr>
          <w:p w14:paraId="3120167F" w14:textId="77777777" w:rsidR="004800F9" w:rsidRPr="009452DB" w:rsidRDefault="004800F9" w:rsidP="002C18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Contents</w:t>
            </w:r>
          </w:p>
        </w:tc>
        <w:tc>
          <w:tcPr>
            <w:tcW w:w="1559" w:type="dxa"/>
            <w:shd w:val="clear" w:color="auto" w:fill="4F81BD" w:themeFill="accent1"/>
          </w:tcPr>
          <w:p w14:paraId="370BC47A" w14:textId="77777777" w:rsidR="004800F9" w:rsidRDefault="004800F9" w:rsidP="002C18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597D5AF4" w14:textId="77777777" w:rsidR="004800F9" w:rsidRDefault="004800F9" w:rsidP="002C18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4800F9" w:rsidRPr="00B65734" w14:paraId="738ECC48" w14:textId="77777777" w:rsidTr="000B57F8">
        <w:tc>
          <w:tcPr>
            <w:tcW w:w="3652" w:type="dxa"/>
            <w:shd w:val="clear" w:color="auto" w:fill="DBE5F1" w:themeFill="accent1" w:themeFillTint="33"/>
          </w:tcPr>
          <w:p w14:paraId="490AF111" w14:textId="483BD839" w:rsidR="004800F9" w:rsidRPr="00F23552" w:rsidRDefault="00A60972" w:rsidP="002C182B">
            <w:pPr>
              <w:rPr>
                <w:rFonts w:asciiTheme="minorHAnsi" w:hAnsiTheme="minorHAnsi"/>
                <w:sz w:val="20"/>
                <w:szCs w:val="20"/>
              </w:rPr>
            </w:pPr>
            <w:hyperlink r:id="rId28" w:anchor="/home/shared/fo495aa0-defa-4d69-acb2-5d1146d0eabe" w:history="1">
              <w:r w:rsidR="004800F9" w:rsidRPr="00F23552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SBR Core Services - EVTE</w:t>
              </w:r>
            </w:hyperlink>
          </w:p>
        </w:tc>
        <w:tc>
          <w:tcPr>
            <w:tcW w:w="3544" w:type="dxa"/>
            <w:shd w:val="clear" w:color="auto" w:fill="DBE5F1" w:themeFill="accent1" w:themeFillTint="33"/>
          </w:tcPr>
          <w:p w14:paraId="43CEFF61" w14:textId="3F6D5249" w:rsidR="004800F9" w:rsidRPr="00F23552" w:rsidRDefault="004800F9" w:rsidP="00560677">
            <w:pPr>
              <w:rPr>
                <w:rFonts w:asciiTheme="minorHAnsi" w:hAnsiTheme="minorHAnsi"/>
                <w:sz w:val="20"/>
                <w:szCs w:val="20"/>
              </w:rPr>
            </w:pPr>
            <w:r w:rsidRPr="00F23552">
              <w:rPr>
                <w:rFonts w:asciiTheme="minorHAnsi" w:hAnsiTheme="minorHAnsi"/>
                <w:sz w:val="20"/>
                <w:szCs w:val="20"/>
              </w:rPr>
              <w:t>test.</w:t>
            </w:r>
            <w:r w:rsidR="00560677" w:rsidRPr="00F23552">
              <w:rPr>
                <w:rFonts w:asciiTheme="minorHAnsi" w:hAnsiTheme="minorHAnsi"/>
                <w:sz w:val="20"/>
                <w:szCs w:val="20"/>
              </w:rPr>
              <w:t>s</w:t>
            </w:r>
            <w:r w:rsidRPr="00F23552">
              <w:rPr>
                <w:rFonts w:asciiTheme="minorHAnsi" w:hAnsiTheme="minorHAnsi"/>
                <w:sz w:val="20"/>
                <w:szCs w:val="20"/>
              </w:rPr>
              <w:t>br.gov.au.crt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7727FCC8" w14:textId="0AA7AB8A" w:rsidR="004800F9" w:rsidRPr="00F23552" w:rsidRDefault="00F23552" w:rsidP="002C182B">
            <w:pPr>
              <w:rPr>
                <w:rFonts w:asciiTheme="minorHAnsi" w:hAnsiTheme="minorHAnsi"/>
                <w:sz w:val="20"/>
                <w:szCs w:val="20"/>
              </w:rPr>
            </w:pPr>
            <w:r w:rsidRPr="00F23552">
              <w:rPr>
                <w:rFonts w:asciiTheme="minorHAnsi" w:hAnsiTheme="minorHAnsi"/>
                <w:sz w:val="20"/>
                <w:szCs w:val="20"/>
              </w:rPr>
              <w:t>15/04/2019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4198EF9" w14:textId="1DFDD7DE" w:rsidR="004800F9" w:rsidRPr="00F23552" w:rsidRDefault="00F23552" w:rsidP="00F23552">
            <w:pPr>
              <w:rPr>
                <w:rFonts w:asciiTheme="minorHAnsi" w:hAnsiTheme="minorHAnsi"/>
                <w:sz w:val="20"/>
                <w:szCs w:val="20"/>
              </w:rPr>
            </w:pPr>
            <w:r w:rsidRPr="00F23552">
              <w:rPr>
                <w:rFonts w:asciiTheme="minorHAnsi" w:hAnsiTheme="minorHAnsi"/>
                <w:sz w:val="20"/>
                <w:szCs w:val="20"/>
              </w:rPr>
              <w:t>02</w:t>
            </w:r>
            <w:r w:rsidR="002C369B" w:rsidRPr="00F23552">
              <w:rPr>
                <w:rFonts w:asciiTheme="minorHAnsi" w:hAnsiTheme="minorHAnsi"/>
                <w:sz w:val="20"/>
                <w:szCs w:val="20"/>
              </w:rPr>
              <w:t>/06/20</w:t>
            </w:r>
            <w:r w:rsidRPr="00F23552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4800F9" w:rsidRPr="00C70F92" w14:paraId="73E63CCC" w14:textId="77777777" w:rsidTr="002C182B">
        <w:tc>
          <w:tcPr>
            <w:tcW w:w="3652" w:type="dxa"/>
            <w:shd w:val="clear" w:color="auto" w:fill="auto"/>
          </w:tcPr>
          <w:p w14:paraId="483FE097" w14:textId="77777777" w:rsidR="004800F9" w:rsidRPr="00C70F92" w:rsidRDefault="004800F9" w:rsidP="002C182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597D333" w14:textId="0271FE6D" w:rsidR="004800F9" w:rsidRPr="006A3725" w:rsidRDefault="004800F9" w:rsidP="0056067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test.sbr.gov.au-intermediate.crt</w:t>
            </w:r>
          </w:p>
        </w:tc>
        <w:tc>
          <w:tcPr>
            <w:tcW w:w="1559" w:type="dxa"/>
          </w:tcPr>
          <w:p w14:paraId="3C8E3D45" w14:textId="3653DACC" w:rsidR="004800F9" w:rsidRPr="00550815" w:rsidRDefault="00550815" w:rsidP="002C182B">
            <w:pPr>
              <w:rPr>
                <w:rFonts w:asciiTheme="minorHAnsi" w:hAnsiTheme="minorHAnsi"/>
                <w:sz w:val="20"/>
                <w:szCs w:val="20"/>
              </w:rPr>
            </w:pPr>
            <w:r w:rsidRPr="00550815">
              <w:rPr>
                <w:rFonts w:asciiTheme="minorHAnsi" w:hAnsiTheme="minorHAnsi"/>
                <w:sz w:val="20"/>
                <w:szCs w:val="20"/>
              </w:rPr>
              <w:t>06/11/2017</w:t>
            </w:r>
          </w:p>
        </w:tc>
        <w:tc>
          <w:tcPr>
            <w:tcW w:w="1418" w:type="dxa"/>
          </w:tcPr>
          <w:p w14:paraId="37D14F91" w14:textId="21CC6303" w:rsidR="004800F9" w:rsidRPr="00550815" w:rsidRDefault="00550815" w:rsidP="002C182B">
            <w:pPr>
              <w:rPr>
                <w:rFonts w:asciiTheme="minorHAnsi" w:hAnsiTheme="minorHAnsi"/>
                <w:sz w:val="20"/>
                <w:szCs w:val="20"/>
              </w:rPr>
            </w:pPr>
            <w:r w:rsidRPr="00550815">
              <w:rPr>
                <w:rFonts w:asciiTheme="minorHAnsi" w:hAnsiTheme="minorHAnsi"/>
                <w:sz w:val="20"/>
                <w:szCs w:val="20"/>
              </w:rPr>
              <w:t>06/11/2027</w:t>
            </w:r>
          </w:p>
        </w:tc>
      </w:tr>
      <w:tr w:rsidR="004800F9" w:rsidRPr="00B65734" w14:paraId="77F60AC9" w14:textId="77777777" w:rsidTr="002C182B">
        <w:tc>
          <w:tcPr>
            <w:tcW w:w="3652" w:type="dxa"/>
            <w:shd w:val="clear" w:color="auto" w:fill="DBE5F1" w:themeFill="accent1" w:themeFillTint="33"/>
          </w:tcPr>
          <w:p w14:paraId="62B7571E" w14:textId="77777777" w:rsidR="004800F9" w:rsidRPr="00B65734" w:rsidRDefault="004800F9" w:rsidP="002C182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BE5F1" w:themeFill="accent1" w:themeFillTint="33"/>
          </w:tcPr>
          <w:p w14:paraId="2E96013A" w14:textId="7837035E" w:rsidR="004800F9" w:rsidRPr="0068604E" w:rsidRDefault="004800F9" w:rsidP="00EF32E0">
            <w:pPr>
              <w:rPr>
                <w:rFonts w:asciiTheme="minorHAnsi" w:hAnsi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test.sbr.gov.au-root.crt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4BB9D40E" w14:textId="5C9B07BC" w:rsidR="004800F9" w:rsidRPr="00550815" w:rsidRDefault="00550815" w:rsidP="002C182B">
            <w:pPr>
              <w:rPr>
                <w:rFonts w:asciiTheme="minorHAnsi" w:hAnsiTheme="minorHAnsi"/>
                <w:sz w:val="20"/>
                <w:szCs w:val="20"/>
              </w:rPr>
            </w:pPr>
            <w:r w:rsidRPr="00550815">
              <w:rPr>
                <w:rFonts w:asciiTheme="minorHAnsi" w:hAnsiTheme="minorHAnsi"/>
                <w:sz w:val="20"/>
                <w:szCs w:val="20"/>
              </w:rPr>
              <w:t>10</w:t>
            </w:r>
            <w:r w:rsidR="004800F9" w:rsidRPr="00550815">
              <w:rPr>
                <w:rFonts w:asciiTheme="minorHAnsi" w:hAnsiTheme="minorHAnsi"/>
                <w:sz w:val="20"/>
                <w:szCs w:val="20"/>
              </w:rPr>
              <w:t>/11/2006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3308E997" w14:textId="769AB106" w:rsidR="004800F9" w:rsidRPr="00550815" w:rsidRDefault="00550815" w:rsidP="002C182B">
            <w:pPr>
              <w:rPr>
                <w:rFonts w:asciiTheme="minorHAnsi" w:hAnsiTheme="minorHAnsi"/>
                <w:sz w:val="20"/>
                <w:szCs w:val="20"/>
              </w:rPr>
            </w:pPr>
            <w:r w:rsidRPr="00550815">
              <w:rPr>
                <w:rFonts w:asciiTheme="minorHAnsi" w:hAnsiTheme="minorHAnsi"/>
                <w:sz w:val="20"/>
                <w:szCs w:val="20"/>
              </w:rPr>
              <w:t>10/11/2031</w:t>
            </w:r>
          </w:p>
        </w:tc>
      </w:tr>
    </w:tbl>
    <w:p w14:paraId="2A477A3D" w14:textId="77777777" w:rsidR="004800F9" w:rsidRDefault="004800F9" w:rsidP="002855EC"/>
    <w:p w14:paraId="0AFA9630" w14:textId="77777777" w:rsidR="003F6B3F" w:rsidRDefault="003F6B3F" w:rsidP="002855EC"/>
    <w:p w14:paraId="012ED345" w14:textId="77777777" w:rsidR="004800F9" w:rsidRDefault="004800F9" w:rsidP="002855EC"/>
    <w:p w14:paraId="5F886971" w14:textId="29371769" w:rsidR="000B5385" w:rsidRDefault="000B5385" w:rsidP="000B5385">
      <w:pPr>
        <w:pStyle w:val="Heading2"/>
        <w:spacing w:before="60"/>
        <w:rPr>
          <w:rFonts w:ascii="Arial Bold" w:hAnsi="Arial Bold"/>
          <w:caps w:val="0"/>
        </w:rPr>
      </w:pPr>
      <w:bookmarkStart w:id="126" w:name="_Toc25087880"/>
      <w:r>
        <w:t>PROD</w:t>
      </w:r>
      <w:bookmarkEnd w:id="126"/>
    </w:p>
    <w:p w14:paraId="5793A730" w14:textId="59AB3B3B" w:rsidR="00A32025" w:rsidRDefault="000B5385" w:rsidP="000B5385">
      <w:pPr>
        <w:pStyle w:val="Heading3"/>
      </w:pPr>
      <w:bookmarkStart w:id="127" w:name="_Toc25087881"/>
      <w:r>
        <w:t>Physical end points</w:t>
      </w:r>
      <w:bookmarkEnd w:id="127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2660"/>
        <w:gridCol w:w="1276"/>
        <w:gridCol w:w="6237"/>
      </w:tblGrid>
      <w:tr w:rsidR="00A32025" w:rsidRPr="00D87F24" w14:paraId="5EEED10E" w14:textId="77777777" w:rsidTr="00533393">
        <w:trPr>
          <w:tblHeader/>
        </w:trPr>
        <w:tc>
          <w:tcPr>
            <w:tcW w:w="2660" w:type="dxa"/>
            <w:tcBorders>
              <w:bottom w:val="single" w:sz="4" w:space="0" w:color="548DD4" w:themeColor="text2" w:themeTint="99"/>
            </w:tcBorders>
            <w:shd w:val="clear" w:color="auto" w:fill="4F81BD" w:themeFill="accent1"/>
            <w:vAlign w:val="center"/>
          </w:tcPr>
          <w:p w14:paraId="5681C736" w14:textId="7688632F" w:rsidR="00A32025" w:rsidRPr="00D87F24" w:rsidRDefault="003857E1" w:rsidP="00AB28D7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End point description</w:t>
            </w:r>
          </w:p>
        </w:tc>
        <w:tc>
          <w:tcPr>
            <w:tcW w:w="1276" w:type="dxa"/>
            <w:shd w:val="clear" w:color="auto" w:fill="4F81BD" w:themeFill="accent1"/>
            <w:vAlign w:val="center"/>
          </w:tcPr>
          <w:p w14:paraId="4BC4363D" w14:textId="77777777" w:rsidR="00A32025" w:rsidRDefault="00A32025" w:rsidP="00AB28D7">
            <w:pP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Service </w:t>
            </w:r>
          </w:p>
          <w:p w14:paraId="416190E9" w14:textId="77777777" w:rsidR="00A32025" w:rsidRPr="00D87F24" w:rsidRDefault="00A32025" w:rsidP="00AB28D7">
            <w:pP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6237" w:type="dxa"/>
            <w:shd w:val="clear" w:color="auto" w:fill="4F81BD" w:themeFill="accent1"/>
          </w:tcPr>
          <w:p w14:paraId="570110D0" w14:textId="5C00D741" w:rsidR="00A32025" w:rsidRPr="00D87F24" w:rsidRDefault="00A32025" w:rsidP="003B566B">
            <w:pPr>
              <w:spacing w:before="120"/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Physical 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nd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</w:tr>
      <w:tr w:rsidR="003857E1" w:rsidRPr="003343FC" w14:paraId="6AE5DA20" w14:textId="77777777" w:rsidTr="00533393">
        <w:tc>
          <w:tcPr>
            <w:tcW w:w="2660" w:type="dxa"/>
            <w:vMerge w:val="restart"/>
            <w:shd w:val="clear" w:color="auto" w:fill="auto"/>
          </w:tcPr>
          <w:p w14:paraId="402AB2DA" w14:textId="2DCF658B" w:rsidR="003857E1" w:rsidRPr="00007B67" w:rsidRDefault="003857E1" w:rsidP="00AB28D7">
            <w:pPr>
              <w:pStyle w:val="ListParagraph"/>
              <w:numPr>
                <w:ilvl w:val="0"/>
                <w:numId w:val="33"/>
              </w:numPr>
              <w:ind w:left="28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Anonymous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411C2D89" w14:textId="77777777" w:rsidR="003857E1" w:rsidRPr="003343FC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List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710BC086" w14:textId="53AE8DA1" w:rsidR="003857E1" w:rsidRPr="003343FC" w:rsidRDefault="003857E1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https://sbr.gov.au/services/nowssecurity/list.02.service</w:t>
            </w:r>
          </w:p>
        </w:tc>
      </w:tr>
      <w:tr w:rsidR="003857E1" w:rsidRPr="003343FC" w14:paraId="5D6BA721" w14:textId="77777777" w:rsidTr="00533393">
        <w:tc>
          <w:tcPr>
            <w:tcW w:w="2660" w:type="dxa"/>
            <w:vMerge/>
            <w:shd w:val="clear" w:color="auto" w:fill="auto"/>
          </w:tcPr>
          <w:p w14:paraId="0EEDEACD" w14:textId="77777777" w:rsidR="003857E1" w:rsidRPr="003343FC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855609C" w14:textId="77777777" w:rsidR="003857E1" w:rsidRPr="003343FC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PreFill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5E682BF8" w14:textId="6911BB2E" w:rsidR="003857E1" w:rsidRPr="003343FC" w:rsidRDefault="003857E1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https://sbr.gov.au/services/nowssecurity/prefill.02.service</w:t>
            </w:r>
          </w:p>
        </w:tc>
      </w:tr>
      <w:tr w:rsidR="003857E1" w:rsidRPr="00B65734" w14:paraId="6451997B" w14:textId="77777777" w:rsidTr="00533393">
        <w:tc>
          <w:tcPr>
            <w:tcW w:w="2660" w:type="dxa"/>
            <w:vMerge/>
            <w:shd w:val="clear" w:color="auto" w:fill="auto"/>
          </w:tcPr>
          <w:p w14:paraId="05F77542" w14:textId="77777777" w:rsidR="003857E1" w:rsidRPr="003343FC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015A1768" w14:textId="77777777" w:rsidR="003857E1" w:rsidRPr="003343FC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PreLodge</w:t>
            </w:r>
            <w:proofErr w:type="spellEnd"/>
          </w:p>
        </w:tc>
        <w:tc>
          <w:tcPr>
            <w:tcW w:w="6237" w:type="dxa"/>
            <w:shd w:val="clear" w:color="auto" w:fill="DBE5F1" w:themeFill="accent1" w:themeFillTint="33"/>
          </w:tcPr>
          <w:p w14:paraId="7840AD9F" w14:textId="34FA3555" w:rsidR="003857E1" w:rsidRPr="00B65734" w:rsidRDefault="003857E1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https://sbr.gov.au/services/nowssecurity/prelodge.02.service</w:t>
            </w:r>
          </w:p>
        </w:tc>
      </w:tr>
      <w:tr w:rsidR="003857E1" w:rsidRPr="00B65734" w14:paraId="69D3B8D6" w14:textId="77777777" w:rsidTr="00533393">
        <w:tc>
          <w:tcPr>
            <w:tcW w:w="2660" w:type="dxa"/>
            <w:vMerge/>
            <w:shd w:val="clear" w:color="auto" w:fill="auto"/>
          </w:tcPr>
          <w:p w14:paraId="2979FEA5" w14:textId="77777777" w:rsidR="003857E1" w:rsidRPr="00B65734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2AB630" w14:textId="77777777" w:rsidR="003857E1" w:rsidRPr="00B65734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Lodge</w:t>
            </w:r>
          </w:p>
        </w:tc>
        <w:tc>
          <w:tcPr>
            <w:tcW w:w="6237" w:type="dxa"/>
            <w:shd w:val="clear" w:color="auto" w:fill="auto"/>
          </w:tcPr>
          <w:p w14:paraId="299C3CC2" w14:textId="59EDB6BC" w:rsidR="003857E1" w:rsidRPr="00B65734" w:rsidRDefault="003857E1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https://sbr.gov.au/services/nowssecurity/lodge.02.service</w:t>
            </w:r>
          </w:p>
        </w:tc>
      </w:tr>
      <w:tr w:rsidR="003857E1" w:rsidRPr="00B65734" w14:paraId="25EE361B" w14:textId="77777777" w:rsidTr="00533393">
        <w:tc>
          <w:tcPr>
            <w:tcW w:w="2660" w:type="dxa"/>
            <w:vMerge w:val="restart"/>
            <w:shd w:val="clear" w:color="auto" w:fill="auto"/>
          </w:tcPr>
          <w:p w14:paraId="0D1D0584" w14:textId="62C5A3A0" w:rsidR="003857E1" w:rsidRPr="0067620E" w:rsidRDefault="003857E1" w:rsidP="00AB28D7">
            <w:pPr>
              <w:pStyle w:val="ListParagraph"/>
              <w:numPr>
                <w:ilvl w:val="0"/>
                <w:numId w:val="33"/>
              </w:numPr>
              <w:ind w:left="28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Authenticated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2D694FF4" w14:textId="77777777" w:rsidR="003857E1" w:rsidRPr="00B65734" w:rsidRDefault="003857E1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List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14:paraId="3C2D038E" w14:textId="694D5AF8" w:rsidR="003857E1" w:rsidRPr="00B65734" w:rsidRDefault="003857E1" w:rsidP="00EA1C9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https://</w:t>
            </w:r>
            <w:r w:rsidRPr="009A7F72">
              <w:rPr>
                <w:rFonts w:ascii="Calibri" w:hAnsi="Calibri"/>
                <w:sz w:val="20"/>
                <w:szCs w:val="20"/>
              </w:rPr>
              <w:t>sbr.gov.au/services/list.02.service</w:t>
            </w:r>
          </w:p>
        </w:tc>
      </w:tr>
      <w:tr w:rsidR="00A32025" w:rsidRPr="00B65734" w14:paraId="1F2A2640" w14:textId="77777777" w:rsidTr="00533393">
        <w:tc>
          <w:tcPr>
            <w:tcW w:w="2660" w:type="dxa"/>
            <w:vMerge/>
            <w:shd w:val="clear" w:color="auto" w:fill="auto"/>
          </w:tcPr>
          <w:p w14:paraId="3E9E6347" w14:textId="77777777" w:rsidR="00A32025" w:rsidRPr="00B65734" w:rsidRDefault="00A32025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5380D8" w14:textId="77777777" w:rsidR="00A32025" w:rsidRPr="00B65734" w:rsidRDefault="00A32025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PreFill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782C771" w14:textId="4D6DF507" w:rsidR="00A32025" w:rsidRPr="00B65734" w:rsidRDefault="00A32025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https://sbr.gov.au/services/prefill.02.service</w:t>
            </w:r>
          </w:p>
        </w:tc>
      </w:tr>
      <w:tr w:rsidR="00A32025" w:rsidRPr="00B65734" w14:paraId="261D653F" w14:textId="77777777" w:rsidTr="00533393">
        <w:tc>
          <w:tcPr>
            <w:tcW w:w="2660" w:type="dxa"/>
            <w:vMerge/>
            <w:shd w:val="clear" w:color="auto" w:fill="auto"/>
          </w:tcPr>
          <w:p w14:paraId="2F0A23D1" w14:textId="77777777" w:rsidR="00A32025" w:rsidRPr="00B65734" w:rsidRDefault="00A32025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14:paraId="330CD61A" w14:textId="77777777" w:rsidR="00A32025" w:rsidRPr="00B65734" w:rsidRDefault="00A32025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PreLodge</w:t>
            </w:r>
            <w:proofErr w:type="spellEnd"/>
          </w:p>
        </w:tc>
        <w:tc>
          <w:tcPr>
            <w:tcW w:w="6237" w:type="dxa"/>
            <w:shd w:val="clear" w:color="auto" w:fill="DBE5F1" w:themeFill="accent1" w:themeFillTint="33"/>
          </w:tcPr>
          <w:p w14:paraId="0E7E80BC" w14:textId="36F791B4" w:rsidR="00A32025" w:rsidRPr="00B65734" w:rsidRDefault="00A32025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https://sbr.gov.au/services/prelodge.02.service</w:t>
            </w:r>
          </w:p>
        </w:tc>
      </w:tr>
      <w:tr w:rsidR="00A32025" w:rsidRPr="00B65734" w14:paraId="5F759348" w14:textId="77777777" w:rsidTr="00533393">
        <w:tc>
          <w:tcPr>
            <w:tcW w:w="2660" w:type="dxa"/>
            <w:vMerge/>
            <w:shd w:val="clear" w:color="auto" w:fill="auto"/>
          </w:tcPr>
          <w:p w14:paraId="50C1D729" w14:textId="77777777" w:rsidR="00A32025" w:rsidRPr="00B65734" w:rsidRDefault="00A32025" w:rsidP="00AB28D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681F5B" w14:textId="77777777" w:rsidR="00A32025" w:rsidRDefault="00A32025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Lodge</w:t>
            </w:r>
          </w:p>
        </w:tc>
        <w:tc>
          <w:tcPr>
            <w:tcW w:w="6237" w:type="dxa"/>
          </w:tcPr>
          <w:p w14:paraId="3087A945" w14:textId="4287379A" w:rsidR="00A32025" w:rsidRPr="009A7F72" w:rsidRDefault="00A32025" w:rsidP="00EA1C99">
            <w:pPr>
              <w:rPr>
                <w:rFonts w:ascii="Calibri" w:hAnsi="Calibri"/>
                <w:sz w:val="20"/>
                <w:szCs w:val="20"/>
              </w:rPr>
            </w:pPr>
            <w:r w:rsidRPr="009A7F72">
              <w:rPr>
                <w:rFonts w:ascii="Calibri" w:hAnsi="Calibri"/>
                <w:sz w:val="20"/>
                <w:szCs w:val="20"/>
              </w:rPr>
              <w:t>https://sbr.gov.au/services/</w:t>
            </w:r>
            <w:r>
              <w:rPr>
                <w:rFonts w:ascii="Calibri" w:hAnsi="Calibri"/>
                <w:sz w:val="20"/>
                <w:szCs w:val="20"/>
              </w:rPr>
              <w:t>l</w:t>
            </w:r>
            <w:r w:rsidRPr="009A7F72">
              <w:rPr>
                <w:rFonts w:ascii="Calibri" w:hAnsi="Calibri"/>
                <w:sz w:val="20"/>
                <w:szCs w:val="20"/>
              </w:rPr>
              <w:t>odge.02.service</w:t>
            </w:r>
          </w:p>
        </w:tc>
      </w:tr>
    </w:tbl>
    <w:p w14:paraId="115B5906" w14:textId="77777777" w:rsidR="00CF40FE" w:rsidRDefault="00CF40FE" w:rsidP="002855EC"/>
    <w:p w14:paraId="120E732B" w14:textId="77777777" w:rsidR="00A032BD" w:rsidRDefault="00A032BD" w:rsidP="00A032BD">
      <w:pPr>
        <w:pStyle w:val="Heading3"/>
      </w:pPr>
      <w:bookmarkStart w:id="128" w:name="_Toc25087882"/>
      <w:r>
        <w:t>SSL Certificates</w:t>
      </w:r>
      <w:bookmarkEnd w:id="128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544"/>
        <w:gridCol w:w="1559"/>
        <w:gridCol w:w="1418"/>
      </w:tblGrid>
      <w:tr w:rsidR="00DE2D89" w:rsidRPr="009452DB" w14:paraId="3EAC578C" w14:textId="77777777" w:rsidTr="00265B2B">
        <w:trPr>
          <w:trHeight w:val="234"/>
          <w:tblHeader/>
        </w:trPr>
        <w:tc>
          <w:tcPr>
            <w:tcW w:w="3652" w:type="dxa"/>
            <w:shd w:val="clear" w:color="auto" w:fill="4F81BD" w:themeFill="accent1"/>
            <w:vAlign w:val="center"/>
          </w:tcPr>
          <w:p w14:paraId="060F0D60" w14:textId="77777777" w:rsidR="00DE2D89" w:rsidRPr="009452DB" w:rsidRDefault="00DE2D89" w:rsidP="00265B2B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ShareFile  Location</w:t>
            </w:r>
          </w:p>
        </w:tc>
        <w:tc>
          <w:tcPr>
            <w:tcW w:w="3544" w:type="dxa"/>
            <w:shd w:val="clear" w:color="auto" w:fill="4F81BD" w:themeFill="accent1"/>
            <w:vAlign w:val="center"/>
          </w:tcPr>
          <w:p w14:paraId="0A80CF0E" w14:textId="77777777" w:rsidR="00DE2D89" w:rsidRPr="009452DB" w:rsidRDefault="00DE2D89" w:rsidP="00265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Contents</w:t>
            </w:r>
          </w:p>
        </w:tc>
        <w:tc>
          <w:tcPr>
            <w:tcW w:w="1559" w:type="dxa"/>
            <w:shd w:val="clear" w:color="auto" w:fill="4F81BD" w:themeFill="accent1"/>
          </w:tcPr>
          <w:p w14:paraId="0A9401E3" w14:textId="77777777" w:rsidR="00DE2D89" w:rsidRDefault="00DE2D89" w:rsidP="00265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6B1924F9" w14:textId="77777777" w:rsidR="00DE2D89" w:rsidRDefault="00DE2D89" w:rsidP="00265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DE2D89" w:rsidRPr="00B65734" w14:paraId="2F64589E" w14:textId="77777777" w:rsidTr="00265B2B">
        <w:tc>
          <w:tcPr>
            <w:tcW w:w="3652" w:type="dxa"/>
            <w:shd w:val="clear" w:color="auto" w:fill="DBE5F1" w:themeFill="accent1" w:themeFillTint="33"/>
          </w:tcPr>
          <w:p w14:paraId="74A76FB2" w14:textId="77777777" w:rsidR="00DE2D89" w:rsidRPr="00B65734" w:rsidRDefault="00A60972" w:rsidP="00265B2B">
            <w:pPr>
              <w:rPr>
                <w:rFonts w:asciiTheme="minorHAnsi" w:hAnsiTheme="minorHAnsi"/>
                <w:sz w:val="20"/>
                <w:szCs w:val="20"/>
              </w:rPr>
            </w:pPr>
            <w:hyperlink r:id="rId29" w:anchor="/home/shared/foeb7c5c-00a3-4877-8b2a-f840f23d22bf" w:history="1">
              <w:r w:rsidR="00DE2D89" w:rsidRPr="001C22B2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SBR Core Services – PROD</w:t>
              </w:r>
            </w:hyperlink>
          </w:p>
        </w:tc>
        <w:tc>
          <w:tcPr>
            <w:tcW w:w="3544" w:type="dxa"/>
            <w:shd w:val="clear" w:color="auto" w:fill="DBE5F1" w:themeFill="accent1" w:themeFillTint="33"/>
          </w:tcPr>
          <w:p w14:paraId="5674F7B3" w14:textId="77777777" w:rsidR="00DE2D89" w:rsidRPr="003E0886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sbr.gov.au.crt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604F6791" w14:textId="77777777" w:rsidR="00DE2D89" w:rsidRPr="00DE2D89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 w:rsidRPr="00DE2D89">
              <w:rPr>
                <w:rFonts w:asciiTheme="minorHAnsi" w:hAnsiTheme="minorHAnsi"/>
                <w:sz w:val="20"/>
                <w:szCs w:val="20"/>
              </w:rPr>
              <w:t>17/12/2018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614501D6" w14:textId="77777777" w:rsidR="00DE2D89" w:rsidRPr="00DE2D89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 w:rsidRPr="00DE2D89">
              <w:rPr>
                <w:rFonts w:asciiTheme="minorHAnsi" w:hAnsiTheme="minorHAnsi"/>
                <w:sz w:val="20"/>
                <w:szCs w:val="20"/>
              </w:rPr>
              <w:t>28/01/2020</w:t>
            </w:r>
          </w:p>
        </w:tc>
      </w:tr>
      <w:tr w:rsidR="00DE2D89" w:rsidRPr="00C70F92" w14:paraId="124280ED" w14:textId="77777777" w:rsidTr="00265B2B">
        <w:tc>
          <w:tcPr>
            <w:tcW w:w="3652" w:type="dxa"/>
            <w:shd w:val="clear" w:color="auto" w:fill="auto"/>
          </w:tcPr>
          <w:p w14:paraId="37A87220" w14:textId="77777777" w:rsidR="00DE2D89" w:rsidRPr="00C70F92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42F0F77" w14:textId="77777777" w:rsidR="00DE2D89" w:rsidRPr="006A3725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sbr.gov.au-intermediate.crt</w:t>
            </w:r>
          </w:p>
        </w:tc>
        <w:tc>
          <w:tcPr>
            <w:tcW w:w="1559" w:type="dxa"/>
          </w:tcPr>
          <w:p w14:paraId="2C7119E7" w14:textId="77777777" w:rsidR="00DE2D89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06/11/2017</w:t>
            </w:r>
          </w:p>
        </w:tc>
        <w:tc>
          <w:tcPr>
            <w:tcW w:w="1418" w:type="dxa"/>
          </w:tcPr>
          <w:p w14:paraId="09FB8C50" w14:textId="77777777" w:rsidR="00DE2D89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06/11/2027</w:t>
            </w:r>
          </w:p>
        </w:tc>
      </w:tr>
      <w:tr w:rsidR="00DE2D89" w:rsidRPr="00B65734" w14:paraId="5E0EE643" w14:textId="77777777" w:rsidTr="00265B2B">
        <w:tc>
          <w:tcPr>
            <w:tcW w:w="3652" w:type="dxa"/>
            <w:shd w:val="clear" w:color="auto" w:fill="DBE5F1" w:themeFill="accent1" w:themeFillTint="33"/>
          </w:tcPr>
          <w:p w14:paraId="1C58CFDA" w14:textId="77777777" w:rsidR="00DE2D89" w:rsidRPr="00B65734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BE5F1" w:themeFill="accent1" w:themeFillTint="33"/>
          </w:tcPr>
          <w:p w14:paraId="162AAA2D" w14:textId="77777777" w:rsidR="00DE2D89" w:rsidRPr="0068604E" w:rsidRDefault="00DE2D89" w:rsidP="00265B2B">
            <w:pPr>
              <w:rPr>
                <w:rFonts w:asciiTheme="minorHAnsi" w:hAnsi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sbr.gov.au-root.crt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7DCF3ADD" w14:textId="77777777" w:rsidR="00DE2D89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10/11/2006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12122B2C" w14:textId="77777777" w:rsidR="00DE2D89" w:rsidRDefault="00DE2D89" w:rsidP="00265B2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10/11/2031</w:t>
            </w:r>
          </w:p>
        </w:tc>
      </w:tr>
    </w:tbl>
    <w:p w14:paraId="51E861FC" w14:textId="77777777" w:rsidR="002C182B" w:rsidRDefault="002C182B" w:rsidP="002855EC"/>
    <w:p w14:paraId="287AE6C4" w14:textId="5EEB477E" w:rsidR="0043343F" w:rsidRDefault="009C1FB6" w:rsidP="0043343F">
      <w:pPr>
        <w:pStyle w:val="Heading1"/>
        <w:spacing w:after="120"/>
        <w:rPr>
          <w:b/>
        </w:rPr>
      </w:pPr>
      <w:bookmarkStart w:id="129" w:name="_Toc25087883"/>
      <w:r>
        <w:rPr>
          <w:b/>
        </w:rPr>
        <w:lastRenderedPageBreak/>
        <w:t>STS Providers</w:t>
      </w:r>
      <w:bookmarkEnd w:id="129"/>
    </w:p>
    <w:p w14:paraId="1B31C659" w14:textId="5A1EF60E" w:rsidR="002E373C" w:rsidRDefault="008E14D0" w:rsidP="00290A30">
      <w:pPr>
        <w:pStyle w:val="Heading2"/>
        <w:spacing w:before="160" w:after="60"/>
      </w:pPr>
      <w:bookmarkStart w:id="130" w:name="_Toc25087884"/>
      <w:r>
        <w:t>EVTE</w:t>
      </w:r>
      <w:bookmarkEnd w:id="130"/>
    </w:p>
    <w:p w14:paraId="3C38656C" w14:textId="6DB65F21" w:rsidR="00290A30" w:rsidRDefault="008E14D0" w:rsidP="00290A30">
      <w:pPr>
        <w:pStyle w:val="Heading3"/>
      </w:pPr>
      <w:bookmarkStart w:id="131" w:name="_Toc25087885"/>
      <w:r>
        <w:t>Physical end points</w:t>
      </w:r>
      <w:bookmarkEnd w:id="131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1951"/>
        <w:gridCol w:w="8222"/>
      </w:tblGrid>
      <w:tr w:rsidR="00290A30" w:rsidRPr="00D87F24" w14:paraId="3461BE02" w14:textId="77777777" w:rsidTr="00533393">
        <w:trPr>
          <w:tblHeader/>
        </w:trPr>
        <w:tc>
          <w:tcPr>
            <w:tcW w:w="1951" w:type="dxa"/>
            <w:shd w:val="clear" w:color="auto" w:fill="4F81BD" w:themeFill="accent1"/>
            <w:vAlign w:val="center"/>
          </w:tcPr>
          <w:p w14:paraId="2E2114C1" w14:textId="42DCFAA1" w:rsidR="00290A30" w:rsidRPr="00D87F24" w:rsidRDefault="00840F6D" w:rsidP="00AB28D7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STS Provider</w:t>
            </w:r>
          </w:p>
        </w:tc>
        <w:tc>
          <w:tcPr>
            <w:tcW w:w="8222" w:type="dxa"/>
            <w:shd w:val="clear" w:color="auto" w:fill="4F81BD" w:themeFill="accent1"/>
            <w:vAlign w:val="center"/>
          </w:tcPr>
          <w:p w14:paraId="4625FBDE" w14:textId="0CCF8DDC" w:rsidR="00290A30" w:rsidRPr="00D87F24" w:rsidRDefault="00290A30" w:rsidP="003B566B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Physical 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nd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</w:tr>
      <w:tr w:rsidR="00290A30" w:rsidRPr="00B65734" w14:paraId="26272430" w14:textId="77777777" w:rsidTr="00533393">
        <w:tc>
          <w:tcPr>
            <w:tcW w:w="1951" w:type="dxa"/>
            <w:shd w:val="clear" w:color="auto" w:fill="DBE5F1" w:themeFill="accent1" w:themeFillTint="33"/>
          </w:tcPr>
          <w:p w14:paraId="24C3273F" w14:textId="0182B604" w:rsidR="00290A30" w:rsidRPr="00B65734" w:rsidRDefault="00307CD0" w:rsidP="00AB28D7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VANguard</w:t>
            </w:r>
            <w:proofErr w:type="spellEnd"/>
            <w:r w:rsidR="006652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C6D8B">
              <w:rPr>
                <w:rFonts w:ascii="Calibri" w:hAnsi="Calibri"/>
                <w:sz w:val="20"/>
                <w:szCs w:val="20"/>
              </w:rPr>
              <w:t>STS</w:t>
            </w:r>
          </w:p>
        </w:tc>
        <w:tc>
          <w:tcPr>
            <w:tcW w:w="8222" w:type="dxa"/>
            <w:shd w:val="clear" w:color="auto" w:fill="DBE5F1" w:themeFill="accent1" w:themeFillTint="33"/>
          </w:tcPr>
          <w:p w14:paraId="6DC57187" w14:textId="780B62A6" w:rsidR="00290A30" w:rsidRPr="00B65734" w:rsidRDefault="005C6D8B" w:rsidP="00AB28D7">
            <w:pPr>
              <w:rPr>
                <w:rFonts w:ascii="Calibri" w:hAnsi="Calibri"/>
                <w:sz w:val="20"/>
                <w:szCs w:val="20"/>
              </w:rPr>
            </w:pPr>
            <w:r w:rsidRPr="005C6D8B">
              <w:rPr>
                <w:rFonts w:ascii="Calibri" w:hAnsi="Calibri"/>
                <w:sz w:val="20"/>
                <w:szCs w:val="20"/>
              </w:rPr>
              <w:t>https://thirdparty.authentication.business.gov.au/R3.0/vanguard/S007v1.2/service.svc</w:t>
            </w:r>
          </w:p>
        </w:tc>
      </w:tr>
      <w:tr w:rsidR="00307CD0" w:rsidRPr="00B65734" w14:paraId="0AAF95E2" w14:textId="77777777" w:rsidTr="00307CD0">
        <w:tc>
          <w:tcPr>
            <w:tcW w:w="1951" w:type="dxa"/>
            <w:shd w:val="clear" w:color="auto" w:fill="auto"/>
          </w:tcPr>
          <w:p w14:paraId="2BEDE90A" w14:textId="2FEEA2A7" w:rsidR="00307CD0" w:rsidRDefault="00665246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ATO STS</w:t>
            </w:r>
          </w:p>
        </w:tc>
        <w:tc>
          <w:tcPr>
            <w:tcW w:w="8222" w:type="dxa"/>
            <w:shd w:val="clear" w:color="auto" w:fill="auto"/>
          </w:tcPr>
          <w:p w14:paraId="611200A5" w14:textId="19E82828" w:rsidR="00307CD0" w:rsidRPr="00E43D71" w:rsidRDefault="00A60972" w:rsidP="00AB28D7">
            <w:pPr>
              <w:rPr>
                <w:rFonts w:ascii="Calibri" w:hAnsi="Calibri"/>
                <w:b/>
                <w:sz w:val="20"/>
                <w:szCs w:val="20"/>
              </w:rPr>
            </w:pPr>
            <w:hyperlink r:id="rId30" w:history="1">
              <w:r w:rsidR="009332D4" w:rsidRPr="00E43D71">
                <w:rPr>
                  <w:rStyle w:val="Hyperlink"/>
                  <w:rFonts w:ascii="Calibri" w:hAnsi="Calibri"/>
                  <w:b w:val="0"/>
                  <w:noProof w:val="0"/>
                  <w:color w:val="auto"/>
                  <w:sz w:val="20"/>
                  <w:szCs w:val="20"/>
                  <w:u w:val="none"/>
                </w:rPr>
                <w:t>https://softwareauthorisations.acc.ato.gov.au/R3.0/S007v1.2/service.svc</w:t>
              </w:r>
            </w:hyperlink>
          </w:p>
        </w:tc>
      </w:tr>
    </w:tbl>
    <w:p w14:paraId="04F10A34" w14:textId="77777777" w:rsidR="00C70D35" w:rsidRDefault="00C70D35" w:rsidP="00C70D35"/>
    <w:p w14:paraId="779E24AE" w14:textId="77777777" w:rsidR="00906FC6" w:rsidRDefault="00906FC6" w:rsidP="00906FC6">
      <w:pPr>
        <w:pStyle w:val="Heading3"/>
      </w:pPr>
      <w:bookmarkStart w:id="132" w:name="_Toc25087886"/>
      <w:r>
        <w:t>SSL Certificates</w:t>
      </w:r>
      <w:bookmarkEnd w:id="132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111"/>
        <w:gridCol w:w="1559"/>
        <w:gridCol w:w="1418"/>
      </w:tblGrid>
      <w:tr w:rsidR="00887D9A" w:rsidRPr="009452DB" w14:paraId="6433D9EA" w14:textId="77777777" w:rsidTr="00696E2F">
        <w:trPr>
          <w:tblHeader/>
        </w:trPr>
        <w:tc>
          <w:tcPr>
            <w:tcW w:w="3085" w:type="dxa"/>
            <w:shd w:val="clear" w:color="auto" w:fill="4F81BD" w:themeFill="accent1"/>
            <w:vAlign w:val="center"/>
          </w:tcPr>
          <w:p w14:paraId="279BBDEB" w14:textId="77777777" w:rsidR="00887D9A" w:rsidRPr="009452DB" w:rsidRDefault="00887D9A" w:rsidP="00577D0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ShareFile  Location</w:t>
            </w:r>
          </w:p>
        </w:tc>
        <w:tc>
          <w:tcPr>
            <w:tcW w:w="4111" w:type="dxa"/>
            <w:shd w:val="clear" w:color="auto" w:fill="4F81BD" w:themeFill="accent1"/>
            <w:vAlign w:val="center"/>
          </w:tcPr>
          <w:p w14:paraId="1CD1A0D0" w14:textId="77777777" w:rsidR="00887D9A" w:rsidRPr="009452DB" w:rsidRDefault="00887D9A" w:rsidP="00577D0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Contents</w:t>
            </w:r>
          </w:p>
        </w:tc>
        <w:tc>
          <w:tcPr>
            <w:tcW w:w="1559" w:type="dxa"/>
            <w:shd w:val="clear" w:color="auto" w:fill="4F81BD" w:themeFill="accent1"/>
          </w:tcPr>
          <w:p w14:paraId="31130722" w14:textId="77777777" w:rsidR="00887D9A" w:rsidRDefault="00887D9A" w:rsidP="00577D0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42056656" w14:textId="77777777" w:rsidR="00887D9A" w:rsidRDefault="00887D9A" w:rsidP="00577D05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887D9A" w:rsidRPr="00B65734" w14:paraId="06D5E2AB" w14:textId="77777777" w:rsidTr="00696E2F">
        <w:tc>
          <w:tcPr>
            <w:tcW w:w="3085" w:type="dxa"/>
            <w:shd w:val="clear" w:color="auto" w:fill="DBE5F1" w:themeFill="accent1" w:themeFillTint="33"/>
          </w:tcPr>
          <w:p w14:paraId="343BDCB2" w14:textId="20E9FF4F" w:rsidR="00887D9A" w:rsidRPr="00B65734" w:rsidRDefault="00A60972" w:rsidP="00577D05">
            <w:pPr>
              <w:rPr>
                <w:rFonts w:asciiTheme="minorHAnsi" w:hAnsiTheme="minorHAnsi"/>
                <w:sz w:val="20"/>
                <w:szCs w:val="20"/>
              </w:rPr>
            </w:pPr>
            <w:hyperlink r:id="rId31" w:history="1">
              <w:proofErr w:type="spellStart"/>
              <w:r w:rsidR="00887D9A" w:rsidRPr="00874449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VANguard</w:t>
              </w:r>
              <w:proofErr w:type="spellEnd"/>
              <w:r w:rsidR="00887D9A" w:rsidRPr="00874449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 xml:space="preserve"> </w:t>
              </w:r>
              <w:r w:rsidR="005753A4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 xml:space="preserve">STS </w:t>
              </w:r>
              <w:r w:rsidR="00887D9A" w:rsidRPr="00874449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– EVTE</w:t>
              </w:r>
            </w:hyperlink>
            <w:r w:rsidR="002E5488">
              <w:rPr>
                <w:rStyle w:val="Hyperlink"/>
                <w:rFonts w:asciiTheme="minorHAnsi" w:hAnsiTheme="minorHAnsi"/>
                <w:noProof w:val="0"/>
                <w:sz w:val="20"/>
                <w:szCs w:val="20"/>
              </w:rPr>
              <w:t xml:space="preserve"> *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778E67B6" w14:textId="79BEEAF7" w:rsidR="00887D9A" w:rsidRPr="003E0886" w:rsidRDefault="00887D9A" w:rsidP="003F65C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thirdparty.authentication.business.gov.au.c</w:t>
            </w:r>
            <w:r w:rsidR="003F65C7">
              <w:rPr>
                <w:rFonts w:asciiTheme="minorHAnsi" w:hAnsiTheme="minorHAnsi"/>
                <w:sz w:val="20"/>
                <w:szCs w:val="20"/>
              </w:rPr>
              <w:t>er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2D2DA329" w14:textId="591F8C32" w:rsidR="00887D9A" w:rsidRPr="002E5488" w:rsidRDefault="002E5488" w:rsidP="00577D05">
            <w:pPr>
              <w:rPr>
                <w:rFonts w:asciiTheme="minorHAnsi" w:hAnsiTheme="minorHAnsi"/>
                <w:sz w:val="20"/>
                <w:szCs w:val="20"/>
              </w:rPr>
            </w:pPr>
            <w:r w:rsidRPr="002E5488">
              <w:rPr>
                <w:rFonts w:asciiTheme="minorHAnsi" w:hAnsiTheme="minorHAnsi"/>
                <w:sz w:val="20"/>
                <w:szCs w:val="20"/>
              </w:rPr>
              <w:t>07/02/2020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AD9210E" w14:textId="246A6679" w:rsidR="00887D9A" w:rsidRPr="002E5488" w:rsidRDefault="002E5488" w:rsidP="002E5488">
            <w:pPr>
              <w:rPr>
                <w:rFonts w:asciiTheme="minorHAnsi" w:hAnsiTheme="minorHAnsi"/>
                <w:sz w:val="20"/>
                <w:szCs w:val="20"/>
              </w:rPr>
            </w:pPr>
            <w:r w:rsidRPr="002E5488">
              <w:rPr>
                <w:rFonts w:asciiTheme="minorHAnsi" w:hAnsiTheme="minorHAnsi"/>
                <w:sz w:val="20"/>
                <w:szCs w:val="20"/>
              </w:rPr>
              <w:t>07/02/2022</w:t>
            </w:r>
          </w:p>
        </w:tc>
      </w:tr>
      <w:tr w:rsidR="00665246" w:rsidRPr="004C04D0" w14:paraId="501D0B09" w14:textId="77777777" w:rsidTr="00665246">
        <w:tc>
          <w:tcPr>
            <w:tcW w:w="3085" w:type="dxa"/>
            <w:shd w:val="clear" w:color="auto" w:fill="auto"/>
          </w:tcPr>
          <w:p w14:paraId="7003B769" w14:textId="49F1662C" w:rsidR="00665246" w:rsidRPr="004C04D0" w:rsidRDefault="00A60972" w:rsidP="00577D05">
            <w:pPr>
              <w:rPr>
                <w:rFonts w:ascii="Calibri" w:hAnsi="Calibri" w:cs="Arial"/>
                <w:sz w:val="20"/>
                <w:szCs w:val="20"/>
                <w:highlight w:val="yellow"/>
              </w:rPr>
            </w:pPr>
            <w:hyperlink r:id="rId32" w:history="1">
              <w:r w:rsidR="00542896" w:rsidRPr="004C04D0">
                <w:rPr>
                  <w:rStyle w:val="Hyperlink"/>
                  <w:rFonts w:ascii="Calibri" w:hAnsi="Calibri" w:cs="Arial"/>
                  <w:noProof w:val="0"/>
                  <w:sz w:val="20"/>
                  <w:szCs w:val="20"/>
                </w:rPr>
                <w:t>ATO STS - EVTE</w:t>
              </w:r>
            </w:hyperlink>
          </w:p>
        </w:tc>
        <w:tc>
          <w:tcPr>
            <w:tcW w:w="4111" w:type="dxa"/>
            <w:shd w:val="clear" w:color="auto" w:fill="auto"/>
          </w:tcPr>
          <w:p w14:paraId="59A030FA" w14:textId="7194C8EF" w:rsidR="00665246" w:rsidRPr="004C04D0" w:rsidRDefault="009C4565" w:rsidP="00577D05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4C04D0">
              <w:rPr>
                <w:rFonts w:ascii="Calibri" w:hAnsi="Calibri"/>
                <w:sz w:val="20"/>
                <w:szCs w:val="20"/>
              </w:rPr>
              <w:t>softwareauthorisation.acc.ato.gov.au.crt</w:t>
            </w:r>
          </w:p>
        </w:tc>
        <w:tc>
          <w:tcPr>
            <w:tcW w:w="1559" w:type="dxa"/>
            <w:shd w:val="clear" w:color="auto" w:fill="auto"/>
          </w:tcPr>
          <w:p w14:paraId="7183CE25" w14:textId="70D750A2" w:rsidR="00665246" w:rsidRPr="004C04D0" w:rsidRDefault="001958FE" w:rsidP="00577D0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28/03/2019</w:t>
            </w:r>
          </w:p>
        </w:tc>
        <w:tc>
          <w:tcPr>
            <w:tcW w:w="1418" w:type="dxa"/>
            <w:shd w:val="clear" w:color="auto" w:fill="auto"/>
          </w:tcPr>
          <w:p w14:paraId="68884DC9" w14:textId="7C5FE50C" w:rsidR="00665246" w:rsidRPr="007D235E" w:rsidRDefault="00145D49" w:rsidP="007D235E">
            <w:pPr>
              <w:rPr>
                <w:rFonts w:ascii="Calibri" w:hAnsi="Calibri"/>
                <w:sz w:val="20"/>
                <w:szCs w:val="20"/>
              </w:rPr>
            </w:pPr>
            <w:r w:rsidRPr="007D235E">
              <w:rPr>
                <w:rFonts w:asciiTheme="minorHAnsi" w:hAnsiTheme="minorHAnsi"/>
                <w:sz w:val="20"/>
                <w:szCs w:val="20"/>
              </w:rPr>
              <w:t>27/03/20</w:t>
            </w:r>
            <w:r w:rsidR="007D235E" w:rsidRPr="007D235E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</w:tbl>
    <w:p w14:paraId="6246A78B" w14:textId="387CA3FA" w:rsidR="002E5488" w:rsidRPr="007B6629" w:rsidRDefault="002E5488" w:rsidP="00C70D35">
      <w:pPr>
        <w:rPr>
          <w:b/>
        </w:rPr>
      </w:pPr>
      <w:r w:rsidRPr="007B6629">
        <w:rPr>
          <w:b/>
        </w:rPr>
        <w:t>* Note: ATO Support for Vanguard STS ends 27</w:t>
      </w:r>
      <w:r w:rsidRPr="007B6629">
        <w:rPr>
          <w:b/>
          <w:vertAlign w:val="superscript"/>
        </w:rPr>
        <w:t>th</w:t>
      </w:r>
      <w:r w:rsidRPr="007B6629">
        <w:rPr>
          <w:b/>
        </w:rPr>
        <w:t xml:space="preserve"> March 2020</w:t>
      </w:r>
      <w:r w:rsidR="00F100E2" w:rsidRPr="007B6629">
        <w:rPr>
          <w:b/>
        </w:rPr>
        <w:t xml:space="preserve"> *</w:t>
      </w:r>
    </w:p>
    <w:p w14:paraId="1A2FD7F5" w14:textId="77777777" w:rsidR="00F100E2" w:rsidRDefault="00F100E2" w:rsidP="00C70D35"/>
    <w:p w14:paraId="3A08900D" w14:textId="3437F9E8" w:rsidR="00991898" w:rsidRDefault="00991898" w:rsidP="00991898">
      <w:pPr>
        <w:pStyle w:val="Heading3"/>
      </w:pPr>
      <w:bookmarkStart w:id="133" w:name="_Toc25087887"/>
      <w:r>
        <w:t>End point availability</w:t>
      </w:r>
      <w:bookmarkEnd w:id="133"/>
    </w:p>
    <w:tbl>
      <w:tblPr>
        <w:tblpPr w:leftFromText="180" w:rightFromText="180" w:vertAnchor="text" w:tblpY="1"/>
        <w:tblOverlap w:val="never"/>
        <w:tblW w:w="6062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559"/>
        <w:gridCol w:w="1418"/>
      </w:tblGrid>
      <w:tr w:rsidR="0037281C" w:rsidRPr="009452DB" w14:paraId="5B053734" w14:textId="77777777" w:rsidTr="000C0929">
        <w:trPr>
          <w:tblHeader/>
        </w:trPr>
        <w:tc>
          <w:tcPr>
            <w:tcW w:w="3085" w:type="dxa"/>
            <w:shd w:val="clear" w:color="auto" w:fill="4F81BD" w:themeFill="accent1"/>
            <w:vAlign w:val="center"/>
          </w:tcPr>
          <w:p w14:paraId="758B12AB" w14:textId="460B662F" w:rsidR="0037281C" w:rsidRPr="009452DB" w:rsidRDefault="0037281C" w:rsidP="000C0929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STS Provider</w:t>
            </w:r>
          </w:p>
        </w:tc>
        <w:tc>
          <w:tcPr>
            <w:tcW w:w="1559" w:type="dxa"/>
            <w:shd w:val="clear" w:color="auto" w:fill="4F81BD" w:themeFill="accent1"/>
          </w:tcPr>
          <w:p w14:paraId="1745B085" w14:textId="77777777" w:rsidR="0037281C" w:rsidRDefault="0037281C" w:rsidP="000C0929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6791AF76" w14:textId="77777777" w:rsidR="0037281C" w:rsidRDefault="0037281C" w:rsidP="000C0929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37281C" w:rsidRPr="00B65734" w14:paraId="760F723B" w14:textId="77777777" w:rsidTr="000C0929">
        <w:tc>
          <w:tcPr>
            <w:tcW w:w="3085" w:type="dxa"/>
            <w:shd w:val="clear" w:color="auto" w:fill="DBE5F1" w:themeFill="accent1" w:themeFillTint="33"/>
          </w:tcPr>
          <w:p w14:paraId="7223B0F6" w14:textId="10E7936C" w:rsidR="0037281C" w:rsidRPr="00501DBD" w:rsidRDefault="0037281C" w:rsidP="000C0929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01DBD">
              <w:rPr>
                <w:rFonts w:asciiTheme="minorHAnsi" w:hAnsiTheme="minorHAnsi"/>
                <w:sz w:val="20"/>
                <w:szCs w:val="20"/>
              </w:rPr>
              <w:t>VANguard</w:t>
            </w:r>
            <w:proofErr w:type="spellEnd"/>
            <w:r w:rsidR="0015526E">
              <w:rPr>
                <w:rFonts w:asciiTheme="minorHAnsi" w:hAnsiTheme="minorHAnsi"/>
                <w:sz w:val="20"/>
                <w:szCs w:val="20"/>
              </w:rPr>
              <w:t xml:space="preserve"> STS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2782288D" w14:textId="44332BFC" w:rsidR="0037281C" w:rsidRDefault="00501DBD" w:rsidP="000C09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Current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75A80E3" w14:textId="7603E6EB" w:rsidR="0037281C" w:rsidRDefault="00501DBD" w:rsidP="000C09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01/03/2020</w:t>
            </w:r>
          </w:p>
        </w:tc>
      </w:tr>
      <w:tr w:rsidR="0037281C" w:rsidRPr="00542896" w14:paraId="141D1068" w14:textId="77777777" w:rsidTr="000C0929">
        <w:tc>
          <w:tcPr>
            <w:tcW w:w="3085" w:type="dxa"/>
            <w:shd w:val="clear" w:color="auto" w:fill="auto"/>
          </w:tcPr>
          <w:p w14:paraId="499E459B" w14:textId="4FF3BC7B" w:rsidR="0037281C" w:rsidRPr="0037281C" w:rsidRDefault="0037281C" w:rsidP="000C0929">
            <w:pPr>
              <w:rPr>
                <w:rFonts w:asciiTheme="minorHAnsi" w:hAnsiTheme="minorHAnsi"/>
                <w:sz w:val="20"/>
                <w:szCs w:val="20"/>
              </w:rPr>
            </w:pPr>
            <w:r w:rsidRPr="0037281C">
              <w:rPr>
                <w:rFonts w:asciiTheme="minorHAnsi" w:hAnsiTheme="minorHAnsi"/>
                <w:sz w:val="20"/>
                <w:szCs w:val="20"/>
              </w:rPr>
              <w:t xml:space="preserve">ATO STS </w:t>
            </w:r>
          </w:p>
        </w:tc>
        <w:tc>
          <w:tcPr>
            <w:tcW w:w="1559" w:type="dxa"/>
            <w:shd w:val="clear" w:color="auto" w:fill="auto"/>
          </w:tcPr>
          <w:p w14:paraId="75BC590E" w14:textId="440DF3D9" w:rsidR="0037281C" w:rsidRPr="0037281C" w:rsidRDefault="00501DBD" w:rsidP="000C09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22/04/2019</w:t>
            </w:r>
          </w:p>
        </w:tc>
        <w:tc>
          <w:tcPr>
            <w:tcW w:w="1418" w:type="dxa"/>
            <w:shd w:val="clear" w:color="auto" w:fill="auto"/>
          </w:tcPr>
          <w:p w14:paraId="55B17688" w14:textId="674A7193" w:rsidR="0037281C" w:rsidRPr="00542896" w:rsidRDefault="00480C1D" w:rsidP="000C092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n/a</w:t>
            </w:r>
          </w:p>
        </w:tc>
      </w:tr>
    </w:tbl>
    <w:p w14:paraId="14094254" w14:textId="25BC7751" w:rsidR="00991898" w:rsidRDefault="000C0929" w:rsidP="00C70D35">
      <w:r>
        <w:br w:type="textWrapping" w:clear="all"/>
      </w:r>
    </w:p>
    <w:p w14:paraId="6E6736B2" w14:textId="018A3E70" w:rsidR="00C04DF1" w:rsidRDefault="00C04DF1" w:rsidP="00C04DF1">
      <w:pPr>
        <w:pStyle w:val="Heading3"/>
      </w:pPr>
      <w:bookmarkStart w:id="134" w:name="_Toc25087888"/>
      <w:proofErr w:type="spellStart"/>
      <w:r>
        <w:t>AppliesTo</w:t>
      </w:r>
      <w:proofErr w:type="spellEnd"/>
      <w:r>
        <w:t xml:space="preserve"> value</w:t>
      </w:r>
      <w:bookmarkEnd w:id="134"/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126"/>
        <w:gridCol w:w="5812"/>
      </w:tblGrid>
      <w:tr w:rsidR="00396697" w:rsidRPr="009452DB" w14:paraId="0E504475" w14:textId="2A659C85" w:rsidTr="00F75CB0">
        <w:trPr>
          <w:tblHeader/>
        </w:trPr>
        <w:tc>
          <w:tcPr>
            <w:tcW w:w="2235" w:type="dxa"/>
            <w:shd w:val="clear" w:color="auto" w:fill="4F81BD" w:themeFill="accent1"/>
            <w:vAlign w:val="center"/>
          </w:tcPr>
          <w:p w14:paraId="08AA307F" w14:textId="77777777" w:rsidR="00396697" w:rsidRPr="009452DB" w:rsidRDefault="00396697" w:rsidP="0039669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STS Provider</w:t>
            </w:r>
          </w:p>
        </w:tc>
        <w:tc>
          <w:tcPr>
            <w:tcW w:w="2126" w:type="dxa"/>
            <w:shd w:val="clear" w:color="auto" w:fill="4F81BD" w:themeFill="accent1"/>
          </w:tcPr>
          <w:p w14:paraId="041325EC" w14:textId="381037F6" w:rsidR="00396697" w:rsidRDefault="00396697" w:rsidP="00396697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ATO environment</w:t>
            </w:r>
          </w:p>
        </w:tc>
        <w:tc>
          <w:tcPr>
            <w:tcW w:w="5812" w:type="dxa"/>
            <w:shd w:val="clear" w:color="auto" w:fill="4F81BD" w:themeFill="accent1"/>
          </w:tcPr>
          <w:p w14:paraId="17325D61" w14:textId="613FA4CB" w:rsidR="00396697" w:rsidRDefault="00396697" w:rsidP="00396697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AppliesTo</w:t>
            </w:r>
            <w:proofErr w:type="spellEnd"/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value</w:t>
            </w:r>
          </w:p>
        </w:tc>
      </w:tr>
      <w:tr w:rsidR="00396697" w:rsidRPr="00B65734" w14:paraId="62D61F0A" w14:textId="02351B86" w:rsidTr="00F75CB0">
        <w:tc>
          <w:tcPr>
            <w:tcW w:w="2235" w:type="dxa"/>
            <w:shd w:val="clear" w:color="auto" w:fill="DBE5F1" w:themeFill="accent1" w:themeFillTint="33"/>
          </w:tcPr>
          <w:p w14:paraId="385EEE55" w14:textId="77777777" w:rsidR="00396697" w:rsidRPr="00501DBD" w:rsidRDefault="00396697" w:rsidP="00396697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01DBD">
              <w:rPr>
                <w:rFonts w:asciiTheme="minorHAnsi" w:hAnsiTheme="minorHAnsi"/>
                <w:sz w:val="20"/>
                <w:szCs w:val="20"/>
              </w:rPr>
              <w:t>VANguard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STS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2CEA04B4" w14:textId="0D2C5AB7" w:rsidR="00396697" w:rsidRDefault="00A84BD6" w:rsidP="0039669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ebMS3 EVTE3</w:t>
            </w:r>
          </w:p>
        </w:tc>
        <w:tc>
          <w:tcPr>
            <w:tcW w:w="5812" w:type="dxa"/>
            <w:shd w:val="clear" w:color="auto" w:fill="DBE5F1" w:themeFill="accent1" w:themeFillTint="33"/>
          </w:tcPr>
          <w:p w14:paraId="4A6D8985" w14:textId="5D62FEDC" w:rsidR="00AA24C4" w:rsidRDefault="00AA24C4" w:rsidP="00D4167E">
            <w:pPr>
              <w:rPr>
                <w:rFonts w:asciiTheme="minorHAnsi" w:hAnsiTheme="minorHAnsi"/>
                <w:sz w:val="20"/>
                <w:szCs w:val="20"/>
              </w:rPr>
            </w:pPr>
            <w:r w:rsidRPr="005A411B">
              <w:rPr>
                <w:rFonts w:asciiTheme="minorHAnsi" w:hAnsiTheme="minorHAnsi"/>
                <w:sz w:val="20"/>
                <w:szCs w:val="20"/>
              </w:rPr>
              <w:t>https://test.ato.sbr.gov.au/services or</w:t>
            </w:r>
            <w:r w:rsidR="00D4167E" w:rsidRPr="005A411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A411B">
              <w:rPr>
                <w:rFonts w:asciiTheme="minorHAnsi" w:hAnsiTheme="minorHAnsi"/>
                <w:sz w:val="20"/>
                <w:szCs w:val="20"/>
              </w:rPr>
              <w:t>https://test2.ato.sbr.gov.au/services</w:t>
            </w:r>
            <w:r w:rsidR="009C109E" w:rsidRPr="005A411B">
              <w:rPr>
                <w:rFonts w:asciiTheme="minorHAnsi" w:hAnsiTheme="minorHAnsi"/>
                <w:sz w:val="20"/>
                <w:szCs w:val="20"/>
              </w:rPr>
              <w:t>*</w:t>
            </w:r>
          </w:p>
        </w:tc>
      </w:tr>
      <w:tr w:rsidR="004E4990" w14:paraId="76DC247E" w14:textId="77777777" w:rsidTr="00D4167E">
        <w:tc>
          <w:tcPr>
            <w:tcW w:w="2235" w:type="dxa"/>
            <w:shd w:val="clear" w:color="auto" w:fill="FFFFFF" w:themeFill="background1"/>
          </w:tcPr>
          <w:p w14:paraId="5720C457" w14:textId="77777777" w:rsidR="004E4990" w:rsidRPr="00501DBD" w:rsidRDefault="004E4990" w:rsidP="004E4990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01DBD">
              <w:rPr>
                <w:rFonts w:asciiTheme="minorHAnsi" w:hAnsiTheme="minorHAnsi"/>
                <w:sz w:val="20"/>
                <w:szCs w:val="20"/>
              </w:rPr>
              <w:t>VANguard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STS</w:t>
            </w:r>
          </w:p>
        </w:tc>
        <w:tc>
          <w:tcPr>
            <w:tcW w:w="2126" w:type="dxa"/>
            <w:shd w:val="clear" w:color="auto" w:fill="FFFFFF" w:themeFill="background1"/>
          </w:tcPr>
          <w:p w14:paraId="1F191EB7" w14:textId="65A28C66" w:rsidR="004E4990" w:rsidRDefault="004E4990" w:rsidP="004E499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Core Service</w:t>
            </w:r>
            <w:r w:rsidR="00A70441">
              <w:rPr>
                <w:rFonts w:asciiTheme="minorHAnsi" w:hAnsiTheme="minorHAnsi"/>
                <w:sz w:val="20"/>
                <w:szCs w:val="20"/>
              </w:rPr>
              <w:t>s</w:t>
            </w:r>
            <w:r w:rsidR="006B29A2">
              <w:rPr>
                <w:rFonts w:asciiTheme="minorHAnsi" w:hAnsiTheme="minorHAnsi"/>
                <w:sz w:val="20"/>
                <w:szCs w:val="20"/>
              </w:rPr>
              <w:t xml:space="preserve"> EVTE</w:t>
            </w:r>
          </w:p>
        </w:tc>
        <w:tc>
          <w:tcPr>
            <w:tcW w:w="5812" w:type="dxa"/>
            <w:shd w:val="clear" w:color="auto" w:fill="FFFFFF" w:themeFill="background1"/>
          </w:tcPr>
          <w:p w14:paraId="47933EC7" w14:textId="1F4886AA" w:rsidR="004E4990" w:rsidRDefault="004E4990" w:rsidP="004E4990">
            <w:pPr>
              <w:rPr>
                <w:rFonts w:asciiTheme="minorHAnsi" w:hAnsiTheme="minorHAnsi"/>
                <w:sz w:val="20"/>
                <w:szCs w:val="20"/>
              </w:rPr>
            </w:pPr>
            <w:r w:rsidRPr="00AA24C4">
              <w:rPr>
                <w:rFonts w:asciiTheme="minorHAnsi" w:hAnsiTheme="minorHAnsi"/>
                <w:sz w:val="20"/>
                <w:szCs w:val="20"/>
              </w:rPr>
              <w:t>https://test.sbr.gov.au/services</w:t>
            </w:r>
          </w:p>
        </w:tc>
      </w:tr>
      <w:tr w:rsidR="00396697" w:rsidRPr="00542896" w14:paraId="02EF75B1" w14:textId="674182BE" w:rsidTr="00D4167E">
        <w:tc>
          <w:tcPr>
            <w:tcW w:w="2235" w:type="dxa"/>
            <w:shd w:val="clear" w:color="auto" w:fill="DBE5F1" w:themeFill="accent1" w:themeFillTint="33"/>
          </w:tcPr>
          <w:p w14:paraId="4B71B57F" w14:textId="77777777" w:rsidR="00396697" w:rsidRPr="0037281C" w:rsidRDefault="00396697" w:rsidP="00396697">
            <w:pPr>
              <w:rPr>
                <w:rFonts w:asciiTheme="minorHAnsi" w:hAnsiTheme="minorHAnsi"/>
                <w:sz w:val="20"/>
                <w:szCs w:val="20"/>
              </w:rPr>
            </w:pPr>
            <w:r w:rsidRPr="0037281C">
              <w:rPr>
                <w:rFonts w:asciiTheme="minorHAnsi" w:hAnsiTheme="minorHAnsi"/>
                <w:sz w:val="20"/>
                <w:szCs w:val="20"/>
              </w:rPr>
              <w:t xml:space="preserve">ATO STS 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644CB46F" w14:textId="4A16DC61" w:rsidR="00396697" w:rsidRPr="0037281C" w:rsidRDefault="00A84BD6" w:rsidP="0039669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ebMS3 EVTE3</w:t>
            </w:r>
          </w:p>
        </w:tc>
        <w:tc>
          <w:tcPr>
            <w:tcW w:w="5812" w:type="dxa"/>
            <w:shd w:val="clear" w:color="auto" w:fill="DBE5F1" w:themeFill="accent1" w:themeFillTint="33"/>
          </w:tcPr>
          <w:p w14:paraId="5741922E" w14:textId="2AC668E7" w:rsidR="00396697" w:rsidRPr="0037281C" w:rsidRDefault="00F75CB0" w:rsidP="00396697">
            <w:pPr>
              <w:rPr>
                <w:rFonts w:asciiTheme="minorHAnsi" w:hAnsiTheme="minorHAnsi"/>
                <w:sz w:val="20"/>
                <w:szCs w:val="20"/>
              </w:rPr>
            </w:pPr>
            <w:r w:rsidRPr="00F75CB0">
              <w:rPr>
                <w:rFonts w:asciiTheme="minorHAnsi" w:hAnsiTheme="minorHAnsi"/>
                <w:sz w:val="20"/>
                <w:szCs w:val="20"/>
              </w:rPr>
              <w:t>https://test.sbr.gov.au/services</w:t>
            </w:r>
          </w:p>
        </w:tc>
      </w:tr>
      <w:tr w:rsidR="00A70441" w:rsidRPr="00542896" w14:paraId="213B2C00" w14:textId="77777777" w:rsidTr="00D4167E">
        <w:tc>
          <w:tcPr>
            <w:tcW w:w="2235" w:type="dxa"/>
            <w:shd w:val="clear" w:color="auto" w:fill="FFFFFF" w:themeFill="background1"/>
          </w:tcPr>
          <w:p w14:paraId="1667F1FA" w14:textId="2937B00D" w:rsidR="00A70441" w:rsidRPr="0037281C" w:rsidRDefault="00A70441" w:rsidP="00A70441">
            <w:pPr>
              <w:rPr>
                <w:rFonts w:asciiTheme="minorHAnsi" w:hAnsiTheme="minorHAnsi"/>
                <w:sz w:val="20"/>
                <w:szCs w:val="20"/>
              </w:rPr>
            </w:pPr>
            <w:r w:rsidRPr="0037281C">
              <w:rPr>
                <w:rFonts w:asciiTheme="minorHAnsi" w:hAnsiTheme="minorHAnsi"/>
                <w:sz w:val="20"/>
                <w:szCs w:val="20"/>
              </w:rPr>
              <w:t xml:space="preserve">ATO STS </w:t>
            </w:r>
          </w:p>
        </w:tc>
        <w:tc>
          <w:tcPr>
            <w:tcW w:w="2126" w:type="dxa"/>
            <w:shd w:val="clear" w:color="auto" w:fill="FFFFFF" w:themeFill="background1"/>
          </w:tcPr>
          <w:p w14:paraId="2CBAB2E0" w14:textId="27F102DE" w:rsidR="00A70441" w:rsidRDefault="00A70441" w:rsidP="00A7044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Core Services</w:t>
            </w:r>
            <w:r w:rsidR="006B29A2">
              <w:rPr>
                <w:rFonts w:asciiTheme="minorHAnsi" w:hAnsiTheme="minorHAnsi"/>
                <w:sz w:val="20"/>
                <w:szCs w:val="20"/>
              </w:rPr>
              <w:t xml:space="preserve"> EVTE</w:t>
            </w:r>
          </w:p>
        </w:tc>
        <w:tc>
          <w:tcPr>
            <w:tcW w:w="5812" w:type="dxa"/>
            <w:shd w:val="clear" w:color="auto" w:fill="FFFFFF" w:themeFill="background1"/>
          </w:tcPr>
          <w:p w14:paraId="116D17EA" w14:textId="670724F0" w:rsidR="00A70441" w:rsidRPr="00F75CB0" w:rsidRDefault="00A70441" w:rsidP="00A70441">
            <w:pPr>
              <w:rPr>
                <w:rFonts w:asciiTheme="minorHAnsi" w:hAnsiTheme="minorHAnsi"/>
                <w:sz w:val="20"/>
                <w:szCs w:val="20"/>
              </w:rPr>
            </w:pPr>
            <w:r w:rsidRPr="00F75CB0">
              <w:rPr>
                <w:rFonts w:asciiTheme="minorHAnsi" w:hAnsiTheme="minorHAnsi"/>
                <w:sz w:val="20"/>
                <w:szCs w:val="20"/>
              </w:rPr>
              <w:t>https://test.sbr.gov.au/services</w:t>
            </w:r>
          </w:p>
        </w:tc>
      </w:tr>
    </w:tbl>
    <w:p w14:paraId="4102D821" w14:textId="77777777" w:rsidR="001364C2" w:rsidRDefault="001364C2" w:rsidP="001364C2"/>
    <w:p w14:paraId="252A4182" w14:textId="77777777" w:rsidR="001364C2" w:rsidRDefault="001364C2" w:rsidP="001364C2"/>
    <w:p w14:paraId="49A2D178" w14:textId="7F7BF230" w:rsidR="00906FC6" w:rsidRDefault="00906FC6" w:rsidP="00906FC6">
      <w:pPr>
        <w:pStyle w:val="Heading2"/>
        <w:spacing w:before="160" w:after="60"/>
      </w:pPr>
      <w:bookmarkStart w:id="135" w:name="_Toc25087889"/>
      <w:r>
        <w:t>PROD</w:t>
      </w:r>
      <w:bookmarkEnd w:id="135"/>
    </w:p>
    <w:p w14:paraId="560C94A7" w14:textId="77777777" w:rsidR="00906FC6" w:rsidRDefault="00906FC6" w:rsidP="00906FC6">
      <w:pPr>
        <w:pStyle w:val="Heading3"/>
      </w:pPr>
      <w:bookmarkStart w:id="136" w:name="_Toc25087890"/>
      <w:r>
        <w:t>Physical end points</w:t>
      </w:r>
      <w:bookmarkEnd w:id="136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1951"/>
        <w:gridCol w:w="8222"/>
      </w:tblGrid>
      <w:tr w:rsidR="00640C38" w:rsidRPr="00D87F24" w14:paraId="5C7504C4" w14:textId="77777777" w:rsidTr="00533393">
        <w:trPr>
          <w:tblHeader/>
        </w:trPr>
        <w:tc>
          <w:tcPr>
            <w:tcW w:w="1951" w:type="dxa"/>
            <w:shd w:val="clear" w:color="auto" w:fill="4F81BD" w:themeFill="accent1"/>
            <w:vAlign w:val="center"/>
          </w:tcPr>
          <w:p w14:paraId="49E9FABC" w14:textId="205A314F" w:rsidR="00640C38" w:rsidRPr="00D87F24" w:rsidRDefault="00840F6D" w:rsidP="00AB28D7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STS Provider</w:t>
            </w:r>
          </w:p>
        </w:tc>
        <w:tc>
          <w:tcPr>
            <w:tcW w:w="8222" w:type="dxa"/>
            <w:shd w:val="clear" w:color="auto" w:fill="4F81BD" w:themeFill="accent1"/>
            <w:vAlign w:val="center"/>
          </w:tcPr>
          <w:p w14:paraId="3044DA3C" w14:textId="2CE6F960" w:rsidR="00640C38" w:rsidRPr="00D87F24" w:rsidRDefault="00640C38" w:rsidP="003B566B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Physical 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nd</w:t>
            </w:r>
            <w:r w:rsidR="003B566B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D87F24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point</w:t>
            </w:r>
          </w:p>
        </w:tc>
      </w:tr>
      <w:tr w:rsidR="00064EBB" w:rsidRPr="00B65734" w14:paraId="14403FF2" w14:textId="77777777" w:rsidTr="00DE561F">
        <w:tc>
          <w:tcPr>
            <w:tcW w:w="1951" w:type="dxa"/>
            <w:shd w:val="clear" w:color="auto" w:fill="DBE5F1" w:themeFill="accent1" w:themeFillTint="33"/>
          </w:tcPr>
          <w:p w14:paraId="65A5856F" w14:textId="435B9F63" w:rsidR="00064EBB" w:rsidRPr="00B65734" w:rsidRDefault="00064EBB" w:rsidP="00DE561F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VANguard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STS</w:t>
            </w:r>
          </w:p>
        </w:tc>
        <w:tc>
          <w:tcPr>
            <w:tcW w:w="8222" w:type="dxa"/>
            <w:shd w:val="clear" w:color="auto" w:fill="DBE5F1" w:themeFill="accent1" w:themeFillTint="33"/>
          </w:tcPr>
          <w:p w14:paraId="19FCD9E7" w14:textId="77777777" w:rsidR="00064EBB" w:rsidRPr="00B65734" w:rsidRDefault="00064EBB" w:rsidP="00DE5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https://</w:t>
            </w:r>
            <w:r w:rsidRPr="005C6D8B">
              <w:rPr>
                <w:rFonts w:ascii="Calibri" w:hAnsi="Calibri"/>
                <w:sz w:val="20"/>
                <w:szCs w:val="20"/>
              </w:rPr>
              <w:t>authentication.business.gov.au/R3.0/vanguard/S007v1.2/service.svc</w:t>
            </w:r>
          </w:p>
        </w:tc>
      </w:tr>
      <w:tr w:rsidR="00640C38" w:rsidRPr="00B65734" w14:paraId="52F6669A" w14:textId="77777777" w:rsidTr="00064EBB">
        <w:tc>
          <w:tcPr>
            <w:tcW w:w="1951" w:type="dxa"/>
            <w:shd w:val="clear" w:color="auto" w:fill="auto"/>
          </w:tcPr>
          <w:p w14:paraId="1044AC4C" w14:textId="37AF8435" w:rsidR="00640C38" w:rsidRPr="00B65734" w:rsidRDefault="00064EBB" w:rsidP="00AB28D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ATO </w:t>
            </w:r>
            <w:r w:rsidR="00640C38">
              <w:rPr>
                <w:rFonts w:ascii="Calibri" w:hAnsi="Calibri"/>
                <w:sz w:val="20"/>
                <w:szCs w:val="20"/>
              </w:rPr>
              <w:t>STS</w:t>
            </w:r>
          </w:p>
        </w:tc>
        <w:tc>
          <w:tcPr>
            <w:tcW w:w="8222" w:type="dxa"/>
            <w:shd w:val="clear" w:color="auto" w:fill="auto"/>
          </w:tcPr>
          <w:p w14:paraId="359291F6" w14:textId="299E92F3" w:rsidR="00640C38" w:rsidRPr="00B65734" w:rsidRDefault="00AA3469" w:rsidP="00AB28D7">
            <w:pPr>
              <w:rPr>
                <w:rFonts w:ascii="Calibri" w:hAnsi="Calibri"/>
                <w:sz w:val="20"/>
                <w:szCs w:val="20"/>
              </w:rPr>
            </w:pPr>
            <w:r w:rsidRPr="00AA3469">
              <w:rPr>
                <w:rFonts w:ascii="Calibri" w:hAnsi="Calibri"/>
                <w:sz w:val="20"/>
                <w:szCs w:val="20"/>
              </w:rPr>
              <w:t>https://softwareauthorisation</w:t>
            </w:r>
            <w:r w:rsidR="008D155A">
              <w:rPr>
                <w:rFonts w:ascii="Calibri" w:hAnsi="Calibri"/>
                <w:sz w:val="20"/>
                <w:szCs w:val="20"/>
              </w:rPr>
              <w:t>s</w:t>
            </w:r>
            <w:r w:rsidRPr="00AA3469">
              <w:rPr>
                <w:rFonts w:ascii="Calibri" w:hAnsi="Calibri"/>
                <w:sz w:val="20"/>
                <w:szCs w:val="20"/>
              </w:rPr>
              <w:t>.ato.gov.au/R3.0/S007v1.2/service.svc</w:t>
            </w:r>
          </w:p>
        </w:tc>
      </w:tr>
      <w:bookmarkEnd w:id="0"/>
    </w:tbl>
    <w:p w14:paraId="196ED629" w14:textId="23B0068A" w:rsidR="001E30F7" w:rsidRDefault="001E30F7" w:rsidP="00C70D35"/>
    <w:p w14:paraId="1F99C74D" w14:textId="6C51AE1C" w:rsidR="0043343F" w:rsidRDefault="0043343F" w:rsidP="0043343F">
      <w:pPr>
        <w:pStyle w:val="Heading3"/>
      </w:pPr>
      <w:bookmarkStart w:id="137" w:name="_Toc25087891"/>
      <w:r>
        <w:t>SSL Certificates</w:t>
      </w:r>
      <w:bookmarkEnd w:id="137"/>
    </w:p>
    <w:tbl>
      <w:tblPr>
        <w:tblW w:w="10173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111"/>
        <w:gridCol w:w="1559"/>
        <w:gridCol w:w="1418"/>
      </w:tblGrid>
      <w:tr w:rsidR="00B408C2" w:rsidRPr="009452DB" w14:paraId="0F5BD3B1" w14:textId="77777777" w:rsidTr="00265B2B">
        <w:trPr>
          <w:tblHeader/>
        </w:trPr>
        <w:tc>
          <w:tcPr>
            <w:tcW w:w="3085" w:type="dxa"/>
            <w:shd w:val="clear" w:color="auto" w:fill="4F81BD" w:themeFill="accent1"/>
            <w:vAlign w:val="center"/>
          </w:tcPr>
          <w:p w14:paraId="67C676E4" w14:textId="77777777" w:rsidR="00B408C2" w:rsidRPr="009452DB" w:rsidRDefault="00B408C2" w:rsidP="00265B2B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ShareFile  Location</w:t>
            </w:r>
          </w:p>
        </w:tc>
        <w:tc>
          <w:tcPr>
            <w:tcW w:w="4111" w:type="dxa"/>
            <w:shd w:val="clear" w:color="auto" w:fill="4F81BD" w:themeFill="accent1"/>
            <w:vAlign w:val="center"/>
          </w:tcPr>
          <w:p w14:paraId="43CC0728" w14:textId="77777777" w:rsidR="00B408C2" w:rsidRPr="009452DB" w:rsidRDefault="00B408C2" w:rsidP="00265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Contents</w:t>
            </w:r>
          </w:p>
        </w:tc>
        <w:tc>
          <w:tcPr>
            <w:tcW w:w="1559" w:type="dxa"/>
            <w:shd w:val="clear" w:color="auto" w:fill="4F81BD" w:themeFill="accent1"/>
          </w:tcPr>
          <w:p w14:paraId="053B6CD1" w14:textId="77777777" w:rsidR="00B408C2" w:rsidRDefault="00B408C2" w:rsidP="00265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53CA34E3" w14:textId="77777777" w:rsidR="00B408C2" w:rsidRDefault="00B408C2" w:rsidP="00265B2B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D17D6F" w:rsidRPr="00B65734" w14:paraId="3EA3946E" w14:textId="77777777" w:rsidTr="00DE561F">
        <w:tc>
          <w:tcPr>
            <w:tcW w:w="3085" w:type="dxa"/>
            <w:shd w:val="clear" w:color="auto" w:fill="DBE5F1" w:themeFill="accent1" w:themeFillTint="33"/>
          </w:tcPr>
          <w:p w14:paraId="047397B3" w14:textId="0D23FD61" w:rsidR="00D17D6F" w:rsidRPr="00B65734" w:rsidRDefault="00A60972" w:rsidP="00DE561F">
            <w:pPr>
              <w:rPr>
                <w:rFonts w:asciiTheme="minorHAnsi" w:hAnsiTheme="minorHAnsi"/>
                <w:sz w:val="20"/>
                <w:szCs w:val="20"/>
              </w:rPr>
            </w:pPr>
            <w:hyperlink r:id="rId33" w:anchor="/home/shared/fo458031-7afb-4129-bd20-9611230c75fa" w:history="1">
              <w:proofErr w:type="spellStart"/>
              <w:r w:rsidR="00D17D6F" w:rsidRPr="00874449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VANguard</w:t>
              </w:r>
              <w:proofErr w:type="spellEnd"/>
              <w:r w:rsidR="00D17D6F" w:rsidRPr="00874449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 xml:space="preserve"> </w:t>
              </w:r>
              <w:r w:rsidR="005753A4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 xml:space="preserve">STS </w:t>
              </w:r>
              <w:r w:rsidR="00D17D6F" w:rsidRPr="00874449">
                <w:rPr>
                  <w:rStyle w:val="Hyperlink"/>
                  <w:rFonts w:asciiTheme="minorHAnsi" w:hAnsiTheme="minorHAnsi"/>
                  <w:noProof w:val="0"/>
                  <w:sz w:val="20"/>
                  <w:szCs w:val="20"/>
                </w:rPr>
                <w:t>– PROD</w:t>
              </w:r>
            </w:hyperlink>
          </w:p>
        </w:tc>
        <w:tc>
          <w:tcPr>
            <w:tcW w:w="4111" w:type="dxa"/>
            <w:shd w:val="clear" w:color="auto" w:fill="DBE5F1" w:themeFill="accent1" w:themeFillTint="33"/>
          </w:tcPr>
          <w:p w14:paraId="618F5F07" w14:textId="77777777" w:rsidR="00D17D6F" w:rsidRPr="003E0886" w:rsidRDefault="00D17D6F" w:rsidP="00DE561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authentication.business.gov.au.cer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43D87CD" w14:textId="77777777" w:rsidR="00D17D6F" w:rsidRPr="00B408C2" w:rsidRDefault="00D17D6F" w:rsidP="00DE561F">
            <w:pPr>
              <w:rPr>
                <w:rFonts w:asciiTheme="minorHAnsi" w:hAnsiTheme="minorHAnsi"/>
                <w:sz w:val="20"/>
                <w:szCs w:val="20"/>
              </w:rPr>
            </w:pPr>
            <w:r w:rsidRPr="00B408C2">
              <w:rPr>
                <w:rFonts w:asciiTheme="minorHAnsi" w:hAnsiTheme="minorHAnsi"/>
                <w:sz w:val="20"/>
                <w:szCs w:val="20"/>
              </w:rPr>
              <w:t>30/07/2018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578FB1C4" w14:textId="77777777" w:rsidR="00D17D6F" w:rsidRPr="00B408C2" w:rsidRDefault="00D17D6F" w:rsidP="00DE561F">
            <w:pPr>
              <w:rPr>
                <w:rFonts w:asciiTheme="minorHAnsi" w:hAnsiTheme="minorHAnsi"/>
                <w:sz w:val="20"/>
                <w:szCs w:val="20"/>
              </w:rPr>
            </w:pPr>
            <w:r w:rsidRPr="00B408C2">
              <w:rPr>
                <w:rFonts w:asciiTheme="minorHAnsi" w:hAnsiTheme="minorHAnsi"/>
                <w:sz w:val="20"/>
                <w:szCs w:val="20"/>
              </w:rPr>
              <w:t>30/07/2020</w:t>
            </w:r>
          </w:p>
        </w:tc>
      </w:tr>
      <w:tr w:rsidR="00142918" w:rsidRPr="00B65734" w14:paraId="73B0C182" w14:textId="77777777" w:rsidTr="00D17D6F">
        <w:tc>
          <w:tcPr>
            <w:tcW w:w="3085" w:type="dxa"/>
            <w:shd w:val="clear" w:color="auto" w:fill="auto"/>
          </w:tcPr>
          <w:p w14:paraId="50D4DE01" w14:textId="354CBA22" w:rsidR="00142918" w:rsidRPr="000C0929" w:rsidRDefault="00A60972" w:rsidP="00265B2B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hyperlink r:id="rId34" w:history="1">
              <w:r w:rsidR="00142918" w:rsidRPr="000C0929">
                <w:rPr>
                  <w:rStyle w:val="Hyperlink"/>
                  <w:rFonts w:ascii="Calibri" w:hAnsi="Calibri"/>
                  <w:noProof w:val="0"/>
                  <w:sz w:val="20"/>
                  <w:szCs w:val="20"/>
                </w:rPr>
                <w:t>ATO STS - PROD</w:t>
              </w:r>
            </w:hyperlink>
          </w:p>
        </w:tc>
        <w:tc>
          <w:tcPr>
            <w:tcW w:w="4111" w:type="dxa"/>
            <w:shd w:val="clear" w:color="auto" w:fill="auto"/>
          </w:tcPr>
          <w:p w14:paraId="1155A8C1" w14:textId="3F0C781B" w:rsidR="00142918" w:rsidRPr="0060727B" w:rsidRDefault="00142918" w:rsidP="00265B2B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AA3469">
              <w:rPr>
                <w:rFonts w:ascii="Calibri" w:hAnsi="Calibri"/>
                <w:sz w:val="20"/>
                <w:szCs w:val="20"/>
              </w:rPr>
              <w:t>softwareauthorisation.ato.gov.au</w:t>
            </w:r>
            <w:r w:rsidRPr="00172AE1">
              <w:rPr>
                <w:rFonts w:asciiTheme="minorHAnsi" w:hAnsiTheme="minorHAnsi"/>
                <w:sz w:val="20"/>
                <w:szCs w:val="20"/>
              </w:rPr>
              <w:t>.cer</w:t>
            </w:r>
          </w:p>
        </w:tc>
        <w:tc>
          <w:tcPr>
            <w:tcW w:w="1559" w:type="dxa"/>
            <w:shd w:val="clear" w:color="auto" w:fill="auto"/>
          </w:tcPr>
          <w:p w14:paraId="1E37A62B" w14:textId="41ADE512" w:rsidR="00142918" w:rsidRPr="00A04FAD" w:rsidRDefault="00142918" w:rsidP="00265B2B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28/03/2019</w:t>
            </w:r>
          </w:p>
        </w:tc>
        <w:tc>
          <w:tcPr>
            <w:tcW w:w="1418" w:type="dxa"/>
            <w:shd w:val="clear" w:color="auto" w:fill="auto"/>
          </w:tcPr>
          <w:p w14:paraId="57EE7FFC" w14:textId="0D4B421A" w:rsidR="00142918" w:rsidRPr="00A04FAD" w:rsidRDefault="00142918" w:rsidP="00265B2B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7D235E">
              <w:rPr>
                <w:rFonts w:asciiTheme="minorHAnsi" w:hAnsiTheme="minorHAnsi"/>
                <w:sz w:val="20"/>
                <w:szCs w:val="20"/>
              </w:rPr>
              <w:t>27/03/2020</w:t>
            </w:r>
          </w:p>
        </w:tc>
      </w:tr>
    </w:tbl>
    <w:p w14:paraId="474972D0" w14:textId="77777777" w:rsidR="00B408C2" w:rsidRDefault="00B408C2"/>
    <w:p w14:paraId="07CA572E" w14:textId="77777777" w:rsidR="0060727B" w:rsidRDefault="0060727B" w:rsidP="0060727B">
      <w:pPr>
        <w:pStyle w:val="Heading3"/>
      </w:pPr>
      <w:bookmarkStart w:id="138" w:name="_Toc25087892"/>
      <w:r>
        <w:t>End point availability</w:t>
      </w:r>
      <w:bookmarkEnd w:id="138"/>
    </w:p>
    <w:tbl>
      <w:tblPr>
        <w:tblW w:w="6062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559"/>
        <w:gridCol w:w="1418"/>
      </w:tblGrid>
      <w:tr w:rsidR="0060727B" w:rsidRPr="009452DB" w14:paraId="42BAE038" w14:textId="77777777" w:rsidTr="00DE561F">
        <w:trPr>
          <w:tblHeader/>
        </w:trPr>
        <w:tc>
          <w:tcPr>
            <w:tcW w:w="3085" w:type="dxa"/>
            <w:shd w:val="clear" w:color="auto" w:fill="4F81BD" w:themeFill="accent1"/>
            <w:vAlign w:val="center"/>
          </w:tcPr>
          <w:p w14:paraId="787F2339" w14:textId="77777777" w:rsidR="0060727B" w:rsidRPr="009452DB" w:rsidRDefault="0060727B" w:rsidP="00DE561F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STS Provider</w:t>
            </w:r>
          </w:p>
        </w:tc>
        <w:tc>
          <w:tcPr>
            <w:tcW w:w="1559" w:type="dxa"/>
            <w:shd w:val="clear" w:color="auto" w:fill="4F81BD" w:themeFill="accent1"/>
          </w:tcPr>
          <w:p w14:paraId="407745A8" w14:textId="77777777" w:rsidR="0060727B" w:rsidRDefault="0060727B" w:rsidP="00DE561F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  <w:tc>
          <w:tcPr>
            <w:tcW w:w="1418" w:type="dxa"/>
            <w:shd w:val="clear" w:color="auto" w:fill="4F81BD" w:themeFill="accent1"/>
          </w:tcPr>
          <w:p w14:paraId="3AB812ED" w14:textId="77777777" w:rsidR="0060727B" w:rsidRDefault="0060727B" w:rsidP="00DE561F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Valid to</w:t>
            </w:r>
          </w:p>
        </w:tc>
      </w:tr>
      <w:tr w:rsidR="0060727B" w:rsidRPr="00B65734" w14:paraId="198692A2" w14:textId="77777777" w:rsidTr="00DE561F">
        <w:tc>
          <w:tcPr>
            <w:tcW w:w="3085" w:type="dxa"/>
            <w:shd w:val="clear" w:color="auto" w:fill="DBE5F1" w:themeFill="accent1" w:themeFillTint="33"/>
          </w:tcPr>
          <w:p w14:paraId="1638A12F" w14:textId="5158748F" w:rsidR="0060727B" w:rsidRPr="00501DBD" w:rsidRDefault="0060727B" w:rsidP="00DE561F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01DBD">
              <w:rPr>
                <w:rFonts w:asciiTheme="minorHAnsi" w:hAnsiTheme="minorHAnsi"/>
                <w:sz w:val="20"/>
                <w:szCs w:val="20"/>
              </w:rPr>
              <w:t>VANguard</w:t>
            </w:r>
            <w:proofErr w:type="spellEnd"/>
            <w:r w:rsidR="007A13F8">
              <w:rPr>
                <w:rFonts w:asciiTheme="minorHAnsi" w:hAnsiTheme="minorHAnsi"/>
                <w:sz w:val="20"/>
                <w:szCs w:val="20"/>
              </w:rPr>
              <w:t xml:space="preserve"> STS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58C3D93" w14:textId="77777777" w:rsidR="0060727B" w:rsidRDefault="0060727B" w:rsidP="00DE561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Current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14:paraId="4022FE67" w14:textId="0A7E10FF" w:rsidR="0060727B" w:rsidRDefault="00F96093" w:rsidP="00DE561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30</w:t>
            </w:r>
            <w:r w:rsidR="00DE20EE" w:rsidRPr="00DE20EE">
              <w:rPr>
                <w:rFonts w:asciiTheme="minorHAnsi" w:hAnsiTheme="minorHAnsi"/>
                <w:sz w:val="20"/>
                <w:szCs w:val="20"/>
              </w:rPr>
              <w:t>/</w:t>
            </w:r>
            <w:r w:rsidR="0060727B" w:rsidRPr="00DE20EE">
              <w:rPr>
                <w:rFonts w:asciiTheme="minorHAnsi" w:hAnsiTheme="minorHAnsi"/>
                <w:sz w:val="20"/>
                <w:szCs w:val="20"/>
              </w:rPr>
              <w:t>03/2020</w:t>
            </w:r>
          </w:p>
        </w:tc>
      </w:tr>
      <w:tr w:rsidR="0060727B" w:rsidRPr="00542896" w14:paraId="7E58AD2F" w14:textId="77777777" w:rsidTr="00DE561F">
        <w:tc>
          <w:tcPr>
            <w:tcW w:w="3085" w:type="dxa"/>
            <w:shd w:val="clear" w:color="auto" w:fill="auto"/>
          </w:tcPr>
          <w:p w14:paraId="5AB402D4" w14:textId="77777777" w:rsidR="0060727B" w:rsidRPr="0037281C" w:rsidRDefault="0060727B" w:rsidP="00DE561F">
            <w:pPr>
              <w:rPr>
                <w:rFonts w:asciiTheme="minorHAnsi" w:hAnsiTheme="minorHAnsi"/>
                <w:sz w:val="20"/>
                <w:szCs w:val="20"/>
              </w:rPr>
            </w:pPr>
            <w:r w:rsidRPr="0037281C">
              <w:rPr>
                <w:rFonts w:asciiTheme="minorHAnsi" w:hAnsiTheme="minorHAnsi"/>
                <w:sz w:val="20"/>
                <w:szCs w:val="20"/>
              </w:rPr>
              <w:t xml:space="preserve">ATO STS </w:t>
            </w:r>
          </w:p>
        </w:tc>
        <w:tc>
          <w:tcPr>
            <w:tcW w:w="1559" w:type="dxa"/>
            <w:shd w:val="clear" w:color="auto" w:fill="auto"/>
          </w:tcPr>
          <w:p w14:paraId="46DD5EC6" w14:textId="5E8C27E7" w:rsidR="0060727B" w:rsidRPr="00736734" w:rsidRDefault="003264F4" w:rsidP="00DE561F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3264F4">
              <w:rPr>
                <w:rFonts w:asciiTheme="minorHAnsi" w:hAnsiTheme="minorHAnsi"/>
                <w:sz w:val="20"/>
                <w:szCs w:val="20"/>
              </w:rPr>
              <w:t>14/11/2019</w:t>
            </w:r>
          </w:p>
        </w:tc>
        <w:tc>
          <w:tcPr>
            <w:tcW w:w="1418" w:type="dxa"/>
            <w:shd w:val="clear" w:color="auto" w:fill="auto"/>
          </w:tcPr>
          <w:p w14:paraId="3589B104" w14:textId="77777777" w:rsidR="0060727B" w:rsidRPr="00542896" w:rsidRDefault="0060727B" w:rsidP="00DE561F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n/a</w:t>
            </w:r>
          </w:p>
        </w:tc>
      </w:tr>
    </w:tbl>
    <w:p w14:paraId="68185038" w14:textId="77777777" w:rsidR="0060727B" w:rsidRDefault="0060727B"/>
    <w:p w14:paraId="4D1BC711" w14:textId="77777777" w:rsidR="000211ED" w:rsidRDefault="000211ED" w:rsidP="000211ED">
      <w:pPr>
        <w:pStyle w:val="Heading3"/>
      </w:pPr>
      <w:bookmarkStart w:id="139" w:name="_Toc25087893"/>
      <w:proofErr w:type="spellStart"/>
      <w:r>
        <w:t>AppliesTo</w:t>
      </w:r>
      <w:proofErr w:type="spellEnd"/>
      <w:r>
        <w:t xml:space="preserve"> value</w:t>
      </w:r>
      <w:bookmarkEnd w:id="139"/>
    </w:p>
    <w:tbl>
      <w:tblPr>
        <w:tblpPr w:leftFromText="180" w:rightFromText="180" w:vertAnchor="text" w:tblpY="1"/>
        <w:tblOverlap w:val="never"/>
        <w:tblW w:w="7338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126"/>
        <w:gridCol w:w="2977"/>
      </w:tblGrid>
      <w:tr w:rsidR="000211ED" w:rsidRPr="009452DB" w14:paraId="52CB931C" w14:textId="77777777" w:rsidTr="00102464">
        <w:trPr>
          <w:tblHeader/>
        </w:trPr>
        <w:tc>
          <w:tcPr>
            <w:tcW w:w="2235" w:type="dxa"/>
            <w:shd w:val="clear" w:color="auto" w:fill="4F81BD" w:themeFill="accent1"/>
            <w:vAlign w:val="center"/>
          </w:tcPr>
          <w:p w14:paraId="3DB0B1EA" w14:textId="77777777" w:rsidR="000211ED" w:rsidRPr="009452DB" w:rsidRDefault="000211ED" w:rsidP="001307BE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STS Provider</w:t>
            </w:r>
          </w:p>
        </w:tc>
        <w:tc>
          <w:tcPr>
            <w:tcW w:w="2126" w:type="dxa"/>
            <w:shd w:val="clear" w:color="auto" w:fill="4F81BD" w:themeFill="accent1"/>
          </w:tcPr>
          <w:p w14:paraId="3EA63693" w14:textId="77777777" w:rsidR="000211ED" w:rsidRDefault="000211ED" w:rsidP="001307BE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ATO environment</w:t>
            </w:r>
          </w:p>
        </w:tc>
        <w:tc>
          <w:tcPr>
            <w:tcW w:w="2977" w:type="dxa"/>
            <w:shd w:val="clear" w:color="auto" w:fill="4F81BD" w:themeFill="accent1"/>
          </w:tcPr>
          <w:p w14:paraId="098873B5" w14:textId="77777777" w:rsidR="000211ED" w:rsidRDefault="000211ED" w:rsidP="001307BE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AppliesTo</w:t>
            </w:r>
            <w:proofErr w:type="spellEnd"/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value</w:t>
            </w:r>
          </w:p>
        </w:tc>
      </w:tr>
      <w:tr w:rsidR="000211ED" w:rsidRPr="00B65734" w14:paraId="1ACB09E4" w14:textId="77777777" w:rsidTr="00102464">
        <w:tc>
          <w:tcPr>
            <w:tcW w:w="2235" w:type="dxa"/>
            <w:shd w:val="clear" w:color="auto" w:fill="DBE5F1" w:themeFill="accent1" w:themeFillTint="33"/>
          </w:tcPr>
          <w:p w14:paraId="66D78764" w14:textId="77777777" w:rsidR="000211ED" w:rsidRPr="00501DBD" w:rsidRDefault="000211ED" w:rsidP="001307BE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01DBD">
              <w:rPr>
                <w:rFonts w:asciiTheme="minorHAnsi" w:hAnsiTheme="minorHAnsi"/>
                <w:sz w:val="20"/>
                <w:szCs w:val="20"/>
              </w:rPr>
              <w:t>VANguard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STS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7571E895" w14:textId="5C80D5E2" w:rsidR="000211ED" w:rsidRDefault="00A84BD6" w:rsidP="001307B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ebMS3 PROD1, PROD2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2DF4937E" w14:textId="2335C781" w:rsidR="005F50C2" w:rsidRDefault="0091405F" w:rsidP="000C1A9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https://</w:t>
            </w:r>
            <w:r w:rsidR="00786AAB">
              <w:rPr>
                <w:rFonts w:asciiTheme="minorHAnsi" w:hAnsiTheme="minorHAnsi"/>
                <w:sz w:val="20"/>
                <w:szCs w:val="20"/>
              </w:rPr>
              <w:t>ato.</w:t>
            </w:r>
            <w:r w:rsidR="000211ED" w:rsidRPr="00F75CB0">
              <w:rPr>
                <w:rFonts w:asciiTheme="minorHAnsi" w:hAnsiTheme="minorHAnsi"/>
                <w:sz w:val="20"/>
                <w:szCs w:val="20"/>
              </w:rPr>
              <w:t>sbr.gov.au/services</w:t>
            </w:r>
          </w:p>
        </w:tc>
      </w:tr>
      <w:tr w:rsidR="000E5365" w:rsidRPr="00B65734" w14:paraId="331461BB" w14:textId="77777777" w:rsidTr="00102464">
        <w:tc>
          <w:tcPr>
            <w:tcW w:w="2235" w:type="dxa"/>
            <w:shd w:val="clear" w:color="auto" w:fill="auto"/>
          </w:tcPr>
          <w:p w14:paraId="523B3F52" w14:textId="0192E05C" w:rsidR="000E5365" w:rsidRPr="00501DBD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501DBD">
              <w:rPr>
                <w:rFonts w:asciiTheme="minorHAnsi" w:hAnsiTheme="minorHAnsi"/>
                <w:sz w:val="20"/>
                <w:szCs w:val="20"/>
              </w:rPr>
              <w:t>VANguard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STS</w:t>
            </w:r>
          </w:p>
        </w:tc>
        <w:tc>
          <w:tcPr>
            <w:tcW w:w="2126" w:type="dxa"/>
            <w:shd w:val="clear" w:color="auto" w:fill="auto"/>
          </w:tcPr>
          <w:p w14:paraId="45F914B7" w14:textId="218D9EC7" w:rsidR="000E5365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Core Services PROD</w:t>
            </w:r>
          </w:p>
        </w:tc>
        <w:tc>
          <w:tcPr>
            <w:tcW w:w="2977" w:type="dxa"/>
            <w:shd w:val="clear" w:color="auto" w:fill="auto"/>
          </w:tcPr>
          <w:p w14:paraId="7F9C87D8" w14:textId="0194B6B3" w:rsidR="000E5365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 w:rsidRPr="00BD2D37">
              <w:rPr>
                <w:rFonts w:asciiTheme="minorHAnsi" w:hAnsiTheme="minorHAnsi"/>
                <w:sz w:val="20"/>
                <w:szCs w:val="20"/>
              </w:rPr>
              <w:t>https://sbr.gov.au/services</w:t>
            </w:r>
          </w:p>
        </w:tc>
      </w:tr>
      <w:tr w:rsidR="000E5365" w:rsidRPr="00542896" w14:paraId="09E5FBFB" w14:textId="77777777" w:rsidTr="00102464">
        <w:tc>
          <w:tcPr>
            <w:tcW w:w="2235" w:type="dxa"/>
            <w:shd w:val="clear" w:color="auto" w:fill="DBE5F1" w:themeFill="accent1" w:themeFillTint="33"/>
          </w:tcPr>
          <w:p w14:paraId="7A471D62" w14:textId="6B619EEA" w:rsidR="000E5365" w:rsidRPr="0037281C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 w:rsidRPr="0037281C">
              <w:rPr>
                <w:rFonts w:asciiTheme="minorHAnsi" w:hAnsiTheme="minorHAnsi"/>
                <w:sz w:val="20"/>
                <w:szCs w:val="20"/>
              </w:rPr>
              <w:t xml:space="preserve">ATO STS 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153F233A" w14:textId="14CCBAF1" w:rsidR="000E5365" w:rsidRPr="0037281C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ebMS3 PROD1, PROD2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32372DD4" w14:textId="2064CCCF" w:rsidR="000E5365" w:rsidRPr="0037281C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 w:rsidRPr="00BD2D37">
              <w:rPr>
                <w:rFonts w:asciiTheme="minorHAnsi" w:hAnsiTheme="minorHAnsi"/>
                <w:sz w:val="20"/>
                <w:szCs w:val="20"/>
              </w:rPr>
              <w:t>https://sbr.gov.au/services</w:t>
            </w:r>
          </w:p>
        </w:tc>
      </w:tr>
      <w:tr w:rsidR="000E5365" w:rsidRPr="0037281C" w14:paraId="2A9285A4" w14:textId="77777777" w:rsidTr="00102464">
        <w:tc>
          <w:tcPr>
            <w:tcW w:w="2235" w:type="dxa"/>
            <w:shd w:val="clear" w:color="auto" w:fill="auto"/>
          </w:tcPr>
          <w:p w14:paraId="4B656F43" w14:textId="77777777" w:rsidR="000E5365" w:rsidRPr="0037281C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 w:rsidRPr="0037281C">
              <w:rPr>
                <w:rFonts w:asciiTheme="minorHAnsi" w:hAnsiTheme="minorHAnsi"/>
                <w:sz w:val="20"/>
                <w:szCs w:val="20"/>
              </w:rPr>
              <w:t xml:space="preserve">ATO STS </w:t>
            </w:r>
          </w:p>
        </w:tc>
        <w:tc>
          <w:tcPr>
            <w:tcW w:w="2126" w:type="dxa"/>
            <w:shd w:val="clear" w:color="auto" w:fill="auto"/>
          </w:tcPr>
          <w:p w14:paraId="0D6A493D" w14:textId="5A699D2E" w:rsidR="000E5365" w:rsidRPr="0037281C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Core Services PROD</w:t>
            </w:r>
          </w:p>
        </w:tc>
        <w:tc>
          <w:tcPr>
            <w:tcW w:w="2977" w:type="dxa"/>
            <w:shd w:val="clear" w:color="auto" w:fill="auto"/>
          </w:tcPr>
          <w:p w14:paraId="41887237" w14:textId="77777777" w:rsidR="000E5365" w:rsidRPr="0037281C" w:rsidRDefault="000E5365" w:rsidP="000E5365">
            <w:pPr>
              <w:rPr>
                <w:rFonts w:asciiTheme="minorHAnsi" w:hAnsiTheme="minorHAnsi"/>
                <w:sz w:val="20"/>
                <w:szCs w:val="20"/>
              </w:rPr>
            </w:pPr>
            <w:r w:rsidRPr="00BD2D37">
              <w:rPr>
                <w:rFonts w:asciiTheme="minorHAnsi" w:hAnsiTheme="minorHAnsi"/>
                <w:sz w:val="20"/>
                <w:szCs w:val="20"/>
              </w:rPr>
              <w:t>https://sbr.gov.au/services</w:t>
            </w:r>
          </w:p>
        </w:tc>
      </w:tr>
    </w:tbl>
    <w:p w14:paraId="3A3B5074" w14:textId="14825E99" w:rsidR="00A84BD6" w:rsidRPr="00214E4E" w:rsidRDefault="00A84BD6">
      <w:pPr>
        <w:rPr>
          <w:i/>
          <w:sz w:val="16"/>
          <w:szCs w:val="16"/>
        </w:rPr>
      </w:pPr>
    </w:p>
    <w:p w14:paraId="1173AB36" w14:textId="77777777" w:rsidR="00EF7E57" w:rsidRDefault="00EF7E57" w:rsidP="00102464">
      <w:bookmarkStart w:id="140" w:name="_Toc2774568"/>
    </w:p>
    <w:p w14:paraId="47AD7871" w14:textId="77777777" w:rsidR="00F100E2" w:rsidRDefault="00F100E2" w:rsidP="00F100E2">
      <w:bookmarkStart w:id="141" w:name="_Toc25087894"/>
    </w:p>
    <w:p w14:paraId="46E78688" w14:textId="77777777" w:rsidR="0037636B" w:rsidRDefault="0037636B" w:rsidP="0037636B"/>
    <w:p w14:paraId="763A81E6" w14:textId="77777777" w:rsidR="00054701" w:rsidRDefault="00054701" w:rsidP="00054701">
      <w:pPr>
        <w:pStyle w:val="Heading2"/>
        <w:spacing w:before="160" w:after="60"/>
      </w:pPr>
      <w:r w:rsidRPr="00F100E2">
        <w:lastRenderedPageBreak/>
        <w:t>Platform</w:t>
      </w:r>
      <w:r>
        <w:t xml:space="preserve"> support for M2M credentials</w:t>
      </w:r>
      <w:bookmarkEnd w:id="140"/>
      <w:bookmarkEnd w:id="141"/>
    </w:p>
    <w:p w14:paraId="3D964E9D" w14:textId="77777777" w:rsidR="00054701" w:rsidRDefault="00054701" w:rsidP="00054701">
      <w:pPr>
        <w:pStyle w:val="Heading3"/>
      </w:pPr>
      <w:bookmarkStart w:id="142" w:name="_Toc2774569"/>
      <w:bookmarkStart w:id="143" w:name="_Toc25087895"/>
      <w:r>
        <w:t>SBR ebMS3</w:t>
      </w:r>
      <w:bookmarkEnd w:id="142"/>
      <w:bookmarkEnd w:id="143"/>
    </w:p>
    <w:tbl>
      <w:tblPr>
        <w:tblW w:w="3227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1668"/>
        <w:gridCol w:w="1559"/>
      </w:tblGrid>
      <w:tr w:rsidR="00054701" w14:paraId="7130E306" w14:textId="77777777" w:rsidTr="00417B15">
        <w:trPr>
          <w:tblHeader/>
        </w:trPr>
        <w:tc>
          <w:tcPr>
            <w:tcW w:w="1668" w:type="dxa"/>
            <w:shd w:val="clear" w:color="auto" w:fill="4F81BD" w:themeFill="accent1"/>
            <w:vAlign w:val="center"/>
          </w:tcPr>
          <w:p w14:paraId="61A34807" w14:textId="77777777" w:rsidR="00054701" w:rsidRPr="00D87F24" w:rsidRDefault="00054701" w:rsidP="00DE561F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Environment</w:t>
            </w:r>
          </w:p>
        </w:tc>
        <w:tc>
          <w:tcPr>
            <w:tcW w:w="1559" w:type="dxa"/>
            <w:shd w:val="clear" w:color="auto" w:fill="4F81BD" w:themeFill="accent1"/>
            <w:vAlign w:val="center"/>
          </w:tcPr>
          <w:p w14:paraId="500F2CA7" w14:textId="77777777" w:rsidR="00054701" w:rsidRDefault="00054701" w:rsidP="00DE561F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</w:tr>
      <w:tr w:rsidR="00054701" w:rsidRPr="00B65734" w14:paraId="2E7F3BBA" w14:textId="77777777" w:rsidTr="00417B15">
        <w:tc>
          <w:tcPr>
            <w:tcW w:w="1668" w:type="dxa"/>
            <w:shd w:val="clear" w:color="auto" w:fill="DBE5F1" w:themeFill="accent1" w:themeFillTint="33"/>
          </w:tcPr>
          <w:p w14:paraId="7B824DA5" w14:textId="77777777" w:rsidR="00054701" w:rsidRPr="00B65734" w:rsidRDefault="00054701" w:rsidP="00DE5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EVTE 3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0E9A582" w14:textId="0E91CED4" w:rsidR="00054701" w:rsidRPr="00B65734" w:rsidRDefault="00054701" w:rsidP="00417B1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22/03/201</w:t>
            </w:r>
            <w:r w:rsidR="00417B15"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  <w:tr w:rsidR="00054701" w:rsidRPr="005C6D8B" w14:paraId="7246A5F3" w14:textId="77777777" w:rsidTr="001775D1">
        <w:tc>
          <w:tcPr>
            <w:tcW w:w="1668" w:type="dxa"/>
            <w:shd w:val="clear" w:color="auto" w:fill="auto"/>
          </w:tcPr>
          <w:p w14:paraId="62231DB1" w14:textId="1E8E8D19" w:rsidR="00054701" w:rsidRDefault="00054701" w:rsidP="00DE5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PROD1</w:t>
            </w:r>
            <w:r w:rsidR="00BD663E">
              <w:rPr>
                <w:rFonts w:ascii="Calibri" w:hAnsi="Calibri"/>
                <w:sz w:val="20"/>
                <w:szCs w:val="20"/>
              </w:rPr>
              <w:t>, PROD2</w:t>
            </w:r>
          </w:p>
        </w:tc>
        <w:tc>
          <w:tcPr>
            <w:tcW w:w="1559" w:type="dxa"/>
            <w:shd w:val="clear" w:color="auto" w:fill="auto"/>
          </w:tcPr>
          <w:p w14:paraId="7837084F" w14:textId="61D6E549" w:rsidR="00054701" w:rsidRPr="0070258B" w:rsidRDefault="00A175C6" w:rsidP="00417B1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15/</w:t>
            </w:r>
            <w:r w:rsidR="0070258B" w:rsidRPr="0070258B">
              <w:rPr>
                <w:rFonts w:ascii="Calibri" w:hAnsi="Calibri"/>
                <w:sz w:val="20"/>
                <w:szCs w:val="20"/>
              </w:rPr>
              <w:t>09</w:t>
            </w:r>
            <w:r w:rsidR="00054701" w:rsidRPr="0070258B">
              <w:rPr>
                <w:rFonts w:ascii="Calibri" w:hAnsi="Calibri"/>
                <w:sz w:val="20"/>
                <w:szCs w:val="20"/>
              </w:rPr>
              <w:t>/201</w:t>
            </w:r>
            <w:r w:rsidR="00417B15" w:rsidRPr="0070258B">
              <w:rPr>
                <w:rFonts w:ascii="Calibri" w:hAnsi="Calibri"/>
                <w:sz w:val="20"/>
                <w:szCs w:val="20"/>
              </w:rPr>
              <w:t>9</w:t>
            </w:r>
          </w:p>
        </w:tc>
      </w:tr>
    </w:tbl>
    <w:p w14:paraId="30EBFEB6" w14:textId="77777777" w:rsidR="00054701" w:rsidRDefault="00054701" w:rsidP="00054701"/>
    <w:p w14:paraId="68974BF4" w14:textId="77777777" w:rsidR="00054701" w:rsidRDefault="00054701" w:rsidP="00054701">
      <w:pPr>
        <w:pStyle w:val="Heading3"/>
      </w:pPr>
      <w:bookmarkStart w:id="144" w:name="_Toc25087896"/>
      <w:r>
        <w:t>SBR Core Services</w:t>
      </w:r>
      <w:bookmarkEnd w:id="144"/>
    </w:p>
    <w:tbl>
      <w:tblPr>
        <w:tblW w:w="3227" w:type="dxa"/>
        <w:tblBorders>
          <w:top w:val="single" w:sz="4" w:space="0" w:color="548DD4" w:themeColor="text2" w:themeTint="99"/>
          <w:bottom w:val="single" w:sz="4" w:space="0" w:color="548DD4" w:themeColor="text2" w:themeTint="99"/>
          <w:insideH w:val="single" w:sz="4" w:space="0" w:color="548DD4" w:themeColor="text2" w:themeTint="99"/>
        </w:tblBorders>
        <w:tblLook w:val="0000" w:firstRow="0" w:lastRow="0" w:firstColumn="0" w:lastColumn="0" w:noHBand="0" w:noVBand="0"/>
      </w:tblPr>
      <w:tblGrid>
        <w:gridCol w:w="1668"/>
        <w:gridCol w:w="1559"/>
      </w:tblGrid>
      <w:tr w:rsidR="00054701" w14:paraId="231031AE" w14:textId="77777777" w:rsidTr="00AB6D53">
        <w:trPr>
          <w:tblHeader/>
        </w:trPr>
        <w:tc>
          <w:tcPr>
            <w:tcW w:w="1668" w:type="dxa"/>
            <w:shd w:val="clear" w:color="auto" w:fill="4F81BD" w:themeFill="accent1"/>
            <w:vAlign w:val="center"/>
          </w:tcPr>
          <w:p w14:paraId="1C52F32E" w14:textId="77777777" w:rsidR="00054701" w:rsidRPr="00D87F24" w:rsidRDefault="00054701" w:rsidP="00DE561F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Environment</w:t>
            </w:r>
          </w:p>
        </w:tc>
        <w:tc>
          <w:tcPr>
            <w:tcW w:w="1559" w:type="dxa"/>
            <w:shd w:val="clear" w:color="auto" w:fill="4F81BD" w:themeFill="accent1"/>
            <w:vAlign w:val="center"/>
          </w:tcPr>
          <w:p w14:paraId="3547EB07" w14:textId="77777777" w:rsidR="00054701" w:rsidRDefault="00054701" w:rsidP="00DE561F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Valid from</w:t>
            </w:r>
          </w:p>
        </w:tc>
      </w:tr>
      <w:tr w:rsidR="00054701" w:rsidRPr="00B65734" w14:paraId="2012C130" w14:textId="77777777" w:rsidTr="0000028F">
        <w:tc>
          <w:tcPr>
            <w:tcW w:w="1668" w:type="dxa"/>
            <w:shd w:val="clear" w:color="auto" w:fill="DBE5F1" w:themeFill="accent1" w:themeFillTint="33"/>
          </w:tcPr>
          <w:p w14:paraId="3F4E9449" w14:textId="77777777" w:rsidR="00054701" w:rsidRPr="00B65734" w:rsidRDefault="00054701" w:rsidP="00DE5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EVTE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449B9793" w14:textId="60F94325" w:rsidR="00054701" w:rsidRPr="00F60BBC" w:rsidRDefault="00662064" w:rsidP="00647E6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  <w:r w:rsidR="00647E62">
              <w:rPr>
                <w:rFonts w:ascii="Calibri" w:hAnsi="Calibri"/>
                <w:sz w:val="20"/>
                <w:szCs w:val="20"/>
              </w:rPr>
              <w:t>/08/</w:t>
            </w:r>
            <w:r>
              <w:rPr>
                <w:rFonts w:ascii="Calibri" w:hAnsi="Calibri"/>
                <w:sz w:val="20"/>
                <w:szCs w:val="20"/>
              </w:rPr>
              <w:t>2019</w:t>
            </w:r>
          </w:p>
        </w:tc>
      </w:tr>
      <w:tr w:rsidR="00054701" w:rsidRPr="005C6D8B" w14:paraId="02620633" w14:textId="77777777" w:rsidTr="001775D1">
        <w:tc>
          <w:tcPr>
            <w:tcW w:w="1668" w:type="dxa"/>
            <w:shd w:val="clear" w:color="auto" w:fill="auto"/>
          </w:tcPr>
          <w:p w14:paraId="0A8A1FAA" w14:textId="77777777" w:rsidR="00054701" w:rsidRDefault="00054701" w:rsidP="00DE5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PROD</w:t>
            </w:r>
          </w:p>
        </w:tc>
        <w:tc>
          <w:tcPr>
            <w:tcW w:w="1559" w:type="dxa"/>
            <w:shd w:val="clear" w:color="auto" w:fill="auto"/>
          </w:tcPr>
          <w:p w14:paraId="6FED6C56" w14:textId="320A807E" w:rsidR="00054701" w:rsidRPr="00F60BBC" w:rsidRDefault="00345D12" w:rsidP="00DE5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01/11/2019</w:t>
            </w:r>
          </w:p>
        </w:tc>
      </w:tr>
    </w:tbl>
    <w:p w14:paraId="48441084" w14:textId="77777777" w:rsidR="00054701" w:rsidRDefault="00054701"/>
    <w:p w14:paraId="32F9107E" w14:textId="1C97AEE6" w:rsidR="001E30F7" w:rsidRDefault="00A77455" w:rsidP="00A77455">
      <w:pPr>
        <w:pStyle w:val="Heading1"/>
        <w:numPr>
          <w:ilvl w:val="0"/>
          <w:numId w:val="0"/>
        </w:numPr>
        <w:spacing w:after="120"/>
        <w:rPr>
          <w:b/>
        </w:rPr>
      </w:pPr>
      <w:bookmarkStart w:id="145" w:name="_Toc25087897"/>
      <w:r>
        <w:rPr>
          <w:b/>
        </w:rPr>
        <w:lastRenderedPageBreak/>
        <w:t>Appendix A – Previous Version Control</w:t>
      </w:r>
      <w:bookmarkEnd w:id="145"/>
    </w:p>
    <w:tbl>
      <w:tblPr>
        <w:tblW w:w="10094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22"/>
        <w:gridCol w:w="1590"/>
        <w:gridCol w:w="7482"/>
      </w:tblGrid>
      <w:tr w:rsidR="00FB1CCC" w:rsidRPr="009B06E0" w14:paraId="6E2A1207" w14:textId="77777777" w:rsidTr="0068604E">
        <w:trPr>
          <w:tblHeader/>
        </w:trPr>
        <w:tc>
          <w:tcPr>
            <w:tcW w:w="1022" w:type="dxa"/>
            <w:tcBorders>
              <w:top w:val="single" w:sz="4" w:space="0" w:color="auto"/>
              <w:bottom w:val="single" w:sz="6" w:space="0" w:color="auto"/>
            </w:tcBorders>
            <w:shd w:val="clear" w:color="auto" w:fill="C6D9F1"/>
          </w:tcPr>
          <w:p w14:paraId="2431D22F" w14:textId="77777777" w:rsidR="00FB1CCC" w:rsidRPr="009B06E0" w:rsidRDefault="00FB1CCC" w:rsidP="0068604E">
            <w:pPr>
              <w:pStyle w:val="VersionHead"/>
              <w:spacing w:before="120" w:after="120"/>
            </w:pPr>
            <w:r w:rsidRPr="009B06E0">
              <w:t>Version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6" w:space="0" w:color="auto"/>
            </w:tcBorders>
            <w:shd w:val="clear" w:color="auto" w:fill="C6D9F1"/>
          </w:tcPr>
          <w:p w14:paraId="2659203B" w14:textId="77777777" w:rsidR="00FB1CCC" w:rsidRPr="009B06E0" w:rsidRDefault="00FB1CCC" w:rsidP="0068604E">
            <w:pPr>
              <w:pStyle w:val="VersionHead"/>
              <w:spacing w:before="120" w:after="120"/>
            </w:pPr>
            <w:r w:rsidRPr="009B06E0">
              <w:t>Release date</w:t>
            </w:r>
          </w:p>
        </w:tc>
        <w:tc>
          <w:tcPr>
            <w:tcW w:w="7482" w:type="dxa"/>
            <w:tcBorders>
              <w:top w:val="single" w:sz="4" w:space="0" w:color="auto"/>
              <w:bottom w:val="single" w:sz="6" w:space="0" w:color="auto"/>
            </w:tcBorders>
            <w:shd w:val="clear" w:color="auto" w:fill="C6D9F1"/>
          </w:tcPr>
          <w:p w14:paraId="44363207" w14:textId="77777777" w:rsidR="00FB1CCC" w:rsidRPr="009B06E0" w:rsidRDefault="00FB1CCC" w:rsidP="0068604E">
            <w:pPr>
              <w:pStyle w:val="VersionHead"/>
              <w:spacing w:before="120" w:after="120"/>
            </w:pPr>
            <w:r w:rsidRPr="009B06E0">
              <w:t>Description of changes</w:t>
            </w:r>
          </w:p>
        </w:tc>
      </w:tr>
      <w:tr w:rsidR="00F972AE" w:rsidRPr="009B06E0" w14:paraId="2CA4FBF9" w14:textId="77777777" w:rsidTr="007E129C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5744E9BD" w14:textId="77777777" w:rsidR="00F972AE" w:rsidRPr="004D6766" w:rsidRDefault="00F972AE" w:rsidP="007E129C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09C7D819" w14:textId="77777777" w:rsidR="00F972AE" w:rsidRPr="004D6766" w:rsidRDefault="00F972AE" w:rsidP="007E129C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52B9E1CA" w14:textId="77777777" w:rsidR="00F972AE" w:rsidRDefault="00F972AE" w:rsidP="007E129C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 SBR ebMS3</w:t>
            </w:r>
          </w:p>
          <w:p w14:paraId="4017F0C1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2.2 PROD1 </w:t>
            </w:r>
            <w:r w:rsidRPr="00B35161">
              <w:rPr>
                <w:sz w:val="18"/>
                <w:szCs w:val="18"/>
              </w:rPr>
              <w:t>- deleted</w:t>
            </w:r>
          </w:p>
          <w:p w14:paraId="717BE4F1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2.2.1 Physical end points</w:t>
            </w:r>
          </w:p>
          <w:p w14:paraId="390AE0AC" w14:textId="77777777" w:rsidR="00F972AE" w:rsidRPr="00C01577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Section deleted – PROD1 is no longer available to develop against.</w:t>
            </w:r>
          </w:p>
          <w:p w14:paraId="7159E858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 2.2.2 SSL Certificates</w:t>
            </w:r>
          </w:p>
          <w:p w14:paraId="21336B36" w14:textId="77777777" w:rsidR="00F972AE" w:rsidRPr="00063E76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Section deleted – PROD1 is no longer available to develop against. </w:t>
            </w:r>
          </w:p>
          <w:p w14:paraId="4CA4B82E" w14:textId="77777777" w:rsidR="00F972AE" w:rsidRPr="003E486E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SSL Certificates have been deleted from SBR ShareFile.</w:t>
            </w:r>
          </w:p>
          <w:p w14:paraId="663A9413" w14:textId="77777777" w:rsidR="00F972AE" w:rsidRDefault="00F972AE" w:rsidP="007E129C">
            <w:pPr>
              <w:pStyle w:val="Version2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</w:p>
          <w:p w14:paraId="704F9529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2.2 PROD2</w:t>
            </w:r>
            <w:r w:rsidRPr="002D4EA1">
              <w:rPr>
                <w:rFonts w:asciiTheme="minorHAnsi" w:hAnsiTheme="minorHAnsi"/>
                <w:b/>
                <w:color w:val="1F497D" w:themeColor="text2"/>
                <w:sz w:val="20"/>
                <w:szCs w:val="20"/>
              </w:rPr>
              <w:t xml:space="preserve"> </w:t>
            </w:r>
            <w:r w:rsidRPr="002D4EA1">
              <w:rPr>
                <w:rFonts w:asciiTheme="minorHAnsi" w:hAnsiTheme="minorHAnsi"/>
                <w:sz w:val="20"/>
                <w:szCs w:val="20"/>
              </w:rPr>
              <w:t>– new numbering after PROD1 deletion.</w:t>
            </w:r>
          </w:p>
          <w:p w14:paraId="381A3431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2.2.1 Physical end points</w:t>
            </w:r>
          </w:p>
          <w:p w14:paraId="6050FDA9" w14:textId="77777777" w:rsidR="00F972AE" w:rsidRPr="00C01577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Note under reference table deleted (previously was ‘</w:t>
            </w:r>
            <w:r w:rsidRPr="00512410">
              <w:rPr>
                <w:rFonts w:asciiTheme="minorHAnsi" w:hAnsiTheme="minorHAnsi"/>
                <w:i/>
                <w:sz w:val="18"/>
                <w:szCs w:val="18"/>
              </w:rPr>
              <w:t>Note:  Digital Service Providers (DSPs) that are new to SBR development - in particular those deploying Single Touch Payroll (STP) services are to you use the PROD2 URLs above.’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1E202FA3" w14:textId="77777777" w:rsidR="00F972AE" w:rsidRPr="003E486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53D041A0" w14:textId="77777777" w:rsidR="00F972AE" w:rsidRDefault="00F972AE" w:rsidP="007E129C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 STS PROVIDERS</w:t>
            </w:r>
          </w:p>
          <w:p w14:paraId="777286EA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 PROD</w:t>
            </w:r>
          </w:p>
          <w:p w14:paraId="7FAEBF82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4.2.2 SSL Certificates</w:t>
            </w:r>
          </w:p>
          <w:p w14:paraId="6DF5CBD8" w14:textId="77777777" w:rsidR="00F972AE" w:rsidRPr="00D7187D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 w:rsidRPr="00D7187D">
              <w:rPr>
                <w:rFonts w:asciiTheme="minorHAnsi" w:hAnsiTheme="minorHAnsi"/>
                <w:sz w:val="20"/>
                <w:szCs w:val="20"/>
              </w:rPr>
              <w:t>Valid from updated from ‘TBD” to ‘2</w:t>
            </w:r>
            <w:r>
              <w:rPr>
                <w:rFonts w:asciiTheme="minorHAnsi" w:hAnsiTheme="minorHAnsi"/>
                <w:sz w:val="20"/>
                <w:szCs w:val="20"/>
              </w:rPr>
              <w:t>8</w:t>
            </w:r>
            <w:r w:rsidRPr="00D7187D">
              <w:rPr>
                <w:rFonts w:asciiTheme="minorHAnsi" w:hAnsiTheme="minorHAnsi"/>
                <w:sz w:val="20"/>
                <w:szCs w:val="20"/>
              </w:rPr>
              <w:t>/03/2019’.</w:t>
            </w:r>
          </w:p>
          <w:p w14:paraId="099A13C9" w14:textId="77777777" w:rsidR="00F972AE" w:rsidRPr="00D7187D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 w:rsidRPr="00D7187D">
              <w:rPr>
                <w:rFonts w:asciiTheme="minorHAnsi" w:hAnsiTheme="minorHAnsi"/>
                <w:sz w:val="20"/>
                <w:szCs w:val="20"/>
              </w:rPr>
              <w:t xml:space="preserve">Valid to </w:t>
            </w:r>
            <w:proofErr w:type="gramStart"/>
            <w:r w:rsidRPr="00D7187D">
              <w:rPr>
                <w:rFonts w:asciiTheme="minorHAnsi" w:hAnsiTheme="minorHAnsi"/>
                <w:sz w:val="20"/>
                <w:szCs w:val="20"/>
              </w:rPr>
              <w:t>updated</w:t>
            </w:r>
            <w:proofErr w:type="gramEnd"/>
            <w:r w:rsidRPr="00D7187D">
              <w:rPr>
                <w:rFonts w:asciiTheme="minorHAnsi" w:hAnsiTheme="minorHAnsi"/>
                <w:sz w:val="20"/>
                <w:szCs w:val="20"/>
              </w:rPr>
              <w:t xml:space="preserve"> from ‘TBD” to ‘27/03/2020’.</w:t>
            </w:r>
          </w:p>
          <w:p w14:paraId="76F5B24D" w14:textId="77777777" w:rsidR="00F972AE" w:rsidRPr="00D7187D" w:rsidRDefault="00F972AE" w:rsidP="007E129C">
            <w:pPr>
              <w:pStyle w:val="Version2"/>
              <w:numPr>
                <w:ilvl w:val="1"/>
                <w:numId w:val="40"/>
              </w:numPr>
              <w:spacing w:before="0" w:after="0"/>
              <w:ind w:left="995"/>
              <w:rPr>
                <w:b/>
                <w:color w:val="1F497D" w:themeColor="text2"/>
                <w:sz w:val="18"/>
                <w:szCs w:val="18"/>
              </w:rPr>
            </w:pPr>
            <w:r w:rsidRPr="00D7187D">
              <w:rPr>
                <w:rFonts w:asciiTheme="minorHAnsi" w:hAnsiTheme="minorHAnsi"/>
                <w:sz w:val="20"/>
                <w:szCs w:val="20"/>
              </w:rPr>
              <w:t>SSL certificate is now published to SBR ShareFile.</w:t>
            </w:r>
          </w:p>
          <w:p w14:paraId="4AC61B39" w14:textId="77777777" w:rsidR="00F972AE" w:rsidRPr="00D679B9" w:rsidRDefault="00F972AE" w:rsidP="007E129C">
            <w:pPr>
              <w:pStyle w:val="Version2"/>
              <w:spacing w:before="0" w:after="0"/>
              <w:ind w:left="635"/>
              <w:rPr>
                <w:b/>
                <w:color w:val="1F497D" w:themeColor="text2"/>
                <w:sz w:val="18"/>
                <w:szCs w:val="18"/>
                <w:highlight w:val="yellow"/>
              </w:rPr>
            </w:pPr>
          </w:p>
          <w:p w14:paraId="2D0F3F3D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4.2.4 End point availability </w:t>
            </w:r>
          </w:p>
          <w:p w14:paraId="3CF9BF5B" w14:textId="77777777" w:rsidR="00F972AE" w:rsidRPr="00E15AF2" w:rsidRDefault="00F972AE" w:rsidP="007E129C">
            <w:pPr>
              <w:pStyle w:val="Version2"/>
              <w:numPr>
                <w:ilvl w:val="0"/>
                <w:numId w:val="41"/>
              </w:numPr>
              <w:spacing w:before="0" w:after="0"/>
              <w:ind w:left="570"/>
              <w:rPr>
                <w:rFonts w:asciiTheme="minorHAnsi" w:hAnsiTheme="minorHAnsi"/>
                <w:sz w:val="18"/>
                <w:szCs w:val="18"/>
              </w:rPr>
            </w:pPr>
            <w:r w:rsidRPr="00E15AF2">
              <w:rPr>
                <w:rFonts w:asciiTheme="minorHAnsi" w:hAnsiTheme="minorHAnsi"/>
                <w:sz w:val="18"/>
                <w:szCs w:val="18"/>
              </w:rPr>
              <w:t xml:space="preserve">ATO STS Valid from updated from ‘09/2019’ to </w:t>
            </w:r>
            <w:r>
              <w:rPr>
                <w:rFonts w:asciiTheme="minorHAnsi" w:hAnsiTheme="minorHAnsi"/>
                <w:sz w:val="18"/>
                <w:szCs w:val="18"/>
              </w:rPr>
              <w:t>‘</w:t>
            </w:r>
            <w:r w:rsidRPr="00E15AF2">
              <w:rPr>
                <w:rFonts w:asciiTheme="minorHAnsi" w:hAnsiTheme="minorHAnsi"/>
                <w:sz w:val="18"/>
                <w:szCs w:val="18"/>
              </w:rPr>
              <w:t>14/11/2019’.</w:t>
            </w:r>
          </w:p>
          <w:p w14:paraId="542EE8BD" w14:textId="77777777" w:rsidR="00F972AE" w:rsidRDefault="00F972AE" w:rsidP="007E129C">
            <w:pPr>
              <w:pStyle w:val="Version2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26A37CF8" w14:textId="77777777" w:rsidR="00F972AE" w:rsidRPr="007D6A4C" w:rsidRDefault="00F972AE" w:rsidP="007E129C">
            <w:pPr>
              <w:pStyle w:val="Version2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4.3 </w:t>
            </w:r>
            <w:r w:rsidRPr="007D6A4C">
              <w:rPr>
                <w:b/>
                <w:color w:val="1F497D" w:themeColor="text2"/>
                <w:sz w:val="18"/>
                <w:szCs w:val="18"/>
              </w:rPr>
              <w:t>PLATFORM SUPPORT FOR M2M CREDENTIALS</w:t>
            </w:r>
          </w:p>
          <w:p w14:paraId="68FDF58E" w14:textId="77777777" w:rsidR="00F972AE" w:rsidRDefault="00F972AE" w:rsidP="007E129C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4.3.2 </w:t>
            </w:r>
            <w:r w:rsidRPr="007D6A4C">
              <w:rPr>
                <w:b/>
                <w:color w:val="1F497D" w:themeColor="text2"/>
                <w:sz w:val="18"/>
                <w:szCs w:val="18"/>
              </w:rPr>
              <w:t xml:space="preserve">SBR </w:t>
            </w:r>
            <w:r>
              <w:rPr>
                <w:b/>
                <w:color w:val="1F497D" w:themeColor="text2"/>
                <w:sz w:val="18"/>
                <w:szCs w:val="18"/>
              </w:rPr>
              <w:t>Core Services</w:t>
            </w:r>
          </w:p>
          <w:p w14:paraId="71C24304" w14:textId="77777777" w:rsidR="00F972AE" w:rsidRDefault="00F972AE" w:rsidP="007E129C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Environment PROD updated from ‘TBD’ to ‘01/11/2019’.</w:t>
            </w:r>
          </w:p>
          <w:p w14:paraId="4491E903" w14:textId="77777777" w:rsidR="00F972AE" w:rsidRPr="00FB6162" w:rsidRDefault="00F972AE" w:rsidP="007E129C">
            <w:pPr>
              <w:pStyle w:val="Version2"/>
              <w:spacing w:before="0" w:after="0"/>
              <w:ind w:left="428"/>
              <w:rPr>
                <w:sz w:val="18"/>
                <w:szCs w:val="18"/>
              </w:rPr>
            </w:pPr>
          </w:p>
        </w:tc>
      </w:tr>
      <w:tr w:rsidR="008E4839" w:rsidRPr="009B06E0" w14:paraId="7552F266" w14:textId="77777777" w:rsidTr="008E4839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2C4151C3" w14:textId="77777777" w:rsidR="008E4839" w:rsidRPr="004D6766" w:rsidRDefault="008E4839" w:rsidP="008E4839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60EA727D" w14:textId="77777777" w:rsidR="008E4839" w:rsidRPr="004D6766" w:rsidRDefault="008E4839" w:rsidP="008E4839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1D371EA6" w14:textId="77777777" w:rsidR="008E4839" w:rsidRDefault="008E4839" w:rsidP="008E4839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 STS PROVIDERS</w:t>
            </w:r>
          </w:p>
          <w:p w14:paraId="669F75BB" w14:textId="77777777" w:rsidR="008E4839" w:rsidRDefault="008E4839" w:rsidP="008E4839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 PROD</w:t>
            </w:r>
          </w:p>
          <w:p w14:paraId="0E748651" w14:textId="77777777" w:rsidR="008E4839" w:rsidRDefault="008E4839" w:rsidP="008E4839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4.2.4 </w:t>
            </w:r>
            <w:proofErr w:type="spellStart"/>
            <w:r>
              <w:rPr>
                <w:b/>
                <w:color w:val="1F497D" w:themeColor="text2"/>
                <w:sz w:val="18"/>
                <w:szCs w:val="18"/>
              </w:rPr>
              <w:t>AppliesTo</w:t>
            </w:r>
            <w:proofErr w:type="spellEnd"/>
            <w:r>
              <w:rPr>
                <w:b/>
                <w:color w:val="1F497D" w:themeColor="text2"/>
                <w:sz w:val="18"/>
                <w:szCs w:val="18"/>
              </w:rPr>
              <w:t xml:space="preserve"> Values</w:t>
            </w:r>
          </w:p>
          <w:p w14:paraId="27517CD0" w14:textId="77777777" w:rsidR="008E4839" w:rsidRDefault="008E4839" w:rsidP="008E4839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Reference to ‘</w:t>
            </w:r>
            <w:r w:rsidRPr="009F410F">
              <w:rPr>
                <w:rFonts w:asciiTheme="minorHAnsi" w:hAnsiTheme="minorHAnsi"/>
                <w:sz w:val="20"/>
                <w:szCs w:val="20"/>
              </w:rPr>
              <w:t>https</w:t>
            </w:r>
            <w:proofErr w:type="gramStart"/>
            <w:r w:rsidRPr="009F410F">
              <w:rPr>
                <w:rFonts w:asciiTheme="minorHAnsi" w:hAnsiTheme="minorHAnsi"/>
                <w:sz w:val="20"/>
                <w:szCs w:val="20"/>
              </w:rPr>
              <w:t>:/</w:t>
            </w:r>
            <w:proofErr w:type="gramEnd"/>
            <w:r w:rsidRPr="009F410F">
              <w:rPr>
                <w:rFonts w:asciiTheme="minorHAnsi" w:hAnsiTheme="minorHAnsi"/>
                <w:sz w:val="20"/>
                <w:szCs w:val="20"/>
              </w:rPr>
              <w:t>/ato2.sbr.gov.au/services</w:t>
            </w:r>
            <w:r>
              <w:rPr>
                <w:rFonts w:asciiTheme="minorHAnsi" w:hAnsiTheme="minorHAnsi"/>
                <w:sz w:val="20"/>
                <w:szCs w:val="20"/>
              </w:rPr>
              <w:t>’ deleted.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7C2DF18E" w14:textId="77777777" w:rsidR="008E4839" w:rsidRDefault="008E4839" w:rsidP="008E4839">
            <w:pPr>
              <w:pStyle w:val="Version2"/>
              <w:spacing w:before="0" w:after="0"/>
              <w:ind w:left="360"/>
              <w:rPr>
                <w:b/>
                <w:color w:val="1F497D" w:themeColor="text2"/>
                <w:sz w:val="18"/>
                <w:szCs w:val="18"/>
              </w:rPr>
            </w:pPr>
          </w:p>
          <w:p w14:paraId="0998C50F" w14:textId="77777777" w:rsidR="008E4839" w:rsidRPr="007D6A4C" w:rsidRDefault="008E4839" w:rsidP="008E4839">
            <w:pPr>
              <w:pStyle w:val="Version2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4.3 </w:t>
            </w:r>
            <w:r w:rsidRPr="007D6A4C">
              <w:rPr>
                <w:b/>
                <w:color w:val="1F497D" w:themeColor="text2"/>
                <w:sz w:val="18"/>
                <w:szCs w:val="18"/>
              </w:rPr>
              <w:t>PLATFORM SUPPORT FOR M2M CREDENTIALS</w:t>
            </w:r>
          </w:p>
          <w:p w14:paraId="44CC764A" w14:textId="77777777" w:rsidR="008E4839" w:rsidRDefault="008E4839" w:rsidP="008E4839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4.3.1 </w:t>
            </w:r>
            <w:r w:rsidRPr="007D6A4C">
              <w:rPr>
                <w:b/>
                <w:color w:val="1F497D" w:themeColor="text2"/>
                <w:sz w:val="18"/>
                <w:szCs w:val="18"/>
              </w:rPr>
              <w:t>SBR ebMS3</w:t>
            </w:r>
          </w:p>
          <w:p w14:paraId="72E2C44E" w14:textId="77777777" w:rsidR="008E4839" w:rsidRDefault="008E4839" w:rsidP="008E4839">
            <w:pPr>
              <w:pStyle w:val="Version2"/>
              <w:numPr>
                <w:ilvl w:val="0"/>
                <w:numId w:val="40"/>
              </w:numPr>
              <w:spacing w:before="0" w:after="0"/>
              <w:ind w:left="57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Environment PROD1, PROD2 updated from ‘09/2019’ to ‘15/09/2019’.</w:t>
            </w:r>
          </w:p>
          <w:p w14:paraId="0091D2DC" w14:textId="77777777" w:rsidR="008E4839" w:rsidRPr="00FB6162" w:rsidRDefault="008E4839" w:rsidP="008E4839">
            <w:pPr>
              <w:pStyle w:val="Version2"/>
              <w:spacing w:before="0" w:after="0"/>
              <w:ind w:left="428"/>
              <w:rPr>
                <w:sz w:val="18"/>
                <w:szCs w:val="18"/>
              </w:rPr>
            </w:pPr>
          </w:p>
        </w:tc>
      </w:tr>
      <w:tr w:rsidR="00612CE4" w:rsidRPr="009B06E0" w14:paraId="7F32F68D" w14:textId="77777777" w:rsidTr="00612CE4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7425D351" w14:textId="77777777" w:rsidR="00612CE4" w:rsidRPr="004D6766" w:rsidRDefault="00612CE4" w:rsidP="00612CE4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6A28AD7B" w14:textId="77777777" w:rsidR="00612CE4" w:rsidRPr="004D6766" w:rsidRDefault="00612CE4" w:rsidP="00612CE4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11.07.2019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3594269E" w14:textId="77777777" w:rsidR="00612CE4" w:rsidRDefault="00612CE4" w:rsidP="00612CE4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 SBR ebMS3</w:t>
            </w:r>
          </w:p>
          <w:p w14:paraId="0F9A5A90" w14:textId="77777777" w:rsidR="00612CE4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2.1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EVTE3</w:t>
            </w:r>
          </w:p>
          <w:p w14:paraId="2F90EDA7" w14:textId="77777777" w:rsidR="00612CE4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2.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1.2 SSL Certificates</w:t>
            </w:r>
          </w:p>
          <w:p w14:paraId="65F9E101" w14:textId="77777777" w:rsidR="00612CE4" w:rsidRPr="00BF4832" w:rsidRDefault="00612CE4" w:rsidP="00612CE4">
            <w:pPr>
              <w:pStyle w:val="Version2"/>
              <w:spacing w:before="0" w:after="0"/>
              <w:rPr>
                <w:b/>
                <w:color w:val="1F497D" w:themeColor="text2"/>
                <w:sz w:val="18"/>
                <w:szCs w:val="18"/>
              </w:rPr>
            </w:pPr>
            <w:r w:rsidRPr="00BF4832">
              <w:rPr>
                <w:color w:val="1F497D" w:themeColor="text2"/>
                <w:sz w:val="18"/>
                <w:szCs w:val="18"/>
              </w:rPr>
              <w:t>(outbound signing)</w:t>
            </w:r>
          </w:p>
          <w:p w14:paraId="3E39CC30" w14:textId="77777777" w:rsidR="00612CE4" w:rsidRPr="00A03D12" w:rsidRDefault="00612CE4" w:rsidP="00612CE4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 w:rsidRPr="00F1092F">
              <w:rPr>
                <w:sz w:val="18"/>
                <w:szCs w:val="18"/>
                <w:u w:val="single"/>
              </w:rPr>
              <w:t>Contents</w:t>
            </w:r>
            <w:r w:rsidRPr="00F1092F">
              <w:rPr>
                <w:sz w:val="18"/>
                <w:szCs w:val="18"/>
              </w:rPr>
              <w:t xml:space="preserve"> changed </w:t>
            </w:r>
            <w:r>
              <w:rPr>
                <w:sz w:val="18"/>
                <w:szCs w:val="18"/>
              </w:rPr>
              <w:t xml:space="preserve">for </w:t>
            </w:r>
            <w:r w:rsidRPr="00F1092F">
              <w:rPr>
                <w:sz w:val="18"/>
                <w:szCs w:val="18"/>
              </w:rPr>
              <w:t>‘test</w:t>
            </w:r>
            <w:r>
              <w:rPr>
                <w:sz w:val="18"/>
                <w:szCs w:val="18"/>
              </w:rPr>
              <w:t>.signing.</w:t>
            </w:r>
            <w:r w:rsidRPr="00F1092F">
              <w:rPr>
                <w:sz w:val="18"/>
                <w:szCs w:val="18"/>
              </w:rPr>
              <w:t xml:space="preserve">sbr.gov.au.crt’, </w:t>
            </w:r>
            <w:r w:rsidRPr="00F1092F">
              <w:rPr>
                <w:sz w:val="18"/>
                <w:szCs w:val="18"/>
                <w:u w:val="single"/>
              </w:rPr>
              <w:t>Valid from</w:t>
            </w:r>
            <w:r w:rsidRPr="00F1092F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29/08/2018</w:t>
            </w:r>
            <w:r w:rsidRPr="00F1092F">
              <w:rPr>
                <w:sz w:val="18"/>
                <w:szCs w:val="18"/>
              </w:rPr>
              <w:t xml:space="preserve">’ to </w:t>
            </w:r>
            <w:r w:rsidRPr="00A03D12">
              <w:rPr>
                <w:sz w:val="18"/>
                <w:szCs w:val="18"/>
              </w:rPr>
              <w:t xml:space="preserve">‘03/06/2019’ and </w:t>
            </w:r>
            <w:r w:rsidRPr="00A03D12">
              <w:rPr>
                <w:sz w:val="18"/>
                <w:szCs w:val="18"/>
                <w:u w:val="single"/>
              </w:rPr>
              <w:t>Valid to</w:t>
            </w:r>
            <w:r w:rsidRPr="00A03D12">
              <w:rPr>
                <w:sz w:val="18"/>
                <w:szCs w:val="18"/>
              </w:rPr>
              <w:t xml:space="preserve"> </w:t>
            </w:r>
            <w:proofErr w:type="spellStart"/>
            <w:r w:rsidRPr="00A03D12">
              <w:rPr>
                <w:sz w:val="18"/>
                <w:szCs w:val="18"/>
              </w:rPr>
              <w:t>changed</w:t>
            </w:r>
            <w:proofErr w:type="spellEnd"/>
            <w:r w:rsidRPr="00A03D12">
              <w:rPr>
                <w:sz w:val="18"/>
                <w:szCs w:val="18"/>
              </w:rPr>
              <w:t xml:space="preserve"> from ‘29/08/2019’ to ‘28/08/2020’.</w:t>
            </w:r>
          </w:p>
          <w:p w14:paraId="4A5B2BB2" w14:textId="77777777" w:rsidR="00612CE4" w:rsidRPr="00A03D12" w:rsidRDefault="00612CE4" w:rsidP="00612CE4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 w:rsidRPr="00A03D12">
              <w:rPr>
                <w:sz w:val="18"/>
                <w:szCs w:val="18"/>
                <w:u w:val="single"/>
              </w:rPr>
              <w:t>Contents</w:t>
            </w:r>
            <w:r w:rsidRPr="00A03D12">
              <w:rPr>
                <w:sz w:val="18"/>
                <w:szCs w:val="18"/>
              </w:rPr>
              <w:t xml:space="preserve"> changed for ‘test.signing.sbr.gov.au-intermediate.crt’, </w:t>
            </w:r>
            <w:r w:rsidRPr="00A03D12">
              <w:rPr>
                <w:sz w:val="18"/>
                <w:szCs w:val="18"/>
                <w:u w:val="single"/>
              </w:rPr>
              <w:t>Valid from</w:t>
            </w:r>
            <w:r w:rsidRPr="00A03D12">
              <w:rPr>
                <w:sz w:val="18"/>
                <w:szCs w:val="18"/>
              </w:rPr>
              <w:t xml:space="preserve"> changed from ‘31/10/2013’ to ‘06/11/2017’ and </w:t>
            </w:r>
            <w:r w:rsidRPr="00A03D12">
              <w:rPr>
                <w:sz w:val="18"/>
                <w:szCs w:val="18"/>
                <w:u w:val="single"/>
              </w:rPr>
              <w:t>Valid to</w:t>
            </w:r>
            <w:r w:rsidRPr="00A03D12">
              <w:rPr>
                <w:sz w:val="18"/>
                <w:szCs w:val="18"/>
              </w:rPr>
              <w:t xml:space="preserve"> </w:t>
            </w:r>
            <w:proofErr w:type="spellStart"/>
            <w:r w:rsidRPr="00A03D12">
              <w:rPr>
                <w:sz w:val="18"/>
                <w:szCs w:val="18"/>
              </w:rPr>
              <w:t>changed</w:t>
            </w:r>
            <w:proofErr w:type="spellEnd"/>
            <w:r w:rsidRPr="00A03D12">
              <w:rPr>
                <w:sz w:val="18"/>
                <w:szCs w:val="18"/>
              </w:rPr>
              <w:t xml:space="preserve"> from ‘31/10/2023’ to ‘06/11/2027’.</w:t>
            </w:r>
          </w:p>
          <w:p w14:paraId="26A838D6" w14:textId="77777777" w:rsidR="00612CE4" w:rsidRPr="002B4B1F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2B4B1F">
              <w:rPr>
                <w:b/>
                <w:sz w:val="18"/>
                <w:szCs w:val="18"/>
              </w:rPr>
              <w:t>Deployment is scheduled for 13/08/2019.</w:t>
            </w:r>
          </w:p>
          <w:p w14:paraId="1E99362C" w14:textId="77777777" w:rsidR="00612CE4" w:rsidRPr="006E5131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76BFF3F2" w14:textId="77777777" w:rsidR="00612CE4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3CFE936F" w14:textId="77777777" w:rsidR="00612CE4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Platform support for M2M credentials</w:t>
            </w:r>
          </w:p>
          <w:p w14:paraId="0D6AE15E" w14:textId="77777777" w:rsidR="00612CE4" w:rsidRDefault="00612CE4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4.3.2 SBR Core Services</w:t>
            </w:r>
          </w:p>
          <w:p w14:paraId="58549708" w14:textId="77777777" w:rsidR="00612CE4" w:rsidRDefault="00612CE4" w:rsidP="00612CE4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Environment EVTE Valid from updated from ‘TBD’ to ’13/08/2019’.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4032FD7A" w14:textId="77777777" w:rsidR="00612CE4" w:rsidRPr="00FB6162" w:rsidRDefault="00612CE4" w:rsidP="00612CE4">
            <w:pPr>
              <w:pStyle w:val="Version2"/>
              <w:spacing w:before="0" w:after="0"/>
              <w:ind w:left="428"/>
              <w:rPr>
                <w:sz w:val="18"/>
                <w:szCs w:val="18"/>
              </w:rPr>
            </w:pPr>
          </w:p>
        </w:tc>
      </w:tr>
      <w:tr w:rsidR="0005571D" w:rsidRPr="009B06E0" w14:paraId="2D888B30" w14:textId="77777777" w:rsidTr="00612CE4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5E7C3C79" w14:textId="77777777" w:rsidR="0005571D" w:rsidRPr="004D6766" w:rsidRDefault="0005571D" w:rsidP="00612CE4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5F28C41F" w14:textId="77777777" w:rsidR="0005571D" w:rsidRPr="004D6766" w:rsidRDefault="0005571D" w:rsidP="00612CE4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39F8D51E" w14:textId="77777777" w:rsidR="0005571D" w:rsidRDefault="0005571D" w:rsidP="00612CE4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 SBR Core Services</w:t>
            </w:r>
          </w:p>
          <w:p w14:paraId="1A14C368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3.1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EVTE</w:t>
            </w:r>
          </w:p>
          <w:p w14:paraId="299928A7" w14:textId="77777777" w:rsidR="0005571D" w:rsidRPr="009975F9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3.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1.2 SSL Certificates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73B94729" w14:textId="77777777" w:rsidR="0005571D" w:rsidRPr="00D5549F" w:rsidRDefault="0005571D" w:rsidP="00612CE4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 w:rsidRPr="00F1092F">
              <w:rPr>
                <w:sz w:val="18"/>
                <w:szCs w:val="18"/>
                <w:u w:val="single"/>
              </w:rPr>
              <w:t>Contents</w:t>
            </w:r>
            <w:r w:rsidRPr="00F1092F">
              <w:rPr>
                <w:sz w:val="18"/>
                <w:szCs w:val="18"/>
              </w:rPr>
              <w:t xml:space="preserve"> changed </w:t>
            </w:r>
            <w:r>
              <w:rPr>
                <w:sz w:val="18"/>
                <w:szCs w:val="18"/>
              </w:rPr>
              <w:t>for</w:t>
            </w:r>
            <w:r w:rsidRPr="00F1092F">
              <w:rPr>
                <w:sz w:val="18"/>
                <w:szCs w:val="18"/>
              </w:rPr>
              <w:t xml:space="preserve"> ‘test</w:t>
            </w:r>
            <w:r>
              <w:rPr>
                <w:sz w:val="18"/>
                <w:szCs w:val="18"/>
              </w:rPr>
              <w:t>.</w:t>
            </w:r>
            <w:r w:rsidRPr="00F1092F">
              <w:rPr>
                <w:sz w:val="18"/>
                <w:szCs w:val="18"/>
              </w:rPr>
              <w:t xml:space="preserve">sbr.gov.au.crt’, </w:t>
            </w:r>
            <w:r w:rsidRPr="00F1092F">
              <w:rPr>
                <w:sz w:val="18"/>
                <w:szCs w:val="18"/>
                <w:u w:val="single"/>
              </w:rPr>
              <w:t>Valid from</w:t>
            </w:r>
            <w:r w:rsidRPr="00F1092F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24/04/2018</w:t>
            </w:r>
            <w:r w:rsidRPr="00F1092F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15/04/2019</w:t>
            </w:r>
            <w:r w:rsidRPr="00F1092F">
              <w:rPr>
                <w:sz w:val="18"/>
                <w:szCs w:val="18"/>
              </w:rPr>
              <w:t xml:space="preserve">’ and </w:t>
            </w:r>
            <w:r w:rsidRPr="00F1092F">
              <w:rPr>
                <w:sz w:val="18"/>
                <w:szCs w:val="18"/>
                <w:u w:val="single"/>
              </w:rPr>
              <w:t>Valid to</w:t>
            </w:r>
            <w:r w:rsidRPr="00F1092F">
              <w:rPr>
                <w:sz w:val="18"/>
                <w:szCs w:val="18"/>
              </w:rPr>
              <w:t xml:space="preserve"> </w:t>
            </w:r>
            <w:proofErr w:type="spellStart"/>
            <w:r w:rsidRPr="00F1092F">
              <w:rPr>
                <w:sz w:val="18"/>
                <w:szCs w:val="18"/>
              </w:rPr>
              <w:t>changed</w:t>
            </w:r>
            <w:proofErr w:type="spellEnd"/>
            <w:r w:rsidRPr="00F1092F">
              <w:rPr>
                <w:sz w:val="18"/>
                <w:szCs w:val="18"/>
              </w:rPr>
              <w:t xml:space="preserve"> from ‘</w:t>
            </w:r>
            <w:r>
              <w:rPr>
                <w:sz w:val="18"/>
                <w:szCs w:val="18"/>
              </w:rPr>
              <w:t>03/06/2019</w:t>
            </w:r>
            <w:r w:rsidRPr="00F1092F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02/06/2020</w:t>
            </w:r>
            <w:r w:rsidRPr="00F1092F">
              <w:rPr>
                <w:sz w:val="18"/>
                <w:szCs w:val="18"/>
              </w:rPr>
              <w:t>’.</w:t>
            </w:r>
          </w:p>
          <w:p w14:paraId="25EBEE73" w14:textId="72E390BF" w:rsidR="0005571D" w:rsidRPr="00647E62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647E62">
              <w:rPr>
                <w:b/>
                <w:sz w:val="18"/>
                <w:szCs w:val="18"/>
              </w:rPr>
              <w:t>Deployment is scheduled for 23</w:t>
            </w:r>
            <w:r w:rsidR="00647E62" w:rsidRPr="00647E62">
              <w:rPr>
                <w:b/>
                <w:sz w:val="18"/>
                <w:szCs w:val="18"/>
              </w:rPr>
              <w:t>/</w:t>
            </w:r>
            <w:r w:rsidRPr="00647E62">
              <w:rPr>
                <w:b/>
                <w:sz w:val="18"/>
                <w:szCs w:val="18"/>
              </w:rPr>
              <w:t>05</w:t>
            </w:r>
            <w:r w:rsidR="00647E62" w:rsidRPr="00647E62">
              <w:rPr>
                <w:b/>
                <w:sz w:val="18"/>
                <w:szCs w:val="18"/>
              </w:rPr>
              <w:t>/</w:t>
            </w:r>
            <w:r w:rsidRPr="00647E62">
              <w:rPr>
                <w:b/>
                <w:sz w:val="18"/>
                <w:szCs w:val="18"/>
              </w:rPr>
              <w:t>2019.</w:t>
            </w:r>
          </w:p>
          <w:p w14:paraId="672783AC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71F34BC7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 STS Providers</w:t>
            </w:r>
          </w:p>
          <w:p w14:paraId="1DAEF985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EVTE</w:t>
            </w:r>
          </w:p>
          <w:p w14:paraId="5CA73044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4.1.2 SSL Certificates</w:t>
            </w:r>
          </w:p>
          <w:p w14:paraId="14F38F73" w14:textId="77777777" w:rsidR="0005571D" w:rsidRPr="00D5549F" w:rsidRDefault="0005571D" w:rsidP="00612CE4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 w:rsidRPr="00F1092F">
              <w:rPr>
                <w:sz w:val="18"/>
                <w:szCs w:val="18"/>
                <w:u w:val="single"/>
              </w:rPr>
              <w:t>Contents</w:t>
            </w:r>
            <w:r w:rsidRPr="00F1092F">
              <w:rPr>
                <w:sz w:val="18"/>
                <w:szCs w:val="18"/>
              </w:rPr>
              <w:t xml:space="preserve"> changed </w:t>
            </w:r>
            <w:r>
              <w:rPr>
                <w:sz w:val="18"/>
                <w:szCs w:val="18"/>
              </w:rPr>
              <w:t>for</w:t>
            </w:r>
            <w:r w:rsidRPr="00F1092F">
              <w:rPr>
                <w:sz w:val="18"/>
                <w:szCs w:val="18"/>
              </w:rPr>
              <w:t xml:space="preserve"> ‘</w:t>
            </w:r>
            <w:r w:rsidRPr="004C04D0">
              <w:rPr>
                <w:rFonts w:ascii="Calibri" w:hAnsi="Calibri"/>
                <w:sz w:val="20"/>
                <w:szCs w:val="20"/>
              </w:rPr>
              <w:t>softwareauthorisation.acc.ato.gov.au.crt</w:t>
            </w:r>
            <w:r w:rsidRPr="00F1092F">
              <w:rPr>
                <w:sz w:val="18"/>
                <w:szCs w:val="18"/>
              </w:rPr>
              <w:t xml:space="preserve"> </w:t>
            </w:r>
            <w:r w:rsidRPr="00F1092F">
              <w:rPr>
                <w:sz w:val="18"/>
                <w:szCs w:val="18"/>
                <w:u w:val="single"/>
              </w:rPr>
              <w:t>Valid to</w:t>
            </w:r>
            <w:r w:rsidRPr="00F1092F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1092F">
              <w:rPr>
                <w:sz w:val="18"/>
                <w:szCs w:val="18"/>
              </w:rPr>
              <w:t>changed</w:t>
            </w:r>
            <w:proofErr w:type="spellEnd"/>
            <w:proofErr w:type="gramEnd"/>
            <w:r w:rsidRPr="00F1092F">
              <w:rPr>
                <w:sz w:val="18"/>
                <w:szCs w:val="18"/>
              </w:rPr>
              <w:t xml:space="preserve"> from ‘</w:t>
            </w:r>
            <w:r>
              <w:rPr>
                <w:sz w:val="18"/>
                <w:szCs w:val="18"/>
              </w:rPr>
              <w:t>27/03/2019</w:t>
            </w:r>
            <w:r w:rsidRPr="00F1092F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27/03/2020</w:t>
            </w:r>
            <w:r w:rsidRPr="00F1092F">
              <w:rPr>
                <w:sz w:val="18"/>
                <w:szCs w:val="18"/>
              </w:rPr>
              <w:t>’.</w:t>
            </w:r>
          </w:p>
          <w:p w14:paraId="5ED2F416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5DEACA81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4.1.4 </w:t>
            </w:r>
            <w:proofErr w:type="spellStart"/>
            <w:r>
              <w:rPr>
                <w:b/>
                <w:color w:val="1F497D" w:themeColor="text2"/>
                <w:sz w:val="18"/>
                <w:szCs w:val="18"/>
              </w:rPr>
              <w:t>AppliesTo</w:t>
            </w:r>
            <w:proofErr w:type="spellEnd"/>
            <w:r>
              <w:rPr>
                <w:b/>
                <w:color w:val="1F497D" w:themeColor="text2"/>
                <w:sz w:val="18"/>
                <w:szCs w:val="18"/>
              </w:rPr>
              <w:t xml:space="preserve"> values</w:t>
            </w:r>
          </w:p>
          <w:p w14:paraId="1367A0E4" w14:textId="77777777" w:rsidR="0005571D" w:rsidRDefault="0005571D" w:rsidP="00612CE4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AppliesToValues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information added for ebMS3 environments.</w:t>
            </w:r>
          </w:p>
          <w:p w14:paraId="0993FF22" w14:textId="77777777" w:rsidR="0005571D" w:rsidRPr="009975F9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0DAF6697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</w:t>
            </w:r>
          </w:p>
          <w:p w14:paraId="1CFF5AEA" w14:textId="77777777" w:rsidR="0005571D" w:rsidRDefault="0005571D" w:rsidP="00612CE4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4.1.4 </w:t>
            </w:r>
            <w:proofErr w:type="spellStart"/>
            <w:r>
              <w:rPr>
                <w:b/>
                <w:color w:val="1F497D" w:themeColor="text2"/>
                <w:sz w:val="18"/>
                <w:szCs w:val="18"/>
              </w:rPr>
              <w:t>AppliesTo</w:t>
            </w:r>
            <w:proofErr w:type="spellEnd"/>
            <w:r>
              <w:rPr>
                <w:b/>
                <w:color w:val="1F497D" w:themeColor="text2"/>
                <w:sz w:val="18"/>
                <w:szCs w:val="18"/>
              </w:rPr>
              <w:t xml:space="preserve"> values</w:t>
            </w:r>
          </w:p>
          <w:p w14:paraId="0B4F955C" w14:textId="77777777" w:rsidR="0005571D" w:rsidRDefault="0005571D" w:rsidP="00612CE4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AppliesToValues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information added for ebMS3 environments.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</w:p>
          <w:p w14:paraId="07218F71" w14:textId="77777777" w:rsidR="0005571D" w:rsidRPr="00FB6162" w:rsidRDefault="0005571D" w:rsidP="00612CE4">
            <w:pPr>
              <w:pStyle w:val="Version2"/>
              <w:spacing w:before="0" w:after="0"/>
              <w:ind w:left="428"/>
              <w:rPr>
                <w:sz w:val="18"/>
                <w:szCs w:val="18"/>
              </w:rPr>
            </w:pPr>
          </w:p>
        </w:tc>
      </w:tr>
      <w:tr w:rsidR="00187175" w:rsidRPr="009B06E0" w14:paraId="36F0E8C0" w14:textId="77777777" w:rsidTr="001307BE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0B005AB9" w14:textId="77777777" w:rsidR="00187175" w:rsidRPr="004D6766" w:rsidRDefault="00187175" w:rsidP="001307BE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27A51E3C" w14:textId="77777777" w:rsidR="00187175" w:rsidRPr="004D6766" w:rsidRDefault="00187175" w:rsidP="001307BE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0485B207" w14:textId="77777777" w:rsidR="00187175" w:rsidRPr="001C7AC4" w:rsidRDefault="00187175" w:rsidP="001307BE">
            <w:pPr>
              <w:pStyle w:val="Version2"/>
              <w:spacing w:before="120" w:after="0"/>
              <w:ind w:left="0"/>
              <w:rPr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1 Introduction </w:t>
            </w:r>
            <w:r w:rsidRPr="001C7AC4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>references to STS Providers and M2M credentials added</w:t>
            </w:r>
            <w:r w:rsidRPr="001C7AC4">
              <w:rPr>
                <w:sz w:val="18"/>
                <w:szCs w:val="18"/>
              </w:rPr>
              <w:t>.</w:t>
            </w:r>
          </w:p>
          <w:p w14:paraId="180B5BEF" w14:textId="77777777" w:rsidR="00187175" w:rsidRDefault="00187175" w:rsidP="001307BE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06D2ABCE" w14:textId="77777777" w:rsidR="00187175" w:rsidRPr="009975F9" w:rsidRDefault="00187175" w:rsidP="001307BE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 SBR ebMS3</w:t>
            </w:r>
          </w:p>
          <w:p w14:paraId="5B15B85B" w14:textId="77777777" w:rsidR="00187175" w:rsidRPr="009975F9" w:rsidRDefault="00187175" w:rsidP="001307BE">
            <w:pPr>
              <w:pStyle w:val="Version2"/>
              <w:tabs>
                <w:tab w:val="left" w:pos="1703"/>
              </w:tabs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Prod1</w:t>
            </w:r>
            <w:r>
              <w:rPr>
                <w:b/>
                <w:color w:val="1F497D" w:themeColor="text2"/>
                <w:sz w:val="18"/>
                <w:szCs w:val="18"/>
              </w:rPr>
              <w:tab/>
            </w:r>
          </w:p>
          <w:p w14:paraId="6B4E4F93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.2 SSL Certificates</w:t>
            </w:r>
          </w:p>
          <w:p w14:paraId="364FB669" w14:textId="77777777" w:rsidR="00187175" w:rsidRPr="004F1E62" w:rsidRDefault="00187175" w:rsidP="001307BE">
            <w:pPr>
              <w:pStyle w:val="Version2"/>
              <w:spacing w:before="0" w:after="0"/>
              <w:ind w:left="0"/>
              <w:rPr>
                <w:color w:val="1F497D" w:themeColor="text2"/>
                <w:sz w:val="18"/>
                <w:szCs w:val="18"/>
              </w:rPr>
            </w:pPr>
            <w:r w:rsidRPr="004F1E62">
              <w:rPr>
                <w:color w:val="1F497D" w:themeColor="text2"/>
                <w:sz w:val="18"/>
                <w:szCs w:val="18"/>
              </w:rPr>
              <w:t>(inbound)</w:t>
            </w:r>
          </w:p>
          <w:p w14:paraId="2B15A54D" w14:textId="77777777" w:rsidR="00187175" w:rsidRPr="00BF4832" w:rsidRDefault="00187175" w:rsidP="001307BE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b/>
                <w:sz w:val="18"/>
                <w:szCs w:val="18"/>
              </w:rPr>
            </w:pPr>
            <w:r w:rsidRPr="00BF4832">
              <w:rPr>
                <w:sz w:val="18"/>
                <w:szCs w:val="18"/>
                <w:u w:val="single"/>
              </w:rPr>
              <w:t>Contents</w:t>
            </w:r>
            <w:r w:rsidRPr="00BF4832">
              <w:rPr>
                <w:sz w:val="18"/>
                <w:szCs w:val="18"/>
              </w:rPr>
              <w:t xml:space="preserve"> changed from ‘ato.sbr.gov.au-07032019.crt’</w:t>
            </w:r>
            <w:r>
              <w:rPr>
                <w:sz w:val="18"/>
                <w:szCs w:val="18"/>
              </w:rPr>
              <w:t xml:space="preserve"> to ‘ato.sbr.gov.au.crt’.</w:t>
            </w:r>
          </w:p>
          <w:p w14:paraId="78733590" w14:textId="77777777" w:rsidR="00187175" w:rsidRPr="00BF4832" w:rsidRDefault="00187175" w:rsidP="001307BE">
            <w:pPr>
              <w:pStyle w:val="Version2"/>
              <w:spacing w:before="0" w:after="0"/>
              <w:rPr>
                <w:b/>
                <w:color w:val="1F497D" w:themeColor="text2"/>
                <w:sz w:val="18"/>
                <w:szCs w:val="18"/>
              </w:rPr>
            </w:pPr>
            <w:r w:rsidRPr="00BF4832">
              <w:rPr>
                <w:color w:val="1F497D" w:themeColor="text2"/>
                <w:sz w:val="18"/>
                <w:szCs w:val="18"/>
              </w:rPr>
              <w:t>(outbound signing)</w:t>
            </w:r>
          </w:p>
          <w:p w14:paraId="76DAD729" w14:textId="77777777" w:rsidR="00187175" w:rsidRDefault="00187175" w:rsidP="001307BE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sz w:val="18"/>
                <w:szCs w:val="18"/>
              </w:rPr>
            </w:pPr>
            <w:r w:rsidRPr="00BF4832">
              <w:rPr>
                <w:sz w:val="18"/>
                <w:szCs w:val="18"/>
                <w:u w:val="single"/>
              </w:rPr>
              <w:t>Contents</w:t>
            </w:r>
            <w:r w:rsidRPr="00BF4832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signing</w:t>
            </w:r>
            <w:r w:rsidRPr="00BF4832">
              <w:rPr>
                <w:sz w:val="18"/>
                <w:szCs w:val="18"/>
              </w:rPr>
              <w:t>.sbr.gov.au-0</w:t>
            </w:r>
            <w:r>
              <w:rPr>
                <w:sz w:val="18"/>
                <w:szCs w:val="18"/>
              </w:rPr>
              <w:t xml:space="preserve">9032019.crt’ to </w:t>
            </w:r>
            <w:r w:rsidRPr="00BF4832">
              <w:rPr>
                <w:sz w:val="18"/>
                <w:szCs w:val="18"/>
              </w:rPr>
              <w:t>‘</w:t>
            </w:r>
            <w:r>
              <w:rPr>
                <w:sz w:val="18"/>
                <w:szCs w:val="18"/>
              </w:rPr>
              <w:t>signing.sbr.gov.au.crt’.</w:t>
            </w:r>
          </w:p>
          <w:p w14:paraId="447D37DB" w14:textId="77777777" w:rsidR="00187175" w:rsidRDefault="00187175" w:rsidP="001307BE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12D49F0F" w14:textId="77777777" w:rsidR="00187175" w:rsidRPr="009975F9" w:rsidRDefault="00187175" w:rsidP="001307BE">
            <w:pPr>
              <w:pStyle w:val="Version2"/>
              <w:tabs>
                <w:tab w:val="left" w:pos="1703"/>
              </w:tabs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Prod2</w:t>
            </w:r>
            <w:r>
              <w:rPr>
                <w:b/>
                <w:color w:val="1F497D" w:themeColor="text2"/>
                <w:sz w:val="18"/>
                <w:szCs w:val="18"/>
              </w:rPr>
              <w:tab/>
            </w:r>
          </w:p>
          <w:p w14:paraId="01E6B568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.2 SSL Certificates</w:t>
            </w:r>
          </w:p>
          <w:p w14:paraId="0AC9F7AE" w14:textId="77777777" w:rsidR="00187175" w:rsidRPr="00BF4832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BF4832">
              <w:rPr>
                <w:color w:val="1F497D" w:themeColor="text2"/>
                <w:sz w:val="18"/>
                <w:szCs w:val="18"/>
              </w:rPr>
              <w:t>(outbound signing)</w:t>
            </w:r>
          </w:p>
          <w:p w14:paraId="012F77BA" w14:textId="77777777" w:rsidR="00187175" w:rsidRDefault="00187175" w:rsidP="001307BE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sz w:val="18"/>
                <w:szCs w:val="18"/>
              </w:rPr>
            </w:pPr>
            <w:r w:rsidRPr="00BF4832">
              <w:rPr>
                <w:sz w:val="18"/>
                <w:szCs w:val="18"/>
                <w:u w:val="single"/>
              </w:rPr>
              <w:t>Contents</w:t>
            </w:r>
            <w:r w:rsidRPr="00BF4832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signing</w:t>
            </w:r>
            <w:r w:rsidRPr="00BF4832">
              <w:rPr>
                <w:sz w:val="18"/>
                <w:szCs w:val="18"/>
              </w:rPr>
              <w:t>.sbr.gov.au-0</w:t>
            </w:r>
            <w:r>
              <w:rPr>
                <w:sz w:val="18"/>
                <w:szCs w:val="18"/>
              </w:rPr>
              <w:t>9</w:t>
            </w:r>
            <w:r w:rsidRPr="00BF4832">
              <w:rPr>
                <w:sz w:val="18"/>
                <w:szCs w:val="18"/>
              </w:rPr>
              <w:t xml:space="preserve">032019.crt’ </w:t>
            </w:r>
            <w:r>
              <w:rPr>
                <w:sz w:val="18"/>
                <w:szCs w:val="18"/>
              </w:rPr>
              <w:t xml:space="preserve">to </w:t>
            </w:r>
            <w:r w:rsidRPr="00BF4832">
              <w:rPr>
                <w:sz w:val="18"/>
                <w:szCs w:val="18"/>
              </w:rPr>
              <w:t>‘</w:t>
            </w:r>
            <w:r>
              <w:rPr>
                <w:sz w:val="18"/>
                <w:szCs w:val="18"/>
              </w:rPr>
              <w:t>signing.sbr.gov.au.crt’.</w:t>
            </w:r>
          </w:p>
          <w:p w14:paraId="1510D6CE" w14:textId="77777777" w:rsidR="00187175" w:rsidRDefault="00187175" w:rsidP="001307BE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420D68EB" w14:textId="77777777" w:rsidR="00187175" w:rsidRDefault="00187175" w:rsidP="001307BE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 STS Provider </w:t>
            </w:r>
            <w:r w:rsidRPr="00FC0401">
              <w:rPr>
                <w:sz w:val="18"/>
                <w:szCs w:val="18"/>
              </w:rPr>
              <w:t>– previous heading was ‘</w:t>
            </w:r>
            <w:proofErr w:type="spellStart"/>
            <w:r w:rsidRPr="00FC0401">
              <w:rPr>
                <w:sz w:val="18"/>
                <w:szCs w:val="18"/>
              </w:rPr>
              <w:t>VANguard</w:t>
            </w:r>
            <w:proofErr w:type="spellEnd"/>
            <w:r w:rsidRPr="00FC0401">
              <w:rPr>
                <w:sz w:val="18"/>
                <w:szCs w:val="18"/>
              </w:rPr>
              <w:t>.</w:t>
            </w:r>
          </w:p>
          <w:p w14:paraId="177ED3C3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778E9FAD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EVTE</w:t>
            </w:r>
          </w:p>
          <w:p w14:paraId="3590A6C3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4.1.1 Physical end points</w:t>
            </w:r>
          </w:p>
          <w:p w14:paraId="095A4482" w14:textId="77777777" w:rsidR="00187175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ATO STS information added.</w:t>
            </w:r>
          </w:p>
          <w:p w14:paraId="6702F582" w14:textId="77777777" w:rsidR="00187175" w:rsidRPr="009975F9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77916499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.2 SSL Certificates</w:t>
            </w:r>
          </w:p>
          <w:p w14:paraId="1FCD42C3" w14:textId="77777777" w:rsidR="00187175" w:rsidRPr="002E68F0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ATO STS information added.</w:t>
            </w:r>
          </w:p>
          <w:p w14:paraId="2086EC03" w14:textId="77777777" w:rsidR="00187175" w:rsidRDefault="00187175" w:rsidP="001307BE">
            <w:pPr>
              <w:pStyle w:val="Version2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</w:p>
          <w:p w14:paraId="7318F944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End point availability</w:t>
            </w:r>
          </w:p>
          <w:p w14:paraId="201F9F2A" w14:textId="77777777" w:rsidR="00187175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subsection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added.</w:t>
            </w:r>
          </w:p>
          <w:p w14:paraId="7829D2AA" w14:textId="77777777" w:rsidR="00187175" w:rsidRDefault="00187175" w:rsidP="001307BE">
            <w:pPr>
              <w:pStyle w:val="Version2"/>
              <w:spacing w:before="0" w:after="0"/>
              <w:rPr>
                <w:b/>
                <w:color w:val="1F497D" w:themeColor="text2"/>
                <w:sz w:val="18"/>
                <w:szCs w:val="18"/>
              </w:rPr>
            </w:pPr>
          </w:p>
          <w:p w14:paraId="7783BDBD" w14:textId="77777777" w:rsidR="00187175" w:rsidRDefault="00187175" w:rsidP="001307BE">
            <w:pPr>
              <w:pStyle w:val="Version2"/>
              <w:spacing w:before="0" w:after="0"/>
              <w:rPr>
                <w:b/>
                <w:color w:val="1F497D" w:themeColor="text2"/>
                <w:sz w:val="18"/>
                <w:szCs w:val="18"/>
              </w:rPr>
            </w:pPr>
          </w:p>
          <w:p w14:paraId="1412F0C7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</w:t>
            </w:r>
          </w:p>
          <w:p w14:paraId="35ABB22C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4.2.1 Physical end points</w:t>
            </w:r>
          </w:p>
          <w:p w14:paraId="16DF1E73" w14:textId="77777777" w:rsidR="00187175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ATO STS information added.</w:t>
            </w:r>
          </w:p>
          <w:p w14:paraId="089FDACD" w14:textId="77777777" w:rsidR="00187175" w:rsidRPr="009975F9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</w:p>
          <w:p w14:paraId="7799A6B6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.2 SSL Certificates</w:t>
            </w:r>
          </w:p>
          <w:p w14:paraId="5C9D95D1" w14:textId="77777777" w:rsidR="00187175" w:rsidRPr="002E68F0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ATO STS information added.</w:t>
            </w:r>
          </w:p>
          <w:p w14:paraId="24895CF4" w14:textId="77777777" w:rsidR="00187175" w:rsidRDefault="00187175" w:rsidP="001307BE">
            <w:pPr>
              <w:pStyle w:val="Version2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</w:p>
          <w:p w14:paraId="44BFB0F1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End point availability</w:t>
            </w:r>
          </w:p>
          <w:p w14:paraId="08F3DF27" w14:textId="77777777" w:rsidR="00187175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subsection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added.</w:t>
            </w:r>
          </w:p>
          <w:p w14:paraId="0EC4873B" w14:textId="77777777" w:rsidR="00187175" w:rsidRDefault="00187175" w:rsidP="001307BE">
            <w:pPr>
              <w:pStyle w:val="Version2"/>
              <w:spacing w:before="0" w:after="0"/>
              <w:rPr>
                <w:b/>
                <w:color w:val="1F497D" w:themeColor="text2"/>
                <w:sz w:val="18"/>
                <w:szCs w:val="18"/>
              </w:rPr>
            </w:pPr>
          </w:p>
          <w:p w14:paraId="24848E6B" w14:textId="77777777" w:rsidR="00187175" w:rsidRDefault="00187175" w:rsidP="001307BE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Platform support for M2M credentials</w:t>
            </w:r>
          </w:p>
          <w:p w14:paraId="0C586A41" w14:textId="77777777" w:rsidR="00187175" w:rsidRPr="00FB6162" w:rsidRDefault="00187175" w:rsidP="001307BE">
            <w:pPr>
              <w:pStyle w:val="Version2"/>
              <w:numPr>
                <w:ilvl w:val="0"/>
                <w:numId w:val="39"/>
              </w:numPr>
              <w:spacing w:before="0" w:after="0"/>
              <w:ind w:left="428"/>
              <w:rPr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subsection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added.</w:t>
            </w:r>
          </w:p>
        </w:tc>
      </w:tr>
      <w:tr w:rsidR="00DD6310" w:rsidRPr="009B06E0" w14:paraId="5C8FC5F6" w14:textId="77777777" w:rsidTr="00DD6310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35731EDA" w14:textId="77777777" w:rsidR="00DD6310" w:rsidRPr="004D6766" w:rsidRDefault="00DD6310" w:rsidP="00DD6310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1C7372FB" w14:textId="5B5A1F67" w:rsidR="00DD6310" w:rsidRPr="004D6766" w:rsidRDefault="00DD6310" w:rsidP="008D04E7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4D3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.04.2019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140EBC3C" w14:textId="138905C3" w:rsidR="00DD6310" w:rsidRPr="001C7AC4" w:rsidRDefault="00DD6310" w:rsidP="00DD6310">
            <w:pPr>
              <w:pStyle w:val="Version2"/>
              <w:spacing w:before="120" w:after="0"/>
              <w:ind w:left="0"/>
              <w:rPr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1 Introduction </w:t>
            </w:r>
          </w:p>
          <w:p w14:paraId="1458145B" w14:textId="77777777" w:rsidR="00DD6310" w:rsidRPr="003D36C9" w:rsidRDefault="00DD6310" w:rsidP="00DD6310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3D36C9">
              <w:rPr>
                <w:b/>
                <w:color w:val="1F497D" w:themeColor="text2"/>
                <w:sz w:val="18"/>
                <w:szCs w:val="18"/>
              </w:rPr>
              <w:t xml:space="preserve">1.6 </w:t>
            </w:r>
            <w:proofErr w:type="spellStart"/>
            <w:r w:rsidRPr="003D36C9">
              <w:rPr>
                <w:b/>
                <w:color w:val="1F497D" w:themeColor="text2"/>
                <w:sz w:val="18"/>
                <w:szCs w:val="18"/>
              </w:rPr>
              <w:t>Certifcate</w:t>
            </w:r>
            <w:proofErr w:type="spellEnd"/>
            <w:r w:rsidRPr="003D36C9">
              <w:rPr>
                <w:b/>
                <w:color w:val="1F497D" w:themeColor="text2"/>
                <w:sz w:val="18"/>
                <w:szCs w:val="18"/>
              </w:rPr>
              <w:t xml:space="preserve"> renewals and cross-over dates</w:t>
            </w:r>
          </w:p>
          <w:p w14:paraId="12119046" w14:textId="7EE5499E" w:rsidR="00DD6310" w:rsidRDefault="00DD6310" w:rsidP="00DD6310">
            <w:pPr>
              <w:pStyle w:val="Version2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Sentence </w:t>
            </w:r>
            <w:proofErr w:type="gramStart"/>
            <w:r>
              <w:rPr>
                <w:sz w:val="18"/>
                <w:szCs w:val="18"/>
              </w:rPr>
              <w:t>added :</w:t>
            </w:r>
            <w:proofErr w:type="gramEnd"/>
            <w:r>
              <w:rPr>
                <w:sz w:val="18"/>
                <w:szCs w:val="18"/>
              </w:rPr>
              <w:t xml:space="preserve">  ‘</w:t>
            </w:r>
            <w:r w:rsidRPr="00613AEA">
              <w:rPr>
                <w:sz w:val="18"/>
                <w:szCs w:val="18"/>
              </w:rPr>
              <w:t xml:space="preserve">Where a hard cut over occurs before the current (existing) certificate </w:t>
            </w:r>
            <w:proofErr w:type="spellStart"/>
            <w:r w:rsidRPr="00613AEA">
              <w:rPr>
                <w:sz w:val="18"/>
                <w:szCs w:val="18"/>
              </w:rPr>
              <w:t>expriation</w:t>
            </w:r>
            <w:proofErr w:type="spellEnd"/>
            <w:r w:rsidRPr="00613AEA">
              <w:rPr>
                <w:sz w:val="18"/>
                <w:szCs w:val="18"/>
              </w:rPr>
              <w:t xml:space="preserve"> due to deployment scheduling, the ATO will notify DSPs via this document and News Updates.</w:t>
            </w:r>
            <w:r>
              <w:rPr>
                <w:sz w:val="18"/>
                <w:szCs w:val="18"/>
              </w:rPr>
              <w:t>’.</w:t>
            </w:r>
          </w:p>
          <w:p w14:paraId="46D87D29" w14:textId="77777777" w:rsidR="00DD6310" w:rsidRDefault="00DD6310" w:rsidP="00DD6310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7A465C6B" w14:textId="77777777" w:rsidR="00DD6310" w:rsidRDefault="00DD6310" w:rsidP="00DD6310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 SBR ebMS3</w:t>
            </w:r>
          </w:p>
          <w:p w14:paraId="78545C7E" w14:textId="77777777" w:rsidR="00DD6310" w:rsidRDefault="00DD6310" w:rsidP="00DD6310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2.1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EVTE3</w:t>
            </w:r>
          </w:p>
          <w:p w14:paraId="576D5611" w14:textId="77777777" w:rsidR="00DD6310" w:rsidRPr="009975F9" w:rsidRDefault="00DD6310" w:rsidP="00DD6310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2.1.2 SSL Certificates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br/>
            </w:r>
            <w:r w:rsidRPr="00130CFC">
              <w:rPr>
                <w:color w:val="1F497D" w:themeColor="text2"/>
                <w:sz w:val="18"/>
                <w:szCs w:val="18"/>
              </w:rPr>
              <w:lastRenderedPageBreak/>
              <w:t>(</w:t>
            </w:r>
            <w:r>
              <w:rPr>
                <w:color w:val="1F497D" w:themeColor="text2"/>
                <w:sz w:val="18"/>
                <w:szCs w:val="18"/>
              </w:rPr>
              <w:t>inbound</w:t>
            </w:r>
            <w:r w:rsidRPr="00130CFC">
              <w:rPr>
                <w:color w:val="1F497D" w:themeColor="text2"/>
                <w:sz w:val="18"/>
                <w:szCs w:val="18"/>
              </w:rPr>
              <w:t xml:space="preserve"> signing)</w:t>
            </w:r>
          </w:p>
          <w:p w14:paraId="7C3BF5CB" w14:textId="77777777" w:rsidR="009D6A75" w:rsidRPr="00D5549F" w:rsidRDefault="00DD6310" w:rsidP="00D5549F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 w:rsidRPr="00F1092F">
              <w:rPr>
                <w:sz w:val="18"/>
                <w:szCs w:val="18"/>
                <w:u w:val="single"/>
              </w:rPr>
              <w:t>Contents</w:t>
            </w:r>
            <w:r w:rsidRPr="00F1092F">
              <w:rPr>
                <w:sz w:val="18"/>
                <w:szCs w:val="18"/>
              </w:rPr>
              <w:t xml:space="preserve"> changed </w:t>
            </w:r>
            <w:r w:rsidR="00F1092F">
              <w:rPr>
                <w:sz w:val="18"/>
                <w:szCs w:val="18"/>
              </w:rPr>
              <w:t>for</w:t>
            </w:r>
            <w:r w:rsidRPr="00F1092F">
              <w:rPr>
                <w:sz w:val="18"/>
                <w:szCs w:val="18"/>
              </w:rPr>
              <w:t xml:space="preserve"> ‘</w:t>
            </w:r>
            <w:r w:rsidR="00F1092F" w:rsidRPr="00F1092F">
              <w:rPr>
                <w:sz w:val="18"/>
                <w:szCs w:val="18"/>
              </w:rPr>
              <w:t>test2.ato.sbr.gov.au.crt</w:t>
            </w:r>
            <w:r w:rsidRPr="00F1092F">
              <w:rPr>
                <w:sz w:val="18"/>
                <w:szCs w:val="18"/>
              </w:rPr>
              <w:t xml:space="preserve">’, </w:t>
            </w:r>
            <w:r w:rsidRPr="00F1092F">
              <w:rPr>
                <w:sz w:val="18"/>
                <w:szCs w:val="18"/>
                <w:u w:val="single"/>
              </w:rPr>
              <w:t>Valid from</w:t>
            </w:r>
            <w:r w:rsidRPr="00F1092F">
              <w:rPr>
                <w:sz w:val="18"/>
                <w:szCs w:val="18"/>
              </w:rPr>
              <w:t xml:space="preserve"> changed from ‘</w:t>
            </w:r>
            <w:r w:rsidR="0055483A" w:rsidRPr="00F1092F">
              <w:rPr>
                <w:sz w:val="18"/>
                <w:szCs w:val="18"/>
              </w:rPr>
              <w:t>27/04/2018</w:t>
            </w:r>
            <w:r w:rsidRPr="00F1092F">
              <w:rPr>
                <w:sz w:val="18"/>
                <w:szCs w:val="18"/>
              </w:rPr>
              <w:t>’ to ‘</w:t>
            </w:r>
            <w:r w:rsidR="008801F4">
              <w:rPr>
                <w:sz w:val="18"/>
                <w:szCs w:val="18"/>
              </w:rPr>
              <w:t>28/03/2019</w:t>
            </w:r>
            <w:r w:rsidRPr="00F1092F">
              <w:rPr>
                <w:sz w:val="18"/>
                <w:szCs w:val="18"/>
              </w:rPr>
              <w:t xml:space="preserve">’ and </w:t>
            </w:r>
            <w:r w:rsidRPr="00F1092F">
              <w:rPr>
                <w:sz w:val="18"/>
                <w:szCs w:val="18"/>
                <w:u w:val="single"/>
              </w:rPr>
              <w:t>Valid to</w:t>
            </w:r>
            <w:r w:rsidRPr="00F1092F">
              <w:rPr>
                <w:sz w:val="18"/>
                <w:szCs w:val="18"/>
              </w:rPr>
              <w:t xml:space="preserve"> </w:t>
            </w:r>
            <w:proofErr w:type="spellStart"/>
            <w:r w:rsidRPr="00F1092F">
              <w:rPr>
                <w:sz w:val="18"/>
                <w:szCs w:val="18"/>
              </w:rPr>
              <w:t>changed</w:t>
            </w:r>
            <w:proofErr w:type="spellEnd"/>
            <w:r w:rsidRPr="00F1092F">
              <w:rPr>
                <w:sz w:val="18"/>
                <w:szCs w:val="18"/>
              </w:rPr>
              <w:t xml:space="preserve"> from ‘</w:t>
            </w:r>
            <w:r w:rsidR="0055483A" w:rsidRPr="00F1092F">
              <w:rPr>
                <w:sz w:val="18"/>
                <w:szCs w:val="18"/>
              </w:rPr>
              <w:t>09/05/2019</w:t>
            </w:r>
            <w:r w:rsidRPr="00F1092F">
              <w:rPr>
                <w:sz w:val="18"/>
                <w:szCs w:val="18"/>
              </w:rPr>
              <w:t>’ to ‘</w:t>
            </w:r>
            <w:r w:rsidR="008801F4">
              <w:rPr>
                <w:sz w:val="18"/>
                <w:szCs w:val="18"/>
              </w:rPr>
              <w:t>08/05/2020</w:t>
            </w:r>
            <w:r w:rsidRPr="00F1092F">
              <w:rPr>
                <w:sz w:val="18"/>
                <w:szCs w:val="18"/>
              </w:rPr>
              <w:t>’.</w:t>
            </w:r>
          </w:p>
          <w:p w14:paraId="54B2706C" w14:textId="23516250" w:rsidR="00D5549F" w:rsidRPr="00DD6310" w:rsidRDefault="00D5549F" w:rsidP="00D5549F">
            <w:pPr>
              <w:pStyle w:val="Version2"/>
              <w:spacing w:before="0" w:after="0"/>
              <w:ind w:left="428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sz w:val="18"/>
                <w:szCs w:val="18"/>
              </w:rPr>
              <w:t>Deployment is scheduled for 02/05.2019.</w:t>
            </w:r>
          </w:p>
        </w:tc>
      </w:tr>
      <w:tr w:rsidR="006B5E08" w:rsidRPr="009B06E0" w14:paraId="38A3DFD1" w14:textId="77777777" w:rsidTr="00DE561F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06851231" w14:textId="77777777" w:rsidR="006B5E08" w:rsidRPr="004D6766" w:rsidRDefault="006B5E08" w:rsidP="00DE561F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A17A503" w14:textId="77777777" w:rsidR="006B5E08" w:rsidRPr="004D6766" w:rsidRDefault="006B5E08" w:rsidP="00DE561F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14.03.2019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38223B4F" w14:textId="77777777" w:rsidR="006B5E08" w:rsidRPr="001C7AC4" w:rsidRDefault="006B5E08" w:rsidP="00DE561F">
            <w:pPr>
              <w:pStyle w:val="Version2"/>
              <w:spacing w:before="120" w:after="0"/>
              <w:ind w:left="0"/>
              <w:rPr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1.6 </w:t>
            </w:r>
            <w:r w:rsidRPr="001C7AC4">
              <w:rPr>
                <w:b/>
                <w:color w:val="1F497D" w:themeColor="text2"/>
                <w:sz w:val="18"/>
                <w:szCs w:val="18"/>
              </w:rPr>
              <w:t>CERTIFICATE RENEWALS AND CROSS-OVER DATES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 w:rsidRPr="001C7AC4">
              <w:rPr>
                <w:sz w:val="18"/>
                <w:szCs w:val="18"/>
              </w:rPr>
              <w:t>– section added.</w:t>
            </w:r>
          </w:p>
          <w:p w14:paraId="144A09AA" w14:textId="77777777" w:rsidR="006B5E08" w:rsidRPr="009975F9" w:rsidRDefault="006B5E08" w:rsidP="00DE561F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 SBR ebMS3</w:t>
            </w:r>
          </w:p>
          <w:p w14:paraId="77616891" w14:textId="77777777" w:rsidR="006B5E08" w:rsidRPr="009975F9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2.1 EVTE3</w:t>
            </w:r>
          </w:p>
          <w:p w14:paraId="6EF56A26" w14:textId="77777777" w:rsidR="006B5E08" w:rsidRPr="009975F9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2.1.2 SSL Certificates</w:t>
            </w:r>
            <w:r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br/>
            </w:r>
            <w:r w:rsidRPr="00130CFC">
              <w:rPr>
                <w:color w:val="1F497D" w:themeColor="text2"/>
                <w:sz w:val="18"/>
                <w:szCs w:val="18"/>
              </w:rPr>
              <w:t>(outbound signing)</w:t>
            </w:r>
          </w:p>
          <w:p w14:paraId="57F62E29" w14:textId="77777777" w:rsidR="006B5E08" w:rsidRPr="00823F31" w:rsidRDefault="006B5E08" w:rsidP="00DE561F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Contents</w:t>
            </w:r>
            <w:r>
              <w:rPr>
                <w:sz w:val="18"/>
                <w:szCs w:val="18"/>
              </w:rPr>
              <w:t xml:space="preserve"> changed from ‘</w:t>
            </w:r>
            <w:r w:rsidRPr="00823F31">
              <w:rPr>
                <w:sz w:val="18"/>
                <w:szCs w:val="18"/>
              </w:rPr>
              <w:t>core.test.sbr.gov.au.crt</w:t>
            </w:r>
            <w:r>
              <w:rPr>
                <w:sz w:val="18"/>
                <w:szCs w:val="18"/>
              </w:rPr>
              <w:t>’ to ‘</w:t>
            </w:r>
            <w:r w:rsidRPr="009975F9">
              <w:rPr>
                <w:sz w:val="18"/>
                <w:szCs w:val="18"/>
              </w:rPr>
              <w:t>test.signing.sbr.gov.au.crt</w:t>
            </w:r>
            <w:r>
              <w:rPr>
                <w:sz w:val="18"/>
                <w:szCs w:val="18"/>
              </w:rPr>
              <w:t xml:space="preserve">’, </w:t>
            </w:r>
            <w:r w:rsidRPr="00130CFC">
              <w:rPr>
                <w:sz w:val="18"/>
                <w:szCs w:val="18"/>
                <w:u w:val="single"/>
              </w:rPr>
              <w:t>Valid from</w:t>
            </w:r>
            <w:r>
              <w:rPr>
                <w:sz w:val="18"/>
                <w:szCs w:val="18"/>
              </w:rPr>
              <w:t xml:space="preserve"> changed from ‘</w:t>
            </w:r>
            <w:r w:rsidRPr="00AD242D">
              <w:rPr>
                <w:sz w:val="18"/>
                <w:szCs w:val="18"/>
              </w:rPr>
              <w:t>01/07/2016</w:t>
            </w:r>
            <w:r>
              <w:rPr>
                <w:sz w:val="18"/>
                <w:szCs w:val="18"/>
              </w:rPr>
              <w:t xml:space="preserve">’ to ‘29/08/2018’ and </w:t>
            </w:r>
            <w:r w:rsidRPr="00AD242D">
              <w:rPr>
                <w:sz w:val="18"/>
                <w:szCs w:val="18"/>
                <w:u w:val="single"/>
              </w:rPr>
              <w:t>Valid to</w:t>
            </w:r>
            <w:r w:rsidRPr="008E31F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changed</w:t>
            </w:r>
            <w:proofErr w:type="spellEnd"/>
            <w:r>
              <w:rPr>
                <w:sz w:val="18"/>
                <w:szCs w:val="18"/>
              </w:rPr>
              <w:t xml:space="preserve"> from ‘</w:t>
            </w:r>
            <w:r w:rsidRPr="00AD242D">
              <w:rPr>
                <w:sz w:val="18"/>
                <w:szCs w:val="18"/>
              </w:rPr>
              <w:t>30/08/2018</w:t>
            </w:r>
            <w:r>
              <w:rPr>
                <w:sz w:val="18"/>
                <w:szCs w:val="18"/>
              </w:rPr>
              <w:t>’ to ‘29/08/2019’.</w:t>
            </w:r>
          </w:p>
          <w:p w14:paraId="1A55CC90" w14:textId="77777777" w:rsidR="006B5E08" w:rsidRPr="00823F31" w:rsidRDefault="006B5E08" w:rsidP="00DE561F">
            <w:pPr>
              <w:pStyle w:val="Version2"/>
              <w:numPr>
                <w:ilvl w:val="0"/>
                <w:numId w:val="35"/>
              </w:numPr>
              <w:spacing w:before="0" w:after="0"/>
              <w:ind w:left="428" w:hanging="357"/>
              <w:rPr>
                <w:sz w:val="18"/>
                <w:szCs w:val="18"/>
              </w:rPr>
            </w:pPr>
            <w:r w:rsidRPr="003E61AB">
              <w:rPr>
                <w:sz w:val="18"/>
                <w:szCs w:val="18"/>
                <w:u w:val="single"/>
              </w:rPr>
              <w:t>Content</w:t>
            </w:r>
            <w:r>
              <w:rPr>
                <w:sz w:val="18"/>
                <w:szCs w:val="18"/>
                <w:u w:val="single"/>
              </w:rPr>
              <w:t>s</w:t>
            </w:r>
            <w:r>
              <w:rPr>
                <w:sz w:val="18"/>
                <w:szCs w:val="18"/>
              </w:rPr>
              <w:t xml:space="preserve"> changed from ‘</w:t>
            </w:r>
            <w:r w:rsidRPr="00823F31">
              <w:rPr>
                <w:sz w:val="18"/>
                <w:szCs w:val="18"/>
              </w:rPr>
              <w:t>core.test.sbr.gov.au-intermediate.crt</w:t>
            </w:r>
            <w:r>
              <w:rPr>
                <w:sz w:val="18"/>
                <w:szCs w:val="18"/>
              </w:rPr>
              <w:t>’ to ‘</w:t>
            </w:r>
            <w:r w:rsidRPr="009975F9">
              <w:rPr>
                <w:sz w:val="18"/>
                <w:szCs w:val="18"/>
              </w:rPr>
              <w:t>test.signing.sbr.gov.au-intermediate.crt</w:t>
            </w:r>
            <w:r>
              <w:rPr>
                <w:sz w:val="18"/>
                <w:szCs w:val="18"/>
              </w:rPr>
              <w:t>’.</w:t>
            </w:r>
          </w:p>
          <w:p w14:paraId="689578D7" w14:textId="77777777" w:rsidR="006B5E08" w:rsidRDefault="006B5E08" w:rsidP="00DE561F">
            <w:pPr>
              <w:pStyle w:val="Version2"/>
              <w:numPr>
                <w:ilvl w:val="0"/>
                <w:numId w:val="35"/>
              </w:numPr>
              <w:spacing w:before="0" w:after="0"/>
              <w:ind w:left="428"/>
              <w:rPr>
                <w:sz w:val="18"/>
                <w:szCs w:val="18"/>
              </w:rPr>
            </w:pPr>
            <w:r w:rsidRPr="006B162A">
              <w:rPr>
                <w:sz w:val="18"/>
                <w:szCs w:val="18"/>
                <w:u w:val="single"/>
              </w:rPr>
              <w:t>Content</w:t>
            </w:r>
            <w:r>
              <w:rPr>
                <w:sz w:val="18"/>
                <w:szCs w:val="18"/>
                <w:u w:val="single"/>
              </w:rPr>
              <w:t>s</w:t>
            </w:r>
            <w:r>
              <w:rPr>
                <w:sz w:val="18"/>
                <w:szCs w:val="18"/>
              </w:rPr>
              <w:t xml:space="preserve"> changed from ‘</w:t>
            </w:r>
            <w:r w:rsidRPr="00823F31">
              <w:rPr>
                <w:sz w:val="18"/>
                <w:szCs w:val="18"/>
              </w:rPr>
              <w:t>core.test.sbr.gov.au-root.crt</w:t>
            </w:r>
            <w:r>
              <w:rPr>
                <w:sz w:val="18"/>
                <w:szCs w:val="18"/>
              </w:rPr>
              <w:t>’ to ‘</w:t>
            </w:r>
            <w:r w:rsidRPr="0032571A">
              <w:rPr>
                <w:sz w:val="18"/>
                <w:szCs w:val="18"/>
              </w:rPr>
              <w:t>test.signing.sbr.gov.au-root.crt</w:t>
            </w:r>
            <w:r>
              <w:rPr>
                <w:sz w:val="18"/>
                <w:szCs w:val="18"/>
              </w:rPr>
              <w:t>’.</w:t>
            </w:r>
          </w:p>
          <w:p w14:paraId="4949C9B7" w14:textId="77777777" w:rsidR="006B5E08" w:rsidRPr="009975F9" w:rsidRDefault="006B5E08" w:rsidP="00DE561F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Prod1</w:t>
            </w:r>
          </w:p>
          <w:p w14:paraId="2ECC43C1" w14:textId="343358C1" w:rsidR="006B5E08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.2 SSL </w:t>
            </w:r>
            <w:r w:rsidR="008B06AA" w:rsidRPr="009975F9">
              <w:rPr>
                <w:b/>
                <w:color w:val="1F497D" w:themeColor="text2"/>
                <w:sz w:val="18"/>
                <w:szCs w:val="18"/>
              </w:rPr>
              <w:t>Certificates</w:t>
            </w:r>
          </w:p>
          <w:p w14:paraId="6D500785" w14:textId="77777777" w:rsidR="006B5E08" w:rsidRPr="004F1E62" w:rsidRDefault="006B5E08" w:rsidP="00DE561F">
            <w:pPr>
              <w:pStyle w:val="Version2"/>
              <w:spacing w:before="0" w:after="0"/>
              <w:ind w:left="0"/>
              <w:rPr>
                <w:color w:val="1F497D" w:themeColor="text2"/>
                <w:sz w:val="18"/>
                <w:szCs w:val="18"/>
              </w:rPr>
            </w:pPr>
            <w:r w:rsidRPr="004F1E62">
              <w:rPr>
                <w:color w:val="1F497D" w:themeColor="text2"/>
                <w:sz w:val="18"/>
                <w:szCs w:val="18"/>
              </w:rPr>
              <w:t>(inbound)</w:t>
            </w:r>
          </w:p>
          <w:p w14:paraId="323D734D" w14:textId="77777777" w:rsidR="006B5E08" w:rsidRPr="00BF4832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b/>
                <w:sz w:val="18"/>
                <w:szCs w:val="18"/>
              </w:rPr>
            </w:pPr>
            <w:r w:rsidRPr="00BF4832">
              <w:rPr>
                <w:sz w:val="18"/>
                <w:szCs w:val="18"/>
                <w:u w:val="single"/>
              </w:rPr>
              <w:t>Contents</w:t>
            </w:r>
            <w:r w:rsidRPr="00BF4832">
              <w:rPr>
                <w:sz w:val="18"/>
                <w:szCs w:val="18"/>
              </w:rPr>
              <w:t xml:space="preserve"> changed from ‘ato.sbr.gov.au.crt’ to ‘ato.sbr.gov.au-07032019.crt’, </w:t>
            </w:r>
            <w:r w:rsidRPr="00BF4832">
              <w:rPr>
                <w:sz w:val="18"/>
                <w:szCs w:val="18"/>
                <w:u w:val="single"/>
              </w:rPr>
              <w:t>Valid from</w:t>
            </w:r>
            <w:r w:rsidRPr="00BF4832">
              <w:rPr>
                <w:sz w:val="18"/>
                <w:szCs w:val="18"/>
              </w:rPr>
              <w:t xml:space="preserve"> changed from ‘19/02/2018’ to ‘</w:t>
            </w:r>
            <w:r>
              <w:rPr>
                <w:sz w:val="18"/>
                <w:szCs w:val="18"/>
              </w:rPr>
              <w:t>21/01/2019</w:t>
            </w:r>
            <w:r w:rsidRPr="00BF4832">
              <w:rPr>
                <w:sz w:val="18"/>
                <w:szCs w:val="18"/>
              </w:rPr>
              <w:t xml:space="preserve">’ and </w:t>
            </w:r>
            <w:r w:rsidRPr="00BF4832">
              <w:rPr>
                <w:sz w:val="18"/>
                <w:szCs w:val="18"/>
                <w:u w:val="single"/>
              </w:rPr>
              <w:t>Valid to</w:t>
            </w:r>
            <w:r w:rsidRPr="00BF4832">
              <w:rPr>
                <w:sz w:val="18"/>
                <w:szCs w:val="18"/>
              </w:rPr>
              <w:t xml:space="preserve"> </w:t>
            </w:r>
            <w:proofErr w:type="spellStart"/>
            <w:r w:rsidRPr="00BF4832">
              <w:rPr>
                <w:sz w:val="18"/>
                <w:szCs w:val="18"/>
              </w:rPr>
              <w:t>changed</w:t>
            </w:r>
            <w:proofErr w:type="spellEnd"/>
            <w:r w:rsidRPr="00BF4832">
              <w:rPr>
                <w:sz w:val="18"/>
                <w:szCs w:val="18"/>
              </w:rPr>
              <w:t xml:space="preserve"> from ‘15/03/2019’ to ‘</w:t>
            </w:r>
            <w:r>
              <w:rPr>
                <w:sz w:val="18"/>
                <w:szCs w:val="18"/>
              </w:rPr>
              <w:t>14/03/2020</w:t>
            </w:r>
            <w:r w:rsidRPr="00BF4832">
              <w:rPr>
                <w:sz w:val="18"/>
                <w:szCs w:val="18"/>
              </w:rPr>
              <w:t>’.</w:t>
            </w:r>
          </w:p>
          <w:p w14:paraId="7A7D1FB8" w14:textId="77777777" w:rsidR="006B5E08" w:rsidRPr="00BF4832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br/>
            </w:r>
            <w:r w:rsidRPr="00BF4832">
              <w:rPr>
                <w:color w:val="1F497D" w:themeColor="text2"/>
                <w:sz w:val="18"/>
                <w:szCs w:val="18"/>
              </w:rPr>
              <w:t>(outbound signing)</w:t>
            </w:r>
          </w:p>
          <w:p w14:paraId="2D36D260" w14:textId="77777777" w:rsidR="006B5E08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sz w:val="18"/>
                <w:szCs w:val="18"/>
              </w:rPr>
            </w:pPr>
            <w:r w:rsidRPr="00BF4832">
              <w:rPr>
                <w:sz w:val="18"/>
                <w:szCs w:val="18"/>
                <w:u w:val="single"/>
              </w:rPr>
              <w:t>Contents</w:t>
            </w:r>
            <w:r w:rsidRPr="00BF4832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signing</w:t>
            </w:r>
            <w:r w:rsidRPr="00BF4832">
              <w:rPr>
                <w:sz w:val="18"/>
                <w:szCs w:val="18"/>
              </w:rPr>
              <w:t>.sbr.gov.au.crt’ to ‘</w:t>
            </w:r>
            <w:r>
              <w:rPr>
                <w:sz w:val="18"/>
                <w:szCs w:val="18"/>
              </w:rPr>
              <w:t>signing</w:t>
            </w:r>
            <w:r w:rsidRPr="00BF4832">
              <w:rPr>
                <w:sz w:val="18"/>
                <w:szCs w:val="18"/>
              </w:rPr>
              <w:t>.sbr.gov.au-0</w:t>
            </w:r>
            <w:r>
              <w:rPr>
                <w:sz w:val="18"/>
                <w:szCs w:val="18"/>
              </w:rPr>
              <w:t>9</w:t>
            </w:r>
            <w:r w:rsidRPr="00BF4832">
              <w:rPr>
                <w:sz w:val="18"/>
                <w:szCs w:val="18"/>
              </w:rPr>
              <w:t xml:space="preserve">032019.crt’, </w:t>
            </w:r>
            <w:r w:rsidRPr="00BF4832">
              <w:rPr>
                <w:sz w:val="18"/>
                <w:szCs w:val="18"/>
                <w:u w:val="single"/>
              </w:rPr>
              <w:t>Valid from</w:t>
            </w:r>
            <w:r w:rsidRPr="00BF4832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20/03/2017</w:t>
            </w:r>
            <w:r w:rsidRPr="00BF4832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11/02/2019</w:t>
            </w:r>
            <w:r w:rsidRPr="00BF4832">
              <w:rPr>
                <w:sz w:val="18"/>
                <w:szCs w:val="18"/>
              </w:rPr>
              <w:t xml:space="preserve">’ and </w:t>
            </w:r>
            <w:r w:rsidRPr="00BF4832">
              <w:rPr>
                <w:sz w:val="18"/>
                <w:szCs w:val="18"/>
                <w:u w:val="single"/>
              </w:rPr>
              <w:t>Valid to</w:t>
            </w:r>
            <w:r w:rsidRPr="00BF4832">
              <w:rPr>
                <w:sz w:val="18"/>
                <w:szCs w:val="18"/>
              </w:rPr>
              <w:t xml:space="preserve"> </w:t>
            </w:r>
            <w:proofErr w:type="spellStart"/>
            <w:r w:rsidRPr="00BF4832">
              <w:rPr>
                <w:sz w:val="18"/>
                <w:szCs w:val="18"/>
              </w:rPr>
              <w:t>changed</w:t>
            </w:r>
            <w:proofErr w:type="spellEnd"/>
            <w:r w:rsidRPr="00BF4832">
              <w:rPr>
                <w:sz w:val="18"/>
                <w:szCs w:val="18"/>
              </w:rPr>
              <w:t xml:space="preserve"> from ‘</w:t>
            </w:r>
            <w:r>
              <w:rPr>
                <w:sz w:val="18"/>
                <w:szCs w:val="18"/>
              </w:rPr>
              <w:t>21/03/2019</w:t>
            </w:r>
            <w:r w:rsidRPr="00BF4832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19/03/2021</w:t>
            </w:r>
            <w:r w:rsidRPr="00BF4832">
              <w:rPr>
                <w:sz w:val="18"/>
                <w:szCs w:val="18"/>
              </w:rPr>
              <w:t>’.</w:t>
            </w:r>
          </w:p>
          <w:p w14:paraId="2B318285" w14:textId="77777777" w:rsidR="006B5E08" w:rsidRPr="00EC36B7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sz w:val="18"/>
                <w:szCs w:val="18"/>
              </w:rPr>
            </w:pPr>
            <w:r w:rsidRPr="00EC36B7">
              <w:rPr>
                <w:sz w:val="18"/>
                <w:szCs w:val="18"/>
              </w:rPr>
              <w:t xml:space="preserve">‘signing.sbr.gov.au-intermediate.crt’ </w:t>
            </w:r>
            <w:r w:rsidRPr="00EC36B7">
              <w:rPr>
                <w:sz w:val="18"/>
                <w:szCs w:val="18"/>
                <w:u w:val="single"/>
              </w:rPr>
              <w:t>Valid from</w:t>
            </w:r>
            <w:r w:rsidRPr="00EC36B7">
              <w:rPr>
                <w:sz w:val="18"/>
                <w:szCs w:val="18"/>
              </w:rPr>
              <w:t xml:space="preserve"> changed from ‘31/10/2013’ to ‘06/11/2017’ and </w:t>
            </w:r>
            <w:r w:rsidRPr="00EC36B7">
              <w:rPr>
                <w:sz w:val="18"/>
                <w:szCs w:val="18"/>
                <w:u w:val="single"/>
              </w:rPr>
              <w:t>Valid to</w:t>
            </w:r>
            <w:r w:rsidRPr="00EC36B7">
              <w:rPr>
                <w:sz w:val="18"/>
                <w:szCs w:val="18"/>
              </w:rPr>
              <w:t xml:space="preserve"> </w:t>
            </w:r>
            <w:proofErr w:type="spellStart"/>
            <w:r w:rsidRPr="00EC36B7">
              <w:rPr>
                <w:sz w:val="18"/>
                <w:szCs w:val="18"/>
              </w:rPr>
              <w:t>changed</w:t>
            </w:r>
            <w:proofErr w:type="spellEnd"/>
            <w:r w:rsidRPr="00EC36B7">
              <w:rPr>
                <w:sz w:val="18"/>
                <w:szCs w:val="18"/>
              </w:rPr>
              <w:t xml:space="preserve"> from ‘31/10/2023’ to ‘06/11/2027’.</w:t>
            </w:r>
          </w:p>
          <w:p w14:paraId="2568F366" w14:textId="77777777" w:rsidR="006B5E08" w:rsidRDefault="006B5E08" w:rsidP="00DE561F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464E43AE" w14:textId="77777777" w:rsidR="006B5E08" w:rsidRPr="009975F9" w:rsidRDefault="006B5E08" w:rsidP="00DE561F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Prod2</w:t>
            </w:r>
          </w:p>
          <w:p w14:paraId="438749D2" w14:textId="6AA44D56" w:rsidR="006B5E08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 w:rsidRPr="009975F9">
              <w:rPr>
                <w:b/>
                <w:color w:val="1F497D" w:themeColor="text2"/>
                <w:sz w:val="18"/>
                <w:szCs w:val="18"/>
              </w:rPr>
              <w:t>2.</w:t>
            </w: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.2 SSL </w:t>
            </w:r>
            <w:r w:rsidR="008B06AA" w:rsidRPr="009975F9">
              <w:rPr>
                <w:b/>
                <w:color w:val="1F497D" w:themeColor="text2"/>
                <w:sz w:val="18"/>
                <w:szCs w:val="18"/>
              </w:rPr>
              <w:t>Certificates</w:t>
            </w:r>
          </w:p>
          <w:p w14:paraId="3827CE70" w14:textId="77777777" w:rsidR="006B5E08" w:rsidRPr="00D57025" w:rsidRDefault="006B5E08" w:rsidP="00DE561F">
            <w:pPr>
              <w:pStyle w:val="Version2"/>
              <w:spacing w:before="0" w:after="0"/>
              <w:ind w:left="0"/>
              <w:rPr>
                <w:color w:val="1F497D" w:themeColor="text2"/>
                <w:sz w:val="18"/>
                <w:szCs w:val="18"/>
              </w:rPr>
            </w:pPr>
            <w:r w:rsidRPr="00D57025">
              <w:rPr>
                <w:color w:val="1F497D" w:themeColor="text2"/>
                <w:sz w:val="18"/>
                <w:szCs w:val="18"/>
              </w:rPr>
              <w:t>(inbound)</w:t>
            </w:r>
          </w:p>
          <w:p w14:paraId="6A276DA9" w14:textId="77777777" w:rsidR="006B5E08" w:rsidRPr="00D57025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b/>
                <w:sz w:val="18"/>
                <w:szCs w:val="18"/>
              </w:rPr>
            </w:pPr>
            <w:r w:rsidRPr="00D57025">
              <w:rPr>
                <w:sz w:val="18"/>
                <w:szCs w:val="18"/>
              </w:rPr>
              <w:t xml:space="preserve">‘prod2.ato.sbr.gov.au.crt’ </w:t>
            </w:r>
            <w:r w:rsidRPr="00D57025">
              <w:rPr>
                <w:sz w:val="18"/>
                <w:szCs w:val="18"/>
                <w:u w:val="single"/>
              </w:rPr>
              <w:t>Valid from</w:t>
            </w:r>
            <w:r w:rsidRPr="00D57025">
              <w:rPr>
                <w:sz w:val="18"/>
                <w:szCs w:val="18"/>
              </w:rPr>
              <w:t xml:space="preserve"> changed from ‘06/12/2016’ to ‘22/10/2018’ and </w:t>
            </w:r>
            <w:r w:rsidRPr="00D57025">
              <w:rPr>
                <w:sz w:val="18"/>
                <w:szCs w:val="18"/>
                <w:u w:val="single"/>
              </w:rPr>
              <w:t>Valid to</w:t>
            </w:r>
            <w:r w:rsidRPr="00D57025">
              <w:rPr>
                <w:sz w:val="18"/>
                <w:szCs w:val="18"/>
              </w:rPr>
              <w:t xml:space="preserve"> </w:t>
            </w:r>
            <w:proofErr w:type="spellStart"/>
            <w:r w:rsidRPr="00D57025">
              <w:rPr>
                <w:sz w:val="18"/>
                <w:szCs w:val="18"/>
              </w:rPr>
              <w:t>changed</w:t>
            </w:r>
            <w:proofErr w:type="spellEnd"/>
            <w:r w:rsidRPr="00D57025">
              <w:rPr>
                <w:sz w:val="18"/>
                <w:szCs w:val="18"/>
              </w:rPr>
              <w:t xml:space="preserve"> from ‘07/12/2018’ to ‘05/12/2020’.</w:t>
            </w:r>
          </w:p>
          <w:p w14:paraId="05A6D779" w14:textId="77777777" w:rsidR="006B5E08" w:rsidRPr="00BF4832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color w:val="1F497D" w:themeColor="text2"/>
                <w:sz w:val="18"/>
                <w:szCs w:val="18"/>
              </w:rPr>
              <w:br/>
            </w:r>
            <w:r w:rsidRPr="00BF4832">
              <w:rPr>
                <w:color w:val="1F497D" w:themeColor="text2"/>
                <w:sz w:val="18"/>
                <w:szCs w:val="18"/>
              </w:rPr>
              <w:t>(outbound signing)</w:t>
            </w:r>
          </w:p>
          <w:p w14:paraId="6CA4DFB9" w14:textId="77777777" w:rsidR="006B5E08" w:rsidRPr="00125811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sz w:val="18"/>
                <w:szCs w:val="18"/>
              </w:rPr>
            </w:pPr>
            <w:r w:rsidRPr="00125811">
              <w:rPr>
                <w:sz w:val="18"/>
                <w:szCs w:val="18"/>
                <w:u w:val="single"/>
              </w:rPr>
              <w:t>Contents</w:t>
            </w:r>
            <w:r w:rsidRPr="00125811">
              <w:rPr>
                <w:sz w:val="18"/>
                <w:szCs w:val="18"/>
              </w:rPr>
              <w:t xml:space="preserve"> changed from ‘signing.sbr.gov.au.crt’ to ‘signing.sbr.gov.au-09032019.crt’, </w:t>
            </w:r>
            <w:r w:rsidRPr="00125811">
              <w:rPr>
                <w:sz w:val="18"/>
                <w:szCs w:val="18"/>
                <w:u w:val="single"/>
              </w:rPr>
              <w:t>Valid from</w:t>
            </w:r>
            <w:r w:rsidRPr="00125811">
              <w:rPr>
                <w:sz w:val="18"/>
                <w:szCs w:val="18"/>
              </w:rPr>
              <w:t xml:space="preserve"> changed from ‘20/03/2017’ to ‘11/02/2019’ and </w:t>
            </w:r>
            <w:r w:rsidRPr="00125811">
              <w:rPr>
                <w:sz w:val="18"/>
                <w:szCs w:val="18"/>
                <w:u w:val="single"/>
              </w:rPr>
              <w:t>Valid to</w:t>
            </w:r>
            <w:r w:rsidRPr="00125811">
              <w:rPr>
                <w:sz w:val="18"/>
                <w:szCs w:val="18"/>
              </w:rPr>
              <w:t xml:space="preserve"> </w:t>
            </w:r>
            <w:proofErr w:type="spellStart"/>
            <w:r w:rsidRPr="00125811">
              <w:rPr>
                <w:sz w:val="18"/>
                <w:szCs w:val="18"/>
              </w:rPr>
              <w:t>changed</w:t>
            </w:r>
            <w:proofErr w:type="spellEnd"/>
            <w:r w:rsidRPr="00125811">
              <w:rPr>
                <w:sz w:val="18"/>
                <w:szCs w:val="18"/>
              </w:rPr>
              <w:t xml:space="preserve"> from ‘21/03/2019’ to ‘19/03/2021’.</w:t>
            </w:r>
          </w:p>
          <w:p w14:paraId="0C27A0D7" w14:textId="77777777" w:rsidR="006B5E08" w:rsidRDefault="006B5E08" w:rsidP="00DE561F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6752097B" w14:textId="77777777" w:rsidR="006B5E08" w:rsidRDefault="006B5E08" w:rsidP="00DE561F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 SBR Core Services</w:t>
            </w:r>
          </w:p>
          <w:p w14:paraId="5142A86C" w14:textId="77777777" w:rsidR="006B5E08" w:rsidRPr="009975F9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3.2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</w:t>
            </w:r>
          </w:p>
          <w:p w14:paraId="054410ED" w14:textId="4E07CEC7" w:rsidR="006B5E08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3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.2 SSL </w:t>
            </w:r>
            <w:r w:rsidR="008B06AA" w:rsidRPr="009975F9">
              <w:rPr>
                <w:b/>
                <w:color w:val="1F497D" w:themeColor="text2"/>
                <w:sz w:val="18"/>
                <w:szCs w:val="18"/>
              </w:rPr>
              <w:t>Certificates</w:t>
            </w:r>
          </w:p>
          <w:p w14:paraId="1F4A17D6" w14:textId="77777777" w:rsidR="006B5E08" w:rsidRPr="00D57025" w:rsidRDefault="006B5E08" w:rsidP="00DE561F">
            <w:pPr>
              <w:pStyle w:val="Version2"/>
              <w:spacing w:before="0" w:after="0"/>
              <w:ind w:left="0"/>
              <w:rPr>
                <w:color w:val="1F497D" w:themeColor="text2"/>
                <w:sz w:val="18"/>
                <w:szCs w:val="18"/>
              </w:rPr>
            </w:pPr>
            <w:r w:rsidRPr="00D57025">
              <w:rPr>
                <w:color w:val="1F497D" w:themeColor="text2"/>
                <w:sz w:val="18"/>
                <w:szCs w:val="18"/>
              </w:rPr>
              <w:t>(inbound)</w:t>
            </w:r>
          </w:p>
          <w:p w14:paraId="78812802" w14:textId="77777777" w:rsidR="006B5E08" w:rsidRPr="00D57025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b/>
                <w:sz w:val="18"/>
                <w:szCs w:val="18"/>
              </w:rPr>
            </w:pPr>
            <w:r w:rsidRPr="00D57025">
              <w:rPr>
                <w:sz w:val="18"/>
                <w:szCs w:val="18"/>
              </w:rPr>
              <w:t>‘</w:t>
            </w:r>
            <w:r>
              <w:rPr>
                <w:sz w:val="18"/>
                <w:szCs w:val="18"/>
              </w:rPr>
              <w:t>sbr.gov.au.crt</w:t>
            </w:r>
            <w:r w:rsidRPr="00D57025">
              <w:rPr>
                <w:sz w:val="18"/>
                <w:szCs w:val="18"/>
              </w:rPr>
              <w:t xml:space="preserve">’ </w:t>
            </w:r>
            <w:r w:rsidRPr="00D57025">
              <w:rPr>
                <w:sz w:val="18"/>
                <w:szCs w:val="18"/>
                <w:u w:val="single"/>
              </w:rPr>
              <w:t>Valid from</w:t>
            </w:r>
            <w:r w:rsidRPr="00D57025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11/12/2017</w:t>
            </w:r>
            <w:r w:rsidRPr="00D57025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17/12/2018</w:t>
            </w:r>
            <w:r w:rsidRPr="00D57025">
              <w:rPr>
                <w:sz w:val="18"/>
                <w:szCs w:val="18"/>
              </w:rPr>
              <w:t xml:space="preserve">’ and </w:t>
            </w:r>
            <w:r w:rsidRPr="00D57025">
              <w:rPr>
                <w:sz w:val="18"/>
                <w:szCs w:val="18"/>
                <w:u w:val="single"/>
              </w:rPr>
              <w:t>Valid to</w:t>
            </w:r>
            <w:r w:rsidRPr="00D57025">
              <w:rPr>
                <w:sz w:val="18"/>
                <w:szCs w:val="18"/>
              </w:rPr>
              <w:t xml:space="preserve"> </w:t>
            </w:r>
            <w:proofErr w:type="spellStart"/>
            <w:r w:rsidRPr="00D57025">
              <w:rPr>
                <w:sz w:val="18"/>
                <w:szCs w:val="18"/>
              </w:rPr>
              <w:t>changed</w:t>
            </w:r>
            <w:proofErr w:type="spellEnd"/>
            <w:r w:rsidRPr="00D57025">
              <w:rPr>
                <w:sz w:val="18"/>
                <w:szCs w:val="18"/>
              </w:rPr>
              <w:t xml:space="preserve"> from ‘</w:t>
            </w:r>
            <w:r>
              <w:rPr>
                <w:sz w:val="18"/>
                <w:szCs w:val="18"/>
              </w:rPr>
              <w:t>28/01/2018</w:t>
            </w:r>
            <w:r w:rsidRPr="00D57025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28/01/2020</w:t>
            </w:r>
            <w:r w:rsidRPr="00D57025">
              <w:rPr>
                <w:sz w:val="18"/>
                <w:szCs w:val="18"/>
              </w:rPr>
              <w:t>’.</w:t>
            </w:r>
          </w:p>
          <w:p w14:paraId="0DE8C892" w14:textId="77777777" w:rsidR="006B5E08" w:rsidRDefault="006B5E08" w:rsidP="00DE561F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  <w:p w14:paraId="3663359F" w14:textId="77777777" w:rsidR="006B5E08" w:rsidRDefault="006B5E08" w:rsidP="00DE561F">
            <w:pPr>
              <w:pStyle w:val="Version2"/>
              <w:spacing w:before="12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 xml:space="preserve">4 </w:t>
            </w:r>
            <w:proofErr w:type="spellStart"/>
            <w:r>
              <w:rPr>
                <w:b/>
                <w:color w:val="1F497D" w:themeColor="text2"/>
                <w:sz w:val="18"/>
                <w:szCs w:val="18"/>
              </w:rPr>
              <w:t>VANguard</w:t>
            </w:r>
            <w:proofErr w:type="spellEnd"/>
          </w:p>
          <w:p w14:paraId="170CF187" w14:textId="77777777" w:rsidR="006B5E08" w:rsidRPr="009975F9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4.2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 </w:t>
            </w:r>
            <w:r>
              <w:rPr>
                <w:b/>
                <w:color w:val="1F497D" w:themeColor="text2"/>
                <w:sz w:val="18"/>
                <w:szCs w:val="18"/>
              </w:rPr>
              <w:t>Prod</w:t>
            </w:r>
          </w:p>
          <w:p w14:paraId="669A7692" w14:textId="4B661A8E" w:rsidR="006B5E08" w:rsidRDefault="006B5E08" w:rsidP="00DE561F">
            <w:pPr>
              <w:pStyle w:val="Version2"/>
              <w:spacing w:before="0" w:after="0"/>
              <w:ind w:left="0"/>
              <w:rPr>
                <w:b/>
                <w:color w:val="1F497D" w:themeColor="text2"/>
                <w:sz w:val="18"/>
                <w:szCs w:val="18"/>
              </w:rPr>
            </w:pPr>
            <w:r>
              <w:rPr>
                <w:b/>
                <w:color w:val="1F497D" w:themeColor="text2"/>
                <w:sz w:val="18"/>
                <w:szCs w:val="18"/>
              </w:rPr>
              <w:t>4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>.</w:t>
            </w:r>
            <w:r>
              <w:rPr>
                <w:b/>
                <w:color w:val="1F497D" w:themeColor="text2"/>
                <w:sz w:val="18"/>
                <w:szCs w:val="18"/>
              </w:rPr>
              <w:t>2</w:t>
            </w:r>
            <w:r w:rsidRPr="009975F9">
              <w:rPr>
                <w:b/>
                <w:color w:val="1F497D" w:themeColor="text2"/>
                <w:sz w:val="18"/>
                <w:szCs w:val="18"/>
              </w:rPr>
              <w:t xml:space="preserve">.2 SSL </w:t>
            </w:r>
            <w:r w:rsidR="008B06AA" w:rsidRPr="009975F9">
              <w:rPr>
                <w:b/>
                <w:color w:val="1F497D" w:themeColor="text2"/>
                <w:sz w:val="18"/>
                <w:szCs w:val="18"/>
              </w:rPr>
              <w:t>Certificates</w:t>
            </w:r>
          </w:p>
          <w:p w14:paraId="4EC3B786" w14:textId="77777777" w:rsidR="006B5E08" w:rsidRPr="00D57025" w:rsidRDefault="006B5E08" w:rsidP="00DE561F">
            <w:pPr>
              <w:pStyle w:val="Version2"/>
              <w:numPr>
                <w:ilvl w:val="0"/>
                <w:numId w:val="38"/>
              </w:numPr>
              <w:spacing w:before="0" w:after="0"/>
              <w:ind w:left="428"/>
              <w:rPr>
                <w:b/>
                <w:sz w:val="18"/>
                <w:szCs w:val="18"/>
              </w:rPr>
            </w:pPr>
            <w:r w:rsidRPr="00D57025">
              <w:rPr>
                <w:sz w:val="18"/>
                <w:szCs w:val="18"/>
              </w:rPr>
              <w:t>‘</w:t>
            </w:r>
            <w:r>
              <w:rPr>
                <w:rFonts w:asciiTheme="minorHAnsi" w:hAnsiTheme="minorHAnsi"/>
                <w:sz w:val="20"/>
                <w:szCs w:val="20"/>
              </w:rPr>
              <w:t>authentication.business.gov.au.cer</w:t>
            </w:r>
            <w:r w:rsidRPr="00D57025">
              <w:rPr>
                <w:sz w:val="18"/>
                <w:szCs w:val="18"/>
              </w:rPr>
              <w:t xml:space="preserve">’ </w:t>
            </w:r>
            <w:r w:rsidRPr="00D57025">
              <w:rPr>
                <w:sz w:val="18"/>
                <w:szCs w:val="18"/>
                <w:u w:val="single"/>
              </w:rPr>
              <w:t>Valid from</w:t>
            </w:r>
            <w:r w:rsidRPr="00D57025">
              <w:rPr>
                <w:sz w:val="18"/>
                <w:szCs w:val="18"/>
              </w:rPr>
              <w:t xml:space="preserve"> changed from ‘</w:t>
            </w:r>
            <w:r>
              <w:rPr>
                <w:sz w:val="18"/>
                <w:szCs w:val="18"/>
              </w:rPr>
              <w:t>29/03/2017</w:t>
            </w:r>
            <w:r w:rsidRPr="00D57025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30/07/2018</w:t>
            </w:r>
            <w:r w:rsidRPr="00D57025">
              <w:rPr>
                <w:sz w:val="18"/>
                <w:szCs w:val="18"/>
              </w:rPr>
              <w:t xml:space="preserve">’ and </w:t>
            </w:r>
            <w:r w:rsidRPr="00D57025">
              <w:rPr>
                <w:sz w:val="18"/>
                <w:szCs w:val="18"/>
                <w:u w:val="single"/>
              </w:rPr>
              <w:t>Valid to</w:t>
            </w:r>
            <w:r w:rsidRPr="00D57025">
              <w:rPr>
                <w:sz w:val="18"/>
                <w:szCs w:val="18"/>
              </w:rPr>
              <w:t xml:space="preserve"> </w:t>
            </w:r>
            <w:proofErr w:type="spellStart"/>
            <w:r w:rsidRPr="00D57025">
              <w:rPr>
                <w:sz w:val="18"/>
                <w:szCs w:val="18"/>
              </w:rPr>
              <w:t>changed</w:t>
            </w:r>
            <w:proofErr w:type="spellEnd"/>
            <w:r w:rsidRPr="00D57025">
              <w:rPr>
                <w:sz w:val="18"/>
                <w:szCs w:val="18"/>
              </w:rPr>
              <w:t xml:space="preserve"> from ‘</w:t>
            </w:r>
            <w:r>
              <w:rPr>
                <w:sz w:val="18"/>
                <w:szCs w:val="18"/>
              </w:rPr>
              <w:t>31/03/2019</w:t>
            </w:r>
            <w:r w:rsidRPr="00D57025">
              <w:rPr>
                <w:sz w:val="18"/>
                <w:szCs w:val="18"/>
              </w:rPr>
              <w:t>’ to ‘</w:t>
            </w:r>
            <w:r>
              <w:rPr>
                <w:sz w:val="18"/>
                <w:szCs w:val="18"/>
              </w:rPr>
              <w:t>30/07/2020</w:t>
            </w:r>
            <w:r w:rsidRPr="00D57025">
              <w:rPr>
                <w:sz w:val="18"/>
                <w:szCs w:val="18"/>
              </w:rPr>
              <w:t>’.</w:t>
            </w:r>
          </w:p>
          <w:p w14:paraId="45646C84" w14:textId="77777777" w:rsidR="006B5E08" w:rsidRPr="00FB6162" w:rsidRDefault="006B5E08" w:rsidP="00DE561F">
            <w:pPr>
              <w:pStyle w:val="Version2"/>
              <w:spacing w:before="0" w:after="0"/>
              <w:rPr>
                <w:sz w:val="18"/>
                <w:szCs w:val="18"/>
              </w:rPr>
            </w:pPr>
          </w:p>
        </w:tc>
      </w:tr>
      <w:tr w:rsidR="007C7182" w:rsidRPr="009B06E0" w14:paraId="2BD2F70B" w14:textId="77777777" w:rsidTr="004D50D1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629C337F" w14:textId="77777777" w:rsidR="007C7182" w:rsidRPr="004D6766" w:rsidRDefault="007C7182" w:rsidP="004D50D1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1D708527" w14:textId="77777777" w:rsidR="007C7182" w:rsidRPr="004D6766" w:rsidRDefault="007C7182" w:rsidP="004D50D1">
            <w:pPr>
              <w:pStyle w:val="Version2"/>
              <w:spacing w:before="120" w:after="120"/>
              <w:rPr>
                <w:sz w:val="20"/>
                <w:szCs w:val="20"/>
              </w:rPr>
            </w:pPr>
            <w:r w:rsidRPr="00CD06F3">
              <w:rPr>
                <w:sz w:val="20"/>
                <w:szCs w:val="20"/>
              </w:rPr>
              <w:t>17.05.2018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00B0DFDF" w14:textId="77777777" w:rsidR="007C7182" w:rsidRPr="00C359F7" w:rsidRDefault="007C7182" w:rsidP="004D50D1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 w:rsidRPr="00C359F7">
              <w:rPr>
                <w:sz w:val="18"/>
                <w:szCs w:val="18"/>
              </w:rPr>
              <w:t>Certificate expiration dates updated</w:t>
            </w:r>
            <w:r>
              <w:rPr>
                <w:sz w:val="18"/>
                <w:szCs w:val="18"/>
              </w:rPr>
              <w:t xml:space="preserve"> for SBR Core Services EVTE</w:t>
            </w:r>
            <w:r w:rsidRPr="00C359F7">
              <w:rPr>
                <w:sz w:val="18"/>
                <w:szCs w:val="18"/>
              </w:rPr>
              <w:t>.</w:t>
            </w:r>
          </w:p>
          <w:p w14:paraId="518664B9" w14:textId="6910F9EB" w:rsidR="007C7182" w:rsidRPr="009B3D75" w:rsidRDefault="007C7182" w:rsidP="009B3D75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 w:rsidRPr="00C359F7">
              <w:rPr>
                <w:sz w:val="18"/>
                <w:szCs w:val="18"/>
              </w:rPr>
              <w:t>Certificate expiration dates updated</w:t>
            </w:r>
            <w:r>
              <w:rPr>
                <w:sz w:val="18"/>
                <w:szCs w:val="18"/>
              </w:rPr>
              <w:t xml:space="preserve"> for </w:t>
            </w:r>
            <w:proofErr w:type="spellStart"/>
            <w:r>
              <w:rPr>
                <w:sz w:val="18"/>
                <w:szCs w:val="18"/>
              </w:rPr>
              <w:t>VANguard</w:t>
            </w:r>
            <w:proofErr w:type="spellEnd"/>
            <w:r>
              <w:rPr>
                <w:sz w:val="18"/>
                <w:szCs w:val="18"/>
              </w:rPr>
              <w:t xml:space="preserve"> EVTE</w:t>
            </w:r>
            <w:r w:rsidRPr="00C359F7">
              <w:rPr>
                <w:sz w:val="18"/>
                <w:szCs w:val="18"/>
              </w:rPr>
              <w:t>.</w:t>
            </w:r>
          </w:p>
        </w:tc>
      </w:tr>
      <w:tr w:rsidR="00F40651" w:rsidRPr="009B06E0" w14:paraId="5EA4189F" w14:textId="77777777" w:rsidTr="00CD06F3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0193D425" w14:textId="77777777" w:rsidR="00F40651" w:rsidRPr="004D6766" w:rsidRDefault="00F40651" w:rsidP="00CD06F3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1F3E34FC" w14:textId="77777777" w:rsidR="00F40651" w:rsidRPr="004D6766" w:rsidRDefault="00F40651" w:rsidP="00CD06F3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10.05.2018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3A4AB239" w14:textId="78F3D8F6" w:rsidR="00F40651" w:rsidRPr="009B3D75" w:rsidRDefault="00F40651" w:rsidP="009B3D75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 w:rsidRPr="00C359F7">
              <w:rPr>
                <w:sz w:val="18"/>
                <w:szCs w:val="18"/>
              </w:rPr>
              <w:t>Certificate expiration dates updated</w:t>
            </w:r>
            <w:r>
              <w:rPr>
                <w:sz w:val="18"/>
                <w:szCs w:val="18"/>
              </w:rPr>
              <w:t xml:space="preserve"> for EVTE3</w:t>
            </w:r>
            <w:r w:rsidRPr="00C359F7">
              <w:rPr>
                <w:sz w:val="18"/>
                <w:szCs w:val="18"/>
              </w:rPr>
              <w:t>.</w:t>
            </w:r>
          </w:p>
        </w:tc>
      </w:tr>
      <w:tr w:rsidR="00256BDD" w:rsidRPr="009B06E0" w14:paraId="547529FE" w14:textId="77777777" w:rsidTr="009F63CE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5F82D71B" w14:textId="77777777" w:rsidR="00256BDD" w:rsidRPr="004D6766" w:rsidRDefault="00256BDD" w:rsidP="009F63CE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98304C5" w14:textId="77777777" w:rsidR="00256BDD" w:rsidRPr="004D6766" w:rsidRDefault="00256BDD" w:rsidP="009F63CE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19.04.2018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725ACADC" w14:textId="77777777" w:rsidR="00256BDD" w:rsidRPr="00C359F7" w:rsidRDefault="00256BDD" w:rsidP="009F63CE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 w:rsidRPr="00C359F7">
              <w:rPr>
                <w:sz w:val="18"/>
                <w:szCs w:val="18"/>
              </w:rPr>
              <w:t>Certificate expiration dates updated.</w:t>
            </w:r>
          </w:p>
          <w:p w14:paraId="20255D33" w14:textId="77777777" w:rsidR="00256BDD" w:rsidRPr="00FB6162" w:rsidRDefault="00256BDD" w:rsidP="009F63CE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SBR ebMS3 PROD2 information added. A note has been added for all new DSPs to SBR (in particular those developing for Single Touch Payroll) are to use the </w:t>
            </w:r>
            <w:r>
              <w:rPr>
                <w:sz w:val="18"/>
                <w:szCs w:val="18"/>
              </w:rPr>
              <w:lastRenderedPageBreak/>
              <w:t>PROD2 URL.</w:t>
            </w:r>
          </w:p>
        </w:tc>
      </w:tr>
      <w:tr w:rsidR="005409F6" w:rsidRPr="009B06E0" w14:paraId="3F0C47C6" w14:textId="77777777" w:rsidTr="00FE0902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4D984582" w14:textId="77777777" w:rsidR="005409F6" w:rsidRPr="004D6766" w:rsidRDefault="005409F6" w:rsidP="00FE0902">
            <w:pPr>
              <w:pStyle w:val="Version2"/>
              <w:spacing w:before="120" w:after="120"/>
              <w:rPr>
                <w:sz w:val="20"/>
                <w:szCs w:val="20"/>
              </w:rPr>
            </w:pPr>
            <w:r w:rsidRPr="004D6766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65AF6C35" w14:textId="77777777" w:rsidR="005409F6" w:rsidRPr="004D6766" w:rsidRDefault="005409F6" w:rsidP="00FE0902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30.11.2017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15D7213F" w14:textId="77777777" w:rsidR="005409F6" w:rsidRPr="00A15CF5" w:rsidRDefault="005409F6" w:rsidP="00FE0902">
            <w:pPr>
              <w:pStyle w:val="Version2"/>
              <w:spacing w:before="120" w:after="120"/>
              <w:ind w:left="0"/>
              <w:rPr>
                <w:b/>
                <w:color w:val="365F91" w:themeColor="accent1" w:themeShade="BF"/>
                <w:sz w:val="18"/>
                <w:szCs w:val="18"/>
              </w:rPr>
            </w:pPr>
            <w:r w:rsidRPr="00A15CF5">
              <w:rPr>
                <w:b/>
                <w:color w:val="365F91" w:themeColor="accent1" w:themeShade="BF"/>
                <w:sz w:val="20"/>
                <w:szCs w:val="20"/>
              </w:rPr>
              <w:t>Section 1.4 Reference Documents</w:t>
            </w:r>
          </w:p>
          <w:p w14:paraId="79232841" w14:textId="77777777" w:rsidR="005409F6" w:rsidRDefault="005409F6" w:rsidP="00FE0902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 w:rsidRPr="00A15CF5">
              <w:rPr>
                <w:sz w:val="18"/>
                <w:szCs w:val="18"/>
              </w:rPr>
              <w:t>‘SBR Secure Token Service (</w:t>
            </w:r>
            <w:proofErr w:type="spellStart"/>
            <w:r w:rsidRPr="00A15CF5">
              <w:rPr>
                <w:sz w:val="18"/>
                <w:szCs w:val="18"/>
              </w:rPr>
              <w:t>VANguard</w:t>
            </w:r>
            <w:proofErr w:type="spellEnd"/>
            <w:r w:rsidRPr="00A15CF5">
              <w:rPr>
                <w:sz w:val="18"/>
                <w:szCs w:val="18"/>
              </w:rPr>
              <w:t>) implementation guide’ reference removed and replaced with ‘the appropriate platform WIG’.</w:t>
            </w:r>
          </w:p>
          <w:p w14:paraId="54CC328F" w14:textId="77777777" w:rsidR="005409F6" w:rsidRPr="00A15CF5" w:rsidRDefault="005409F6" w:rsidP="00FE0902">
            <w:pPr>
              <w:pStyle w:val="Version2"/>
              <w:spacing w:before="120" w:after="120"/>
              <w:ind w:left="360"/>
              <w:rPr>
                <w:sz w:val="18"/>
                <w:szCs w:val="18"/>
              </w:rPr>
            </w:pPr>
          </w:p>
          <w:p w14:paraId="38BC75FC" w14:textId="77777777" w:rsidR="005409F6" w:rsidRPr="00A15CF5" w:rsidRDefault="005409F6" w:rsidP="00FE0902">
            <w:pPr>
              <w:pStyle w:val="Version2"/>
              <w:spacing w:before="120" w:after="120"/>
              <w:ind w:left="0"/>
              <w:rPr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b/>
                <w:color w:val="365F91" w:themeColor="accent1" w:themeShade="BF"/>
                <w:sz w:val="20"/>
                <w:szCs w:val="20"/>
              </w:rPr>
              <w:t>Headings revised</w:t>
            </w:r>
          </w:p>
          <w:p w14:paraId="31071CD0" w14:textId="77777777" w:rsidR="005409F6" w:rsidRDefault="005409F6" w:rsidP="00FE0902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Headings have been revised in Section 2 onward.</w:t>
            </w:r>
          </w:p>
          <w:p w14:paraId="78E93059" w14:textId="77777777" w:rsidR="005409F6" w:rsidRPr="00511114" w:rsidRDefault="005409F6" w:rsidP="00FE0902">
            <w:pPr>
              <w:pStyle w:val="Version2"/>
              <w:spacing w:before="120" w:after="120"/>
              <w:rPr>
                <w:b/>
                <w:color w:val="1F497D" w:themeColor="text2"/>
                <w:sz w:val="20"/>
                <w:szCs w:val="20"/>
              </w:rPr>
            </w:pPr>
            <w:r w:rsidRPr="00511114">
              <w:rPr>
                <w:b/>
                <w:color w:val="1F497D" w:themeColor="text2"/>
                <w:sz w:val="20"/>
                <w:szCs w:val="20"/>
              </w:rPr>
              <w:t>Additional information</w:t>
            </w:r>
          </w:p>
          <w:p w14:paraId="24F0CFE7" w14:textId="77777777" w:rsidR="005409F6" w:rsidRDefault="005409F6" w:rsidP="00FE0902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SSL Certificates information has been added, along with folder links to SBR ShareFile. </w:t>
            </w:r>
          </w:p>
          <w:p w14:paraId="45649747" w14:textId="77777777" w:rsidR="005409F6" w:rsidRPr="00FB6162" w:rsidRDefault="005409F6" w:rsidP="00FE0902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ShareFile folder structure has been changed under ‘SSL Certificates’. All Certs have been checked and corrected where necessary. Expired Certs have been deleted.</w:t>
            </w:r>
          </w:p>
        </w:tc>
      </w:tr>
      <w:tr w:rsidR="00FB1CCC" w:rsidRPr="009B06E0" w14:paraId="699A0AD5" w14:textId="77777777" w:rsidTr="0068604E">
        <w:tc>
          <w:tcPr>
            <w:tcW w:w="1022" w:type="dxa"/>
            <w:tcBorders>
              <w:top w:val="single" w:sz="6" w:space="0" w:color="auto"/>
              <w:bottom w:val="single" w:sz="6" w:space="0" w:color="auto"/>
            </w:tcBorders>
          </w:tcPr>
          <w:p w14:paraId="5F028E6D" w14:textId="77777777" w:rsidR="00FB1CCC" w:rsidRPr="004D6766" w:rsidRDefault="00FB1CCC" w:rsidP="0068604E">
            <w:pPr>
              <w:pStyle w:val="Version2"/>
              <w:spacing w:before="120" w:after="120"/>
              <w:rPr>
                <w:sz w:val="20"/>
                <w:szCs w:val="20"/>
              </w:rPr>
            </w:pPr>
            <w:r w:rsidRPr="004D676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001EDD6B" w14:textId="77777777" w:rsidR="00FB1CCC" w:rsidRPr="004D6766" w:rsidRDefault="00FB1CCC" w:rsidP="0068604E">
            <w:pPr>
              <w:pStyle w:val="Version2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23.11.2017</w:t>
            </w:r>
          </w:p>
        </w:tc>
        <w:tc>
          <w:tcPr>
            <w:tcW w:w="7482" w:type="dxa"/>
            <w:tcBorders>
              <w:top w:val="single" w:sz="6" w:space="0" w:color="auto"/>
              <w:bottom w:val="single" w:sz="6" w:space="0" w:color="auto"/>
            </w:tcBorders>
          </w:tcPr>
          <w:p w14:paraId="3B2101FA" w14:textId="77777777" w:rsidR="00FB1CCC" w:rsidRPr="00833751" w:rsidRDefault="00FB1CCC" w:rsidP="0068604E">
            <w:pPr>
              <w:pStyle w:val="Version2"/>
              <w:spacing w:before="120" w:after="120"/>
              <w:rPr>
                <w:sz w:val="20"/>
                <w:szCs w:val="20"/>
              </w:rPr>
            </w:pPr>
            <w:r w:rsidRPr="00833751">
              <w:rPr>
                <w:sz w:val="20"/>
                <w:szCs w:val="20"/>
              </w:rPr>
              <w:t>This document has been constructed from information previously within the ATO Common Message Implementation Guide (</w:t>
            </w:r>
            <w:proofErr w:type="spellStart"/>
            <w:r w:rsidRPr="00833751">
              <w:rPr>
                <w:sz w:val="20"/>
                <w:szCs w:val="20"/>
              </w:rPr>
              <w:t>cMIG</w:t>
            </w:r>
            <w:proofErr w:type="spellEnd"/>
            <w:r w:rsidRPr="00833751">
              <w:rPr>
                <w:sz w:val="20"/>
                <w:szCs w:val="20"/>
              </w:rPr>
              <w:t xml:space="preserve"> v3.0) and information currently within the SBR Core Services Web Service Implementation Guide (WIG v2.2d).</w:t>
            </w:r>
          </w:p>
          <w:p w14:paraId="7C559ED2" w14:textId="77777777" w:rsidR="00FB1CCC" w:rsidRDefault="00FB1CCC" w:rsidP="0068604E">
            <w:pPr>
              <w:pStyle w:val="Version2"/>
              <w:spacing w:before="120" w:after="12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information was extracted into this smaller discrete document for ease of reference.</w:t>
            </w:r>
          </w:p>
          <w:p w14:paraId="7BBAE60E" w14:textId="77777777" w:rsidR="00FB1CCC" w:rsidRDefault="00FB1CCC" w:rsidP="0068604E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 point changes have been made in this document compared to references in the SBR WIGs. This document is now the ‘source of truth’.</w:t>
            </w:r>
          </w:p>
          <w:p w14:paraId="4C18AC62" w14:textId="77777777" w:rsidR="00FB1CCC" w:rsidRPr="00FB6162" w:rsidRDefault="00FB1CCC" w:rsidP="0068604E">
            <w:pPr>
              <w:pStyle w:val="Version2"/>
              <w:numPr>
                <w:ilvl w:val="0"/>
                <w:numId w:val="35"/>
              </w:num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 points within the WIGs will be removed as soon as practical to avoid confusion.</w:t>
            </w:r>
          </w:p>
        </w:tc>
      </w:tr>
    </w:tbl>
    <w:p w14:paraId="64E44175" w14:textId="77777777" w:rsidR="00640C38" w:rsidRPr="00C70D35" w:rsidRDefault="00640C38" w:rsidP="00C70D35"/>
    <w:sectPr w:rsidR="00640C38" w:rsidRPr="00C70D35" w:rsidSect="00CC6FB9">
      <w:footerReference w:type="default" r:id="rId35"/>
      <w:pgSz w:w="11906" w:h="16838" w:code="9"/>
      <w:pgMar w:top="1134" w:right="849" w:bottom="709" w:left="993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58C34" w14:textId="77777777" w:rsidR="002F0D43" w:rsidRDefault="002F0D43">
      <w:r>
        <w:separator/>
      </w:r>
    </w:p>
  </w:endnote>
  <w:endnote w:type="continuationSeparator" w:id="0">
    <w:p w14:paraId="72D8B62F" w14:textId="77777777" w:rsidR="002F0D43" w:rsidRDefault="002F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629"/>
      <w:gridCol w:w="4309"/>
      <w:gridCol w:w="1701"/>
    </w:tblGrid>
    <w:tr w:rsidR="002F0D43" w14:paraId="28EEDCD8" w14:textId="77777777">
      <w:trPr>
        <w:trHeight w:hRule="exact" w:val="567"/>
      </w:trPr>
      <w:tc>
        <w:tcPr>
          <w:tcW w:w="3629" w:type="dxa"/>
          <w:vAlign w:val="bottom"/>
        </w:tcPr>
        <w:p w14:paraId="60C370C8" w14:textId="77777777" w:rsidR="002F0D43" w:rsidRPr="00961BA8" w:rsidRDefault="002F0D43">
          <w:pPr>
            <w:pStyle w:val="ClassificationFooter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>
            <w:rPr>
              <w:b/>
              <w:bCs/>
              <w:lang w:val="en-US"/>
            </w:rPr>
            <w:t>Error! Unknown document property name.</w:t>
          </w:r>
          <w:r>
            <w:fldChar w:fldCharType="end"/>
          </w:r>
        </w:p>
      </w:tc>
      <w:tc>
        <w:tcPr>
          <w:tcW w:w="4309" w:type="dxa"/>
          <w:vAlign w:val="bottom"/>
        </w:tcPr>
        <w:p w14:paraId="44CA887D" w14:textId="77777777" w:rsidR="002F0D43" w:rsidRDefault="002F0D43">
          <w:pPr>
            <w:pStyle w:val="FooterPortrait"/>
          </w:pPr>
          <w:r>
            <w:tab/>
          </w:r>
          <w:r>
            <w:fldChar w:fldCharType="begin"/>
          </w:r>
          <w:r>
            <w:instrText xml:space="preserve"> KEYWORDS   \* MERGEFORMAT </w:instrText>
          </w:r>
          <w:r>
            <w:fldChar w:fldCharType="end"/>
          </w:r>
        </w:p>
      </w:tc>
      <w:tc>
        <w:tcPr>
          <w:tcW w:w="1701" w:type="dxa"/>
          <w:vAlign w:val="bottom"/>
        </w:tcPr>
        <w:p w14:paraId="28E30977" w14:textId="77777777" w:rsidR="002F0D43" w:rsidRDefault="002F0D43" w:rsidP="000E5315">
          <w:pPr>
            <w:pStyle w:val="FooterPortrait"/>
            <w:jc w:val="right"/>
          </w:pPr>
          <w:r>
            <w:t>PAGE</w:t>
          </w:r>
          <w:r w:rsidRPr="00BE2B9A">
            <w:rPr>
              <w:spacing w:val="20"/>
            </w:rPr>
            <w:t xml:space="preserve">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A60972">
            <w:fldChar w:fldCharType="begin"/>
          </w:r>
          <w:r w:rsidR="00A60972">
            <w:instrText xml:space="preserve"> NUMPAGES   \* MERGEFORMAT </w:instrText>
          </w:r>
          <w:r w:rsidR="00A60972">
            <w:fldChar w:fldCharType="separate"/>
          </w:r>
          <w:r>
            <w:rPr>
              <w:noProof/>
            </w:rPr>
            <w:t>10</w:t>
          </w:r>
          <w:r w:rsidR="00A60972">
            <w:rPr>
              <w:noProof/>
            </w:rPr>
            <w:fldChar w:fldCharType="end"/>
          </w:r>
        </w:p>
      </w:tc>
    </w:tr>
  </w:tbl>
  <w:p w14:paraId="6E9B104D" w14:textId="77777777" w:rsidR="002F0D43" w:rsidRPr="004E35EF" w:rsidRDefault="002F0D43" w:rsidP="000E5315">
    <w:pPr>
      <w:pStyle w:val="Footer"/>
      <w:rPr>
        <w:vanish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C91B7" w14:textId="315E91A3" w:rsidR="002F0D43" w:rsidRDefault="002F0D43" w:rsidP="006B5E08">
    <w:pPr>
      <w:pStyle w:val="FooterPortrait"/>
      <w:pBdr>
        <w:top w:val="single" w:sz="4" w:space="1" w:color="auto"/>
      </w:pBdr>
      <w:tabs>
        <w:tab w:val="clear" w:pos="1021"/>
        <w:tab w:val="left" w:pos="4395"/>
        <w:tab w:val="left" w:pos="8931"/>
        <w:tab w:val="right" w:pos="14175"/>
      </w:tabs>
      <w:ind w:right="-1"/>
      <w:rPr>
        <w:color w:val="335876"/>
      </w:rPr>
    </w:pPr>
    <w:r w:rsidRPr="009A241C">
      <w:rPr>
        <w:color w:val="335876"/>
      </w:rPr>
      <w:t>Unclassified</w:t>
    </w:r>
    <w:r>
      <w:rPr>
        <w:color w:val="335876"/>
      </w:rPr>
      <w:t xml:space="preserve">                                                                    </w:t>
    </w:r>
    <w:r>
      <w:rPr>
        <w:color w:val="335876"/>
      </w:rPr>
      <w:tab/>
    </w:r>
    <w:r w:rsidR="00CB69F3">
      <w:rPr>
        <w:color w:val="335876"/>
      </w:rPr>
      <w:t>Version 2.1</w:t>
    </w:r>
    <w:r>
      <w:rPr>
        <w:color w:val="335876"/>
      </w:rPr>
      <w:tab/>
    </w:r>
    <w:r w:rsidRPr="009A241C">
      <w:rPr>
        <w:color w:val="335876"/>
      </w:rPr>
      <w:fldChar w:fldCharType="begin"/>
    </w:r>
    <w:r w:rsidRPr="009A241C">
      <w:rPr>
        <w:color w:val="335876"/>
      </w:rPr>
      <w:instrText xml:space="preserve"> KEYWORDS   \* MERGEFORMAT </w:instrText>
    </w:r>
    <w:r w:rsidRPr="009A241C">
      <w:rPr>
        <w:color w:val="335876"/>
      </w:rPr>
      <w:fldChar w:fldCharType="end"/>
    </w:r>
    <w:r w:rsidRPr="009A241C">
      <w:rPr>
        <w:color w:val="335876"/>
      </w:rPr>
      <w:t>PAGE</w:t>
    </w:r>
    <w:r w:rsidRPr="009A241C">
      <w:rPr>
        <w:color w:val="335876"/>
        <w:spacing w:val="20"/>
      </w:rPr>
      <w:t xml:space="preserve"> </w:t>
    </w:r>
    <w:r w:rsidRPr="009A241C">
      <w:rPr>
        <w:color w:val="335876"/>
      </w:rPr>
      <w:fldChar w:fldCharType="begin"/>
    </w:r>
    <w:r w:rsidRPr="009A241C">
      <w:rPr>
        <w:color w:val="335876"/>
      </w:rPr>
      <w:instrText xml:space="preserve"> PAGE   \* MERGEFORMAT </w:instrText>
    </w:r>
    <w:r w:rsidRPr="009A241C">
      <w:rPr>
        <w:color w:val="335876"/>
      </w:rPr>
      <w:fldChar w:fldCharType="separate"/>
    </w:r>
    <w:r w:rsidR="00A60972">
      <w:rPr>
        <w:noProof/>
        <w:color w:val="335876"/>
      </w:rPr>
      <w:t>2</w:t>
    </w:r>
    <w:r w:rsidRPr="009A241C">
      <w:rPr>
        <w:color w:val="335876"/>
      </w:rPr>
      <w:fldChar w:fldCharType="end"/>
    </w:r>
    <w:r w:rsidRPr="009A241C">
      <w:rPr>
        <w:color w:val="335876"/>
      </w:rPr>
      <w:t xml:space="preserve"> OF </w:t>
    </w:r>
    <w:r w:rsidRPr="00D23519">
      <w:rPr>
        <w:color w:val="335876"/>
      </w:rPr>
      <w:fldChar w:fldCharType="begin"/>
    </w:r>
    <w:r w:rsidRPr="00D23519">
      <w:rPr>
        <w:color w:val="335876"/>
      </w:rPr>
      <w:instrText xml:space="preserve"> NUMPAGES   \* MERGEFORMAT </w:instrText>
    </w:r>
    <w:r w:rsidRPr="00D23519">
      <w:rPr>
        <w:color w:val="335876"/>
      </w:rPr>
      <w:fldChar w:fldCharType="separate"/>
    </w:r>
    <w:r w:rsidR="00A60972">
      <w:rPr>
        <w:noProof/>
        <w:color w:val="335876"/>
      </w:rPr>
      <w:t>13</w:t>
    </w:r>
    <w:r w:rsidRPr="00D23519">
      <w:rPr>
        <w:color w:val="335876"/>
      </w:rPr>
      <w:fldChar w:fldCharType="end"/>
    </w:r>
  </w:p>
  <w:p w14:paraId="5FD9120A" w14:textId="77777777" w:rsidR="002F0D43" w:rsidRPr="009A241C" w:rsidRDefault="002F0D43" w:rsidP="00CC6FB9">
    <w:pPr>
      <w:pStyle w:val="FooterPortrait"/>
      <w:pBdr>
        <w:top w:val="single" w:sz="4" w:space="1" w:color="auto"/>
      </w:pBdr>
      <w:tabs>
        <w:tab w:val="clear" w:pos="1021"/>
        <w:tab w:val="left" w:pos="4395"/>
        <w:tab w:val="left" w:pos="9072"/>
        <w:tab w:val="right" w:pos="14175"/>
      </w:tabs>
      <w:ind w:right="-1"/>
      <w:rPr>
        <w:color w:val="335876"/>
      </w:rPr>
    </w:pPr>
  </w:p>
  <w:p w14:paraId="226ECE02" w14:textId="77777777" w:rsidR="002F0D43" w:rsidRPr="00607411" w:rsidRDefault="002F0D43" w:rsidP="000E5315">
    <w:pPr>
      <w:pStyle w:val="Footer"/>
      <w:rPr>
        <w:rStyle w:val="PageNumber"/>
        <w:vanish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4126E" w14:textId="77777777" w:rsidR="002F0D43" w:rsidRDefault="002F0D43">
      <w:r>
        <w:separator/>
      </w:r>
    </w:p>
  </w:footnote>
  <w:footnote w:type="continuationSeparator" w:id="0">
    <w:p w14:paraId="27F1EE75" w14:textId="77777777" w:rsidR="002F0D43" w:rsidRDefault="002F0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170" w:type="dxa"/>
        <w:right w:w="170" w:type="dxa"/>
      </w:tblCellMar>
      <w:tblLook w:val="01E0" w:firstRow="1" w:lastRow="1" w:firstColumn="1" w:lastColumn="1" w:noHBand="0" w:noVBand="0"/>
    </w:tblPr>
    <w:tblGrid>
      <w:gridCol w:w="3629"/>
      <w:gridCol w:w="6606"/>
    </w:tblGrid>
    <w:tr w:rsidR="002F0D43" w:rsidRPr="00BE2B9A" w14:paraId="5B0A19F6" w14:textId="77777777" w:rsidTr="00CC6FB9">
      <w:trPr>
        <w:trHeight w:hRule="exact" w:val="567"/>
      </w:trPr>
      <w:tc>
        <w:tcPr>
          <w:tcW w:w="3629" w:type="dxa"/>
          <w:shd w:val="clear" w:color="auto" w:fill="auto"/>
        </w:tcPr>
        <w:p w14:paraId="408C3B7C" w14:textId="5F149FE2" w:rsidR="002F0D43" w:rsidRPr="00BE2B9A" w:rsidRDefault="002F0D43" w:rsidP="000E5315">
          <w:pPr>
            <w:pStyle w:val="Header"/>
            <w:spacing w:before="100" w:after="100"/>
            <w:rPr>
              <w:sz w:val="32"/>
            </w:rPr>
          </w:pPr>
          <w:r>
            <w:t>Australian Taxation Office</w:t>
          </w:r>
        </w:p>
      </w:tc>
      <w:tc>
        <w:tcPr>
          <w:tcW w:w="6606" w:type="dxa"/>
          <w:shd w:val="clear" w:color="auto" w:fill="auto"/>
        </w:tcPr>
        <w:p w14:paraId="5ED2E0E2" w14:textId="77777777" w:rsidR="002F0D43" w:rsidRPr="00BE2B9A" w:rsidRDefault="00A60972" w:rsidP="000E5315">
          <w:pPr>
            <w:pStyle w:val="Header"/>
            <w:spacing w:before="160" w:after="100"/>
            <w:jc w:val="right"/>
            <w:rPr>
              <w:sz w:val="15"/>
            </w:rPr>
          </w:pPr>
          <w:r>
            <w:fldChar w:fldCharType="begin"/>
          </w:r>
          <w:r>
            <w:instrText xml:space="preserve"> TITLE  \* Upper  \* MERGEFORMAT </w:instrText>
          </w:r>
          <w:r>
            <w:fldChar w:fldCharType="separate"/>
          </w:r>
          <w:r w:rsidR="002F0D43">
            <w:rPr>
              <w:caps w:val="0"/>
            </w:rPr>
            <w:t>ATO SBR PHYSICAL END POINTS</w:t>
          </w:r>
          <w:r>
            <w:rPr>
              <w:caps w:val="0"/>
            </w:rPr>
            <w:fldChar w:fldCharType="end"/>
          </w:r>
        </w:p>
      </w:tc>
    </w:tr>
  </w:tbl>
  <w:p w14:paraId="2D92E6BB" w14:textId="77777777" w:rsidR="002F0D43" w:rsidRPr="004E35EF" w:rsidRDefault="002F0D43" w:rsidP="000E5315">
    <w:pPr>
      <w:pStyle w:val="Header"/>
      <w:rPr>
        <w:vanish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FB6A0D0"/>
    <w:lvl w:ilvl="0">
      <w:start w:val="1"/>
      <w:numFmt w:val="bullet"/>
      <w:pStyle w:val="ListBullet2"/>
      <w:lvlText w:val="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</w:abstractNum>
  <w:abstractNum w:abstractNumId="1">
    <w:nsid w:val="02790AE2"/>
    <w:multiLevelType w:val="hybridMultilevel"/>
    <w:tmpl w:val="95C632B8"/>
    <w:name w:val="OneLevelRomanNumeralList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3CC48FC"/>
    <w:multiLevelType w:val="hybridMultilevel"/>
    <w:tmpl w:val="4AB4549C"/>
    <w:name w:val="OneLevelRomanNumeralList222222322222223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28040B"/>
    <w:multiLevelType w:val="hybridMultilevel"/>
    <w:tmpl w:val="844E39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681657"/>
    <w:multiLevelType w:val="hybridMultilevel"/>
    <w:tmpl w:val="5530A668"/>
    <w:name w:val="OneLevelRomanNumeralList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05855C59"/>
    <w:multiLevelType w:val="hybridMultilevel"/>
    <w:tmpl w:val="2FBCB1E2"/>
    <w:name w:val="OneLevelRomanNumeralList22222232222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60347D7"/>
    <w:multiLevelType w:val="hybridMultilevel"/>
    <w:tmpl w:val="AF68D53A"/>
    <w:name w:val="OneLevelRomanNumeralList222222322222223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8903E51"/>
    <w:multiLevelType w:val="hybridMultilevel"/>
    <w:tmpl w:val="CDFA80D0"/>
    <w:name w:val="OneLevelRomanNumeralList2222223222222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7C1552"/>
    <w:multiLevelType w:val="hybridMultilevel"/>
    <w:tmpl w:val="19AC5984"/>
    <w:name w:val="OneLevelRomanNumeralList2222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1F5EF1"/>
    <w:multiLevelType w:val="hybridMultilevel"/>
    <w:tmpl w:val="280A7D0E"/>
    <w:name w:val="OneLevelRomanNumeralList222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B7A66C4"/>
    <w:multiLevelType w:val="hybridMultilevel"/>
    <w:tmpl w:val="5AE2184A"/>
    <w:name w:val="OneLevelRomanNumeralList2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BFE3016"/>
    <w:multiLevelType w:val="hybridMultilevel"/>
    <w:tmpl w:val="026ADC06"/>
    <w:name w:val="OneLevelRomanNumeralList2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CB953DA"/>
    <w:multiLevelType w:val="hybridMultilevel"/>
    <w:tmpl w:val="44500AB0"/>
    <w:name w:val="OneLevelRomanNumeralList2222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0D1B067D"/>
    <w:multiLevelType w:val="hybridMultilevel"/>
    <w:tmpl w:val="5248EE4C"/>
    <w:lvl w:ilvl="0" w:tplc="06C28A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1B631D"/>
    <w:multiLevelType w:val="hybridMultilevel"/>
    <w:tmpl w:val="3190E326"/>
    <w:name w:val="OneLevelRomanNumeralList22225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0F1D7C58"/>
    <w:multiLevelType w:val="hybridMultilevel"/>
    <w:tmpl w:val="146E3A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701CEE"/>
    <w:multiLevelType w:val="hybridMultilevel"/>
    <w:tmpl w:val="1F00AD70"/>
    <w:name w:val="OneLevelRomanNumeralList2222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1EE0D5B"/>
    <w:multiLevelType w:val="hybridMultilevel"/>
    <w:tmpl w:val="0B122E86"/>
    <w:name w:val="OneLevelRomanNumeralList25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145B1234"/>
    <w:multiLevelType w:val="hybridMultilevel"/>
    <w:tmpl w:val="EC5290D6"/>
    <w:name w:val="OneLevelRomanNumeralList22229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14FE037F"/>
    <w:multiLevelType w:val="hybridMultilevel"/>
    <w:tmpl w:val="8B327160"/>
    <w:name w:val="OneLevelRomanNumeralList222222322222225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1516186E"/>
    <w:multiLevelType w:val="hybridMultilevel"/>
    <w:tmpl w:val="EB28030C"/>
    <w:name w:val="OneLevelRomanNumeralList253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15FF09FE"/>
    <w:multiLevelType w:val="hybridMultilevel"/>
    <w:tmpl w:val="F4DE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28A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A452C4"/>
    <w:multiLevelType w:val="hybridMultilevel"/>
    <w:tmpl w:val="44E206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1B2972"/>
    <w:multiLevelType w:val="hybridMultilevel"/>
    <w:tmpl w:val="576C4FCC"/>
    <w:name w:val="OneLevelRomanNumeralList2222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1A2D7296"/>
    <w:multiLevelType w:val="hybridMultilevel"/>
    <w:tmpl w:val="22BE2430"/>
    <w:name w:val="OneLevelRomanNumeralList2222223222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1A404350"/>
    <w:multiLevelType w:val="hybridMultilevel"/>
    <w:tmpl w:val="2D42AF28"/>
    <w:lvl w:ilvl="0" w:tplc="0C09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6">
    <w:nsid w:val="1D9E6F8D"/>
    <w:multiLevelType w:val="hybridMultilevel"/>
    <w:tmpl w:val="6602DF0E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2536C7"/>
    <w:multiLevelType w:val="hybridMultilevel"/>
    <w:tmpl w:val="B87868F8"/>
    <w:name w:val="OneLevelRomanNumeralList222222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1F7A55E0"/>
    <w:multiLevelType w:val="hybridMultilevel"/>
    <w:tmpl w:val="98768CD4"/>
    <w:name w:val="OneLevelRomanNumeralList253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1FD4328F"/>
    <w:multiLevelType w:val="hybridMultilevel"/>
    <w:tmpl w:val="C5F24702"/>
    <w:name w:val="OneLevelRomanNumeralList222222322222225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201B7284"/>
    <w:multiLevelType w:val="hybridMultilevel"/>
    <w:tmpl w:val="E50692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432CEF"/>
    <w:multiLevelType w:val="hybridMultilevel"/>
    <w:tmpl w:val="FBB27490"/>
    <w:name w:val="OneLevelRomanNumeralList222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24883360"/>
    <w:multiLevelType w:val="hybridMultilevel"/>
    <w:tmpl w:val="4B289EB4"/>
    <w:lvl w:ilvl="0" w:tplc="0C09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3">
    <w:nsid w:val="252E7C9B"/>
    <w:multiLevelType w:val="hybridMultilevel"/>
    <w:tmpl w:val="3530CAAC"/>
    <w:name w:val="OneLevelRomanNumeralList22222232222222322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26195007"/>
    <w:multiLevelType w:val="hybridMultilevel"/>
    <w:tmpl w:val="AD0E7EF2"/>
    <w:name w:val="OneLevelRomanNumeralList2222223222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2A176BA7"/>
    <w:multiLevelType w:val="hybridMultilevel"/>
    <w:tmpl w:val="8B2C8DB2"/>
    <w:name w:val="OneLevelRomanNumeralList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2A35679C"/>
    <w:multiLevelType w:val="hybridMultilevel"/>
    <w:tmpl w:val="3FF05674"/>
    <w:name w:val="OneLevelRomanNumeralList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2BB04BC1"/>
    <w:multiLevelType w:val="hybridMultilevel"/>
    <w:tmpl w:val="FC3AD626"/>
    <w:name w:val="OneLevelRomanNumeralList2222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2CB97532"/>
    <w:multiLevelType w:val="hybridMultilevel"/>
    <w:tmpl w:val="1F58E132"/>
    <w:name w:val="OneLevelRomanNumeralList222222322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2D665DFA"/>
    <w:multiLevelType w:val="singleLevel"/>
    <w:tmpl w:val="2B84D40E"/>
    <w:lvl w:ilvl="0">
      <w:start w:val="1"/>
      <w:numFmt w:val="lowerLetter"/>
      <w:lvlRestart w:val="0"/>
      <w:pStyle w:val="AlphaParagraph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</w:abstractNum>
  <w:abstractNum w:abstractNumId="40">
    <w:nsid w:val="2F227464"/>
    <w:multiLevelType w:val="hybridMultilevel"/>
    <w:tmpl w:val="E244EE3C"/>
    <w:name w:val="OneLevelRomanNumeralList222211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2FCC4FEE"/>
    <w:multiLevelType w:val="multilevel"/>
    <w:tmpl w:val="36861ADE"/>
    <w:lvl w:ilvl="0">
      <w:start w:val="1"/>
      <w:numFmt w:val="decimal"/>
      <w:pStyle w:val="ClauseLevel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0"/>
      </w:rPr>
    </w:lvl>
    <w:lvl w:ilvl="1">
      <w:start w:val="1"/>
      <w:numFmt w:val="decimal"/>
      <w:pStyle w:val="ClauseLevel3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sz w:val="20"/>
      </w:rPr>
    </w:lvl>
    <w:lvl w:ilvl="2">
      <w:start w:val="1"/>
      <w:numFmt w:val="lowerLetter"/>
      <w:pStyle w:val="ClauseLevel4"/>
      <w:lvlText w:val="%3."/>
      <w:lvlJc w:val="left"/>
      <w:pPr>
        <w:tabs>
          <w:tab w:val="num" w:pos="1559"/>
        </w:tabs>
        <w:ind w:left="1559" w:hanging="425"/>
      </w:pPr>
      <w:rPr>
        <w:rFonts w:hint="default"/>
      </w:rPr>
    </w:lvl>
    <w:lvl w:ilvl="3">
      <w:start w:val="1"/>
      <w:numFmt w:val="lowerRoman"/>
      <w:pStyle w:val="ClauseLevel5"/>
      <w:lvlText w:val="%4.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4">
      <w:start w:val="1"/>
      <w:numFmt w:val="upperLetter"/>
      <w:pStyle w:val="ClauseLevel6"/>
      <w:lvlText w:val="%5.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5">
      <w:start w:val="1"/>
      <w:numFmt w:val="upperLetter"/>
      <w:pStyle w:val="ClauseLevel7"/>
      <w:lvlText w:val="%6.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6">
      <w:start w:val="1"/>
      <w:numFmt w:val="upperLetter"/>
      <w:pStyle w:val="ClauseLevel8"/>
      <w:lvlText w:val="%7.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7">
      <w:start w:val="1"/>
      <w:numFmt w:val="upperLetter"/>
      <w:pStyle w:val="ClauseLevel9"/>
      <w:lvlText w:val="%8.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8">
      <w:start w:val="1"/>
      <w:numFmt w:val="upperLetter"/>
      <w:pStyle w:val="ClauseLevel10"/>
      <w:lvlText w:val="%9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42">
    <w:nsid w:val="302E065A"/>
    <w:multiLevelType w:val="hybridMultilevel"/>
    <w:tmpl w:val="9540382E"/>
    <w:name w:val="OneLevelRomanNumeralList22221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0C40662"/>
    <w:multiLevelType w:val="hybridMultilevel"/>
    <w:tmpl w:val="FA94BD06"/>
    <w:name w:val="OneLevelRomanNumeralList2222223222222232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0C77F52"/>
    <w:multiLevelType w:val="multilevel"/>
    <w:tmpl w:val="B764EBDE"/>
    <w:lvl w:ilvl="0">
      <w:start w:val="1"/>
      <w:numFmt w:val="decimal"/>
      <w:pStyle w:val="Heading1Numbered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Heading2Numbered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Numbered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Numbered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>
    <w:nsid w:val="32047381"/>
    <w:multiLevelType w:val="hybridMultilevel"/>
    <w:tmpl w:val="85BE658A"/>
    <w:lvl w:ilvl="0" w:tplc="FFFFFFFF">
      <w:start w:val="1"/>
      <w:numFmt w:val="bullet"/>
      <w:pStyle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4BF4616"/>
    <w:multiLevelType w:val="hybridMultilevel"/>
    <w:tmpl w:val="DDD831A6"/>
    <w:name w:val="OneLevelRomanNumeralList222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35B6497A"/>
    <w:multiLevelType w:val="hybridMultilevel"/>
    <w:tmpl w:val="322AD9CC"/>
    <w:name w:val="OneLevelRomanNumeralList22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35FB165A"/>
    <w:multiLevelType w:val="hybridMultilevel"/>
    <w:tmpl w:val="4FBAED62"/>
    <w:name w:val="OneLevelRomanNumeralList2222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36144A94"/>
    <w:multiLevelType w:val="hybridMultilevel"/>
    <w:tmpl w:val="8606F9EC"/>
    <w:name w:val="OneLevelRomanNumeralList25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36FE7DE1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51">
    <w:nsid w:val="39110EF5"/>
    <w:multiLevelType w:val="hybridMultilevel"/>
    <w:tmpl w:val="1E98F44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A0042E9"/>
    <w:multiLevelType w:val="hybridMultilevel"/>
    <w:tmpl w:val="641CDD0C"/>
    <w:name w:val="OneLevelRomanNumeralList2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A4942EF"/>
    <w:multiLevelType w:val="hybridMultilevel"/>
    <w:tmpl w:val="A1CA3200"/>
    <w:lvl w:ilvl="0" w:tplc="760AD368">
      <w:start w:val="1"/>
      <w:numFmt w:val="bullet"/>
      <w:pStyle w:val="Instruction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FEC6A316" w:tentative="1">
      <w:start w:val="1"/>
      <w:numFmt w:val="bullet"/>
      <w:pStyle w:val="StyleHeading214ptCustomColorRGB064128Before0pt1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F644518E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3" w:tplc="4328D5B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4B8E11CA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5" w:tplc="E60853EE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6" w:tplc="54C45D6E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DE5E7E3C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</w:rPr>
    </w:lvl>
    <w:lvl w:ilvl="8" w:tplc="26F4E860" w:tentative="1">
      <w:start w:val="1"/>
      <w:numFmt w:val="bullet"/>
      <w:lvlText w:val=""/>
      <w:lvlJc w:val="left"/>
      <w:pPr>
        <w:tabs>
          <w:tab w:val="num" w:pos="6906"/>
        </w:tabs>
        <w:ind w:left="6906" w:hanging="360"/>
      </w:pPr>
      <w:rPr>
        <w:rFonts w:ascii="Symbol" w:hAnsi="Symbol" w:hint="default"/>
      </w:rPr>
    </w:lvl>
  </w:abstractNum>
  <w:abstractNum w:abstractNumId="54">
    <w:nsid w:val="3C1D626C"/>
    <w:multiLevelType w:val="hybridMultilevel"/>
    <w:tmpl w:val="7B5011C8"/>
    <w:name w:val="OneLevelRomanNumeralList2222223222222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3D145DCC"/>
    <w:multiLevelType w:val="multilevel"/>
    <w:tmpl w:val="B8B8FE5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0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>
    <w:nsid w:val="424042FB"/>
    <w:multiLevelType w:val="hybridMultilevel"/>
    <w:tmpl w:val="9566D0BC"/>
    <w:lvl w:ilvl="0" w:tplc="0C09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57">
    <w:nsid w:val="425D24D9"/>
    <w:multiLevelType w:val="hybridMultilevel"/>
    <w:tmpl w:val="3D5421B4"/>
    <w:name w:val="OneLevelRomanNumeralList222222322222223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42AE3F97"/>
    <w:multiLevelType w:val="hybridMultilevel"/>
    <w:tmpl w:val="6466F7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6FE43EF"/>
    <w:multiLevelType w:val="multilevel"/>
    <w:tmpl w:val="BB22B91C"/>
    <w:lvl w:ilvl="0">
      <w:start w:val="1"/>
      <w:numFmt w:val="decimal"/>
      <w:pStyle w:val="Normalnumbere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60">
    <w:nsid w:val="471B1B5E"/>
    <w:multiLevelType w:val="hybridMultilevel"/>
    <w:tmpl w:val="4E043D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8E823AD"/>
    <w:multiLevelType w:val="hybridMultilevel"/>
    <w:tmpl w:val="CC44D17A"/>
    <w:name w:val="OneLevelRomanNumeralList253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496A20EE"/>
    <w:multiLevelType w:val="hybridMultilevel"/>
    <w:tmpl w:val="F0EC1236"/>
    <w:name w:val="OneLevelRomanNumeralList253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4AA00FC3"/>
    <w:multiLevelType w:val="hybridMultilevel"/>
    <w:tmpl w:val="D724102C"/>
    <w:name w:val="OneLevelRomanNumeralList22222232222222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4DF61F0E"/>
    <w:multiLevelType w:val="hybridMultilevel"/>
    <w:tmpl w:val="11AE9DAC"/>
    <w:name w:val="OneLevelRomanNumeralList222222322222225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4E636D49"/>
    <w:multiLevelType w:val="multilevel"/>
    <w:tmpl w:val="51F6B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bullet"/>
      <w:pStyle w:val="DoubleDot"/>
      <w:lvlText w:val=":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6">
    <w:nsid w:val="4F4A0728"/>
    <w:multiLevelType w:val="hybridMultilevel"/>
    <w:tmpl w:val="51F6C14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51767193"/>
    <w:multiLevelType w:val="hybridMultilevel"/>
    <w:tmpl w:val="E1CCD1BE"/>
    <w:name w:val="OneLevelRomanNumeralList25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51D7740F"/>
    <w:multiLevelType w:val="hybridMultilevel"/>
    <w:tmpl w:val="55F6591A"/>
    <w:name w:val="OneLevelRomanNumeralList2222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2BB292E"/>
    <w:multiLevelType w:val="hybridMultilevel"/>
    <w:tmpl w:val="9226354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>
    <w:nsid w:val="52C63D3F"/>
    <w:multiLevelType w:val="hybridMultilevel"/>
    <w:tmpl w:val="ABDC8F5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E95960"/>
    <w:multiLevelType w:val="hybridMultilevel"/>
    <w:tmpl w:val="E348DAB6"/>
    <w:name w:val="OneLevelRomanNumeralList222222322222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>
    <w:nsid w:val="54CA0E91"/>
    <w:multiLevelType w:val="hybridMultilevel"/>
    <w:tmpl w:val="434ACD0C"/>
    <w:lvl w:ilvl="0" w:tplc="CE0E9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5E74409"/>
    <w:multiLevelType w:val="hybridMultilevel"/>
    <w:tmpl w:val="BA6A1350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>
    <w:nsid w:val="570642E7"/>
    <w:multiLevelType w:val="multilevel"/>
    <w:tmpl w:val="A0BCFBA8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Bullet2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5">
    <w:nsid w:val="58D529DF"/>
    <w:multiLevelType w:val="hybridMultilevel"/>
    <w:tmpl w:val="11A2F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90B425A"/>
    <w:multiLevelType w:val="hybridMultilevel"/>
    <w:tmpl w:val="56A2F274"/>
    <w:name w:val="OneLevelRomanNumeralList2222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>
    <w:nsid w:val="5AD61086"/>
    <w:multiLevelType w:val="hybridMultilevel"/>
    <w:tmpl w:val="362CC1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854097"/>
    <w:multiLevelType w:val="hybridMultilevel"/>
    <w:tmpl w:val="50D21784"/>
    <w:name w:val="OneLevelRomanNumeralList22221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5C3406A8"/>
    <w:multiLevelType w:val="hybridMultilevel"/>
    <w:tmpl w:val="07A6B966"/>
    <w:name w:val="OneLevelRomanNumeralList222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>
    <w:nsid w:val="5C487355"/>
    <w:multiLevelType w:val="hybridMultilevel"/>
    <w:tmpl w:val="89D8C1C6"/>
    <w:lvl w:ilvl="0" w:tplc="A60EE98E">
      <w:start w:val="1"/>
      <w:numFmt w:val="bullet"/>
      <w:pStyle w:val="List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EE67274"/>
    <w:multiLevelType w:val="hybridMultilevel"/>
    <w:tmpl w:val="2470326C"/>
    <w:name w:val="OneLevelRomanNumeralList22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>
    <w:nsid w:val="5FA33C27"/>
    <w:multiLevelType w:val="hybridMultilevel"/>
    <w:tmpl w:val="D5A25664"/>
    <w:name w:val="OneLevelRomanNumeralList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3">
    <w:nsid w:val="601978B0"/>
    <w:multiLevelType w:val="hybridMultilevel"/>
    <w:tmpl w:val="ABB61910"/>
    <w:name w:val="OneLevelRomanNumeralList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>
    <w:nsid w:val="61680E32"/>
    <w:multiLevelType w:val="hybridMultilevel"/>
    <w:tmpl w:val="4A46AE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2005F02"/>
    <w:multiLevelType w:val="multilevel"/>
    <w:tmpl w:val="421ED4CE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pStyle w:val="Level11"/>
      <w:lvlText w:val="%1.%2"/>
      <w:lvlJc w:val="left"/>
      <w:pPr>
        <w:tabs>
          <w:tab w:val="num" w:pos="720"/>
        </w:tabs>
        <w:ind w:left="720" w:hanging="70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pStyle w:val="Levela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Roman"/>
      <w:pStyle w:val="Leveli"/>
      <w:lvlText w:val="(%4)"/>
      <w:lvlJc w:val="left"/>
      <w:pPr>
        <w:tabs>
          <w:tab w:val="num" w:pos="2160"/>
        </w:tabs>
        <w:ind w:left="2160" w:hanging="720"/>
      </w:pPr>
      <w:rPr>
        <w:rFonts w:ascii="Palatino" w:hAnsi="Trebuchet MS" w:hint="default"/>
        <w:b w:val="0"/>
        <w:i w:val="0"/>
        <w:sz w:val="22"/>
      </w:rPr>
    </w:lvl>
    <w:lvl w:ilvl="4">
      <w:start w:val="1"/>
      <w:numFmt w:val="upperLetter"/>
      <w:pStyle w:val="LevelA0"/>
      <w:lvlText w:val="(%5)"/>
      <w:lvlJc w:val="left"/>
      <w:pPr>
        <w:tabs>
          <w:tab w:val="num" w:pos="2880"/>
        </w:tabs>
        <w:ind w:left="2880" w:hanging="720"/>
      </w:pPr>
      <w:rPr>
        <w:rFonts w:ascii="Palatino" w:hAnsi="Trebuchet MS" w:hint="default"/>
        <w:b w:val="0"/>
        <w:i w:val="0"/>
        <w:sz w:val="22"/>
      </w:rPr>
    </w:lvl>
    <w:lvl w:ilvl="5">
      <w:start w:val="1"/>
      <w:numFmt w:val="upperRoman"/>
      <w:pStyle w:val="LevelI0"/>
      <w:lvlText w:val="(%6)"/>
      <w:lvlJc w:val="left"/>
      <w:pPr>
        <w:tabs>
          <w:tab w:val="num" w:pos="3600"/>
        </w:tabs>
        <w:ind w:left="3600" w:hanging="720"/>
      </w:pPr>
      <w:rPr>
        <w:rFonts w:ascii="Palatino" w:hAnsi="Trebuchet MS" w:hint="default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6">
    <w:nsid w:val="636856B1"/>
    <w:multiLevelType w:val="hybridMultilevel"/>
    <w:tmpl w:val="F38848BA"/>
    <w:name w:val="OneLevelRomanNumeralList22221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>
    <w:nsid w:val="668708AA"/>
    <w:multiLevelType w:val="hybridMultilevel"/>
    <w:tmpl w:val="0E30A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7160194"/>
    <w:multiLevelType w:val="hybridMultilevel"/>
    <w:tmpl w:val="714A8A36"/>
    <w:name w:val="OneLevelRomanNumeralList222222322222223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9">
    <w:nsid w:val="672364B7"/>
    <w:multiLevelType w:val="hybridMultilevel"/>
    <w:tmpl w:val="1318F9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7B83E9A"/>
    <w:multiLevelType w:val="hybridMultilevel"/>
    <w:tmpl w:val="EAC8AF10"/>
    <w:name w:val="OneLevelRomanNumeralList2222223222222255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980327D"/>
    <w:multiLevelType w:val="hybridMultilevel"/>
    <w:tmpl w:val="4AA653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A993DE6"/>
    <w:multiLevelType w:val="hybridMultilevel"/>
    <w:tmpl w:val="A0CEAEE0"/>
    <w:name w:val="OneLevelRomanNumeralList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3">
    <w:nsid w:val="6C277443"/>
    <w:multiLevelType w:val="hybridMultilevel"/>
    <w:tmpl w:val="EED033CA"/>
    <w:name w:val="OneLevelRomanNumeralList22227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6DFD4836"/>
    <w:multiLevelType w:val="hybridMultilevel"/>
    <w:tmpl w:val="00D68EBA"/>
    <w:name w:val="OneLevelRomanNumeralList22222232222222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5">
    <w:nsid w:val="6EB73848"/>
    <w:multiLevelType w:val="multilevel"/>
    <w:tmpl w:val="0C090023"/>
    <w:name w:val="StandardBulletedList"/>
    <w:styleLink w:val="ArticleSection"/>
    <w:lvl w:ilvl="0">
      <w:start w:val="1"/>
      <w:numFmt w:val="upperRoman"/>
      <w:lvlText w:val="Article %1."/>
      <w:lvlJc w:val="left"/>
      <w:pPr>
        <w:tabs>
          <w:tab w:val="num" w:pos="25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6">
    <w:nsid w:val="6F710C6D"/>
    <w:multiLevelType w:val="hybridMultilevel"/>
    <w:tmpl w:val="B22847C8"/>
    <w:name w:val="OneLevelRomanNumeralList222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0AD722F"/>
    <w:multiLevelType w:val="multilevel"/>
    <w:tmpl w:val="95708A6C"/>
    <w:lvl w:ilvl="0">
      <w:start w:val="1"/>
      <w:numFmt w:val="decimal"/>
      <w:pStyle w:val="Head1"/>
      <w:lvlText w:val="%1"/>
      <w:lvlJc w:val="left"/>
      <w:pPr>
        <w:tabs>
          <w:tab w:val="num" w:pos="2130"/>
        </w:tabs>
        <w:ind w:left="2052" w:hanging="432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tabs>
          <w:tab w:val="num" w:pos="1414"/>
        </w:tabs>
        <w:ind w:left="141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73AD0FD1"/>
    <w:multiLevelType w:val="hybridMultilevel"/>
    <w:tmpl w:val="EC704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4292333"/>
    <w:multiLevelType w:val="hybridMultilevel"/>
    <w:tmpl w:val="4000AC5C"/>
    <w:name w:val="OneLevelRomanNumeralList22222232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0">
    <w:nsid w:val="74EA7ED0"/>
    <w:multiLevelType w:val="hybridMultilevel"/>
    <w:tmpl w:val="870AED32"/>
    <w:name w:val="OneLevelRomanNumeralList222222322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1">
    <w:nsid w:val="74F772E1"/>
    <w:multiLevelType w:val="hybridMultilevel"/>
    <w:tmpl w:val="DAA45B84"/>
    <w:name w:val="OneLevelRomanNumeralList222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2">
    <w:nsid w:val="76AB50F4"/>
    <w:multiLevelType w:val="hybridMultilevel"/>
    <w:tmpl w:val="AF4434BC"/>
    <w:name w:val="OneLevelRomanNumeralList22222232222222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6AF6953"/>
    <w:multiLevelType w:val="hybridMultilevel"/>
    <w:tmpl w:val="BE0A39E2"/>
    <w:name w:val="OneLevelRomanNumeralList2222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7816242D"/>
    <w:multiLevelType w:val="multilevel"/>
    <w:tmpl w:val="ECA2CB28"/>
    <w:lvl w:ilvl="0">
      <w:start w:val="1"/>
      <w:numFmt w:val="decimal"/>
      <w:pStyle w:val="Number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umber2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5">
    <w:nsid w:val="7A25379D"/>
    <w:multiLevelType w:val="hybridMultilevel"/>
    <w:tmpl w:val="728CDD08"/>
    <w:name w:val="OneLevelRomanNumeralList22222232222222322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7B87342E"/>
    <w:multiLevelType w:val="hybridMultilevel"/>
    <w:tmpl w:val="05586CC8"/>
    <w:name w:val="OneLevelRomanNumeralList222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7">
    <w:nsid w:val="7C9770A3"/>
    <w:multiLevelType w:val="hybridMultilevel"/>
    <w:tmpl w:val="D89A4D94"/>
    <w:name w:val="OneLevelRomanNumeralList222213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>
    <w:nsid w:val="7DB015DA"/>
    <w:multiLevelType w:val="hybridMultilevel"/>
    <w:tmpl w:val="371A63FC"/>
    <w:name w:val="OneLevelRomanNumeralList2222223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4"/>
  </w:num>
  <w:num w:numId="3">
    <w:abstractNumId w:val="104"/>
  </w:num>
  <w:num w:numId="4">
    <w:abstractNumId w:val="50"/>
  </w:num>
  <w:num w:numId="5">
    <w:abstractNumId w:val="95"/>
  </w:num>
  <w:num w:numId="6">
    <w:abstractNumId w:val="41"/>
  </w:num>
  <w:num w:numId="7">
    <w:abstractNumId w:val="85"/>
  </w:num>
  <w:num w:numId="8">
    <w:abstractNumId w:val="55"/>
  </w:num>
  <w:num w:numId="9">
    <w:abstractNumId w:val="97"/>
  </w:num>
  <w:num w:numId="10">
    <w:abstractNumId w:val="39"/>
  </w:num>
  <w:num w:numId="11">
    <w:abstractNumId w:val="59"/>
  </w:num>
  <w:num w:numId="12">
    <w:abstractNumId w:val="0"/>
  </w:num>
  <w:num w:numId="13">
    <w:abstractNumId w:val="80"/>
  </w:num>
  <w:num w:numId="14">
    <w:abstractNumId w:val="44"/>
  </w:num>
  <w:num w:numId="1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5"/>
  </w:num>
  <w:num w:numId="17">
    <w:abstractNumId w:val="91"/>
  </w:num>
  <w:num w:numId="18">
    <w:abstractNumId w:val="66"/>
  </w:num>
  <w:num w:numId="19">
    <w:abstractNumId w:val="51"/>
  </w:num>
  <w:num w:numId="20">
    <w:abstractNumId w:val="77"/>
  </w:num>
  <w:num w:numId="21">
    <w:abstractNumId w:val="15"/>
  </w:num>
  <w:num w:numId="22">
    <w:abstractNumId w:val="21"/>
  </w:num>
  <w:num w:numId="23">
    <w:abstractNumId w:val="26"/>
  </w:num>
  <w:num w:numId="24">
    <w:abstractNumId w:val="70"/>
  </w:num>
  <w:num w:numId="25">
    <w:abstractNumId w:val="13"/>
  </w:num>
  <w:num w:numId="26">
    <w:abstractNumId w:val="60"/>
  </w:num>
  <w:num w:numId="27">
    <w:abstractNumId w:val="58"/>
  </w:num>
  <w:num w:numId="28">
    <w:abstractNumId w:val="73"/>
  </w:num>
  <w:num w:numId="29">
    <w:abstractNumId w:val="32"/>
  </w:num>
  <w:num w:numId="30">
    <w:abstractNumId w:val="25"/>
  </w:num>
  <w:num w:numId="31">
    <w:abstractNumId w:val="89"/>
  </w:num>
  <w:num w:numId="32">
    <w:abstractNumId w:val="75"/>
  </w:num>
  <w:num w:numId="33">
    <w:abstractNumId w:val="72"/>
  </w:num>
  <w:num w:numId="34">
    <w:abstractNumId w:val="22"/>
  </w:num>
  <w:num w:numId="35">
    <w:abstractNumId w:val="98"/>
  </w:num>
  <w:num w:numId="36">
    <w:abstractNumId w:val="3"/>
  </w:num>
  <w:num w:numId="37">
    <w:abstractNumId w:val="56"/>
  </w:num>
  <w:num w:numId="38">
    <w:abstractNumId w:val="30"/>
  </w:num>
  <w:num w:numId="39">
    <w:abstractNumId w:val="84"/>
  </w:num>
  <w:num w:numId="40">
    <w:abstractNumId w:val="69"/>
  </w:num>
  <w:num w:numId="41">
    <w:abstractNumId w:val="8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62"/>
    <w:rsid w:val="00000082"/>
    <w:rsid w:val="0000028F"/>
    <w:rsid w:val="00001186"/>
    <w:rsid w:val="000016DE"/>
    <w:rsid w:val="000029AF"/>
    <w:rsid w:val="00003F1E"/>
    <w:rsid w:val="000045F5"/>
    <w:rsid w:val="00005C04"/>
    <w:rsid w:val="000064F0"/>
    <w:rsid w:val="0000678A"/>
    <w:rsid w:val="00006A99"/>
    <w:rsid w:val="00006D29"/>
    <w:rsid w:val="000075E8"/>
    <w:rsid w:val="00007988"/>
    <w:rsid w:val="00007B67"/>
    <w:rsid w:val="00010B6A"/>
    <w:rsid w:val="0001171A"/>
    <w:rsid w:val="000125C6"/>
    <w:rsid w:val="00013D90"/>
    <w:rsid w:val="00015C3B"/>
    <w:rsid w:val="00015FE5"/>
    <w:rsid w:val="00016AA8"/>
    <w:rsid w:val="00016C30"/>
    <w:rsid w:val="00016DF4"/>
    <w:rsid w:val="000177BD"/>
    <w:rsid w:val="000179BB"/>
    <w:rsid w:val="000200F9"/>
    <w:rsid w:val="0002033D"/>
    <w:rsid w:val="00020DBE"/>
    <w:rsid w:val="000211ED"/>
    <w:rsid w:val="0002121C"/>
    <w:rsid w:val="00021327"/>
    <w:rsid w:val="00021715"/>
    <w:rsid w:val="00022448"/>
    <w:rsid w:val="00023760"/>
    <w:rsid w:val="000239A2"/>
    <w:rsid w:val="00023FC5"/>
    <w:rsid w:val="00024104"/>
    <w:rsid w:val="00024131"/>
    <w:rsid w:val="000241D1"/>
    <w:rsid w:val="000242C4"/>
    <w:rsid w:val="0002622B"/>
    <w:rsid w:val="00026A24"/>
    <w:rsid w:val="00027237"/>
    <w:rsid w:val="0002748B"/>
    <w:rsid w:val="00027C5F"/>
    <w:rsid w:val="0003012B"/>
    <w:rsid w:val="0003244A"/>
    <w:rsid w:val="0003248C"/>
    <w:rsid w:val="000335BA"/>
    <w:rsid w:val="000336CC"/>
    <w:rsid w:val="000338D4"/>
    <w:rsid w:val="00033B97"/>
    <w:rsid w:val="00033EAB"/>
    <w:rsid w:val="00034838"/>
    <w:rsid w:val="00036B07"/>
    <w:rsid w:val="00040124"/>
    <w:rsid w:val="000404BF"/>
    <w:rsid w:val="00040774"/>
    <w:rsid w:val="0004097D"/>
    <w:rsid w:val="00041D83"/>
    <w:rsid w:val="000428AC"/>
    <w:rsid w:val="00042FD1"/>
    <w:rsid w:val="00043D49"/>
    <w:rsid w:val="00044669"/>
    <w:rsid w:val="00044EEF"/>
    <w:rsid w:val="00044F8E"/>
    <w:rsid w:val="0004534B"/>
    <w:rsid w:val="000454AC"/>
    <w:rsid w:val="0004582D"/>
    <w:rsid w:val="00045E2D"/>
    <w:rsid w:val="000467D6"/>
    <w:rsid w:val="00047193"/>
    <w:rsid w:val="000510D3"/>
    <w:rsid w:val="000512C6"/>
    <w:rsid w:val="00051A4B"/>
    <w:rsid w:val="00051BA9"/>
    <w:rsid w:val="000520BC"/>
    <w:rsid w:val="00052656"/>
    <w:rsid w:val="00052716"/>
    <w:rsid w:val="00052A66"/>
    <w:rsid w:val="00052C95"/>
    <w:rsid w:val="00052F89"/>
    <w:rsid w:val="000530A1"/>
    <w:rsid w:val="000535BC"/>
    <w:rsid w:val="0005381A"/>
    <w:rsid w:val="00053972"/>
    <w:rsid w:val="000541C0"/>
    <w:rsid w:val="00054368"/>
    <w:rsid w:val="00054701"/>
    <w:rsid w:val="0005571D"/>
    <w:rsid w:val="00055FC3"/>
    <w:rsid w:val="000567F9"/>
    <w:rsid w:val="00056977"/>
    <w:rsid w:val="00056A48"/>
    <w:rsid w:val="00057024"/>
    <w:rsid w:val="00057EE3"/>
    <w:rsid w:val="000603D0"/>
    <w:rsid w:val="000611A7"/>
    <w:rsid w:val="00062B2B"/>
    <w:rsid w:val="00062DAA"/>
    <w:rsid w:val="00062E87"/>
    <w:rsid w:val="00063250"/>
    <w:rsid w:val="00063544"/>
    <w:rsid w:val="00063E76"/>
    <w:rsid w:val="00063FFB"/>
    <w:rsid w:val="00064BC5"/>
    <w:rsid w:val="00064D63"/>
    <w:rsid w:val="00064EBB"/>
    <w:rsid w:val="000656D4"/>
    <w:rsid w:val="0006596C"/>
    <w:rsid w:val="00065FDE"/>
    <w:rsid w:val="00066793"/>
    <w:rsid w:val="0006768F"/>
    <w:rsid w:val="00067C80"/>
    <w:rsid w:val="000706F4"/>
    <w:rsid w:val="000717BA"/>
    <w:rsid w:val="00071BB8"/>
    <w:rsid w:val="000720A9"/>
    <w:rsid w:val="00073B2F"/>
    <w:rsid w:val="00075D54"/>
    <w:rsid w:val="00076CE6"/>
    <w:rsid w:val="000844BC"/>
    <w:rsid w:val="000844C4"/>
    <w:rsid w:val="0008474B"/>
    <w:rsid w:val="0008478B"/>
    <w:rsid w:val="00084A87"/>
    <w:rsid w:val="00085BE3"/>
    <w:rsid w:val="00090D01"/>
    <w:rsid w:val="000913C5"/>
    <w:rsid w:val="00091CB1"/>
    <w:rsid w:val="000926B0"/>
    <w:rsid w:val="00092EC5"/>
    <w:rsid w:val="00093084"/>
    <w:rsid w:val="0009498C"/>
    <w:rsid w:val="00094C98"/>
    <w:rsid w:val="00095394"/>
    <w:rsid w:val="00095DCA"/>
    <w:rsid w:val="00095FE3"/>
    <w:rsid w:val="00096214"/>
    <w:rsid w:val="00096D70"/>
    <w:rsid w:val="000A0406"/>
    <w:rsid w:val="000A0A4B"/>
    <w:rsid w:val="000A1383"/>
    <w:rsid w:val="000A1754"/>
    <w:rsid w:val="000A1CEC"/>
    <w:rsid w:val="000A1EF9"/>
    <w:rsid w:val="000A24CA"/>
    <w:rsid w:val="000A28D6"/>
    <w:rsid w:val="000A594E"/>
    <w:rsid w:val="000A5A62"/>
    <w:rsid w:val="000A5CA0"/>
    <w:rsid w:val="000A63D0"/>
    <w:rsid w:val="000A679F"/>
    <w:rsid w:val="000B0553"/>
    <w:rsid w:val="000B2D2F"/>
    <w:rsid w:val="000B2E81"/>
    <w:rsid w:val="000B3738"/>
    <w:rsid w:val="000B3BFE"/>
    <w:rsid w:val="000B4ECD"/>
    <w:rsid w:val="000B5385"/>
    <w:rsid w:val="000B548E"/>
    <w:rsid w:val="000B55A8"/>
    <w:rsid w:val="000B57F8"/>
    <w:rsid w:val="000B58DD"/>
    <w:rsid w:val="000B5C31"/>
    <w:rsid w:val="000B6E46"/>
    <w:rsid w:val="000C0729"/>
    <w:rsid w:val="000C0929"/>
    <w:rsid w:val="000C1961"/>
    <w:rsid w:val="000C1974"/>
    <w:rsid w:val="000C1A94"/>
    <w:rsid w:val="000C206A"/>
    <w:rsid w:val="000C35F8"/>
    <w:rsid w:val="000C42F1"/>
    <w:rsid w:val="000C4953"/>
    <w:rsid w:val="000C4A00"/>
    <w:rsid w:val="000C5AF3"/>
    <w:rsid w:val="000C6567"/>
    <w:rsid w:val="000C676C"/>
    <w:rsid w:val="000C7214"/>
    <w:rsid w:val="000C7F9D"/>
    <w:rsid w:val="000C7FC8"/>
    <w:rsid w:val="000D07CB"/>
    <w:rsid w:val="000D1CD5"/>
    <w:rsid w:val="000D1D32"/>
    <w:rsid w:val="000D24CF"/>
    <w:rsid w:val="000D26D2"/>
    <w:rsid w:val="000D2E90"/>
    <w:rsid w:val="000D3A3C"/>
    <w:rsid w:val="000D41AC"/>
    <w:rsid w:val="000D43BF"/>
    <w:rsid w:val="000D66D9"/>
    <w:rsid w:val="000D76AC"/>
    <w:rsid w:val="000D7AB6"/>
    <w:rsid w:val="000D7C95"/>
    <w:rsid w:val="000D7E2E"/>
    <w:rsid w:val="000E012E"/>
    <w:rsid w:val="000E0DAB"/>
    <w:rsid w:val="000E0EFF"/>
    <w:rsid w:val="000E1189"/>
    <w:rsid w:val="000E1EA8"/>
    <w:rsid w:val="000E1FAF"/>
    <w:rsid w:val="000E210F"/>
    <w:rsid w:val="000E25BF"/>
    <w:rsid w:val="000E2C28"/>
    <w:rsid w:val="000E3452"/>
    <w:rsid w:val="000E3652"/>
    <w:rsid w:val="000E3B30"/>
    <w:rsid w:val="000E4085"/>
    <w:rsid w:val="000E4852"/>
    <w:rsid w:val="000E5315"/>
    <w:rsid w:val="000E5365"/>
    <w:rsid w:val="000E5F07"/>
    <w:rsid w:val="000E6F29"/>
    <w:rsid w:val="000F0007"/>
    <w:rsid w:val="000F02C2"/>
    <w:rsid w:val="000F033F"/>
    <w:rsid w:val="000F04A9"/>
    <w:rsid w:val="000F1055"/>
    <w:rsid w:val="000F1545"/>
    <w:rsid w:val="000F28FD"/>
    <w:rsid w:val="000F2B20"/>
    <w:rsid w:val="000F3081"/>
    <w:rsid w:val="000F36F1"/>
    <w:rsid w:val="000F38D0"/>
    <w:rsid w:val="000F3AD9"/>
    <w:rsid w:val="000F486D"/>
    <w:rsid w:val="001019DB"/>
    <w:rsid w:val="00102464"/>
    <w:rsid w:val="00102501"/>
    <w:rsid w:val="001030A6"/>
    <w:rsid w:val="00103562"/>
    <w:rsid w:val="00104084"/>
    <w:rsid w:val="00104779"/>
    <w:rsid w:val="0010598B"/>
    <w:rsid w:val="00106DA3"/>
    <w:rsid w:val="00107387"/>
    <w:rsid w:val="00107A8F"/>
    <w:rsid w:val="00107E53"/>
    <w:rsid w:val="00110054"/>
    <w:rsid w:val="00110EAB"/>
    <w:rsid w:val="001112B7"/>
    <w:rsid w:val="00112467"/>
    <w:rsid w:val="001124D4"/>
    <w:rsid w:val="00112A1A"/>
    <w:rsid w:val="00113270"/>
    <w:rsid w:val="001137DE"/>
    <w:rsid w:val="00113DF1"/>
    <w:rsid w:val="00114246"/>
    <w:rsid w:val="0011440D"/>
    <w:rsid w:val="00114834"/>
    <w:rsid w:val="00114C7F"/>
    <w:rsid w:val="00115128"/>
    <w:rsid w:val="0011542B"/>
    <w:rsid w:val="00115CD2"/>
    <w:rsid w:val="00116A9D"/>
    <w:rsid w:val="00116E43"/>
    <w:rsid w:val="00116EE8"/>
    <w:rsid w:val="00117317"/>
    <w:rsid w:val="001176B3"/>
    <w:rsid w:val="00120850"/>
    <w:rsid w:val="001208FD"/>
    <w:rsid w:val="00120F1E"/>
    <w:rsid w:val="00121371"/>
    <w:rsid w:val="00122A8D"/>
    <w:rsid w:val="00122D83"/>
    <w:rsid w:val="00122F16"/>
    <w:rsid w:val="00123285"/>
    <w:rsid w:val="00124B0E"/>
    <w:rsid w:val="00125619"/>
    <w:rsid w:val="00125811"/>
    <w:rsid w:val="00126304"/>
    <w:rsid w:val="001307BE"/>
    <w:rsid w:val="00130CFC"/>
    <w:rsid w:val="00131644"/>
    <w:rsid w:val="00131A8F"/>
    <w:rsid w:val="0013348E"/>
    <w:rsid w:val="00133D58"/>
    <w:rsid w:val="00133DC7"/>
    <w:rsid w:val="001340F9"/>
    <w:rsid w:val="001341C8"/>
    <w:rsid w:val="001344D7"/>
    <w:rsid w:val="001352EB"/>
    <w:rsid w:val="0013586C"/>
    <w:rsid w:val="00135A2A"/>
    <w:rsid w:val="00135C3F"/>
    <w:rsid w:val="00136006"/>
    <w:rsid w:val="001364C2"/>
    <w:rsid w:val="001366EF"/>
    <w:rsid w:val="00137540"/>
    <w:rsid w:val="001375BD"/>
    <w:rsid w:val="00137755"/>
    <w:rsid w:val="001377E6"/>
    <w:rsid w:val="00137C95"/>
    <w:rsid w:val="00137CDF"/>
    <w:rsid w:val="001416AA"/>
    <w:rsid w:val="00142918"/>
    <w:rsid w:val="00142C68"/>
    <w:rsid w:val="00143518"/>
    <w:rsid w:val="00144B8E"/>
    <w:rsid w:val="00144D48"/>
    <w:rsid w:val="00145121"/>
    <w:rsid w:val="00145D49"/>
    <w:rsid w:val="001461C8"/>
    <w:rsid w:val="00146341"/>
    <w:rsid w:val="001469A6"/>
    <w:rsid w:val="001477A0"/>
    <w:rsid w:val="00147B7A"/>
    <w:rsid w:val="00150122"/>
    <w:rsid w:val="00150148"/>
    <w:rsid w:val="00151EFB"/>
    <w:rsid w:val="00153400"/>
    <w:rsid w:val="00153C5E"/>
    <w:rsid w:val="001545CA"/>
    <w:rsid w:val="0015487A"/>
    <w:rsid w:val="0015526E"/>
    <w:rsid w:val="001555FC"/>
    <w:rsid w:val="00155889"/>
    <w:rsid w:val="0015679C"/>
    <w:rsid w:val="00156F20"/>
    <w:rsid w:val="0015783B"/>
    <w:rsid w:val="00157EB7"/>
    <w:rsid w:val="00162B8E"/>
    <w:rsid w:val="00163420"/>
    <w:rsid w:val="001637C7"/>
    <w:rsid w:val="00163A90"/>
    <w:rsid w:val="00163DBF"/>
    <w:rsid w:val="00164B86"/>
    <w:rsid w:val="001650D0"/>
    <w:rsid w:val="001657FC"/>
    <w:rsid w:val="00165835"/>
    <w:rsid w:val="00165B17"/>
    <w:rsid w:val="00166255"/>
    <w:rsid w:val="00166284"/>
    <w:rsid w:val="001668CB"/>
    <w:rsid w:val="00166A83"/>
    <w:rsid w:val="00166BC6"/>
    <w:rsid w:val="00170D1D"/>
    <w:rsid w:val="00170F43"/>
    <w:rsid w:val="00171335"/>
    <w:rsid w:val="001716A5"/>
    <w:rsid w:val="00172AE1"/>
    <w:rsid w:val="00172FFC"/>
    <w:rsid w:val="00173F2E"/>
    <w:rsid w:val="00174661"/>
    <w:rsid w:val="0017469A"/>
    <w:rsid w:val="00174AEA"/>
    <w:rsid w:val="001768D0"/>
    <w:rsid w:val="00176952"/>
    <w:rsid w:val="00176B24"/>
    <w:rsid w:val="001775D1"/>
    <w:rsid w:val="00177838"/>
    <w:rsid w:val="00180524"/>
    <w:rsid w:val="001810A8"/>
    <w:rsid w:val="00181712"/>
    <w:rsid w:val="00181779"/>
    <w:rsid w:val="00182BFA"/>
    <w:rsid w:val="00183033"/>
    <w:rsid w:val="00183D65"/>
    <w:rsid w:val="001842CC"/>
    <w:rsid w:val="00184AA4"/>
    <w:rsid w:val="00185948"/>
    <w:rsid w:val="00185AF4"/>
    <w:rsid w:val="001865ED"/>
    <w:rsid w:val="00186737"/>
    <w:rsid w:val="00187175"/>
    <w:rsid w:val="00191051"/>
    <w:rsid w:val="00191AD0"/>
    <w:rsid w:val="001922B9"/>
    <w:rsid w:val="001926EE"/>
    <w:rsid w:val="00193AE3"/>
    <w:rsid w:val="00193EE8"/>
    <w:rsid w:val="00194715"/>
    <w:rsid w:val="001949A9"/>
    <w:rsid w:val="001958FE"/>
    <w:rsid w:val="00195BA6"/>
    <w:rsid w:val="00195F63"/>
    <w:rsid w:val="00197DAB"/>
    <w:rsid w:val="00197EB0"/>
    <w:rsid w:val="001A02AF"/>
    <w:rsid w:val="001A0706"/>
    <w:rsid w:val="001A07EF"/>
    <w:rsid w:val="001A1002"/>
    <w:rsid w:val="001A1C2C"/>
    <w:rsid w:val="001A202A"/>
    <w:rsid w:val="001A252D"/>
    <w:rsid w:val="001A2CA9"/>
    <w:rsid w:val="001A4060"/>
    <w:rsid w:val="001A511C"/>
    <w:rsid w:val="001A5AAD"/>
    <w:rsid w:val="001A5E13"/>
    <w:rsid w:val="001A6F72"/>
    <w:rsid w:val="001B03B1"/>
    <w:rsid w:val="001B04E7"/>
    <w:rsid w:val="001B12D5"/>
    <w:rsid w:val="001B131C"/>
    <w:rsid w:val="001B1FE4"/>
    <w:rsid w:val="001B2A2A"/>
    <w:rsid w:val="001B2D8F"/>
    <w:rsid w:val="001B30DF"/>
    <w:rsid w:val="001B3917"/>
    <w:rsid w:val="001B42E7"/>
    <w:rsid w:val="001B4AE1"/>
    <w:rsid w:val="001B5A50"/>
    <w:rsid w:val="001B5C4A"/>
    <w:rsid w:val="001B634F"/>
    <w:rsid w:val="001B6AA6"/>
    <w:rsid w:val="001B703B"/>
    <w:rsid w:val="001C0139"/>
    <w:rsid w:val="001C0625"/>
    <w:rsid w:val="001C0648"/>
    <w:rsid w:val="001C121E"/>
    <w:rsid w:val="001C1449"/>
    <w:rsid w:val="001C22B2"/>
    <w:rsid w:val="001C387B"/>
    <w:rsid w:val="001C3D66"/>
    <w:rsid w:val="001C474F"/>
    <w:rsid w:val="001C4BD6"/>
    <w:rsid w:val="001C51FC"/>
    <w:rsid w:val="001C600E"/>
    <w:rsid w:val="001C758E"/>
    <w:rsid w:val="001C7AC4"/>
    <w:rsid w:val="001D100C"/>
    <w:rsid w:val="001D2213"/>
    <w:rsid w:val="001D3277"/>
    <w:rsid w:val="001D333F"/>
    <w:rsid w:val="001D34C3"/>
    <w:rsid w:val="001D3FD0"/>
    <w:rsid w:val="001D46EC"/>
    <w:rsid w:val="001D5A61"/>
    <w:rsid w:val="001D5D8A"/>
    <w:rsid w:val="001D5DE2"/>
    <w:rsid w:val="001D675C"/>
    <w:rsid w:val="001D6A6A"/>
    <w:rsid w:val="001E0918"/>
    <w:rsid w:val="001E1109"/>
    <w:rsid w:val="001E168F"/>
    <w:rsid w:val="001E1DE7"/>
    <w:rsid w:val="001E30F7"/>
    <w:rsid w:val="001E389A"/>
    <w:rsid w:val="001E5581"/>
    <w:rsid w:val="001E57DB"/>
    <w:rsid w:val="001E5947"/>
    <w:rsid w:val="001E5C94"/>
    <w:rsid w:val="001E6B2E"/>
    <w:rsid w:val="001E6CB1"/>
    <w:rsid w:val="001E773B"/>
    <w:rsid w:val="001F03DF"/>
    <w:rsid w:val="001F086D"/>
    <w:rsid w:val="001F14FB"/>
    <w:rsid w:val="001F239F"/>
    <w:rsid w:val="001F2E62"/>
    <w:rsid w:val="001F30C0"/>
    <w:rsid w:val="001F358D"/>
    <w:rsid w:val="001F3BAA"/>
    <w:rsid w:val="001F470A"/>
    <w:rsid w:val="001F6305"/>
    <w:rsid w:val="002002F4"/>
    <w:rsid w:val="00200976"/>
    <w:rsid w:val="00200CE3"/>
    <w:rsid w:val="00202E70"/>
    <w:rsid w:val="002037CB"/>
    <w:rsid w:val="00203AC0"/>
    <w:rsid w:val="002044A2"/>
    <w:rsid w:val="002071A1"/>
    <w:rsid w:val="002100A4"/>
    <w:rsid w:val="00211283"/>
    <w:rsid w:val="00211D19"/>
    <w:rsid w:val="00212E11"/>
    <w:rsid w:val="00214661"/>
    <w:rsid w:val="00214A1B"/>
    <w:rsid w:val="00214E4E"/>
    <w:rsid w:val="00215521"/>
    <w:rsid w:val="002166B0"/>
    <w:rsid w:val="00216AED"/>
    <w:rsid w:val="00217B23"/>
    <w:rsid w:val="00220489"/>
    <w:rsid w:val="00220C56"/>
    <w:rsid w:val="00221373"/>
    <w:rsid w:val="002231D0"/>
    <w:rsid w:val="00223303"/>
    <w:rsid w:val="00224E7B"/>
    <w:rsid w:val="00225480"/>
    <w:rsid w:val="002254D0"/>
    <w:rsid w:val="00226F98"/>
    <w:rsid w:val="0022703D"/>
    <w:rsid w:val="002270F9"/>
    <w:rsid w:val="00227EE8"/>
    <w:rsid w:val="00230330"/>
    <w:rsid w:val="00230D46"/>
    <w:rsid w:val="00230D49"/>
    <w:rsid w:val="00230DBB"/>
    <w:rsid w:val="00231D5C"/>
    <w:rsid w:val="0023277B"/>
    <w:rsid w:val="002335E5"/>
    <w:rsid w:val="002337FF"/>
    <w:rsid w:val="002338A8"/>
    <w:rsid w:val="0023469D"/>
    <w:rsid w:val="00234C9D"/>
    <w:rsid w:val="002353BA"/>
    <w:rsid w:val="00235C33"/>
    <w:rsid w:val="002361A3"/>
    <w:rsid w:val="00237007"/>
    <w:rsid w:val="00237ABB"/>
    <w:rsid w:val="00240EFD"/>
    <w:rsid w:val="0024111A"/>
    <w:rsid w:val="00241C0B"/>
    <w:rsid w:val="00245658"/>
    <w:rsid w:val="002457F7"/>
    <w:rsid w:val="00245BB9"/>
    <w:rsid w:val="00245EC2"/>
    <w:rsid w:val="00246074"/>
    <w:rsid w:val="002467EC"/>
    <w:rsid w:val="00247769"/>
    <w:rsid w:val="00247BA1"/>
    <w:rsid w:val="00247C52"/>
    <w:rsid w:val="00247E83"/>
    <w:rsid w:val="002502E7"/>
    <w:rsid w:val="00250516"/>
    <w:rsid w:val="00250879"/>
    <w:rsid w:val="00251C68"/>
    <w:rsid w:val="00251F86"/>
    <w:rsid w:val="0025307E"/>
    <w:rsid w:val="002547BF"/>
    <w:rsid w:val="00254899"/>
    <w:rsid w:val="0025583B"/>
    <w:rsid w:val="00256BDD"/>
    <w:rsid w:val="00257C82"/>
    <w:rsid w:val="002609D4"/>
    <w:rsid w:val="002613A9"/>
    <w:rsid w:val="00262132"/>
    <w:rsid w:val="0026256C"/>
    <w:rsid w:val="00264E14"/>
    <w:rsid w:val="00265B2B"/>
    <w:rsid w:val="00266459"/>
    <w:rsid w:val="002667A1"/>
    <w:rsid w:val="00266A46"/>
    <w:rsid w:val="00266D91"/>
    <w:rsid w:val="002677FB"/>
    <w:rsid w:val="00267D70"/>
    <w:rsid w:val="002700EB"/>
    <w:rsid w:val="00270A93"/>
    <w:rsid w:val="00270D6F"/>
    <w:rsid w:val="0027139B"/>
    <w:rsid w:val="00271A51"/>
    <w:rsid w:val="00272C04"/>
    <w:rsid w:val="00273395"/>
    <w:rsid w:val="002733DA"/>
    <w:rsid w:val="0027478F"/>
    <w:rsid w:val="00274A45"/>
    <w:rsid w:val="0027537A"/>
    <w:rsid w:val="002755A8"/>
    <w:rsid w:val="00275615"/>
    <w:rsid w:val="002764F0"/>
    <w:rsid w:val="002769B4"/>
    <w:rsid w:val="00276F42"/>
    <w:rsid w:val="00277368"/>
    <w:rsid w:val="00277AAE"/>
    <w:rsid w:val="0028009A"/>
    <w:rsid w:val="00280CAB"/>
    <w:rsid w:val="00280F18"/>
    <w:rsid w:val="002813D3"/>
    <w:rsid w:val="0028213C"/>
    <w:rsid w:val="002822CC"/>
    <w:rsid w:val="002829BB"/>
    <w:rsid w:val="00283CE7"/>
    <w:rsid w:val="00283F1D"/>
    <w:rsid w:val="002847D0"/>
    <w:rsid w:val="002847F8"/>
    <w:rsid w:val="002855EC"/>
    <w:rsid w:val="00285C99"/>
    <w:rsid w:val="002870E6"/>
    <w:rsid w:val="00290A30"/>
    <w:rsid w:val="00290C23"/>
    <w:rsid w:val="00291E92"/>
    <w:rsid w:val="00292AC0"/>
    <w:rsid w:val="0029403C"/>
    <w:rsid w:val="00294AAE"/>
    <w:rsid w:val="00294BA3"/>
    <w:rsid w:val="00294D92"/>
    <w:rsid w:val="00295101"/>
    <w:rsid w:val="00295BF1"/>
    <w:rsid w:val="00296E96"/>
    <w:rsid w:val="00296F68"/>
    <w:rsid w:val="00297FDD"/>
    <w:rsid w:val="002A00AF"/>
    <w:rsid w:val="002A0382"/>
    <w:rsid w:val="002A1CA1"/>
    <w:rsid w:val="002A1E30"/>
    <w:rsid w:val="002A2B8E"/>
    <w:rsid w:val="002A4ABE"/>
    <w:rsid w:val="002A4B8F"/>
    <w:rsid w:val="002A5F3D"/>
    <w:rsid w:val="002B01D3"/>
    <w:rsid w:val="002B124D"/>
    <w:rsid w:val="002B18BE"/>
    <w:rsid w:val="002B2710"/>
    <w:rsid w:val="002B288D"/>
    <w:rsid w:val="002B2F4D"/>
    <w:rsid w:val="002B4B1F"/>
    <w:rsid w:val="002B5230"/>
    <w:rsid w:val="002B5B2B"/>
    <w:rsid w:val="002B60C7"/>
    <w:rsid w:val="002B742D"/>
    <w:rsid w:val="002B7DE2"/>
    <w:rsid w:val="002C0E58"/>
    <w:rsid w:val="002C17CB"/>
    <w:rsid w:val="002C182B"/>
    <w:rsid w:val="002C1BC1"/>
    <w:rsid w:val="002C2747"/>
    <w:rsid w:val="002C369B"/>
    <w:rsid w:val="002C37E1"/>
    <w:rsid w:val="002C3BF3"/>
    <w:rsid w:val="002C3BFE"/>
    <w:rsid w:val="002C3DB1"/>
    <w:rsid w:val="002C42F0"/>
    <w:rsid w:val="002C5F72"/>
    <w:rsid w:val="002C66FD"/>
    <w:rsid w:val="002C681A"/>
    <w:rsid w:val="002C7017"/>
    <w:rsid w:val="002C7329"/>
    <w:rsid w:val="002C7646"/>
    <w:rsid w:val="002C7D2C"/>
    <w:rsid w:val="002C7DB8"/>
    <w:rsid w:val="002D023F"/>
    <w:rsid w:val="002D0603"/>
    <w:rsid w:val="002D0778"/>
    <w:rsid w:val="002D0822"/>
    <w:rsid w:val="002D0B20"/>
    <w:rsid w:val="002D2339"/>
    <w:rsid w:val="002D2584"/>
    <w:rsid w:val="002D29B7"/>
    <w:rsid w:val="002D3594"/>
    <w:rsid w:val="002D4EA1"/>
    <w:rsid w:val="002D5D97"/>
    <w:rsid w:val="002D65BD"/>
    <w:rsid w:val="002D7548"/>
    <w:rsid w:val="002D77E1"/>
    <w:rsid w:val="002D781E"/>
    <w:rsid w:val="002D7ADD"/>
    <w:rsid w:val="002E11A1"/>
    <w:rsid w:val="002E153E"/>
    <w:rsid w:val="002E19AC"/>
    <w:rsid w:val="002E2078"/>
    <w:rsid w:val="002E2B73"/>
    <w:rsid w:val="002E30EF"/>
    <w:rsid w:val="002E35DE"/>
    <w:rsid w:val="002E373C"/>
    <w:rsid w:val="002E4676"/>
    <w:rsid w:val="002E48A7"/>
    <w:rsid w:val="002E5488"/>
    <w:rsid w:val="002E5640"/>
    <w:rsid w:val="002E5B34"/>
    <w:rsid w:val="002E68F0"/>
    <w:rsid w:val="002E699E"/>
    <w:rsid w:val="002E749B"/>
    <w:rsid w:val="002E7D8E"/>
    <w:rsid w:val="002F0466"/>
    <w:rsid w:val="002F08E8"/>
    <w:rsid w:val="002F0D43"/>
    <w:rsid w:val="002F0E16"/>
    <w:rsid w:val="002F0FB5"/>
    <w:rsid w:val="002F1DD9"/>
    <w:rsid w:val="002F2D54"/>
    <w:rsid w:val="002F36C3"/>
    <w:rsid w:val="002F379B"/>
    <w:rsid w:val="002F3B96"/>
    <w:rsid w:val="002F56BA"/>
    <w:rsid w:val="002F5782"/>
    <w:rsid w:val="00300082"/>
    <w:rsid w:val="00300545"/>
    <w:rsid w:val="00300735"/>
    <w:rsid w:val="00300ACA"/>
    <w:rsid w:val="00301112"/>
    <w:rsid w:val="003013D8"/>
    <w:rsid w:val="0030253C"/>
    <w:rsid w:val="00302655"/>
    <w:rsid w:val="00302AAC"/>
    <w:rsid w:val="00302CCF"/>
    <w:rsid w:val="0030311D"/>
    <w:rsid w:val="00303709"/>
    <w:rsid w:val="00303CAE"/>
    <w:rsid w:val="00305B52"/>
    <w:rsid w:val="00305BEC"/>
    <w:rsid w:val="0030763F"/>
    <w:rsid w:val="003076F4"/>
    <w:rsid w:val="00307A83"/>
    <w:rsid w:val="00307CD0"/>
    <w:rsid w:val="003114F4"/>
    <w:rsid w:val="0031192D"/>
    <w:rsid w:val="003122FA"/>
    <w:rsid w:val="00312881"/>
    <w:rsid w:val="00313044"/>
    <w:rsid w:val="003134FB"/>
    <w:rsid w:val="00314C57"/>
    <w:rsid w:val="00315471"/>
    <w:rsid w:val="00320073"/>
    <w:rsid w:val="00320627"/>
    <w:rsid w:val="00320883"/>
    <w:rsid w:val="00320D84"/>
    <w:rsid w:val="00322334"/>
    <w:rsid w:val="00324569"/>
    <w:rsid w:val="0032477E"/>
    <w:rsid w:val="00324CF1"/>
    <w:rsid w:val="0032571A"/>
    <w:rsid w:val="00325E24"/>
    <w:rsid w:val="0032605A"/>
    <w:rsid w:val="003264F4"/>
    <w:rsid w:val="00327706"/>
    <w:rsid w:val="00327B9B"/>
    <w:rsid w:val="00330460"/>
    <w:rsid w:val="003306E9"/>
    <w:rsid w:val="00331884"/>
    <w:rsid w:val="0033193A"/>
    <w:rsid w:val="00331D15"/>
    <w:rsid w:val="0033283B"/>
    <w:rsid w:val="00332F03"/>
    <w:rsid w:val="0033303E"/>
    <w:rsid w:val="00333808"/>
    <w:rsid w:val="00333CC6"/>
    <w:rsid w:val="00333E4E"/>
    <w:rsid w:val="00333F88"/>
    <w:rsid w:val="003341B2"/>
    <w:rsid w:val="003343FC"/>
    <w:rsid w:val="003356C9"/>
    <w:rsid w:val="003379C1"/>
    <w:rsid w:val="00340144"/>
    <w:rsid w:val="00340398"/>
    <w:rsid w:val="00341827"/>
    <w:rsid w:val="00342840"/>
    <w:rsid w:val="00342E48"/>
    <w:rsid w:val="003430BE"/>
    <w:rsid w:val="00343794"/>
    <w:rsid w:val="00343C18"/>
    <w:rsid w:val="00345D12"/>
    <w:rsid w:val="00347AA1"/>
    <w:rsid w:val="00347DA8"/>
    <w:rsid w:val="00350A2B"/>
    <w:rsid w:val="00351359"/>
    <w:rsid w:val="003517F4"/>
    <w:rsid w:val="003519C7"/>
    <w:rsid w:val="00351D90"/>
    <w:rsid w:val="003520FE"/>
    <w:rsid w:val="0035234F"/>
    <w:rsid w:val="00352913"/>
    <w:rsid w:val="0035356D"/>
    <w:rsid w:val="003545CC"/>
    <w:rsid w:val="00354993"/>
    <w:rsid w:val="00355CE5"/>
    <w:rsid w:val="00356BA8"/>
    <w:rsid w:val="0035700F"/>
    <w:rsid w:val="003572B2"/>
    <w:rsid w:val="0035762A"/>
    <w:rsid w:val="00357C2B"/>
    <w:rsid w:val="00357EED"/>
    <w:rsid w:val="00360395"/>
    <w:rsid w:val="00360870"/>
    <w:rsid w:val="003609EC"/>
    <w:rsid w:val="00360C2D"/>
    <w:rsid w:val="0036149E"/>
    <w:rsid w:val="0036201B"/>
    <w:rsid w:val="0036261B"/>
    <w:rsid w:val="0036272D"/>
    <w:rsid w:val="00362789"/>
    <w:rsid w:val="00363889"/>
    <w:rsid w:val="00364726"/>
    <w:rsid w:val="0036595C"/>
    <w:rsid w:val="00366806"/>
    <w:rsid w:val="00366A5C"/>
    <w:rsid w:val="00366DC6"/>
    <w:rsid w:val="00367B9D"/>
    <w:rsid w:val="00367E24"/>
    <w:rsid w:val="00370BAB"/>
    <w:rsid w:val="00370C05"/>
    <w:rsid w:val="00371509"/>
    <w:rsid w:val="00372336"/>
    <w:rsid w:val="00372596"/>
    <w:rsid w:val="0037281C"/>
    <w:rsid w:val="003728D6"/>
    <w:rsid w:val="00373B6A"/>
    <w:rsid w:val="00373C96"/>
    <w:rsid w:val="003740C7"/>
    <w:rsid w:val="00374D8C"/>
    <w:rsid w:val="003758F5"/>
    <w:rsid w:val="00375C2F"/>
    <w:rsid w:val="0037636B"/>
    <w:rsid w:val="00376B26"/>
    <w:rsid w:val="00380444"/>
    <w:rsid w:val="003809AC"/>
    <w:rsid w:val="00381EC1"/>
    <w:rsid w:val="00382302"/>
    <w:rsid w:val="00382E01"/>
    <w:rsid w:val="0038388C"/>
    <w:rsid w:val="00383C85"/>
    <w:rsid w:val="0038448C"/>
    <w:rsid w:val="00384730"/>
    <w:rsid w:val="003857E1"/>
    <w:rsid w:val="00386080"/>
    <w:rsid w:val="00387ACD"/>
    <w:rsid w:val="00387F81"/>
    <w:rsid w:val="0039121B"/>
    <w:rsid w:val="00391B25"/>
    <w:rsid w:val="003920A2"/>
    <w:rsid w:val="003931E7"/>
    <w:rsid w:val="00394B13"/>
    <w:rsid w:val="00395CCB"/>
    <w:rsid w:val="00396697"/>
    <w:rsid w:val="003A0634"/>
    <w:rsid w:val="003A0BDE"/>
    <w:rsid w:val="003A0CA9"/>
    <w:rsid w:val="003A1A80"/>
    <w:rsid w:val="003A3691"/>
    <w:rsid w:val="003A49C2"/>
    <w:rsid w:val="003A701F"/>
    <w:rsid w:val="003A7885"/>
    <w:rsid w:val="003A79A8"/>
    <w:rsid w:val="003B0180"/>
    <w:rsid w:val="003B0F9F"/>
    <w:rsid w:val="003B1EFE"/>
    <w:rsid w:val="003B2359"/>
    <w:rsid w:val="003B2394"/>
    <w:rsid w:val="003B2C8E"/>
    <w:rsid w:val="003B391C"/>
    <w:rsid w:val="003B3D0E"/>
    <w:rsid w:val="003B3D97"/>
    <w:rsid w:val="003B52DB"/>
    <w:rsid w:val="003B566B"/>
    <w:rsid w:val="003B62DA"/>
    <w:rsid w:val="003B6711"/>
    <w:rsid w:val="003B6BC9"/>
    <w:rsid w:val="003B721B"/>
    <w:rsid w:val="003B78E2"/>
    <w:rsid w:val="003C0077"/>
    <w:rsid w:val="003C07AB"/>
    <w:rsid w:val="003C11EB"/>
    <w:rsid w:val="003C14CE"/>
    <w:rsid w:val="003C1EC1"/>
    <w:rsid w:val="003C23B7"/>
    <w:rsid w:val="003C2D64"/>
    <w:rsid w:val="003C2FBF"/>
    <w:rsid w:val="003C4B32"/>
    <w:rsid w:val="003C50A2"/>
    <w:rsid w:val="003C52DE"/>
    <w:rsid w:val="003C5981"/>
    <w:rsid w:val="003C5C54"/>
    <w:rsid w:val="003C6B1A"/>
    <w:rsid w:val="003D0209"/>
    <w:rsid w:val="003D05E8"/>
    <w:rsid w:val="003D07CB"/>
    <w:rsid w:val="003D0FC2"/>
    <w:rsid w:val="003D24B2"/>
    <w:rsid w:val="003D2912"/>
    <w:rsid w:val="003D2914"/>
    <w:rsid w:val="003D2FD8"/>
    <w:rsid w:val="003D35FA"/>
    <w:rsid w:val="003D36C9"/>
    <w:rsid w:val="003D44D8"/>
    <w:rsid w:val="003D459D"/>
    <w:rsid w:val="003D497B"/>
    <w:rsid w:val="003D5C79"/>
    <w:rsid w:val="003D5DC4"/>
    <w:rsid w:val="003D653C"/>
    <w:rsid w:val="003D67A2"/>
    <w:rsid w:val="003D758F"/>
    <w:rsid w:val="003D7BFB"/>
    <w:rsid w:val="003E0886"/>
    <w:rsid w:val="003E28BE"/>
    <w:rsid w:val="003E2CEF"/>
    <w:rsid w:val="003E34C8"/>
    <w:rsid w:val="003E3610"/>
    <w:rsid w:val="003E36C7"/>
    <w:rsid w:val="003E3B0C"/>
    <w:rsid w:val="003E3E2D"/>
    <w:rsid w:val="003E417C"/>
    <w:rsid w:val="003E486E"/>
    <w:rsid w:val="003E4A30"/>
    <w:rsid w:val="003E4AC4"/>
    <w:rsid w:val="003E4DD7"/>
    <w:rsid w:val="003E6090"/>
    <w:rsid w:val="003E61AB"/>
    <w:rsid w:val="003E68B8"/>
    <w:rsid w:val="003E6DA1"/>
    <w:rsid w:val="003F104F"/>
    <w:rsid w:val="003F12EB"/>
    <w:rsid w:val="003F2839"/>
    <w:rsid w:val="003F2FAE"/>
    <w:rsid w:val="003F3D57"/>
    <w:rsid w:val="003F4F52"/>
    <w:rsid w:val="003F5016"/>
    <w:rsid w:val="003F5567"/>
    <w:rsid w:val="003F5656"/>
    <w:rsid w:val="003F5783"/>
    <w:rsid w:val="003F65C7"/>
    <w:rsid w:val="003F683E"/>
    <w:rsid w:val="003F6B3F"/>
    <w:rsid w:val="003F6D79"/>
    <w:rsid w:val="003F6EEC"/>
    <w:rsid w:val="003F7047"/>
    <w:rsid w:val="003F70E5"/>
    <w:rsid w:val="003F7183"/>
    <w:rsid w:val="00400855"/>
    <w:rsid w:val="00400F71"/>
    <w:rsid w:val="0040101B"/>
    <w:rsid w:val="004012DB"/>
    <w:rsid w:val="004015DB"/>
    <w:rsid w:val="00402BBF"/>
    <w:rsid w:val="00402C28"/>
    <w:rsid w:val="00402CEF"/>
    <w:rsid w:val="00402E42"/>
    <w:rsid w:val="0040347F"/>
    <w:rsid w:val="004035EC"/>
    <w:rsid w:val="00403C30"/>
    <w:rsid w:val="0040433A"/>
    <w:rsid w:val="004048C3"/>
    <w:rsid w:val="00404C0D"/>
    <w:rsid w:val="00406A56"/>
    <w:rsid w:val="00406A66"/>
    <w:rsid w:val="00406E33"/>
    <w:rsid w:val="00406FEE"/>
    <w:rsid w:val="004074BB"/>
    <w:rsid w:val="004079E0"/>
    <w:rsid w:val="00407AA8"/>
    <w:rsid w:val="00411911"/>
    <w:rsid w:val="00411F37"/>
    <w:rsid w:val="00412B07"/>
    <w:rsid w:val="00412B88"/>
    <w:rsid w:val="00412DC4"/>
    <w:rsid w:val="00413634"/>
    <w:rsid w:val="00413673"/>
    <w:rsid w:val="0041376E"/>
    <w:rsid w:val="00413823"/>
    <w:rsid w:val="0041384F"/>
    <w:rsid w:val="0041428D"/>
    <w:rsid w:val="004147F1"/>
    <w:rsid w:val="00415517"/>
    <w:rsid w:val="00415717"/>
    <w:rsid w:val="00415AC5"/>
    <w:rsid w:val="0041625B"/>
    <w:rsid w:val="004164E0"/>
    <w:rsid w:val="00417B15"/>
    <w:rsid w:val="0042026C"/>
    <w:rsid w:val="0042080A"/>
    <w:rsid w:val="00421425"/>
    <w:rsid w:val="004218BF"/>
    <w:rsid w:val="004218CE"/>
    <w:rsid w:val="004224E9"/>
    <w:rsid w:val="00422619"/>
    <w:rsid w:val="00422E32"/>
    <w:rsid w:val="0042395E"/>
    <w:rsid w:val="004241C3"/>
    <w:rsid w:val="00424315"/>
    <w:rsid w:val="00424826"/>
    <w:rsid w:val="004256B0"/>
    <w:rsid w:val="004260D2"/>
    <w:rsid w:val="00426E32"/>
    <w:rsid w:val="0042754A"/>
    <w:rsid w:val="0042773A"/>
    <w:rsid w:val="0042789E"/>
    <w:rsid w:val="00430136"/>
    <w:rsid w:val="00430C80"/>
    <w:rsid w:val="00431470"/>
    <w:rsid w:val="00431497"/>
    <w:rsid w:val="00431CF3"/>
    <w:rsid w:val="0043299B"/>
    <w:rsid w:val="0043343F"/>
    <w:rsid w:val="004335F6"/>
    <w:rsid w:val="0043365E"/>
    <w:rsid w:val="004337BD"/>
    <w:rsid w:val="00434600"/>
    <w:rsid w:val="00434823"/>
    <w:rsid w:val="00434B66"/>
    <w:rsid w:val="00434DDB"/>
    <w:rsid w:val="00434FD1"/>
    <w:rsid w:val="00435AB2"/>
    <w:rsid w:val="00436404"/>
    <w:rsid w:val="004365C4"/>
    <w:rsid w:val="00436BE7"/>
    <w:rsid w:val="00436E5E"/>
    <w:rsid w:val="00437A3E"/>
    <w:rsid w:val="00437B0A"/>
    <w:rsid w:val="004401BA"/>
    <w:rsid w:val="00440B36"/>
    <w:rsid w:val="00440C77"/>
    <w:rsid w:val="004412F9"/>
    <w:rsid w:val="0044219C"/>
    <w:rsid w:val="004433E8"/>
    <w:rsid w:val="004435BF"/>
    <w:rsid w:val="00443952"/>
    <w:rsid w:val="00443E9D"/>
    <w:rsid w:val="0044414E"/>
    <w:rsid w:val="00445342"/>
    <w:rsid w:val="00445985"/>
    <w:rsid w:val="00446769"/>
    <w:rsid w:val="00446F07"/>
    <w:rsid w:val="0045112A"/>
    <w:rsid w:val="004514D9"/>
    <w:rsid w:val="00451C2C"/>
    <w:rsid w:val="00451C40"/>
    <w:rsid w:val="00454E07"/>
    <w:rsid w:val="00455FCF"/>
    <w:rsid w:val="0045643F"/>
    <w:rsid w:val="00456A61"/>
    <w:rsid w:val="00456DF8"/>
    <w:rsid w:val="00457C5E"/>
    <w:rsid w:val="004616BC"/>
    <w:rsid w:val="004618D0"/>
    <w:rsid w:val="00461CD6"/>
    <w:rsid w:val="00464055"/>
    <w:rsid w:val="0046467F"/>
    <w:rsid w:val="004647D4"/>
    <w:rsid w:val="00464DFB"/>
    <w:rsid w:val="00464EE5"/>
    <w:rsid w:val="00466C5C"/>
    <w:rsid w:val="00466E92"/>
    <w:rsid w:val="004706B6"/>
    <w:rsid w:val="00470A3A"/>
    <w:rsid w:val="00470B10"/>
    <w:rsid w:val="0047104C"/>
    <w:rsid w:val="00471179"/>
    <w:rsid w:val="00471325"/>
    <w:rsid w:val="004718BC"/>
    <w:rsid w:val="00472244"/>
    <w:rsid w:val="0047273A"/>
    <w:rsid w:val="00472AA3"/>
    <w:rsid w:val="004736E0"/>
    <w:rsid w:val="00474A1A"/>
    <w:rsid w:val="00474ABC"/>
    <w:rsid w:val="00475D08"/>
    <w:rsid w:val="004764F3"/>
    <w:rsid w:val="004774E0"/>
    <w:rsid w:val="00477F7C"/>
    <w:rsid w:val="00477FA2"/>
    <w:rsid w:val="004800F9"/>
    <w:rsid w:val="00480C1D"/>
    <w:rsid w:val="0048122F"/>
    <w:rsid w:val="004816BF"/>
    <w:rsid w:val="004828F3"/>
    <w:rsid w:val="00482A1F"/>
    <w:rsid w:val="00483883"/>
    <w:rsid w:val="0048461F"/>
    <w:rsid w:val="00485BCE"/>
    <w:rsid w:val="00485E4B"/>
    <w:rsid w:val="004866FD"/>
    <w:rsid w:val="004872F0"/>
    <w:rsid w:val="00487A30"/>
    <w:rsid w:val="00490423"/>
    <w:rsid w:val="00490BC0"/>
    <w:rsid w:val="00490D3F"/>
    <w:rsid w:val="00490D41"/>
    <w:rsid w:val="00492154"/>
    <w:rsid w:val="0049234C"/>
    <w:rsid w:val="00492D56"/>
    <w:rsid w:val="004931AB"/>
    <w:rsid w:val="0049397B"/>
    <w:rsid w:val="0049398E"/>
    <w:rsid w:val="00493B21"/>
    <w:rsid w:val="0049509F"/>
    <w:rsid w:val="00496932"/>
    <w:rsid w:val="00496B0B"/>
    <w:rsid w:val="00496BB4"/>
    <w:rsid w:val="00496EFC"/>
    <w:rsid w:val="004975C2"/>
    <w:rsid w:val="00497CEC"/>
    <w:rsid w:val="004A1108"/>
    <w:rsid w:val="004A2591"/>
    <w:rsid w:val="004A29BB"/>
    <w:rsid w:val="004A2A0D"/>
    <w:rsid w:val="004A2F32"/>
    <w:rsid w:val="004A2F3C"/>
    <w:rsid w:val="004A32D4"/>
    <w:rsid w:val="004A3BED"/>
    <w:rsid w:val="004A3D52"/>
    <w:rsid w:val="004A49FD"/>
    <w:rsid w:val="004A545B"/>
    <w:rsid w:val="004A65E1"/>
    <w:rsid w:val="004A6F98"/>
    <w:rsid w:val="004A7165"/>
    <w:rsid w:val="004A7A36"/>
    <w:rsid w:val="004A7B23"/>
    <w:rsid w:val="004A7D2F"/>
    <w:rsid w:val="004A7E13"/>
    <w:rsid w:val="004B019E"/>
    <w:rsid w:val="004B09E8"/>
    <w:rsid w:val="004B177E"/>
    <w:rsid w:val="004B2870"/>
    <w:rsid w:val="004B3124"/>
    <w:rsid w:val="004B419C"/>
    <w:rsid w:val="004B6049"/>
    <w:rsid w:val="004B695D"/>
    <w:rsid w:val="004B6F52"/>
    <w:rsid w:val="004B7104"/>
    <w:rsid w:val="004B718F"/>
    <w:rsid w:val="004C04D0"/>
    <w:rsid w:val="004C0656"/>
    <w:rsid w:val="004C25A0"/>
    <w:rsid w:val="004C29AA"/>
    <w:rsid w:val="004C2A83"/>
    <w:rsid w:val="004C3860"/>
    <w:rsid w:val="004C583A"/>
    <w:rsid w:val="004C65D6"/>
    <w:rsid w:val="004C725B"/>
    <w:rsid w:val="004C72B3"/>
    <w:rsid w:val="004C7B67"/>
    <w:rsid w:val="004C7FCF"/>
    <w:rsid w:val="004D09A6"/>
    <w:rsid w:val="004D1D66"/>
    <w:rsid w:val="004D2366"/>
    <w:rsid w:val="004D2636"/>
    <w:rsid w:val="004D333C"/>
    <w:rsid w:val="004D373F"/>
    <w:rsid w:val="004D4F7D"/>
    <w:rsid w:val="004D50D1"/>
    <w:rsid w:val="004D581B"/>
    <w:rsid w:val="004D58F4"/>
    <w:rsid w:val="004D6766"/>
    <w:rsid w:val="004D6805"/>
    <w:rsid w:val="004D7761"/>
    <w:rsid w:val="004E1167"/>
    <w:rsid w:val="004E1BD9"/>
    <w:rsid w:val="004E259C"/>
    <w:rsid w:val="004E2690"/>
    <w:rsid w:val="004E271B"/>
    <w:rsid w:val="004E30F4"/>
    <w:rsid w:val="004E3272"/>
    <w:rsid w:val="004E3754"/>
    <w:rsid w:val="004E42B9"/>
    <w:rsid w:val="004E4990"/>
    <w:rsid w:val="004E50F5"/>
    <w:rsid w:val="004E526A"/>
    <w:rsid w:val="004E52E8"/>
    <w:rsid w:val="004E5592"/>
    <w:rsid w:val="004E5C38"/>
    <w:rsid w:val="004E68D0"/>
    <w:rsid w:val="004E68D3"/>
    <w:rsid w:val="004E68F0"/>
    <w:rsid w:val="004E7359"/>
    <w:rsid w:val="004E7844"/>
    <w:rsid w:val="004E7DBA"/>
    <w:rsid w:val="004F02C4"/>
    <w:rsid w:val="004F13AA"/>
    <w:rsid w:val="004F15AB"/>
    <w:rsid w:val="004F178C"/>
    <w:rsid w:val="004F199B"/>
    <w:rsid w:val="004F1E62"/>
    <w:rsid w:val="004F2BBF"/>
    <w:rsid w:val="004F3AD0"/>
    <w:rsid w:val="004F3CE4"/>
    <w:rsid w:val="004F4408"/>
    <w:rsid w:val="004F56F9"/>
    <w:rsid w:val="004F59C8"/>
    <w:rsid w:val="004F5CDA"/>
    <w:rsid w:val="004F7025"/>
    <w:rsid w:val="004F75FA"/>
    <w:rsid w:val="004F7F6E"/>
    <w:rsid w:val="005002A9"/>
    <w:rsid w:val="00500600"/>
    <w:rsid w:val="00501332"/>
    <w:rsid w:val="0050138F"/>
    <w:rsid w:val="00501537"/>
    <w:rsid w:val="00501AAF"/>
    <w:rsid w:val="00501B25"/>
    <w:rsid w:val="00501C88"/>
    <w:rsid w:val="00501DBD"/>
    <w:rsid w:val="00502417"/>
    <w:rsid w:val="005028BA"/>
    <w:rsid w:val="00502A06"/>
    <w:rsid w:val="00502A1A"/>
    <w:rsid w:val="00502BE9"/>
    <w:rsid w:val="00502D02"/>
    <w:rsid w:val="005032A8"/>
    <w:rsid w:val="005033E4"/>
    <w:rsid w:val="0050442A"/>
    <w:rsid w:val="005049E2"/>
    <w:rsid w:val="00504E53"/>
    <w:rsid w:val="00505ADF"/>
    <w:rsid w:val="00506A0F"/>
    <w:rsid w:val="00507BBD"/>
    <w:rsid w:val="00510355"/>
    <w:rsid w:val="00511114"/>
    <w:rsid w:val="0051227C"/>
    <w:rsid w:val="00512410"/>
    <w:rsid w:val="0051310F"/>
    <w:rsid w:val="005134E9"/>
    <w:rsid w:val="00513A59"/>
    <w:rsid w:val="0051473B"/>
    <w:rsid w:val="0051486C"/>
    <w:rsid w:val="00515ABF"/>
    <w:rsid w:val="00515C43"/>
    <w:rsid w:val="005161E1"/>
    <w:rsid w:val="00516899"/>
    <w:rsid w:val="00516BD6"/>
    <w:rsid w:val="0052075F"/>
    <w:rsid w:val="005210C3"/>
    <w:rsid w:val="0052467E"/>
    <w:rsid w:val="005252D3"/>
    <w:rsid w:val="0052575B"/>
    <w:rsid w:val="00526ECF"/>
    <w:rsid w:val="005274C4"/>
    <w:rsid w:val="005277E8"/>
    <w:rsid w:val="00530387"/>
    <w:rsid w:val="00530506"/>
    <w:rsid w:val="00531DBA"/>
    <w:rsid w:val="00532699"/>
    <w:rsid w:val="00533393"/>
    <w:rsid w:val="0053469A"/>
    <w:rsid w:val="00534DF4"/>
    <w:rsid w:val="00535E52"/>
    <w:rsid w:val="005372C2"/>
    <w:rsid w:val="00537772"/>
    <w:rsid w:val="00537834"/>
    <w:rsid w:val="00537FA0"/>
    <w:rsid w:val="005403B6"/>
    <w:rsid w:val="0054056D"/>
    <w:rsid w:val="005409F6"/>
    <w:rsid w:val="005411F6"/>
    <w:rsid w:val="0054145A"/>
    <w:rsid w:val="00542039"/>
    <w:rsid w:val="00542097"/>
    <w:rsid w:val="005427EA"/>
    <w:rsid w:val="00542896"/>
    <w:rsid w:val="0054289F"/>
    <w:rsid w:val="00543401"/>
    <w:rsid w:val="0054379B"/>
    <w:rsid w:val="005437B6"/>
    <w:rsid w:val="00546E56"/>
    <w:rsid w:val="00546F34"/>
    <w:rsid w:val="00547135"/>
    <w:rsid w:val="0054777F"/>
    <w:rsid w:val="00547E2A"/>
    <w:rsid w:val="00547EAF"/>
    <w:rsid w:val="0055024B"/>
    <w:rsid w:val="0055060E"/>
    <w:rsid w:val="00550815"/>
    <w:rsid w:val="00550CB7"/>
    <w:rsid w:val="00550EFD"/>
    <w:rsid w:val="00551318"/>
    <w:rsid w:val="00551D73"/>
    <w:rsid w:val="00551F9C"/>
    <w:rsid w:val="00552325"/>
    <w:rsid w:val="00552399"/>
    <w:rsid w:val="0055382B"/>
    <w:rsid w:val="0055389F"/>
    <w:rsid w:val="0055483A"/>
    <w:rsid w:val="00554A11"/>
    <w:rsid w:val="00554AE3"/>
    <w:rsid w:val="00556F36"/>
    <w:rsid w:val="005570C4"/>
    <w:rsid w:val="005571EF"/>
    <w:rsid w:val="005578E9"/>
    <w:rsid w:val="005600AC"/>
    <w:rsid w:val="00560677"/>
    <w:rsid w:val="0056115E"/>
    <w:rsid w:val="00561831"/>
    <w:rsid w:val="00561998"/>
    <w:rsid w:val="00562C36"/>
    <w:rsid w:val="00562E97"/>
    <w:rsid w:val="00564AEC"/>
    <w:rsid w:val="00564DCC"/>
    <w:rsid w:val="00565AEE"/>
    <w:rsid w:val="00566545"/>
    <w:rsid w:val="00567573"/>
    <w:rsid w:val="00567CC3"/>
    <w:rsid w:val="00567E95"/>
    <w:rsid w:val="00567F05"/>
    <w:rsid w:val="005709AA"/>
    <w:rsid w:val="005709D0"/>
    <w:rsid w:val="00570BB3"/>
    <w:rsid w:val="0057317B"/>
    <w:rsid w:val="00573591"/>
    <w:rsid w:val="00573661"/>
    <w:rsid w:val="0057437B"/>
    <w:rsid w:val="0057460C"/>
    <w:rsid w:val="005753A4"/>
    <w:rsid w:val="00575C48"/>
    <w:rsid w:val="00576182"/>
    <w:rsid w:val="00576BC1"/>
    <w:rsid w:val="005777F1"/>
    <w:rsid w:val="00577D05"/>
    <w:rsid w:val="00580C1A"/>
    <w:rsid w:val="00581427"/>
    <w:rsid w:val="0058185C"/>
    <w:rsid w:val="0058193F"/>
    <w:rsid w:val="00581CEB"/>
    <w:rsid w:val="0058223A"/>
    <w:rsid w:val="00582B63"/>
    <w:rsid w:val="00582BE3"/>
    <w:rsid w:val="00583ED9"/>
    <w:rsid w:val="005842D5"/>
    <w:rsid w:val="00584AF0"/>
    <w:rsid w:val="00584DB1"/>
    <w:rsid w:val="0058665C"/>
    <w:rsid w:val="00586A75"/>
    <w:rsid w:val="00586B6A"/>
    <w:rsid w:val="00586CAE"/>
    <w:rsid w:val="005876E0"/>
    <w:rsid w:val="00590805"/>
    <w:rsid w:val="00590C81"/>
    <w:rsid w:val="0059300D"/>
    <w:rsid w:val="0059366F"/>
    <w:rsid w:val="0059419E"/>
    <w:rsid w:val="005959B1"/>
    <w:rsid w:val="005970C6"/>
    <w:rsid w:val="00597F23"/>
    <w:rsid w:val="005A19D3"/>
    <w:rsid w:val="005A1D0F"/>
    <w:rsid w:val="005A1D9E"/>
    <w:rsid w:val="005A2235"/>
    <w:rsid w:val="005A28BF"/>
    <w:rsid w:val="005A2CD0"/>
    <w:rsid w:val="005A372D"/>
    <w:rsid w:val="005A38C3"/>
    <w:rsid w:val="005A4035"/>
    <w:rsid w:val="005A411B"/>
    <w:rsid w:val="005A44B7"/>
    <w:rsid w:val="005A484E"/>
    <w:rsid w:val="005A5464"/>
    <w:rsid w:val="005A5B3D"/>
    <w:rsid w:val="005A6754"/>
    <w:rsid w:val="005A716F"/>
    <w:rsid w:val="005A7AB3"/>
    <w:rsid w:val="005A7D75"/>
    <w:rsid w:val="005A7DA9"/>
    <w:rsid w:val="005A7DFB"/>
    <w:rsid w:val="005B0091"/>
    <w:rsid w:val="005B025A"/>
    <w:rsid w:val="005B0686"/>
    <w:rsid w:val="005B09B2"/>
    <w:rsid w:val="005B14DE"/>
    <w:rsid w:val="005B1B31"/>
    <w:rsid w:val="005B1CE3"/>
    <w:rsid w:val="005B1F05"/>
    <w:rsid w:val="005B26CC"/>
    <w:rsid w:val="005B3A69"/>
    <w:rsid w:val="005B3AFD"/>
    <w:rsid w:val="005B3BE1"/>
    <w:rsid w:val="005B4147"/>
    <w:rsid w:val="005B41E8"/>
    <w:rsid w:val="005B41F7"/>
    <w:rsid w:val="005B4F90"/>
    <w:rsid w:val="005B59F9"/>
    <w:rsid w:val="005B6110"/>
    <w:rsid w:val="005B714C"/>
    <w:rsid w:val="005B74FD"/>
    <w:rsid w:val="005C034C"/>
    <w:rsid w:val="005C0852"/>
    <w:rsid w:val="005C0E91"/>
    <w:rsid w:val="005C1F76"/>
    <w:rsid w:val="005C2307"/>
    <w:rsid w:val="005C2CAF"/>
    <w:rsid w:val="005C3CC7"/>
    <w:rsid w:val="005C4962"/>
    <w:rsid w:val="005C4BA8"/>
    <w:rsid w:val="005C5647"/>
    <w:rsid w:val="005C6681"/>
    <w:rsid w:val="005C66E4"/>
    <w:rsid w:val="005C6D8B"/>
    <w:rsid w:val="005C75BF"/>
    <w:rsid w:val="005C77D7"/>
    <w:rsid w:val="005C7DD3"/>
    <w:rsid w:val="005C7F6C"/>
    <w:rsid w:val="005D05CD"/>
    <w:rsid w:val="005D0F98"/>
    <w:rsid w:val="005D0FF7"/>
    <w:rsid w:val="005D10A6"/>
    <w:rsid w:val="005D18CD"/>
    <w:rsid w:val="005D2FB9"/>
    <w:rsid w:val="005D4562"/>
    <w:rsid w:val="005D4980"/>
    <w:rsid w:val="005D4B0F"/>
    <w:rsid w:val="005D4E89"/>
    <w:rsid w:val="005D560A"/>
    <w:rsid w:val="005D561B"/>
    <w:rsid w:val="005D5B49"/>
    <w:rsid w:val="005D72D6"/>
    <w:rsid w:val="005D7F8D"/>
    <w:rsid w:val="005E005F"/>
    <w:rsid w:val="005E130B"/>
    <w:rsid w:val="005E14D1"/>
    <w:rsid w:val="005E1BF7"/>
    <w:rsid w:val="005E33A7"/>
    <w:rsid w:val="005E3DBD"/>
    <w:rsid w:val="005E3EA3"/>
    <w:rsid w:val="005E40CE"/>
    <w:rsid w:val="005E4329"/>
    <w:rsid w:val="005E5547"/>
    <w:rsid w:val="005E5562"/>
    <w:rsid w:val="005E588D"/>
    <w:rsid w:val="005E6BE5"/>
    <w:rsid w:val="005E6EC3"/>
    <w:rsid w:val="005E76FF"/>
    <w:rsid w:val="005E7D2F"/>
    <w:rsid w:val="005F062D"/>
    <w:rsid w:val="005F08AA"/>
    <w:rsid w:val="005F093E"/>
    <w:rsid w:val="005F1465"/>
    <w:rsid w:val="005F1E4B"/>
    <w:rsid w:val="005F23AF"/>
    <w:rsid w:val="005F2AD5"/>
    <w:rsid w:val="005F2BBB"/>
    <w:rsid w:val="005F4919"/>
    <w:rsid w:val="005F50C2"/>
    <w:rsid w:val="005F51C6"/>
    <w:rsid w:val="005F533D"/>
    <w:rsid w:val="005F5547"/>
    <w:rsid w:val="0060046C"/>
    <w:rsid w:val="0060080C"/>
    <w:rsid w:val="00600F25"/>
    <w:rsid w:val="006013ED"/>
    <w:rsid w:val="006015F4"/>
    <w:rsid w:val="00601EC0"/>
    <w:rsid w:val="00601EFC"/>
    <w:rsid w:val="00603326"/>
    <w:rsid w:val="006036D6"/>
    <w:rsid w:val="00603CF5"/>
    <w:rsid w:val="00603E34"/>
    <w:rsid w:val="00604BF8"/>
    <w:rsid w:val="00604EF0"/>
    <w:rsid w:val="0060502B"/>
    <w:rsid w:val="0060568A"/>
    <w:rsid w:val="00605A9B"/>
    <w:rsid w:val="006060CC"/>
    <w:rsid w:val="00606DAF"/>
    <w:rsid w:val="0060727B"/>
    <w:rsid w:val="00607280"/>
    <w:rsid w:val="006077A7"/>
    <w:rsid w:val="0060789F"/>
    <w:rsid w:val="0061051D"/>
    <w:rsid w:val="00611B74"/>
    <w:rsid w:val="00612CE4"/>
    <w:rsid w:val="00613AEA"/>
    <w:rsid w:val="00613B28"/>
    <w:rsid w:val="00614510"/>
    <w:rsid w:val="00616E71"/>
    <w:rsid w:val="00617068"/>
    <w:rsid w:val="00617105"/>
    <w:rsid w:val="00617C7D"/>
    <w:rsid w:val="00621387"/>
    <w:rsid w:val="006214E7"/>
    <w:rsid w:val="0062173D"/>
    <w:rsid w:val="006223FD"/>
    <w:rsid w:val="00622B06"/>
    <w:rsid w:val="00622F88"/>
    <w:rsid w:val="00623418"/>
    <w:rsid w:val="00623BD9"/>
    <w:rsid w:val="00623CD1"/>
    <w:rsid w:val="006244D0"/>
    <w:rsid w:val="00624689"/>
    <w:rsid w:val="0062528F"/>
    <w:rsid w:val="006252EA"/>
    <w:rsid w:val="00625AF2"/>
    <w:rsid w:val="00625F0F"/>
    <w:rsid w:val="00626B1B"/>
    <w:rsid w:val="00626EDA"/>
    <w:rsid w:val="006274E4"/>
    <w:rsid w:val="00627A46"/>
    <w:rsid w:val="00630978"/>
    <w:rsid w:val="006319BA"/>
    <w:rsid w:val="006323CF"/>
    <w:rsid w:val="006327A7"/>
    <w:rsid w:val="00632B7F"/>
    <w:rsid w:val="0063343F"/>
    <w:rsid w:val="00633D53"/>
    <w:rsid w:val="0063511F"/>
    <w:rsid w:val="00636B58"/>
    <w:rsid w:val="00637122"/>
    <w:rsid w:val="006376E2"/>
    <w:rsid w:val="0063793C"/>
    <w:rsid w:val="00640C38"/>
    <w:rsid w:val="00640DE2"/>
    <w:rsid w:val="0064160D"/>
    <w:rsid w:val="0064171A"/>
    <w:rsid w:val="00641794"/>
    <w:rsid w:val="00641B6C"/>
    <w:rsid w:val="00641F80"/>
    <w:rsid w:val="0064268D"/>
    <w:rsid w:val="00642BE7"/>
    <w:rsid w:val="0064321C"/>
    <w:rsid w:val="0064356F"/>
    <w:rsid w:val="006437C2"/>
    <w:rsid w:val="00644028"/>
    <w:rsid w:val="00644694"/>
    <w:rsid w:val="0064485B"/>
    <w:rsid w:val="0064498C"/>
    <w:rsid w:val="00645436"/>
    <w:rsid w:val="006472DD"/>
    <w:rsid w:val="006473D0"/>
    <w:rsid w:val="00647E62"/>
    <w:rsid w:val="00651ADD"/>
    <w:rsid w:val="00651F84"/>
    <w:rsid w:val="0065449D"/>
    <w:rsid w:val="00655348"/>
    <w:rsid w:val="00655F32"/>
    <w:rsid w:val="00657614"/>
    <w:rsid w:val="00657BC5"/>
    <w:rsid w:val="00657C9D"/>
    <w:rsid w:val="00660053"/>
    <w:rsid w:val="0066125D"/>
    <w:rsid w:val="00662064"/>
    <w:rsid w:val="006623F2"/>
    <w:rsid w:val="00663E8C"/>
    <w:rsid w:val="0066464F"/>
    <w:rsid w:val="00665246"/>
    <w:rsid w:val="006666BB"/>
    <w:rsid w:val="00666DFA"/>
    <w:rsid w:val="00670611"/>
    <w:rsid w:val="00670CD1"/>
    <w:rsid w:val="00670D9D"/>
    <w:rsid w:val="00671422"/>
    <w:rsid w:val="00671C1E"/>
    <w:rsid w:val="00673000"/>
    <w:rsid w:val="00673600"/>
    <w:rsid w:val="00673B14"/>
    <w:rsid w:val="00674ED9"/>
    <w:rsid w:val="0067590A"/>
    <w:rsid w:val="00675DD6"/>
    <w:rsid w:val="00675E91"/>
    <w:rsid w:val="00675EBA"/>
    <w:rsid w:val="0067620E"/>
    <w:rsid w:val="006762C1"/>
    <w:rsid w:val="006771D7"/>
    <w:rsid w:val="00680711"/>
    <w:rsid w:val="00680D12"/>
    <w:rsid w:val="0068127D"/>
    <w:rsid w:val="00681ECC"/>
    <w:rsid w:val="00682002"/>
    <w:rsid w:val="00682543"/>
    <w:rsid w:val="0068288F"/>
    <w:rsid w:val="00682DF5"/>
    <w:rsid w:val="00682EBA"/>
    <w:rsid w:val="006834F5"/>
    <w:rsid w:val="00683C2F"/>
    <w:rsid w:val="006843C0"/>
    <w:rsid w:val="00684E8E"/>
    <w:rsid w:val="00684F3B"/>
    <w:rsid w:val="0068594B"/>
    <w:rsid w:val="0068604E"/>
    <w:rsid w:val="00686C89"/>
    <w:rsid w:val="00687069"/>
    <w:rsid w:val="00687854"/>
    <w:rsid w:val="0068797B"/>
    <w:rsid w:val="00690DE3"/>
    <w:rsid w:val="00692188"/>
    <w:rsid w:val="00692B0D"/>
    <w:rsid w:val="00692EA1"/>
    <w:rsid w:val="00692F7C"/>
    <w:rsid w:val="006936BB"/>
    <w:rsid w:val="006943A3"/>
    <w:rsid w:val="00695D5A"/>
    <w:rsid w:val="00696151"/>
    <w:rsid w:val="00696E2F"/>
    <w:rsid w:val="00697147"/>
    <w:rsid w:val="006A05C4"/>
    <w:rsid w:val="006A0780"/>
    <w:rsid w:val="006A0E7C"/>
    <w:rsid w:val="006A1CAA"/>
    <w:rsid w:val="006A2A89"/>
    <w:rsid w:val="006A3234"/>
    <w:rsid w:val="006A3721"/>
    <w:rsid w:val="006A3725"/>
    <w:rsid w:val="006A3DD7"/>
    <w:rsid w:val="006A3E94"/>
    <w:rsid w:val="006A4622"/>
    <w:rsid w:val="006A48F0"/>
    <w:rsid w:val="006A4D39"/>
    <w:rsid w:val="006A4DA7"/>
    <w:rsid w:val="006A5030"/>
    <w:rsid w:val="006A5A23"/>
    <w:rsid w:val="006A7113"/>
    <w:rsid w:val="006A731A"/>
    <w:rsid w:val="006A7B67"/>
    <w:rsid w:val="006B0513"/>
    <w:rsid w:val="006B057E"/>
    <w:rsid w:val="006B0F81"/>
    <w:rsid w:val="006B162A"/>
    <w:rsid w:val="006B17E7"/>
    <w:rsid w:val="006B1A1B"/>
    <w:rsid w:val="006B1D4E"/>
    <w:rsid w:val="006B2852"/>
    <w:rsid w:val="006B29A2"/>
    <w:rsid w:val="006B5C77"/>
    <w:rsid w:val="006B5E08"/>
    <w:rsid w:val="006C0993"/>
    <w:rsid w:val="006C0AFF"/>
    <w:rsid w:val="006C1EE2"/>
    <w:rsid w:val="006C200D"/>
    <w:rsid w:val="006C23C8"/>
    <w:rsid w:val="006C2C0D"/>
    <w:rsid w:val="006C2DF7"/>
    <w:rsid w:val="006C2E22"/>
    <w:rsid w:val="006C34CC"/>
    <w:rsid w:val="006C357E"/>
    <w:rsid w:val="006C3983"/>
    <w:rsid w:val="006C43BF"/>
    <w:rsid w:val="006C440F"/>
    <w:rsid w:val="006C4907"/>
    <w:rsid w:val="006C688C"/>
    <w:rsid w:val="006C7C77"/>
    <w:rsid w:val="006C7F75"/>
    <w:rsid w:val="006D2670"/>
    <w:rsid w:val="006D2DA8"/>
    <w:rsid w:val="006D32A7"/>
    <w:rsid w:val="006D38BA"/>
    <w:rsid w:val="006D3977"/>
    <w:rsid w:val="006D3E5F"/>
    <w:rsid w:val="006D40AF"/>
    <w:rsid w:val="006D44FB"/>
    <w:rsid w:val="006D4E16"/>
    <w:rsid w:val="006D5144"/>
    <w:rsid w:val="006D5667"/>
    <w:rsid w:val="006D67A4"/>
    <w:rsid w:val="006D6A29"/>
    <w:rsid w:val="006D6B9C"/>
    <w:rsid w:val="006D6C02"/>
    <w:rsid w:val="006D762F"/>
    <w:rsid w:val="006D78B6"/>
    <w:rsid w:val="006E0681"/>
    <w:rsid w:val="006E1165"/>
    <w:rsid w:val="006E1FD7"/>
    <w:rsid w:val="006E2E69"/>
    <w:rsid w:val="006E2FD8"/>
    <w:rsid w:val="006E3799"/>
    <w:rsid w:val="006E5131"/>
    <w:rsid w:val="006E6C16"/>
    <w:rsid w:val="006E7051"/>
    <w:rsid w:val="006E72CF"/>
    <w:rsid w:val="006E7706"/>
    <w:rsid w:val="006E7953"/>
    <w:rsid w:val="006F01F9"/>
    <w:rsid w:val="006F0680"/>
    <w:rsid w:val="006F085E"/>
    <w:rsid w:val="006F1094"/>
    <w:rsid w:val="006F1D4A"/>
    <w:rsid w:val="006F2024"/>
    <w:rsid w:val="006F22E9"/>
    <w:rsid w:val="006F2555"/>
    <w:rsid w:val="006F3660"/>
    <w:rsid w:val="006F3908"/>
    <w:rsid w:val="006F44D2"/>
    <w:rsid w:val="006F5145"/>
    <w:rsid w:val="006F596B"/>
    <w:rsid w:val="006F6817"/>
    <w:rsid w:val="006F6BE8"/>
    <w:rsid w:val="006F6F33"/>
    <w:rsid w:val="006F70AB"/>
    <w:rsid w:val="006F7172"/>
    <w:rsid w:val="006F7AA0"/>
    <w:rsid w:val="007012DB"/>
    <w:rsid w:val="00701E97"/>
    <w:rsid w:val="0070258B"/>
    <w:rsid w:val="0070259F"/>
    <w:rsid w:val="007028F4"/>
    <w:rsid w:val="007029A8"/>
    <w:rsid w:val="0070354B"/>
    <w:rsid w:val="00703965"/>
    <w:rsid w:val="00704060"/>
    <w:rsid w:val="00704067"/>
    <w:rsid w:val="00704610"/>
    <w:rsid w:val="00704842"/>
    <w:rsid w:val="0070563C"/>
    <w:rsid w:val="00705EFA"/>
    <w:rsid w:val="00706A83"/>
    <w:rsid w:val="00707830"/>
    <w:rsid w:val="00707927"/>
    <w:rsid w:val="00710A98"/>
    <w:rsid w:val="007130B6"/>
    <w:rsid w:val="0071377E"/>
    <w:rsid w:val="00714C12"/>
    <w:rsid w:val="00714DC2"/>
    <w:rsid w:val="0071608F"/>
    <w:rsid w:val="00717003"/>
    <w:rsid w:val="00720295"/>
    <w:rsid w:val="00721588"/>
    <w:rsid w:val="00722BAB"/>
    <w:rsid w:val="007232AB"/>
    <w:rsid w:val="0072388D"/>
    <w:rsid w:val="00724042"/>
    <w:rsid w:val="0072445C"/>
    <w:rsid w:val="007245C7"/>
    <w:rsid w:val="00724614"/>
    <w:rsid w:val="0072549E"/>
    <w:rsid w:val="00725AA9"/>
    <w:rsid w:val="00726676"/>
    <w:rsid w:val="007267DD"/>
    <w:rsid w:val="00727A80"/>
    <w:rsid w:val="00727F93"/>
    <w:rsid w:val="00731689"/>
    <w:rsid w:val="00732916"/>
    <w:rsid w:val="00733105"/>
    <w:rsid w:val="007344D0"/>
    <w:rsid w:val="007344F4"/>
    <w:rsid w:val="007345F6"/>
    <w:rsid w:val="007350C5"/>
    <w:rsid w:val="00735258"/>
    <w:rsid w:val="00735293"/>
    <w:rsid w:val="007362D4"/>
    <w:rsid w:val="00736301"/>
    <w:rsid w:val="00736513"/>
    <w:rsid w:val="00736734"/>
    <w:rsid w:val="00736B41"/>
    <w:rsid w:val="00736FE0"/>
    <w:rsid w:val="007373FF"/>
    <w:rsid w:val="00737440"/>
    <w:rsid w:val="007405E6"/>
    <w:rsid w:val="00740E8F"/>
    <w:rsid w:val="0074251D"/>
    <w:rsid w:val="0074317F"/>
    <w:rsid w:val="00743B71"/>
    <w:rsid w:val="0074449B"/>
    <w:rsid w:val="00744B17"/>
    <w:rsid w:val="00744FDE"/>
    <w:rsid w:val="00745FA7"/>
    <w:rsid w:val="007467FB"/>
    <w:rsid w:val="00746A48"/>
    <w:rsid w:val="0074732B"/>
    <w:rsid w:val="0074750D"/>
    <w:rsid w:val="00747D29"/>
    <w:rsid w:val="00747F20"/>
    <w:rsid w:val="007510EE"/>
    <w:rsid w:val="007514DA"/>
    <w:rsid w:val="007519E9"/>
    <w:rsid w:val="00751B65"/>
    <w:rsid w:val="00751E8B"/>
    <w:rsid w:val="00751F8E"/>
    <w:rsid w:val="00752060"/>
    <w:rsid w:val="00752F59"/>
    <w:rsid w:val="00754A8B"/>
    <w:rsid w:val="007552C0"/>
    <w:rsid w:val="00756219"/>
    <w:rsid w:val="00756884"/>
    <w:rsid w:val="00756984"/>
    <w:rsid w:val="00757672"/>
    <w:rsid w:val="007602FE"/>
    <w:rsid w:val="00760AC3"/>
    <w:rsid w:val="00761A18"/>
    <w:rsid w:val="00763A56"/>
    <w:rsid w:val="0076404A"/>
    <w:rsid w:val="007648D3"/>
    <w:rsid w:val="00764922"/>
    <w:rsid w:val="007651B0"/>
    <w:rsid w:val="007656FA"/>
    <w:rsid w:val="00765A66"/>
    <w:rsid w:val="00766667"/>
    <w:rsid w:val="0076695D"/>
    <w:rsid w:val="00766A11"/>
    <w:rsid w:val="00766DD4"/>
    <w:rsid w:val="00766DE1"/>
    <w:rsid w:val="00766F2E"/>
    <w:rsid w:val="00767988"/>
    <w:rsid w:val="00770319"/>
    <w:rsid w:val="0077102F"/>
    <w:rsid w:val="00771D9F"/>
    <w:rsid w:val="00774F0E"/>
    <w:rsid w:val="00776050"/>
    <w:rsid w:val="0077653F"/>
    <w:rsid w:val="00776A3C"/>
    <w:rsid w:val="00777AD5"/>
    <w:rsid w:val="0078061F"/>
    <w:rsid w:val="00780DF3"/>
    <w:rsid w:val="007813CA"/>
    <w:rsid w:val="0078152C"/>
    <w:rsid w:val="00781DAA"/>
    <w:rsid w:val="007832B6"/>
    <w:rsid w:val="0078332A"/>
    <w:rsid w:val="00783656"/>
    <w:rsid w:val="00783713"/>
    <w:rsid w:val="0078378F"/>
    <w:rsid w:val="007839A3"/>
    <w:rsid w:val="00786AAB"/>
    <w:rsid w:val="00786ABD"/>
    <w:rsid w:val="00787BE2"/>
    <w:rsid w:val="00787C24"/>
    <w:rsid w:val="00787F0D"/>
    <w:rsid w:val="00790AB8"/>
    <w:rsid w:val="00790D8C"/>
    <w:rsid w:val="0079114C"/>
    <w:rsid w:val="00791970"/>
    <w:rsid w:val="00791EB0"/>
    <w:rsid w:val="00792A86"/>
    <w:rsid w:val="00792C92"/>
    <w:rsid w:val="0079363C"/>
    <w:rsid w:val="00793BA3"/>
    <w:rsid w:val="00793BF3"/>
    <w:rsid w:val="00794664"/>
    <w:rsid w:val="00796D92"/>
    <w:rsid w:val="007A0023"/>
    <w:rsid w:val="007A00D2"/>
    <w:rsid w:val="007A0276"/>
    <w:rsid w:val="007A0391"/>
    <w:rsid w:val="007A0F1E"/>
    <w:rsid w:val="007A13F8"/>
    <w:rsid w:val="007A31B5"/>
    <w:rsid w:val="007A3398"/>
    <w:rsid w:val="007A3971"/>
    <w:rsid w:val="007A3DC2"/>
    <w:rsid w:val="007A414B"/>
    <w:rsid w:val="007A45F8"/>
    <w:rsid w:val="007A5CDD"/>
    <w:rsid w:val="007A5CEF"/>
    <w:rsid w:val="007A6587"/>
    <w:rsid w:val="007A6801"/>
    <w:rsid w:val="007A780E"/>
    <w:rsid w:val="007A7BC8"/>
    <w:rsid w:val="007B0261"/>
    <w:rsid w:val="007B1B42"/>
    <w:rsid w:val="007B1C12"/>
    <w:rsid w:val="007B1EF2"/>
    <w:rsid w:val="007B29C9"/>
    <w:rsid w:val="007B2F25"/>
    <w:rsid w:val="007B3EE0"/>
    <w:rsid w:val="007B45EE"/>
    <w:rsid w:val="007B4E65"/>
    <w:rsid w:val="007B5209"/>
    <w:rsid w:val="007B54DD"/>
    <w:rsid w:val="007B61F6"/>
    <w:rsid w:val="007B6231"/>
    <w:rsid w:val="007B6629"/>
    <w:rsid w:val="007B6D68"/>
    <w:rsid w:val="007B73A0"/>
    <w:rsid w:val="007B78DC"/>
    <w:rsid w:val="007B7F05"/>
    <w:rsid w:val="007C068C"/>
    <w:rsid w:val="007C09B8"/>
    <w:rsid w:val="007C11E3"/>
    <w:rsid w:val="007C1EE8"/>
    <w:rsid w:val="007C2ADB"/>
    <w:rsid w:val="007C2FAC"/>
    <w:rsid w:val="007C3244"/>
    <w:rsid w:val="007C3A22"/>
    <w:rsid w:val="007C3CA1"/>
    <w:rsid w:val="007C44DF"/>
    <w:rsid w:val="007C4701"/>
    <w:rsid w:val="007C483A"/>
    <w:rsid w:val="007C6A47"/>
    <w:rsid w:val="007C7182"/>
    <w:rsid w:val="007D0238"/>
    <w:rsid w:val="007D040B"/>
    <w:rsid w:val="007D0414"/>
    <w:rsid w:val="007D062D"/>
    <w:rsid w:val="007D117C"/>
    <w:rsid w:val="007D2228"/>
    <w:rsid w:val="007D230D"/>
    <w:rsid w:val="007D235E"/>
    <w:rsid w:val="007D23ED"/>
    <w:rsid w:val="007D2FDA"/>
    <w:rsid w:val="007D3AD7"/>
    <w:rsid w:val="007D504F"/>
    <w:rsid w:val="007D64EE"/>
    <w:rsid w:val="007D6A4C"/>
    <w:rsid w:val="007D71AA"/>
    <w:rsid w:val="007E1AD8"/>
    <w:rsid w:val="007E1D4E"/>
    <w:rsid w:val="007E237F"/>
    <w:rsid w:val="007E256E"/>
    <w:rsid w:val="007E32DF"/>
    <w:rsid w:val="007E4D9D"/>
    <w:rsid w:val="007E649F"/>
    <w:rsid w:val="007E7B37"/>
    <w:rsid w:val="007E7C29"/>
    <w:rsid w:val="007F082B"/>
    <w:rsid w:val="007F0E24"/>
    <w:rsid w:val="007F161E"/>
    <w:rsid w:val="007F196D"/>
    <w:rsid w:val="007F27DE"/>
    <w:rsid w:val="007F2B90"/>
    <w:rsid w:val="007F2F82"/>
    <w:rsid w:val="007F32F1"/>
    <w:rsid w:val="007F4E93"/>
    <w:rsid w:val="007F4F72"/>
    <w:rsid w:val="007F505E"/>
    <w:rsid w:val="007F5160"/>
    <w:rsid w:val="007F51B0"/>
    <w:rsid w:val="007F65A9"/>
    <w:rsid w:val="007F6E28"/>
    <w:rsid w:val="00800E6F"/>
    <w:rsid w:val="008013EC"/>
    <w:rsid w:val="00802FB0"/>
    <w:rsid w:val="00803ED7"/>
    <w:rsid w:val="008045C8"/>
    <w:rsid w:val="00804C69"/>
    <w:rsid w:val="00805036"/>
    <w:rsid w:val="00805F9B"/>
    <w:rsid w:val="00806324"/>
    <w:rsid w:val="0080643B"/>
    <w:rsid w:val="008069EB"/>
    <w:rsid w:val="00806AE8"/>
    <w:rsid w:val="0080743A"/>
    <w:rsid w:val="008076A7"/>
    <w:rsid w:val="008109A0"/>
    <w:rsid w:val="00810DB2"/>
    <w:rsid w:val="00811277"/>
    <w:rsid w:val="00811483"/>
    <w:rsid w:val="00811491"/>
    <w:rsid w:val="008118B5"/>
    <w:rsid w:val="00811B61"/>
    <w:rsid w:val="00811C01"/>
    <w:rsid w:val="008123A3"/>
    <w:rsid w:val="00812774"/>
    <w:rsid w:val="0081334A"/>
    <w:rsid w:val="008138ED"/>
    <w:rsid w:val="00813A8D"/>
    <w:rsid w:val="00814B9B"/>
    <w:rsid w:val="00815245"/>
    <w:rsid w:val="00815528"/>
    <w:rsid w:val="008155B2"/>
    <w:rsid w:val="00815FD8"/>
    <w:rsid w:val="0081647A"/>
    <w:rsid w:val="008165AD"/>
    <w:rsid w:val="008166FC"/>
    <w:rsid w:val="008171A2"/>
    <w:rsid w:val="00817516"/>
    <w:rsid w:val="00817AF4"/>
    <w:rsid w:val="00820DAB"/>
    <w:rsid w:val="00820E0C"/>
    <w:rsid w:val="00821A5D"/>
    <w:rsid w:val="00821ED8"/>
    <w:rsid w:val="00822107"/>
    <w:rsid w:val="0082237D"/>
    <w:rsid w:val="00823F31"/>
    <w:rsid w:val="008240FF"/>
    <w:rsid w:val="00825028"/>
    <w:rsid w:val="008252CA"/>
    <w:rsid w:val="00826A8F"/>
    <w:rsid w:val="00830054"/>
    <w:rsid w:val="008300AF"/>
    <w:rsid w:val="00830354"/>
    <w:rsid w:val="0083055F"/>
    <w:rsid w:val="0083294D"/>
    <w:rsid w:val="0083299B"/>
    <w:rsid w:val="00833751"/>
    <w:rsid w:val="00834E10"/>
    <w:rsid w:val="008354EF"/>
    <w:rsid w:val="00835D6B"/>
    <w:rsid w:val="008361E8"/>
    <w:rsid w:val="008367A9"/>
    <w:rsid w:val="008367F7"/>
    <w:rsid w:val="00836DD4"/>
    <w:rsid w:val="00836F93"/>
    <w:rsid w:val="00837282"/>
    <w:rsid w:val="008373B7"/>
    <w:rsid w:val="008378ED"/>
    <w:rsid w:val="008379E2"/>
    <w:rsid w:val="00837C59"/>
    <w:rsid w:val="0084028F"/>
    <w:rsid w:val="00840F6D"/>
    <w:rsid w:val="008415BD"/>
    <w:rsid w:val="008416E5"/>
    <w:rsid w:val="008421EE"/>
    <w:rsid w:val="0084435F"/>
    <w:rsid w:val="00844E2A"/>
    <w:rsid w:val="008460BC"/>
    <w:rsid w:val="00846739"/>
    <w:rsid w:val="008469A2"/>
    <w:rsid w:val="00846A91"/>
    <w:rsid w:val="00847993"/>
    <w:rsid w:val="00850130"/>
    <w:rsid w:val="008501CD"/>
    <w:rsid w:val="00850525"/>
    <w:rsid w:val="00850941"/>
    <w:rsid w:val="00850C80"/>
    <w:rsid w:val="0085131F"/>
    <w:rsid w:val="00851D6E"/>
    <w:rsid w:val="008524CB"/>
    <w:rsid w:val="00852B6A"/>
    <w:rsid w:val="00852E17"/>
    <w:rsid w:val="008531BC"/>
    <w:rsid w:val="008538D6"/>
    <w:rsid w:val="00853AF5"/>
    <w:rsid w:val="00854950"/>
    <w:rsid w:val="00854FC7"/>
    <w:rsid w:val="00855D2C"/>
    <w:rsid w:val="00855D60"/>
    <w:rsid w:val="00856D1B"/>
    <w:rsid w:val="00857303"/>
    <w:rsid w:val="00860200"/>
    <w:rsid w:val="00860697"/>
    <w:rsid w:val="008608FD"/>
    <w:rsid w:val="0086178A"/>
    <w:rsid w:val="00862A60"/>
    <w:rsid w:val="00862FB3"/>
    <w:rsid w:val="008630F2"/>
    <w:rsid w:val="008630FC"/>
    <w:rsid w:val="00863C9C"/>
    <w:rsid w:val="00864588"/>
    <w:rsid w:val="0086662F"/>
    <w:rsid w:val="00866657"/>
    <w:rsid w:val="008666E8"/>
    <w:rsid w:val="00866E3A"/>
    <w:rsid w:val="00866FC6"/>
    <w:rsid w:val="008678EB"/>
    <w:rsid w:val="00867D1F"/>
    <w:rsid w:val="00870606"/>
    <w:rsid w:val="00870919"/>
    <w:rsid w:val="008716EF"/>
    <w:rsid w:val="00872158"/>
    <w:rsid w:val="00872A83"/>
    <w:rsid w:val="00872BF3"/>
    <w:rsid w:val="008734CC"/>
    <w:rsid w:val="00873CDD"/>
    <w:rsid w:val="00873DAF"/>
    <w:rsid w:val="00874449"/>
    <w:rsid w:val="008747E4"/>
    <w:rsid w:val="0087499E"/>
    <w:rsid w:val="00875117"/>
    <w:rsid w:val="008765E9"/>
    <w:rsid w:val="00876AF3"/>
    <w:rsid w:val="00876BFF"/>
    <w:rsid w:val="00876EEF"/>
    <w:rsid w:val="0087702A"/>
    <w:rsid w:val="008801F4"/>
    <w:rsid w:val="00880A54"/>
    <w:rsid w:val="00880BAB"/>
    <w:rsid w:val="00881302"/>
    <w:rsid w:val="00881F12"/>
    <w:rsid w:val="00882575"/>
    <w:rsid w:val="00882ECA"/>
    <w:rsid w:val="00882FD9"/>
    <w:rsid w:val="008830AC"/>
    <w:rsid w:val="00883B23"/>
    <w:rsid w:val="00883D28"/>
    <w:rsid w:val="00883D6A"/>
    <w:rsid w:val="00883E05"/>
    <w:rsid w:val="008846AD"/>
    <w:rsid w:val="00884882"/>
    <w:rsid w:val="00884899"/>
    <w:rsid w:val="00884D4F"/>
    <w:rsid w:val="00885494"/>
    <w:rsid w:val="008858F8"/>
    <w:rsid w:val="00886549"/>
    <w:rsid w:val="00886658"/>
    <w:rsid w:val="00886AB2"/>
    <w:rsid w:val="008874B3"/>
    <w:rsid w:val="00887574"/>
    <w:rsid w:val="0088782C"/>
    <w:rsid w:val="00887D9A"/>
    <w:rsid w:val="008908DB"/>
    <w:rsid w:val="0089131C"/>
    <w:rsid w:val="00891483"/>
    <w:rsid w:val="008915CB"/>
    <w:rsid w:val="008919E9"/>
    <w:rsid w:val="0089269B"/>
    <w:rsid w:val="00892E28"/>
    <w:rsid w:val="00893E66"/>
    <w:rsid w:val="00893E68"/>
    <w:rsid w:val="00894099"/>
    <w:rsid w:val="008945D0"/>
    <w:rsid w:val="008949A0"/>
    <w:rsid w:val="00895D24"/>
    <w:rsid w:val="00896EAA"/>
    <w:rsid w:val="0089743A"/>
    <w:rsid w:val="0089762A"/>
    <w:rsid w:val="00897D51"/>
    <w:rsid w:val="008A06C4"/>
    <w:rsid w:val="008A074D"/>
    <w:rsid w:val="008A0C8E"/>
    <w:rsid w:val="008A1333"/>
    <w:rsid w:val="008A18DB"/>
    <w:rsid w:val="008A1E19"/>
    <w:rsid w:val="008A1F33"/>
    <w:rsid w:val="008A2883"/>
    <w:rsid w:val="008A2CD7"/>
    <w:rsid w:val="008A3480"/>
    <w:rsid w:val="008A3723"/>
    <w:rsid w:val="008A3D00"/>
    <w:rsid w:val="008A3D4D"/>
    <w:rsid w:val="008A3E9D"/>
    <w:rsid w:val="008A4955"/>
    <w:rsid w:val="008A4C29"/>
    <w:rsid w:val="008A5D36"/>
    <w:rsid w:val="008A61D9"/>
    <w:rsid w:val="008A707F"/>
    <w:rsid w:val="008A71CE"/>
    <w:rsid w:val="008B06AA"/>
    <w:rsid w:val="008B0D1B"/>
    <w:rsid w:val="008B0DA3"/>
    <w:rsid w:val="008B1DCC"/>
    <w:rsid w:val="008B22A1"/>
    <w:rsid w:val="008B2C1B"/>
    <w:rsid w:val="008B396B"/>
    <w:rsid w:val="008B4ADA"/>
    <w:rsid w:val="008B50B4"/>
    <w:rsid w:val="008B596D"/>
    <w:rsid w:val="008B5AC8"/>
    <w:rsid w:val="008B638F"/>
    <w:rsid w:val="008B64E5"/>
    <w:rsid w:val="008B6A4B"/>
    <w:rsid w:val="008B7849"/>
    <w:rsid w:val="008B7C2F"/>
    <w:rsid w:val="008B7E88"/>
    <w:rsid w:val="008C0AA8"/>
    <w:rsid w:val="008C0B96"/>
    <w:rsid w:val="008C178D"/>
    <w:rsid w:val="008C25CB"/>
    <w:rsid w:val="008C2634"/>
    <w:rsid w:val="008C272C"/>
    <w:rsid w:val="008C2733"/>
    <w:rsid w:val="008C2965"/>
    <w:rsid w:val="008C33AE"/>
    <w:rsid w:val="008C3608"/>
    <w:rsid w:val="008C3B72"/>
    <w:rsid w:val="008C3C52"/>
    <w:rsid w:val="008C3E82"/>
    <w:rsid w:val="008C43A9"/>
    <w:rsid w:val="008C47AA"/>
    <w:rsid w:val="008C49B0"/>
    <w:rsid w:val="008C4B9F"/>
    <w:rsid w:val="008C6147"/>
    <w:rsid w:val="008C61CB"/>
    <w:rsid w:val="008C69BD"/>
    <w:rsid w:val="008C73C1"/>
    <w:rsid w:val="008C7539"/>
    <w:rsid w:val="008C770E"/>
    <w:rsid w:val="008C7D16"/>
    <w:rsid w:val="008C7F25"/>
    <w:rsid w:val="008D01C8"/>
    <w:rsid w:val="008D04E7"/>
    <w:rsid w:val="008D0914"/>
    <w:rsid w:val="008D14FC"/>
    <w:rsid w:val="008D155A"/>
    <w:rsid w:val="008D1CBE"/>
    <w:rsid w:val="008D273E"/>
    <w:rsid w:val="008D29A4"/>
    <w:rsid w:val="008D29C8"/>
    <w:rsid w:val="008D311E"/>
    <w:rsid w:val="008D378E"/>
    <w:rsid w:val="008D3847"/>
    <w:rsid w:val="008D4B18"/>
    <w:rsid w:val="008D4D9F"/>
    <w:rsid w:val="008D5456"/>
    <w:rsid w:val="008D57F6"/>
    <w:rsid w:val="008D5BD5"/>
    <w:rsid w:val="008D62C2"/>
    <w:rsid w:val="008D67F5"/>
    <w:rsid w:val="008D7260"/>
    <w:rsid w:val="008D7A7E"/>
    <w:rsid w:val="008D7C3E"/>
    <w:rsid w:val="008D7CDC"/>
    <w:rsid w:val="008E14D0"/>
    <w:rsid w:val="008E31FB"/>
    <w:rsid w:val="008E4839"/>
    <w:rsid w:val="008E4A1A"/>
    <w:rsid w:val="008E6283"/>
    <w:rsid w:val="008E6288"/>
    <w:rsid w:val="008E71D4"/>
    <w:rsid w:val="008E7C70"/>
    <w:rsid w:val="008F0519"/>
    <w:rsid w:val="008F0AD7"/>
    <w:rsid w:val="008F0CA2"/>
    <w:rsid w:val="008F10A5"/>
    <w:rsid w:val="008F1BB9"/>
    <w:rsid w:val="008F2256"/>
    <w:rsid w:val="008F24E0"/>
    <w:rsid w:val="008F30A9"/>
    <w:rsid w:val="008F30E1"/>
    <w:rsid w:val="008F3931"/>
    <w:rsid w:val="008F45F7"/>
    <w:rsid w:val="008F4975"/>
    <w:rsid w:val="008F54E5"/>
    <w:rsid w:val="008F5719"/>
    <w:rsid w:val="008F590E"/>
    <w:rsid w:val="008F5B53"/>
    <w:rsid w:val="008F6B6C"/>
    <w:rsid w:val="008F6E19"/>
    <w:rsid w:val="008F733D"/>
    <w:rsid w:val="008F7859"/>
    <w:rsid w:val="009003F2"/>
    <w:rsid w:val="0090068F"/>
    <w:rsid w:val="00900B03"/>
    <w:rsid w:val="00900F0F"/>
    <w:rsid w:val="0090112C"/>
    <w:rsid w:val="009018BE"/>
    <w:rsid w:val="00901C6F"/>
    <w:rsid w:val="00901E19"/>
    <w:rsid w:val="00904D91"/>
    <w:rsid w:val="00904E8C"/>
    <w:rsid w:val="00905A0A"/>
    <w:rsid w:val="00906074"/>
    <w:rsid w:val="00906178"/>
    <w:rsid w:val="00906980"/>
    <w:rsid w:val="00906FC6"/>
    <w:rsid w:val="0090711F"/>
    <w:rsid w:val="00910B5D"/>
    <w:rsid w:val="00912736"/>
    <w:rsid w:val="0091405F"/>
    <w:rsid w:val="0091464C"/>
    <w:rsid w:val="00914853"/>
    <w:rsid w:val="0091665C"/>
    <w:rsid w:val="00916B13"/>
    <w:rsid w:val="0091732C"/>
    <w:rsid w:val="009200BD"/>
    <w:rsid w:val="00920123"/>
    <w:rsid w:val="00921B94"/>
    <w:rsid w:val="00921D3D"/>
    <w:rsid w:val="00923E29"/>
    <w:rsid w:val="009245A2"/>
    <w:rsid w:val="00925DA0"/>
    <w:rsid w:val="00927438"/>
    <w:rsid w:val="0093135D"/>
    <w:rsid w:val="009317B9"/>
    <w:rsid w:val="00931F84"/>
    <w:rsid w:val="009332D4"/>
    <w:rsid w:val="00935CA1"/>
    <w:rsid w:val="0093738A"/>
    <w:rsid w:val="00937398"/>
    <w:rsid w:val="00940178"/>
    <w:rsid w:val="009406D6"/>
    <w:rsid w:val="00941A85"/>
    <w:rsid w:val="00941D34"/>
    <w:rsid w:val="00942126"/>
    <w:rsid w:val="009421E7"/>
    <w:rsid w:val="009433CF"/>
    <w:rsid w:val="00943AA9"/>
    <w:rsid w:val="00943E25"/>
    <w:rsid w:val="009452DB"/>
    <w:rsid w:val="00945FD2"/>
    <w:rsid w:val="0094641E"/>
    <w:rsid w:val="009470BE"/>
    <w:rsid w:val="00947325"/>
    <w:rsid w:val="00947400"/>
    <w:rsid w:val="009509D1"/>
    <w:rsid w:val="00950FF5"/>
    <w:rsid w:val="00951554"/>
    <w:rsid w:val="009515ED"/>
    <w:rsid w:val="0095167A"/>
    <w:rsid w:val="009527A5"/>
    <w:rsid w:val="00952B19"/>
    <w:rsid w:val="00952C42"/>
    <w:rsid w:val="00952E88"/>
    <w:rsid w:val="0095363D"/>
    <w:rsid w:val="009536BE"/>
    <w:rsid w:val="00954A28"/>
    <w:rsid w:val="00954E5A"/>
    <w:rsid w:val="009551A1"/>
    <w:rsid w:val="00955539"/>
    <w:rsid w:val="00956553"/>
    <w:rsid w:val="00957502"/>
    <w:rsid w:val="009578DE"/>
    <w:rsid w:val="009609B7"/>
    <w:rsid w:val="00961393"/>
    <w:rsid w:val="00961975"/>
    <w:rsid w:val="00961B29"/>
    <w:rsid w:val="009623E1"/>
    <w:rsid w:val="009626F8"/>
    <w:rsid w:val="00963A55"/>
    <w:rsid w:val="0096406B"/>
    <w:rsid w:val="0096422F"/>
    <w:rsid w:val="00964D14"/>
    <w:rsid w:val="009656FE"/>
    <w:rsid w:val="0096617C"/>
    <w:rsid w:val="00966FA6"/>
    <w:rsid w:val="00970A5B"/>
    <w:rsid w:val="00970A98"/>
    <w:rsid w:val="00971CFA"/>
    <w:rsid w:val="00971FFC"/>
    <w:rsid w:val="00972FF3"/>
    <w:rsid w:val="009734C8"/>
    <w:rsid w:val="00973C9D"/>
    <w:rsid w:val="00973EA5"/>
    <w:rsid w:val="0097693C"/>
    <w:rsid w:val="00977F05"/>
    <w:rsid w:val="0098064A"/>
    <w:rsid w:val="0098090F"/>
    <w:rsid w:val="00981372"/>
    <w:rsid w:val="00981811"/>
    <w:rsid w:val="00981898"/>
    <w:rsid w:val="00982177"/>
    <w:rsid w:val="00982A0B"/>
    <w:rsid w:val="00983949"/>
    <w:rsid w:val="009843B2"/>
    <w:rsid w:val="009847A1"/>
    <w:rsid w:val="00985F4F"/>
    <w:rsid w:val="0098606E"/>
    <w:rsid w:val="00986572"/>
    <w:rsid w:val="00986D06"/>
    <w:rsid w:val="00986D29"/>
    <w:rsid w:val="00987A5C"/>
    <w:rsid w:val="00990207"/>
    <w:rsid w:val="00990BEA"/>
    <w:rsid w:val="00990CDD"/>
    <w:rsid w:val="00991898"/>
    <w:rsid w:val="009919DF"/>
    <w:rsid w:val="00991F7C"/>
    <w:rsid w:val="00992062"/>
    <w:rsid w:val="009920AB"/>
    <w:rsid w:val="00992167"/>
    <w:rsid w:val="0099369C"/>
    <w:rsid w:val="00993F83"/>
    <w:rsid w:val="00994747"/>
    <w:rsid w:val="00994810"/>
    <w:rsid w:val="00994BEA"/>
    <w:rsid w:val="00994F8D"/>
    <w:rsid w:val="00995E7C"/>
    <w:rsid w:val="00996151"/>
    <w:rsid w:val="00996DB3"/>
    <w:rsid w:val="0099718D"/>
    <w:rsid w:val="009975F9"/>
    <w:rsid w:val="009A01C6"/>
    <w:rsid w:val="009A14B3"/>
    <w:rsid w:val="009A1BF6"/>
    <w:rsid w:val="009A38C0"/>
    <w:rsid w:val="009A3F8D"/>
    <w:rsid w:val="009A5320"/>
    <w:rsid w:val="009A5BBE"/>
    <w:rsid w:val="009A7337"/>
    <w:rsid w:val="009A7D20"/>
    <w:rsid w:val="009A7F72"/>
    <w:rsid w:val="009B03B8"/>
    <w:rsid w:val="009B05E2"/>
    <w:rsid w:val="009B06E0"/>
    <w:rsid w:val="009B1C76"/>
    <w:rsid w:val="009B2171"/>
    <w:rsid w:val="009B29DA"/>
    <w:rsid w:val="009B3256"/>
    <w:rsid w:val="009B3777"/>
    <w:rsid w:val="009B3D75"/>
    <w:rsid w:val="009B4B0D"/>
    <w:rsid w:val="009B765E"/>
    <w:rsid w:val="009C0209"/>
    <w:rsid w:val="009C0697"/>
    <w:rsid w:val="009C07B6"/>
    <w:rsid w:val="009C08D3"/>
    <w:rsid w:val="009C0AA6"/>
    <w:rsid w:val="009C109E"/>
    <w:rsid w:val="009C1712"/>
    <w:rsid w:val="009C1EC8"/>
    <w:rsid w:val="009C1FB6"/>
    <w:rsid w:val="009C20C9"/>
    <w:rsid w:val="009C24DA"/>
    <w:rsid w:val="009C349F"/>
    <w:rsid w:val="009C3CCB"/>
    <w:rsid w:val="009C4565"/>
    <w:rsid w:val="009C4BB9"/>
    <w:rsid w:val="009C4BE4"/>
    <w:rsid w:val="009C5104"/>
    <w:rsid w:val="009C6871"/>
    <w:rsid w:val="009C6F29"/>
    <w:rsid w:val="009C7F94"/>
    <w:rsid w:val="009D0BA4"/>
    <w:rsid w:val="009D0C78"/>
    <w:rsid w:val="009D11EF"/>
    <w:rsid w:val="009D18FA"/>
    <w:rsid w:val="009D1D80"/>
    <w:rsid w:val="009D2E0D"/>
    <w:rsid w:val="009D4221"/>
    <w:rsid w:val="009D43C5"/>
    <w:rsid w:val="009D4805"/>
    <w:rsid w:val="009D54AF"/>
    <w:rsid w:val="009D57E2"/>
    <w:rsid w:val="009D595B"/>
    <w:rsid w:val="009D5ED7"/>
    <w:rsid w:val="009D6419"/>
    <w:rsid w:val="009D6A75"/>
    <w:rsid w:val="009D7084"/>
    <w:rsid w:val="009E0AD1"/>
    <w:rsid w:val="009E1815"/>
    <w:rsid w:val="009E2402"/>
    <w:rsid w:val="009E24FF"/>
    <w:rsid w:val="009E2744"/>
    <w:rsid w:val="009E2ECE"/>
    <w:rsid w:val="009E3638"/>
    <w:rsid w:val="009E4304"/>
    <w:rsid w:val="009E4309"/>
    <w:rsid w:val="009E43DD"/>
    <w:rsid w:val="009E473C"/>
    <w:rsid w:val="009E4BBF"/>
    <w:rsid w:val="009E4C4D"/>
    <w:rsid w:val="009E4CFC"/>
    <w:rsid w:val="009E6334"/>
    <w:rsid w:val="009E67EF"/>
    <w:rsid w:val="009E6A7C"/>
    <w:rsid w:val="009E7483"/>
    <w:rsid w:val="009E77CF"/>
    <w:rsid w:val="009E79B8"/>
    <w:rsid w:val="009E7E0C"/>
    <w:rsid w:val="009F108F"/>
    <w:rsid w:val="009F16ED"/>
    <w:rsid w:val="009F17E2"/>
    <w:rsid w:val="009F22F4"/>
    <w:rsid w:val="009F291C"/>
    <w:rsid w:val="009F3F86"/>
    <w:rsid w:val="009F410F"/>
    <w:rsid w:val="009F4378"/>
    <w:rsid w:val="009F437F"/>
    <w:rsid w:val="009F480A"/>
    <w:rsid w:val="009F636F"/>
    <w:rsid w:val="009F63CE"/>
    <w:rsid w:val="009F6943"/>
    <w:rsid w:val="009F7408"/>
    <w:rsid w:val="009F7594"/>
    <w:rsid w:val="009F7B74"/>
    <w:rsid w:val="009F7D14"/>
    <w:rsid w:val="009F7F09"/>
    <w:rsid w:val="00A00D04"/>
    <w:rsid w:val="00A01684"/>
    <w:rsid w:val="00A0243D"/>
    <w:rsid w:val="00A02524"/>
    <w:rsid w:val="00A02948"/>
    <w:rsid w:val="00A02B55"/>
    <w:rsid w:val="00A032BD"/>
    <w:rsid w:val="00A03D12"/>
    <w:rsid w:val="00A04FAD"/>
    <w:rsid w:val="00A0636E"/>
    <w:rsid w:val="00A06569"/>
    <w:rsid w:val="00A06894"/>
    <w:rsid w:val="00A07083"/>
    <w:rsid w:val="00A0716F"/>
    <w:rsid w:val="00A071E7"/>
    <w:rsid w:val="00A0729A"/>
    <w:rsid w:val="00A079F8"/>
    <w:rsid w:val="00A104CF"/>
    <w:rsid w:val="00A104FE"/>
    <w:rsid w:val="00A1186A"/>
    <w:rsid w:val="00A11BBC"/>
    <w:rsid w:val="00A11E14"/>
    <w:rsid w:val="00A11FA9"/>
    <w:rsid w:val="00A1233D"/>
    <w:rsid w:val="00A12694"/>
    <w:rsid w:val="00A12ED0"/>
    <w:rsid w:val="00A13B15"/>
    <w:rsid w:val="00A14D29"/>
    <w:rsid w:val="00A15118"/>
    <w:rsid w:val="00A15CF5"/>
    <w:rsid w:val="00A162F8"/>
    <w:rsid w:val="00A16925"/>
    <w:rsid w:val="00A175C6"/>
    <w:rsid w:val="00A2058C"/>
    <w:rsid w:val="00A205F7"/>
    <w:rsid w:val="00A2120D"/>
    <w:rsid w:val="00A2218D"/>
    <w:rsid w:val="00A23BF9"/>
    <w:rsid w:val="00A23D04"/>
    <w:rsid w:val="00A245ED"/>
    <w:rsid w:val="00A246F4"/>
    <w:rsid w:val="00A25DFC"/>
    <w:rsid w:val="00A25FA7"/>
    <w:rsid w:val="00A266C2"/>
    <w:rsid w:val="00A271AA"/>
    <w:rsid w:val="00A277FF"/>
    <w:rsid w:val="00A303A3"/>
    <w:rsid w:val="00A30C44"/>
    <w:rsid w:val="00A30D4D"/>
    <w:rsid w:val="00A31267"/>
    <w:rsid w:val="00A31CA0"/>
    <w:rsid w:val="00A32025"/>
    <w:rsid w:val="00A329CA"/>
    <w:rsid w:val="00A32AD2"/>
    <w:rsid w:val="00A33357"/>
    <w:rsid w:val="00A335A4"/>
    <w:rsid w:val="00A342A7"/>
    <w:rsid w:val="00A3489C"/>
    <w:rsid w:val="00A3543A"/>
    <w:rsid w:val="00A36BD8"/>
    <w:rsid w:val="00A36CB0"/>
    <w:rsid w:val="00A377A1"/>
    <w:rsid w:val="00A3780D"/>
    <w:rsid w:val="00A3789F"/>
    <w:rsid w:val="00A37CF6"/>
    <w:rsid w:val="00A37FDC"/>
    <w:rsid w:val="00A41B63"/>
    <w:rsid w:val="00A41C7F"/>
    <w:rsid w:val="00A420DA"/>
    <w:rsid w:val="00A420FA"/>
    <w:rsid w:val="00A42A70"/>
    <w:rsid w:val="00A42AC0"/>
    <w:rsid w:val="00A4462A"/>
    <w:rsid w:val="00A44DFF"/>
    <w:rsid w:val="00A46054"/>
    <w:rsid w:val="00A46204"/>
    <w:rsid w:val="00A46744"/>
    <w:rsid w:val="00A46979"/>
    <w:rsid w:val="00A47288"/>
    <w:rsid w:val="00A479BB"/>
    <w:rsid w:val="00A50059"/>
    <w:rsid w:val="00A50D27"/>
    <w:rsid w:val="00A51ACB"/>
    <w:rsid w:val="00A51CDB"/>
    <w:rsid w:val="00A520E0"/>
    <w:rsid w:val="00A522B9"/>
    <w:rsid w:val="00A52593"/>
    <w:rsid w:val="00A52A1D"/>
    <w:rsid w:val="00A52B0D"/>
    <w:rsid w:val="00A53229"/>
    <w:rsid w:val="00A53482"/>
    <w:rsid w:val="00A537EF"/>
    <w:rsid w:val="00A53BB9"/>
    <w:rsid w:val="00A53F1A"/>
    <w:rsid w:val="00A548F9"/>
    <w:rsid w:val="00A555D6"/>
    <w:rsid w:val="00A55F06"/>
    <w:rsid w:val="00A55FC4"/>
    <w:rsid w:val="00A56100"/>
    <w:rsid w:val="00A564BA"/>
    <w:rsid w:val="00A57317"/>
    <w:rsid w:val="00A57401"/>
    <w:rsid w:val="00A576A6"/>
    <w:rsid w:val="00A60972"/>
    <w:rsid w:val="00A61454"/>
    <w:rsid w:val="00A61532"/>
    <w:rsid w:val="00A6203D"/>
    <w:rsid w:val="00A62631"/>
    <w:rsid w:val="00A6322B"/>
    <w:rsid w:val="00A637C5"/>
    <w:rsid w:val="00A63E02"/>
    <w:rsid w:val="00A63F5D"/>
    <w:rsid w:val="00A64064"/>
    <w:rsid w:val="00A6460E"/>
    <w:rsid w:val="00A64756"/>
    <w:rsid w:val="00A655A3"/>
    <w:rsid w:val="00A65FF2"/>
    <w:rsid w:val="00A671F3"/>
    <w:rsid w:val="00A67D97"/>
    <w:rsid w:val="00A70441"/>
    <w:rsid w:val="00A70D74"/>
    <w:rsid w:val="00A7162E"/>
    <w:rsid w:val="00A72D46"/>
    <w:rsid w:val="00A73B31"/>
    <w:rsid w:val="00A7481D"/>
    <w:rsid w:val="00A749B9"/>
    <w:rsid w:val="00A752E1"/>
    <w:rsid w:val="00A75A74"/>
    <w:rsid w:val="00A763D0"/>
    <w:rsid w:val="00A76996"/>
    <w:rsid w:val="00A77455"/>
    <w:rsid w:val="00A779FA"/>
    <w:rsid w:val="00A77FF1"/>
    <w:rsid w:val="00A80539"/>
    <w:rsid w:val="00A808C6"/>
    <w:rsid w:val="00A8090E"/>
    <w:rsid w:val="00A80F0C"/>
    <w:rsid w:val="00A81035"/>
    <w:rsid w:val="00A81693"/>
    <w:rsid w:val="00A81A20"/>
    <w:rsid w:val="00A81A30"/>
    <w:rsid w:val="00A81C53"/>
    <w:rsid w:val="00A8209F"/>
    <w:rsid w:val="00A82751"/>
    <w:rsid w:val="00A82B4E"/>
    <w:rsid w:val="00A84113"/>
    <w:rsid w:val="00A84BD6"/>
    <w:rsid w:val="00A84BF5"/>
    <w:rsid w:val="00A855E6"/>
    <w:rsid w:val="00A85E0C"/>
    <w:rsid w:val="00A86D8E"/>
    <w:rsid w:val="00A87CC5"/>
    <w:rsid w:val="00A87E9C"/>
    <w:rsid w:val="00A914DE"/>
    <w:rsid w:val="00A9154C"/>
    <w:rsid w:val="00A91FDC"/>
    <w:rsid w:val="00A92AEE"/>
    <w:rsid w:val="00A92F39"/>
    <w:rsid w:val="00A9322B"/>
    <w:rsid w:val="00A93901"/>
    <w:rsid w:val="00A93955"/>
    <w:rsid w:val="00A93A4A"/>
    <w:rsid w:val="00A93E54"/>
    <w:rsid w:val="00A94D35"/>
    <w:rsid w:val="00A94F43"/>
    <w:rsid w:val="00A95000"/>
    <w:rsid w:val="00A952A8"/>
    <w:rsid w:val="00A955D4"/>
    <w:rsid w:val="00A95837"/>
    <w:rsid w:val="00A96CD8"/>
    <w:rsid w:val="00A9715F"/>
    <w:rsid w:val="00A974A5"/>
    <w:rsid w:val="00AA04E4"/>
    <w:rsid w:val="00AA1402"/>
    <w:rsid w:val="00AA24C4"/>
    <w:rsid w:val="00AA2A16"/>
    <w:rsid w:val="00AA2F2E"/>
    <w:rsid w:val="00AA3469"/>
    <w:rsid w:val="00AA3652"/>
    <w:rsid w:val="00AA3DD7"/>
    <w:rsid w:val="00AA3F05"/>
    <w:rsid w:val="00AA5D7E"/>
    <w:rsid w:val="00AA7015"/>
    <w:rsid w:val="00AB100B"/>
    <w:rsid w:val="00AB1523"/>
    <w:rsid w:val="00AB1B0D"/>
    <w:rsid w:val="00AB1B69"/>
    <w:rsid w:val="00AB28D7"/>
    <w:rsid w:val="00AB2CF5"/>
    <w:rsid w:val="00AB4B6E"/>
    <w:rsid w:val="00AB57D6"/>
    <w:rsid w:val="00AB6D53"/>
    <w:rsid w:val="00AC04F8"/>
    <w:rsid w:val="00AC08F3"/>
    <w:rsid w:val="00AC0E66"/>
    <w:rsid w:val="00AC1406"/>
    <w:rsid w:val="00AC2288"/>
    <w:rsid w:val="00AC2C4F"/>
    <w:rsid w:val="00AC317E"/>
    <w:rsid w:val="00AC3B0E"/>
    <w:rsid w:val="00AC44BC"/>
    <w:rsid w:val="00AC55EA"/>
    <w:rsid w:val="00AC5779"/>
    <w:rsid w:val="00AC5A93"/>
    <w:rsid w:val="00AC6DDB"/>
    <w:rsid w:val="00AC6FE0"/>
    <w:rsid w:val="00AC706B"/>
    <w:rsid w:val="00AC78C0"/>
    <w:rsid w:val="00AC7A00"/>
    <w:rsid w:val="00AC7AAF"/>
    <w:rsid w:val="00AD0364"/>
    <w:rsid w:val="00AD0FA2"/>
    <w:rsid w:val="00AD1756"/>
    <w:rsid w:val="00AD1B30"/>
    <w:rsid w:val="00AD242D"/>
    <w:rsid w:val="00AD25A8"/>
    <w:rsid w:val="00AD2B27"/>
    <w:rsid w:val="00AD3056"/>
    <w:rsid w:val="00AD3348"/>
    <w:rsid w:val="00AD3A60"/>
    <w:rsid w:val="00AD49A7"/>
    <w:rsid w:val="00AD4A89"/>
    <w:rsid w:val="00AD4DBA"/>
    <w:rsid w:val="00AD60F9"/>
    <w:rsid w:val="00AD732D"/>
    <w:rsid w:val="00AD7403"/>
    <w:rsid w:val="00AE030D"/>
    <w:rsid w:val="00AE0F10"/>
    <w:rsid w:val="00AE1FE8"/>
    <w:rsid w:val="00AE251B"/>
    <w:rsid w:val="00AE26DF"/>
    <w:rsid w:val="00AE2778"/>
    <w:rsid w:val="00AE49B9"/>
    <w:rsid w:val="00AE4DD8"/>
    <w:rsid w:val="00AE5820"/>
    <w:rsid w:val="00AE5B1D"/>
    <w:rsid w:val="00AE5CFB"/>
    <w:rsid w:val="00AE6348"/>
    <w:rsid w:val="00AE7814"/>
    <w:rsid w:val="00AF103A"/>
    <w:rsid w:val="00AF1140"/>
    <w:rsid w:val="00AF1B00"/>
    <w:rsid w:val="00AF1BD3"/>
    <w:rsid w:val="00AF3E9B"/>
    <w:rsid w:val="00AF3EEE"/>
    <w:rsid w:val="00AF4429"/>
    <w:rsid w:val="00AF56B9"/>
    <w:rsid w:val="00AF5BC1"/>
    <w:rsid w:val="00AF6208"/>
    <w:rsid w:val="00AF6462"/>
    <w:rsid w:val="00AF66B3"/>
    <w:rsid w:val="00AF762F"/>
    <w:rsid w:val="00B00440"/>
    <w:rsid w:val="00B01D8D"/>
    <w:rsid w:val="00B02487"/>
    <w:rsid w:val="00B02596"/>
    <w:rsid w:val="00B02A77"/>
    <w:rsid w:val="00B05402"/>
    <w:rsid w:val="00B0556A"/>
    <w:rsid w:val="00B05E94"/>
    <w:rsid w:val="00B06297"/>
    <w:rsid w:val="00B06ADB"/>
    <w:rsid w:val="00B06C75"/>
    <w:rsid w:val="00B073F3"/>
    <w:rsid w:val="00B07710"/>
    <w:rsid w:val="00B07AD8"/>
    <w:rsid w:val="00B106EC"/>
    <w:rsid w:val="00B1136E"/>
    <w:rsid w:val="00B11E21"/>
    <w:rsid w:val="00B12312"/>
    <w:rsid w:val="00B126F8"/>
    <w:rsid w:val="00B132F8"/>
    <w:rsid w:val="00B1354B"/>
    <w:rsid w:val="00B13FE2"/>
    <w:rsid w:val="00B1460F"/>
    <w:rsid w:val="00B14EBA"/>
    <w:rsid w:val="00B16338"/>
    <w:rsid w:val="00B163D1"/>
    <w:rsid w:val="00B1646A"/>
    <w:rsid w:val="00B16CDC"/>
    <w:rsid w:val="00B17990"/>
    <w:rsid w:val="00B2008E"/>
    <w:rsid w:val="00B20BA6"/>
    <w:rsid w:val="00B21572"/>
    <w:rsid w:val="00B218E7"/>
    <w:rsid w:val="00B21DE9"/>
    <w:rsid w:val="00B22DCC"/>
    <w:rsid w:val="00B2305B"/>
    <w:rsid w:val="00B234F2"/>
    <w:rsid w:val="00B236AD"/>
    <w:rsid w:val="00B23FB4"/>
    <w:rsid w:val="00B249D3"/>
    <w:rsid w:val="00B24B29"/>
    <w:rsid w:val="00B261B6"/>
    <w:rsid w:val="00B26516"/>
    <w:rsid w:val="00B26F46"/>
    <w:rsid w:val="00B2796C"/>
    <w:rsid w:val="00B30AD0"/>
    <w:rsid w:val="00B31FC1"/>
    <w:rsid w:val="00B334B8"/>
    <w:rsid w:val="00B33AC0"/>
    <w:rsid w:val="00B34319"/>
    <w:rsid w:val="00B35161"/>
    <w:rsid w:val="00B3521D"/>
    <w:rsid w:val="00B364F8"/>
    <w:rsid w:val="00B36A17"/>
    <w:rsid w:val="00B374B0"/>
    <w:rsid w:val="00B37770"/>
    <w:rsid w:val="00B37B92"/>
    <w:rsid w:val="00B37C46"/>
    <w:rsid w:val="00B408C2"/>
    <w:rsid w:val="00B40A67"/>
    <w:rsid w:val="00B41047"/>
    <w:rsid w:val="00B4122A"/>
    <w:rsid w:val="00B4175D"/>
    <w:rsid w:val="00B41AC5"/>
    <w:rsid w:val="00B41EB8"/>
    <w:rsid w:val="00B42707"/>
    <w:rsid w:val="00B42999"/>
    <w:rsid w:val="00B429C8"/>
    <w:rsid w:val="00B42E63"/>
    <w:rsid w:val="00B43827"/>
    <w:rsid w:val="00B43A65"/>
    <w:rsid w:val="00B43F7F"/>
    <w:rsid w:val="00B4487E"/>
    <w:rsid w:val="00B44FB6"/>
    <w:rsid w:val="00B45AF8"/>
    <w:rsid w:val="00B462BA"/>
    <w:rsid w:val="00B46925"/>
    <w:rsid w:val="00B47801"/>
    <w:rsid w:val="00B5055B"/>
    <w:rsid w:val="00B50836"/>
    <w:rsid w:val="00B5104B"/>
    <w:rsid w:val="00B51227"/>
    <w:rsid w:val="00B52A34"/>
    <w:rsid w:val="00B52AD4"/>
    <w:rsid w:val="00B52D18"/>
    <w:rsid w:val="00B53476"/>
    <w:rsid w:val="00B536D2"/>
    <w:rsid w:val="00B5436F"/>
    <w:rsid w:val="00B546BD"/>
    <w:rsid w:val="00B548FF"/>
    <w:rsid w:val="00B54B33"/>
    <w:rsid w:val="00B5553A"/>
    <w:rsid w:val="00B5695A"/>
    <w:rsid w:val="00B56A81"/>
    <w:rsid w:val="00B573EE"/>
    <w:rsid w:val="00B578A8"/>
    <w:rsid w:val="00B57BC6"/>
    <w:rsid w:val="00B60BEF"/>
    <w:rsid w:val="00B60EA0"/>
    <w:rsid w:val="00B60FFD"/>
    <w:rsid w:val="00B61D36"/>
    <w:rsid w:val="00B6218F"/>
    <w:rsid w:val="00B627F1"/>
    <w:rsid w:val="00B6347F"/>
    <w:rsid w:val="00B64D3E"/>
    <w:rsid w:val="00B65544"/>
    <w:rsid w:val="00B6568D"/>
    <w:rsid w:val="00B65734"/>
    <w:rsid w:val="00B6700E"/>
    <w:rsid w:val="00B67360"/>
    <w:rsid w:val="00B67537"/>
    <w:rsid w:val="00B70054"/>
    <w:rsid w:val="00B70C9B"/>
    <w:rsid w:val="00B7127D"/>
    <w:rsid w:val="00B716F5"/>
    <w:rsid w:val="00B71A6B"/>
    <w:rsid w:val="00B71CAC"/>
    <w:rsid w:val="00B71DBB"/>
    <w:rsid w:val="00B72F52"/>
    <w:rsid w:val="00B73801"/>
    <w:rsid w:val="00B7399C"/>
    <w:rsid w:val="00B739FE"/>
    <w:rsid w:val="00B7415C"/>
    <w:rsid w:val="00B75BE1"/>
    <w:rsid w:val="00B761D2"/>
    <w:rsid w:val="00B80866"/>
    <w:rsid w:val="00B808AB"/>
    <w:rsid w:val="00B826F6"/>
    <w:rsid w:val="00B82EBA"/>
    <w:rsid w:val="00B830EC"/>
    <w:rsid w:val="00B83C55"/>
    <w:rsid w:val="00B84D9D"/>
    <w:rsid w:val="00B85D3B"/>
    <w:rsid w:val="00B85DAF"/>
    <w:rsid w:val="00B866D6"/>
    <w:rsid w:val="00B86BD3"/>
    <w:rsid w:val="00B875B9"/>
    <w:rsid w:val="00B879B8"/>
    <w:rsid w:val="00B87C5A"/>
    <w:rsid w:val="00B9068B"/>
    <w:rsid w:val="00B90CF2"/>
    <w:rsid w:val="00B9271F"/>
    <w:rsid w:val="00B92A5C"/>
    <w:rsid w:val="00B92AE5"/>
    <w:rsid w:val="00B9303B"/>
    <w:rsid w:val="00B934BE"/>
    <w:rsid w:val="00B9355B"/>
    <w:rsid w:val="00B9358A"/>
    <w:rsid w:val="00B94416"/>
    <w:rsid w:val="00B94E58"/>
    <w:rsid w:val="00B95838"/>
    <w:rsid w:val="00B959C4"/>
    <w:rsid w:val="00B95BAE"/>
    <w:rsid w:val="00B960F7"/>
    <w:rsid w:val="00B961BA"/>
    <w:rsid w:val="00B963AF"/>
    <w:rsid w:val="00B97AC6"/>
    <w:rsid w:val="00B97E0D"/>
    <w:rsid w:val="00BA0567"/>
    <w:rsid w:val="00BA0D05"/>
    <w:rsid w:val="00BA0E89"/>
    <w:rsid w:val="00BA1017"/>
    <w:rsid w:val="00BA20CD"/>
    <w:rsid w:val="00BA31FA"/>
    <w:rsid w:val="00BA34FB"/>
    <w:rsid w:val="00BA3C03"/>
    <w:rsid w:val="00BA43CC"/>
    <w:rsid w:val="00BA5E33"/>
    <w:rsid w:val="00BA6F28"/>
    <w:rsid w:val="00BB1D98"/>
    <w:rsid w:val="00BB232F"/>
    <w:rsid w:val="00BB2896"/>
    <w:rsid w:val="00BB2F3F"/>
    <w:rsid w:val="00BB3008"/>
    <w:rsid w:val="00BB38C3"/>
    <w:rsid w:val="00BB3D15"/>
    <w:rsid w:val="00BB3D7D"/>
    <w:rsid w:val="00BB428F"/>
    <w:rsid w:val="00BB4B5E"/>
    <w:rsid w:val="00BB57E5"/>
    <w:rsid w:val="00BB5954"/>
    <w:rsid w:val="00BB6217"/>
    <w:rsid w:val="00BB64BE"/>
    <w:rsid w:val="00BB6A2F"/>
    <w:rsid w:val="00BB7F5C"/>
    <w:rsid w:val="00BC043C"/>
    <w:rsid w:val="00BC0D9C"/>
    <w:rsid w:val="00BC260C"/>
    <w:rsid w:val="00BC26C4"/>
    <w:rsid w:val="00BC48E0"/>
    <w:rsid w:val="00BC4FB8"/>
    <w:rsid w:val="00BC577B"/>
    <w:rsid w:val="00BC5C60"/>
    <w:rsid w:val="00BC60E9"/>
    <w:rsid w:val="00BC7248"/>
    <w:rsid w:val="00BC724C"/>
    <w:rsid w:val="00BC72CE"/>
    <w:rsid w:val="00BC7C33"/>
    <w:rsid w:val="00BD045B"/>
    <w:rsid w:val="00BD179D"/>
    <w:rsid w:val="00BD2403"/>
    <w:rsid w:val="00BD243D"/>
    <w:rsid w:val="00BD2542"/>
    <w:rsid w:val="00BD2D37"/>
    <w:rsid w:val="00BD2F93"/>
    <w:rsid w:val="00BD30BA"/>
    <w:rsid w:val="00BD33A5"/>
    <w:rsid w:val="00BD4857"/>
    <w:rsid w:val="00BD4B93"/>
    <w:rsid w:val="00BD663E"/>
    <w:rsid w:val="00BD6C70"/>
    <w:rsid w:val="00BD70AD"/>
    <w:rsid w:val="00BD783B"/>
    <w:rsid w:val="00BE0038"/>
    <w:rsid w:val="00BE14C5"/>
    <w:rsid w:val="00BE1B77"/>
    <w:rsid w:val="00BE2097"/>
    <w:rsid w:val="00BE20C6"/>
    <w:rsid w:val="00BE245E"/>
    <w:rsid w:val="00BE3A29"/>
    <w:rsid w:val="00BE4715"/>
    <w:rsid w:val="00BE489F"/>
    <w:rsid w:val="00BE564A"/>
    <w:rsid w:val="00BE57EE"/>
    <w:rsid w:val="00BE65FE"/>
    <w:rsid w:val="00BE691E"/>
    <w:rsid w:val="00BE751E"/>
    <w:rsid w:val="00BE77DC"/>
    <w:rsid w:val="00BE7CAD"/>
    <w:rsid w:val="00BF02C8"/>
    <w:rsid w:val="00BF088C"/>
    <w:rsid w:val="00BF0F24"/>
    <w:rsid w:val="00BF1613"/>
    <w:rsid w:val="00BF1BD9"/>
    <w:rsid w:val="00BF2840"/>
    <w:rsid w:val="00BF3124"/>
    <w:rsid w:val="00BF3872"/>
    <w:rsid w:val="00BF4832"/>
    <w:rsid w:val="00BF5220"/>
    <w:rsid w:val="00BF56CF"/>
    <w:rsid w:val="00BF5740"/>
    <w:rsid w:val="00BF5C32"/>
    <w:rsid w:val="00BF5CF9"/>
    <w:rsid w:val="00BF67F1"/>
    <w:rsid w:val="00BF733F"/>
    <w:rsid w:val="00BF7673"/>
    <w:rsid w:val="00C00908"/>
    <w:rsid w:val="00C009B7"/>
    <w:rsid w:val="00C00A91"/>
    <w:rsid w:val="00C01577"/>
    <w:rsid w:val="00C0178B"/>
    <w:rsid w:val="00C02B5A"/>
    <w:rsid w:val="00C02D26"/>
    <w:rsid w:val="00C03756"/>
    <w:rsid w:val="00C037D4"/>
    <w:rsid w:val="00C03A09"/>
    <w:rsid w:val="00C04CF6"/>
    <w:rsid w:val="00C04DF1"/>
    <w:rsid w:val="00C05CCA"/>
    <w:rsid w:val="00C075B7"/>
    <w:rsid w:val="00C117E7"/>
    <w:rsid w:val="00C1217B"/>
    <w:rsid w:val="00C13177"/>
    <w:rsid w:val="00C13ACE"/>
    <w:rsid w:val="00C14B08"/>
    <w:rsid w:val="00C14B40"/>
    <w:rsid w:val="00C15A4F"/>
    <w:rsid w:val="00C15A86"/>
    <w:rsid w:val="00C15B37"/>
    <w:rsid w:val="00C16008"/>
    <w:rsid w:val="00C178D9"/>
    <w:rsid w:val="00C20420"/>
    <w:rsid w:val="00C209F6"/>
    <w:rsid w:val="00C21961"/>
    <w:rsid w:val="00C225C5"/>
    <w:rsid w:val="00C22616"/>
    <w:rsid w:val="00C2381D"/>
    <w:rsid w:val="00C2402E"/>
    <w:rsid w:val="00C24BB6"/>
    <w:rsid w:val="00C2520E"/>
    <w:rsid w:val="00C27CB2"/>
    <w:rsid w:val="00C27E80"/>
    <w:rsid w:val="00C31BE2"/>
    <w:rsid w:val="00C31C24"/>
    <w:rsid w:val="00C31E11"/>
    <w:rsid w:val="00C322D3"/>
    <w:rsid w:val="00C32400"/>
    <w:rsid w:val="00C324C2"/>
    <w:rsid w:val="00C3293F"/>
    <w:rsid w:val="00C33031"/>
    <w:rsid w:val="00C33D5E"/>
    <w:rsid w:val="00C341DC"/>
    <w:rsid w:val="00C34830"/>
    <w:rsid w:val="00C35011"/>
    <w:rsid w:val="00C35896"/>
    <w:rsid w:val="00C359F7"/>
    <w:rsid w:val="00C35D3C"/>
    <w:rsid w:val="00C361FF"/>
    <w:rsid w:val="00C37261"/>
    <w:rsid w:val="00C37373"/>
    <w:rsid w:val="00C40740"/>
    <w:rsid w:val="00C4189A"/>
    <w:rsid w:val="00C419FE"/>
    <w:rsid w:val="00C43031"/>
    <w:rsid w:val="00C43213"/>
    <w:rsid w:val="00C43AFB"/>
    <w:rsid w:val="00C43F73"/>
    <w:rsid w:val="00C44952"/>
    <w:rsid w:val="00C45C6D"/>
    <w:rsid w:val="00C4640F"/>
    <w:rsid w:val="00C475EB"/>
    <w:rsid w:val="00C47CB8"/>
    <w:rsid w:val="00C47DA5"/>
    <w:rsid w:val="00C5057F"/>
    <w:rsid w:val="00C50634"/>
    <w:rsid w:val="00C51123"/>
    <w:rsid w:val="00C51B7A"/>
    <w:rsid w:val="00C529AA"/>
    <w:rsid w:val="00C52E7F"/>
    <w:rsid w:val="00C53059"/>
    <w:rsid w:val="00C53A70"/>
    <w:rsid w:val="00C53F82"/>
    <w:rsid w:val="00C543AD"/>
    <w:rsid w:val="00C54C02"/>
    <w:rsid w:val="00C55B95"/>
    <w:rsid w:val="00C55C1D"/>
    <w:rsid w:val="00C55DB7"/>
    <w:rsid w:val="00C56247"/>
    <w:rsid w:val="00C619F6"/>
    <w:rsid w:val="00C6379E"/>
    <w:rsid w:val="00C63C96"/>
    <w:rsid w:val="00C64399"/>
    <w:rsid w:val="00C643B4"/>
    <w:rsid w:val="00C643FD"/>
    <w:rsid w:val="00C654D6"/>
    <w:rsid w:val="00C65771"/>
    <w:rsid w:val="00C658B5"/>
    <w:rsid w:val="00C65B24"/>
    <w:rsid w:val="00C66F73"/>
    <w:rsid w:val="00C70666"/>
    <w:rsid w:val="00C70BE6"/>
    <w:rsid w:val="00C70D35"/>
    <w:rsid w:val="00C70F92"/>
    <w:rsid w:val="00C71083"/>
    <w:rsid w:val="00C71BC6"/>
    <w:rsid w:val="00C72132"/>
    <w:rsid w:val="00C721CF"/>
    <w:rsid w:val="00C732EB"/>
    <w:rsid w:val="00C75750"/>
    <w:rsid w:val="00C759ED"/>
    <w:rsid w:val="00C7630D"/>
    <w:rsid w:val="00C76A49"/>
    <w:rsid w:val="00C76ADA"/>
    <w:rsid w:val="00C76C2B"/>
    <w:rsid w:val="00C7765C"/>
    <w:rsid w:val="00C7792C"/>
    <w:rsid w:val="00C77B5E"/>
    <w:rsid w:val="00C80581"/>
    <w:rsid w:val="00C8126C"/>
    <w:rsid w:val="00C8342B"/>
    <w:rsid w:val="00C84C21"/>
    <w:rsid w:val="00C85851"/>
    <w:rsid w:val="00C85B2D"/>
    <w:rsid w:val="00C85C0E"/>
    <w:rsid w:val="00C86007"/>
    <w:rsid w:val="00C86EF0"/>
    <w:rsid w:val="00C87872"/>
    <w:rsid w:val="00C87932"/>
    <w:rsid w:val="00C87FCA"/>
    <w:rsid w:val="00C907DB"/>
    <w:rsid w:val="00C912D5"/>
    <w:rsid w:val="00C9135A"/>
    <w:rsid w:val="00C9274B"/>
    <w:rsid w:val="00C93457"/>
    <w:rsid w:val="00C93940"/>
    <w:rsid w:val="00C93A86"/>
    <w:rsid w:val="00C94238"/>
    <w:rsid w:val="00C949B9"/>
    <w:rsid w:val="00C94C73"/>
    <w:rsid w:val="00C959B6"/>
    <w:rsid w:val="00C96540"/>
    <w:rsid w:val="00C96C52"/>
    <w:rsid w:val="00C97711"/>
    <w:rsid w:val="00C97871"/>
    <w:rsid w:val="00C97BE1"/>
    <w:rsid w:val="00C97C3C"/>
    <w:rsid w:val="00CA03C7"/>
    <w:rsid w:val="00CA0A69"/>
    <w:rsid w:val="00CA0CCB"/>
    <w:rsid w:val="00CA1948"/>
    <w:rsid w:val="00CA1A31"/>
    <w:rsid w:val="00CA1CD2"/>
    <w:rsid w:val="00CA1D96"/>
    <w:rsid w:val="00CA1DC5"/>
    <w:rsid w:val="00CA21DD"/>
    <w:rsid w:val="00CA2487"/>
    <w:rsid w:val="00CA3553"/>
    <w:rsid w:val="00CA36BA"/>
    <w:rsid w:val="00CA41CB"/>
    <w:rsid w:val="00CA4E74"/>
    <w:rsid w:val="00CA5CF5"/>
    <w:rsid w:val="00CA759E"/>
    <w:rsid w:val="00CB00FF"/>
    <w:rsid w:val="00CB0485"/>
    <w:rsid w:val="00CB1CC2"/>
    <w:rsid w:val="00CB28F3"/>
    <w:rsid w:val="00CB2918"/>
    <w:rsid w:val="00CB4327"/>
    <w:rsid w:val="00CB50ED"/>
    <w:rsid w:val="00CB6802"/>
    <w:rsid w:val="00CB69F3"/>
    <w:rsid w:val="00CB7938"/>
    <w:rsid w:val="00CB7CC2"/>
    <w:rsid w:val="00CC01D4"/>
    <w:rsid w:val="00CC036E"/>
    <w:rsid w:val="00CC0DB2"/>
    <w:rsid w:val="00CC1530"/>
    <w:rsid w:val="00CC2553"/>
    <w:rsid w:val="00CC27BC"/>
    <w:rsid w:val="00CC2BBA"/>
    <w:rsid w:val="00CC2E56"/>
    <w:rsid w:val="00CC449A"/>
    <w:rsid w:val="00CC4882"/>
    <w:rsid w:val="00CC5031"/>
    <w:rsid w:val="00CC6FB9"/>
    <w:rsid w:val="00CC7CCF"/>
    <w:rsid w:val="00CD01AE"/>
    <w:rsid w:val="00CD06F3"/>
    <w:rsid w:val="00CD0B0B"/>
    <w:rsid w:val="00CD0F86"/>
    <w:rsid w:val="00CD128E"/>
    <w:rsid w:val="00CD1E5A"/>
    <w:rsid w:val="00CD313B"/>
    <w:rsid w:val="00CD49D9"/>
    <w:rsid w:val="00CD5297"/>
    <w:rsid w:val="00CD562E"/>
    <w:rsid w:val="00CD5E77"/>
    <w:rsid w:val="00CD6865"/>
    <w:rsid w:val="00CD6FDA"/>
    <w:rsid w:val="00CD72FE"/>
    <w:rsid w:val="00CD7EA0"/>
    <w:rsid w:val="00CE05F8"/>
    <w:rsid w:val="00CE095D"/>
    <w:rsid w:val="00CE0BAD"/>
    <w:rsid w:val="00CE0ED9"/>
    <w:rsid w:val="00CE1FA2"/>
    <w:rsid w:val="00CE229F"/>
    <w:rsid w:val="00CE2D8B"/>
    <w:rsid w:val="00CE46CD"/>
    <w:rsid w:val="00CE4931"/>
    <w:rsid w:val="00CE506C"/>
    <w:rsid w:val="00CE6D5E"/>
    <w:rsid w:val="00CE70FA"/>
    <w:rsid w:val="00CE742E"/>
    <w:rsid w:val="00CF0516"/>
    <w:rsid w:val="00CF0FFD"/>
    <w:rsid w:val="00CF19B0"/>
    <w:rsid w:val="00CF2A5B"/>
    <w:rsid w:val="00CF4032"/>
    <w:rsid w:val="00CF40FE"/>
    <w:rsid w:val="00CF4241"/>
    <w:rsid w:val="00CF4B0D"/>
    <w:rsid w:val="00CF5D40"/>
    <w:rsid w:val="00CF5E13"/>
    <w:rsid w:val="00CF62EC"/>
    <w:rsid w:val="00CF6315"/>
    <w:rsid w:val="00CF6542"/>
    <w:rsid w:val="00CF658C"/>
    <w:rsid w:val="00CF728A"/>
    <w:rsid w:val="00CF7C68"/>
    <w:rsid w:val="00D0032C"/>
    <w:rsid w:val="00D0037A"/>
    <w:rsid w:val="00D013B2"/>
    <w:rsid w:val="00D015A0"/>
    <w:rsid w:val="00D02386"/>
    <w:rsid w:val="00D02697"/>
    <w:rsid w:val="00D029F4"/>
    <w:rsid w:val="00D029F6"/>
    <w:rsid w:val="00D02A97"/>
    <w:rsid w:val="00D03EEC"/>
    <w:rsid w:val="00D041D7"/>
    <w:rsid w:val="00D04AB5"/>
    <w:rsid w:val="00D070C1"/>
    <w:rsid w:val="00D07432"/>
    <w:rsid w:val="00D079D8"/>
    <w:rsid w:val="00D07AAA"/>
    <w:rsid w:val="00D103CC"/>
    <w:rsid w:val="00D110AB"/>
    <w:rsid w:val="00D124E5"/>
    <w:rsid w:val="00D12735"/>
    <w:rsid w:val="00D13234"/>
    <w:rsid w:val="00D142F6"/>
    <w:rsid w:val="00D146EB"/>
    <w:rsid w:val="00D14D0E"/>
    <w:rsid w:val="00D158F1"/>
    <w:rsid w:val="00D1598A"/>
    <w:rsid w:val="00D163C0"/>
    <w:rsid w:val="00D16514"/>
    <w:rsid w:val="00D16B91"/>
    <w:rsid w:val="00D1750D"/>
    <w:rsid w:val="00D17D6F"/>
    <w:rsid w:val="00D206AC"/>
    <w:rsid w:val="00D20844"/>
    <w:rsid w:val="00D20A3B"/>
    <w:rsid w:val="00D21098"/>
    <w:rsid w:val="00D22303"/>
    <w:rsid w:val="00D22D55"/>
    <w:rsid w:val="00D22E0F"/>
    <w:rsid w:val="00D234EC"/>
    <w:rsid w:val="00D23519"/>
    <w:rsid w:val="00D2394B"/>
    <w:rsid w:val="00D24A1A"/>
    <w:rsid w:val="00D25291"/>
    <w:rsid w:val="00D257BE"/>
    <w:rsid w:val="00D25D5C"/>
    <w:rsid w:val="00D26861"/>
    <w:rsid w:val="00D26ADC"/>
    <w:rsid w:val="00D26EE4"/>
    <w:rsid w:val="00D26F4C"/>
    <w:rsid w:val="00D27C5C"/>
    <w:rsid w:val="00D27D2A"/>
    <w:rsid w:val="00D30F0D"/>
    <w:rsid w:val="00D31EF3"/>
    <w:rsid w:val="00D32669"/>
    <w:rsid w:val="00D3284F"/>
    <w:rsid w:val="00D32857"/>
    <w:rsid w:val="00D3290F"/>
    <w:rsid w:val="00D32CE4"/>
    <w:rsid w:val="00D349BA"/>
    <w:rsid w:val="00D350EC"/>
    <w:rsid w:val="00D3530F"/>
    <w:rsid w:val="00D3571A"/>
    <w:rsid w:val="00D35861"/>
    <w:rsid w:val="00D3651B"/>
    <w:rsid w:val="00D367DF"/>
    <w:rsid w:val="00D36E8E"/>
    <w:rsid w:val="00D3776C"/>
    <w:rsid w:val="00D37823"/>
    <w:rsid w:val="00D403E5"/>
    <w:rsid w:val="00D406E7"/>
    <w:rsid w:val="00D407B3"/>
    <w:rsid w:val="00D4167E"/>
    <w:rsid w:val="00D42DE1"/>
    <w:rsid w:val="00D43589"/>
    <w:rsid w:val="00D43D6D"/>
    <w:rsid w:val="00D44670"/>
    <w:rsid w:val="00D50A88"/>
    <w:rsid w:val="00D52094"/>
    <w:rsid w:val="00D529A5"/>
    <w:rsid w:val="00D537C7"/>
    <w:rsid w:val="00D53E79"/>
    <w:rsid w:val="00D540B2"/>
    <w:rsid w:val="00D54399"/>
    <w:rsid w:val="00D5508B"/>
    <w:rsid w:val="00D5549F"/>
    <w:rsid w:val="00D55904"/>
    <w:rsid w:val="00D55D67"/>
    <w:rsid w:val="00D55EA4"/>
    <w:rsid w:val="00D56351"/>
    <w:rsid w:val="00D56AF0"/>
    <w:rsid w:val="00D57025"/>
    <w:rsid w:val="00D577D6"/>
    <w:rsid w:val="00D57B5B"/>
    <w:rsid w:val="00D60D62"/>
    <w:rsid w:val="00D617C0"/>
    <w:rsid w:val="00D619F7"/>
    <w:rsid w:val="00D637EB"/>
    <w:rsid w:val="00D64062"/>
    <w:rsid w:val="00D679B9"/>
    <w:rsid w:val="00D70522"/>
    <w:rsid w:val="00D7130A"/>
    <w:rsid w:val="00D7187D"/>
    <w:rsid w:val="00D7188D"/>
    <w:rsid w:val="00D72DBB"/>
    <w:rsid w:val="00D72E01"/>
    <w:rsid w:val="00D746D8"/>
    <w:rsid w:val="00D74C6A"/>
    <w:rsid w:val="00D75A3F"/>
    <w:rsid w:val="00D75D23"/>
    <w:rsid w:val="00D813F5"/>
    <w:rsid w:val="00D8419A"/>
    <w:rsid w:val="00D84FAA"/>
    <w:rsid w:val="00D85E5D"/>
    <w:rsid w:val="00D86A80"/>
    <w:rsid w:val="00D86D12"/>
    <w:rsid w:val="00D871B6"/>
    <w:rsid w:val="00D87375"/>
    <w:rsid w:val="00D879DD"/>
    <w:rsid w:val="00D87F24"/>
    <w:rsid w:val="00D90583"/>
    <w:rsid w:val="00D9110C"/>
    <w:rsid w:val="00D92A36"/>
    <w:rsid w:val="00D940C3"/>
    <w:rsid w:val="00D949E1"/>
    <w:rsid w:val="00D95752"/>
    <w:rsid w:val="00D95F06"/>
    <w:rsid w:val="00D96D9F"/>
    <w:rsid w:val="00D96F9F"/>
    <w:rsid w:val="00D9772A"/>
    <w:rsid w:val="00D97CDA"/>
    <w:rsid w:val="00DA00EC"/>
    <w:rsid w:val="00DA0346"/>
    <w:rsid w:val="00DA0428"/>
    <w:rsid w:val="00DA047E"/>
    <w:rsid w:val="00DA09D7"/>
    <w:rsid w:val="00DA118E"/>
    <w:rsid w:val="00DA2F6E"/>
    <w:rsid w:val="00DA35FF"/>
    <w:rsid w:val="00DA3C72"/>
    <w:rsid w:val="00DA476C"/>
    <w:rsid w:val="00DA4BBA"/>
    <w:rsid w:val="00DA5381"/>
    <w:rsid w:val="00DA6497"/>
    <w:rsid w:val="00DA652A"/>
    <w:rsid w:val="00DA687F"/>
    <w:rsid w:val="00DA6FEB"/>
    <w:rsid w:val="00DA7304"/>
    <w:rsid w:val="00DA765B"/>
    <w:rsid w:val="00DA7B16"/>
    <w:rsid w:val="00DB05CD"/>
    <w:rsid w:val="00DB0A9E"/>
    <w:rsid w:val="00DB10DC"/>
    <w:rsid w:val="00DB128F"/>
    <w:rsid w:val="00DB1F6A"/>
    <w:rsid w:val="00DB2013"/>
    <w:rsid w:val="00DB2429"/>
    <w:rsid w:val="00DB2664"/>
    <w:rsid w:val="00DB39DD"/>
    <w:rsid w:val="00DB39E6"/>
    <w:rsid w:val="00DB3AD1"/>
    <w:rsid w:val="00DB3E22"/>
    <w:rsid w:val="00DB46AD"/>
    <w:rsid w:val="00DB47A8"/>
    <w:rsid w:val="00DB5A23"/>
    <w:rsid w:val="00DB63C2"/>
    <w:rsid w:val="00DB6753"/>
    <w:rsid w:val="00DB67D4"/>
    <w:rsid w:val="00DB69F4"/>
    <w:rsid w:val="00DB6E6F"/>
    <w:rsid w:val="00DB7EC9"/>
    <w:rsid w:val="00DC01D0"/>
    <w:rsid w:val="00DC09FC"/>
    <w:rsid w:val="00DC11B8"/>
    <w:rsid w:val="00DC1559"/>
    <w:rsid w:val="00DC297C"/>
    <w:rsid w:val="00DC2BED"/>
    <w:rsid w:val="00DC38D4"/>
    <w:rsid w:val="00DC4A1D"/>
    <w:rsid w:val="00DC4ABA"/>
    <w:rsid w:val="00DC4E71"/>
    <w:rsid w:val="00DC548B"/>
    <w:rsid w:val="00DC54E1"/>
    <w:rsid w:val="00DC5A57"/>
    <w:rsid w:val="00DC5E49"/>
    <w:rsid w:val="00DC6B27"/>
    <w:rsid w:val="00DC6E62"/>
    <w:rsid w:val="00DD0B0A"/>
    <w:rsid w:val="00DD1841"/>
    <w:rsid w:val="00DD261D"/>
    <w:rsid w:val="00DD3C05"/>
    <w:rsid w:val="00DD404C"/>
    <w:rsid w:val="00DD4A16"/>
    <w:rsid w:val="00DD6310"/>
    <w:rsid w:val="00DD6C05"/>
    <w:rsid w:val="00DD716B"/>
    <w:rsid w:val="00DD7A1D"/>
    <w:rsid w:val="00DE0DD4"/>
    <w:rsid w:val="00DE1EF1"/>
    <w:rsid w:val="00DE20EE"/>
    <w:rsid w:val="00DE2617"/>
    <w:rsid w:val="00DE2746"/>
    <w:rsid w:val="00DE2853"/>
    <w:rsid w:val="00DE2A2F"/>
    <w:rsid w:val="00DE2D89"/>
    <w:rsid w:val="00DE36C7"/>
    <w:rsid w:val="00DE3BEF"/>
    <w:rsid w:val="00DE4397"/>
    <w:rsid w:val="00DE47B1"/>
    <w:rsid w:val="00DE556B"/>
    <w:rsid w:val="00DE561F"/>
    <w:rsid w:val="00DE5708"/>
    <w:rsid w:val="00DE5B47"/>
    <w:rsid w:val="00DE64B1"/>
    <w:rsid w:val="00DE6895"/>
    <w:rsid w:val="00DE7E1A"/>
    <w:rsid w:val="00DF02AE"/>
    <w:rsid w:val="00DF23E4"/>
    <w:rsid w:val="00DF3CC5"/>
    <w:rsid w:val="00DF4497"/>
    <w:rsid w:val="00DF5921"/>
    <w:rsid w:val="00DF62D8"/>
    <w:rsid w:val="00DF63EA"/>
    <w:rsid w:val="00DF6C85"/>
    <w:rsid w:val="00DF7598"/>
    <w:rsid w:val="00E00498"/>
    <w:rsid w:val="00E009EB"/>
    <w:rsid w:val="00E00C5A"/>
    <w:rsid w:val="00E01923"/>
    <w:rsid w:val="00E019C0"/>
    <w:rsid w:val="00E01E7C"/>
    <w:rsid w:val="00E021C6"/>
    <w:rsid w:val="00E02953"/>
    <w:rsid w:val="00E04C5E"/>
    <w:rsid w:val="00E04EDE"/>
    <w:rsid w:val="00E052E9"/>
    <w:rsid w:val="00E05D94"/>
    <w:rsid w:val="00E06050"/>
    <w:rsid w:val="00E06743"/>
    <w:rsid w:val="00E07D3F"/>
    <w:rsid w:val="00E10471"/>
    <w:rsid w:val="00E10488"/>
    <w:rsid w:val="00E10FD2"/>
    <w:rsid w:val="00E11AA6"/>
    <w:rsid w:val="00E11F55"/>
    <w:rsid w:val="00E12154"/>
    <w:rsid w:val="00E131EE"/>
    <w:rsid w:val="00E14CFE"/>
    <w:rsid w:val="00E14D5F"/>
    <w:rsid w:val="00E1584E"/>
    <w:rsid w:val="00E15AF2"/>
    <w:rsid w:val="00E15E53"/>
    <w:rsid w:val="00E1678E"/>
    <w:rsid w:val="00E17391"/>
    <w:rsid w:val="00E175AC"/>
    <w:rsid w:val="00E17723"/>
    <w:rsid w:val="00E20618"/>
    <w:rsid w:val="00E21474"/>
    <w:rsid w:val="00E21754"/>
    <w:rsid w:val="00E21A3F"/>
    <w:rsid w:val="00E2200C"/>
    <w:rsid w:val="00E22991"/>
    <w:rsid w:val="00E22EA4"/>
    <w:rsid w:val="00E234C6"/>
    <w:rsid w:val="00E251BA"/>
    <w:rsid w:val="00E25631"/>
    <w:rsid w:val="00E25D81"/>
    <w:rsid w:val="00E26365"/>
    <w:rsid w:val="00E278D1"/>
    <w:rsid w:val="00E279AC"/>
    <w:rsid w:val="00E27A49"/>
    <w:rsid w:val="00E30724"/>
    <w:rsid w:val="00E3074D"/>
    <w:rsid w:val="00E31FD4"/>
    <w:rsid w:val="00E322DC"/>
    <w:rsid w:val="00E32949"/>
    <w:rsid w:val="00E33B8C"/>
    <w:rsid w:val="00E34290"/>
    <w:rsid w:val="00E35167"/>
    <w:rsid w:val="00E360C8"/>
    <w:rsid w:val="00E36F71"/>
    <w:rsid w:val="00E370F7"/>
    <w:rsid w:val="00E37E9D"/>
    <w:rsid w:val="00E402E4"/>
    <w:rsid w:val="00E40965"/>
    <w:rsid w:val="00E41A94"/>
    <w:rsid w:val="00E43D71"/>
    <w:rsid w:val="00E43F40"/>
    <w:rsid w:val="00E444B5"/>
    <w:rsid w:val="00E44EF8"/>
    <w:rsid w:val="00E45B6B"/>
    <w:rsid w:val="00E46EEA"/>
    <w:rsid w:val="00E4774C"/>
    <w:rsid w:val="00E47D39"/>
    <w:rsid w:val="00E52140"/>
    <w:rsid w:val="00E5228E"/>
    <w:rsid w:val="00E522C4"/>
    <w:rsid w:val="00E53063"/>
    <w:rsid w:val="00E53179"/>
    <w:rsid w:val="00E533B8"/>
    <w:rsid w:val="00E53895"/>
    <w:rsid w:val="00E5432C"/>
    <w:rsid w:val="00E548A0"/>
    <w:rsid w:val="00E54D32"/>
    <w:rsid w:val="00E551D0"/>
    <w:rsid w:val="00E55B4C"/>
    <w:rsid w:val="00E56498"/>
    <w:rsid w:val="00E565DD"/>
    <w:rsid w:val="00E56C64"/>
    <w:rsid w:val="00E570BD"/>
    <w:rsid w:val="00E61816"/>
    <w:rsid w:val="00E625E9"/>
    <w:rsid w:val="00E63937"/>
    <w:rsid w:val="00E64E9C"/>
    <w:rsid w:val="00E65766"/>
    <w:rsid w:val="00E65FCC"/>
    <w:rsid w:val="00E66CEE"/>
    <w:rsid w:val="00E6756C"/>
    <w:rsid w:val="00E6782C"/>
    <w:rsid w:val="00E67CCB"/>
    <w:rsid w:val="00E7039D"/>
    <w:rsid w:val="00E70545"/>
    <w:rsid w:val="00E71106"/>
    <w:rsid w:val="00E7191E"/>
    <w:rsid w:val="00E72BE0"/>
    <w:rsid w:val="00E72F68"/>
    <w:rsid w:val="00E738DE"/>
    <w:rsid w:val="00E73D8A"/>
    <w:rsid w:val="00E7406C"/>
    <w:rsid w:val="00E74A22"/>
    <w:rsid w:val="00E75478"/>
    <w:rsid w:val="00E75ACE"/>
    <w:rsid w:val="00E75D06"/>
    <w:rsid w:val="00E75FE8"/>
    <w:rsid w:val="00E7646D"/>
    <w:rsid w:val="00E76A7B"/>
    <w:rsid w:val="00E8056E"/>
    <w:rsid w:val="00E80EDA"/>
    <w:rsid w:val="00E812D5"/>
    <w:rsid w:val="00E813BA"/>
    <w:rsid w:val="00E82E84"/>
    <w:rsid w:val="00E8335E"/>
    <w:rsid w:val="00E83D75"/>
    <w:rsid w:val="00E83E01"/>
    <w:rsid w:val="00E848EE"/>
    <w:rsid w:val="00E85035"/>
    <w:rsid w:val="00E85CAA"/>
    <w:rsid w:val="00E85D1F"/>
    <w:rsid w:val="00E85FB7"/>
    <w:rsid w:val="00E866BD"/>
    <w:rsid w:val="00E86EFE"/>
    <w:rsid w:val="00E8732F"/>
    <w:rsid w:val="00E91C14"/>
    <w:rsid w:val="00E91EE0"/>
    <w:rsid w:val="00E92576"/>
    <w:rsid w:val="00E93D6A"/>
    <w:rsid w:val="00E940C5"/>
    <w:rsid w:val="00E953B4"/>
    <w:rsid w:val="00E95CD2"/>
    <w:rsid w:val="00E96629"/>
    <w:rsid w:val="00E96C08"/>
    <w:rsid w:val="00E97983"/>
    <w:rsid w:val="00EA146E"/>
    <w:rsid w:val="00EA1AAA"/>
    <w:rsid w:val="00EA1C99"/>
    <w:rsid w:val="00EA2DCA"/>
    <w:rsid w:val="00EA3117"/>
    <w:rsid w:val="00EA4201"/>
    <w:rsid w:val="00EA46A9"/>
    <w:rsid w:val="00EA46B3"/>
    <w:rsid w:val="00EA4D52"/>
    <w:rsid w:val="00EA5179"/>
    <w:rsid w:val="00EA64E8"/>
    <w:rsid w:val="00EA713C"/>
    <w:rsid w:val="00EA735B"/>
    <w:rsid w:val="00EB0D44"/>
    <w:rsid w:val="00EB10DF"/>
    <w:rsid w:val="00EB1721"/>
    <w:rsid w:val="00EB1B93"/>
    <w:rsid w:val="00EB1C44"/>
    <w:rsid w:val="00EB3078"/>
    <w:rsid w:val="00EB307A"/>
    <w:rsid w:val="00EB30B4"/>
    <w:rsid w:val="00EB3FA4"/>
    <w:rsid w:val="00EB4D48"/>
    <w:rsid w:val="00EB56D9"/>
    <w:rsid w:val="00EB595C"/>
    <w:rsid w:val="00EB5F6A"/>
    <w:rsid w:val="00EB632E"/>
    <w:rsid w:val="00EB662F"/>
    <w:rsid w:val="00EB68F5"/>
    <w:rsid w:val="00EB6AE2"/>
    <w:rsid w:val="00EB6F1A"/>
    <w:rsid w:val="00EB7563"/>
    <w:rsid w:val="00EB7C23"/>
    <w:rsid w:val="00EC0CDC"/>
    <w:rsid w:val="00EC0D41"/>
    <w:rsid w:val="00EC0F57"/>
    <w:rsid w:val="00EC2A13"/>
    <w:rsid w:val="00EC36B7"/>
    <w:rsid w:val="00EC371A"/>
    <w:rsid w:val="00EC3C75"/>
    <w:rsid w:val="00EC4070"/>
    <w:rsid w:val="00EC43BA"/>
    <w:rsid w:val="00EC4429"/>
    <w:rsid w:val="00EC478A"/>
    <w:rsid w:val="00EC4E97"/>
    <w:rsid w:val="00EC6056"/>
    <w:rsid w:val="00EC6798"/>
    <w:rsid w:val="00EC6CFE"/>
    <w:rsid w:val="00EC72B6"/>
    <w:rsid w:val="00EC7A0D"/>
    <w:rsid w:val="00EC7EC8"/>
    <w:rsid w:val="00ED08A0"/>
    <w:rsid w:val="00ED2DF6"/>
    <w:rsid w:val="00ED3446"/>
    <w:rsid w:val="00ED3566"/>
    <w:rsid w:val="00ED3E7C"/>
    <w:rsid w:val="00ED3F34"/>
    <w:rsid w:val="00ED48C3"/>
    <w:rsid w:val="00ED4D3E"/>
    <w:rsid w:val="00ED51F5"/>
    <w:rsid w:val="00ED5874"/>
    <w:rsid w:val="00ED5E87"/>
    <w:rsid w:val="00ED7AA8"/>
    <w:rsid w:val="00EE015B"/>
    <w:rsid w:val="00EE077F"/>
    <w:rsid w:val="00EE2124"/>
    <w:rsid w:val="00EE222A"/>
    <w:rsid w:val="00EE3CE0"/>
    <w:rsid w:val="00EE402D"/>
    <w:rsid w:val="00EE48C4"/>
    <w:rsid w:val="00EE596F"/>
    <w:rsid w:val="00EE5E28"/>
    <w:rsid w:val="00EE7D51"/>
    <w:rsid w:val="00EF09E9"/>
    <w:rsid w:val="00EF0A16"/>
    <w:rsid w:val="00EF0AB1"/>
    <w:rsid w:val="00EF0E24"/>
    <w:rsid w:val="00EF0F0D"/>
    <w:rsid w:val="00EF2B88"/>
    <w:rsid w:val="00EF32E0"/>
    <w:rsid w:val="00EF3700"/>
    <w:rsid w:val="00EF3C0A"/>
    <w:rsid w:val="00EF3FCE"/>
    <w:rsid w:val="00EF5172"/>
    <w:rsid w:val="00EF5369"/>
    <w:rsid w:val="00EF64B3"/>
    <w:rsid w:val="00EF7E57"/>
    <w:rsid w:val="00F00243"/>
    <w:rsid w:val="00F01EC3"/>
    <w:rsid w:val="00F01EC5"/>
    <w:rsid w:val="00F028C1"/>
    <w:rsid w:val="00F03009"/>
    <w:rsid w:val="00F045B4"/>
    <w:rsid w:val="00F045B8"/>
    <w:rsid w:val="00F050EA"/>
    <w:rsid w:val="00F05231"/>
    <w:rsid w:val="00F05BE9"/>
    <w:rsid w:val="00F063AA"/>
    <w:rsid w:val="00F070A9"/>
    <w:rsid w:val="00F1007A"/>
    <w:rsid w:val="00F100E2"/>
    <w:rsid w:val="00F108A2"/>
    <w:rsid w:val="00F1092F"/>
    <w:rsid w:val="00F12719"/>
    <w:rsid w:val="00F12AE1"/>
    <w:rsid w:val="00F14656"/>
    <w:rsid w:val="00F146DC"/>
    <w:rsid w:val="00F15042"/>
    <w:rsid w:val="00F15C10"/>
    <w:rsid w:val="00F16521"/>
    <w:rsid w:val="00F16D34"/>
    <w:rsid w:val="00F1786A"/>
    <w:rsid w:val="00F17BEB"/>
    <w:rsid w:val="00F20365"/>
    <w:rsid w:val="00F2090F"/>
    <w:rsid w:val="00F217E0"/>
    <w:rsid w:val="00F23552"/>
    <w:rsid w:val="00F23F35"/>
    <w:rsid w:val="00F247A0"/>
    <w:rsid w:val="00F257FC"/>
    <w:rsid w:val="00F25E70"/>
    <w:rsid w:val="00F26BCB"/>
    <w:rsid w:val="00F270A4"/>
    <w:rsid w:val="00F2768E"/>
    <w:rsid w:val="00F27B11"/>
    <w:rsid w:val="00F30425"/>
    <w:rsid w:val="00F3136F"/>
    <w:rsid w:val="00F3150A"/>
    <w:rsid w:val="00F325BB"/>
    <w:rsid w:val="00F32D29"/>
    <w:rsid w:val="00F33342"/>
    <w:rsid w:val="00F3390E"/>
    <w:rsid w:val="00F33FFF"/>
    <w:rsid w:val="00F35B2B"/>
    <w:rsid w:val="00F36BC8"/>
    <w:rsid w:val="00F36EB9"/>
    <w:rsid w:val="00F36FE9"/>
    <w:rsid w:val="00F40651"/>
    <w:rsid w:val="00F40A9C"/>
    <w:rsid w:val="00F410B0"/>
    <w:rsid w:val="00F41BB3"/>
    <w:rsid w:val="00F4324B"/>
    <w:rsid w:val="00F442F2"/>
    <w:rsid w:val="00F4442C"/>
    <w:rsid w:val="00F44854"/>
    <w:rsid w:val="00F44DF6"/>
    <w:rsid w:val="00F45099"/>
    <w:rsid w:val="00F45AFA"/>
    <w:rsid w:val="00F46454"/>
    <w:rsid w:val="00F478A8"/>
    <w:rsid w:val="00F50206"/>
    <w:rsid w:val="00F50661"/>
    <w:rsid w:val="00F50AA4"/>
    <w:rsid w:val="00F50C44"/>
    <w:rsid w:val="00F50C7E"/>
    <w:rsid w:val="00F5137E"/>
    <w:rsid w:val="00F514D5"/>
    <w:rsid w:val="00F51BD3"/>
    <w:rsid w:val="00F51E97"/>
    <w:rsid w:val="00F52876"/>
    <w:rsid w:val="00F52DAF"/>
    <w:rsid w:val="00F53710"/>
    <w:rsid w:val="00F53FF2"/>
    <w:rsid w:val="00F54396"/>
    <w:rsid w:val="00F54649"/>
    <w:rsid w:val="00F5484E"/>
    <w:rsid w:val="00F55042"/>
    <w:rsid w:val="00F551DC"/>
    <w:rsid w:val="00F55D7B"/>
    <w:rsid w:val="00F5747A"/>
    <w:rsid w:val="00F57802"/>
    <w:rsid w:val="00F57EB5"/>
    <w:rsid w:val="00F60BBC"/>
    <w:rsid w:val="00F60D1E"/>
    <w:rsid w:val="00F60FAC"/>
    <w:rsid w:val="00F6182B"/>
    <w:rsid w:val="00F62633"/>
    <w:rsid w:val="00F62A90"/>
    <w:rsid w:val="00F630B6"/>
    <w:rsid w:val="00F6332D"/>
    <w:rsid w:val="00F643C2"/>
    <w:rsid w:val="00F64A1D"/>
    <w:rsid w:val="00F6592D"/>
    <w:rsid w:val="00F667C4"/>
    <w:rsid w:val="00F6704F"/>
    <w:rsid w:val="00F67384"/>
    <w:rsid w:val="00F71417"/>
    <w:rsid w:val="00F71EA7"/>
    <w:rsid w:val="00F729C0"/>
    <w:rsid w:val="00F72E34"/>
    <w:rsid w:val="00F73125"/>
    <w:rsid w:val="00F735B4"/>
    <w:rsid w:val="00F73677"/>
    <w:rsid w:val="00F747E9"/>
    <w:rsid w:val="00F74B36"/>
    <w:rsid w:val="00F74C3A"/>
    <w:rsid w:val="00F75328"/>
    <w:rsid w:val="00F75CB0"/>
    <w:rsid w:val="00F7617D"/>
    <w:rsid w:val="00F76986"/>
    <w:rsid w:val="00F76A1F"/>
    <w:rsid w:val="00F776E5"/>
    <w:rsid w:val="00F80BA0"/>
    <w:rsid w:val="00F80C11"/>
    <w:rsid w:val="00F81861"/>
    <w:rsid w:val="00F81CE0"/>
    <w:rsid w:val="00F81F83"/>
    <w:rsid w:val="00F81FC6"/>
    <w:rsid w:val="00F8243B"/>
    <w:rsid w:val="00F824CB"/>
    <w:rsid w:val="00F833DF"/>
    <w:rsid w:val="00F837C4"/>
    <w:rsid w:val="00F848C3"/>
    <w:rsid w:val="00F856C9"/>
    <w:rsid w:val="00F86365"/>
    <w:rsid w:val="00F86B04"/>
    <w:rsid w:val="00F86ECB"/>
    <w:rsid w:val="00F872FA"/>
    <w:rsid w:val="00F873B8"/>
    <w:rsid w:val="00F9024F"/>
    <w:rsid w:val="00F907AE"/>
    <w:rsid w:val="00F91078"/>
    <w:rsid w:val="00F916F8"/>
    <w:rsid w:val="00F91A7A"/>
    <w:rsid w:val="00F9280B"/>
    <w:rsid w:val="00F934A2"/>
    <w:rsid w:val="00F93A30"/>
    <w:rsid w:val="00F9432F"/>
    <w:rsid w:val="00F94546"/>
    <w:rsid w:val="00F950A1"/>
    <w:rsid w:val="00F95323"/>
    <w:rsid w:val="00F95437"/>
    <w:rsid w:val="00F9559B"/>
    <w:rsid w:val="00F95DBD"/>
    <w:rsid w:val="00F96093"/>
    <w:rsid w:val="00F972AE"/>
    <w:rsid w:val="00F97725"/>
    <w:rsid w:val="00F97D36"/>
    <w:rsid w:val="00FA12EA"/>
    <w:rsid w:val="00FA201F"/>
    <w:rsid w:val="00FA2244"/>
    <w:rsid w:val="00FA2844"/>
    <w:rsid w:val="00FA2EEE"/>
    <w:rsid w:val="00FA3D44"/>
    <w:rsid w:val="00FA4289"/>
    <w:rsid w:val="00FA44ED"/>
    <w:rsid w:val="00FA4697"/>
    <w:rsid w:val="00FA4ACF"/>
    <w:rsid w:val="00FA510C"/>
    <w:rsid w:val="00FA5671"/>
    <w:rsid w:val="00FA5773"/>
    <w:rsid w:val="00FA6780"/>
    <w:rsid w:val="00FB002E"/>
    <w:rsid w:val="00FB0CD6"/>
    <w:rsid w:val="00FB0E09"/>
    <w:rsid w:val="00FB1CCC"/>
    <w:rsid w:val="00FB267E"/>
    <w:rsid w:val="00FB3A65"/>
    <w:rsid w:val="00FB3FED"/>
    <w:rsid w:val="00FB4876"/>
    <w:rsid w:val="00FB6162"/>
    <w:rsid w:val="00FB6A9D"/>
    <w:rsid w:val="00FB6B6A"/>
    <w:rsid w:val="00FB6BCD"/>
    <w:rsid w:val="00FB6DE2"/>
    <w:rsid w:val="00FB7080"/>
    <w:rsid w:val="00FB7471"/>
    <w:rsid w:val="00FB7800"/>
    <w:rsid w:val="00FB7B5B"/>
    <w:rsid w:val="00FB7B8A"/>
    <w:rsid w:val="00FC0401"/>
    <w:rsid w:val="00FC0C28"/>
    <w:rsid w:val="00FC1661"/>
    <w:rsid w:val="00FC1885"/>
    <w:rsid w:val="00FC1889"/>
    <w:rsid w:val="00FC2341"/>
    <w:rsid w:val="00FC242A"/>
    <w:rsid w:val="00FC369D"/>
    <w:rsid w:val="00FC440F"/>
    <w:rsid w:val="00FC4C0A"/>
    <w:rsid w:val="00FC5180"/>
    <w:rsid w:val="00FC5F82"/>
    <w:rsid w:val="00FC67BF"/>
    <w:rsid w:val="00FC7322"/>
    <w:rsid w:val="00FC78B8"/>
    <w:rsid w:val="00FC7A25"/>
    <w:rsid w:val="00FD0765"/>
    <w:rsid w:val="00FD0CC6"/>
    <w:rsid w:val="00FD0D6C"/>
    <w:rsid w:val="00FD19DE"/>
    <w:rsid w:val="00FD1F7E"/>
    <w:rsid w:val="00FD23E9"/>
    <w:rsid w:val="00FD26B8"/>
    <w:rsid w:val="00FD3D1D"/>
    <w:rsid w:val="00FD509C"/>
    <w:rsid w:val="00FD5F48"/>
    <w:rsid w:val="00FD6E57"/>
    <w:rsid w:val="00FD6E91"/>
    <w:rsid w:val="00FD73EC"/>
    <w:rsid w:val="00FE04FD"/>
    <w:rsid w:val="00FE0902"/>
    <w:rsid w:val="00FE0FEF"/>
    <w:rsid w:val="00FE33AC"/>
    <w:rsid w:val="00FE3B9D"/>
    <w:rsid w:val="00FE3EA1"/>
    <w:rsid w:val="00FE3F68"/>
    <w:rsid w:val="00FE4EE4"/>
    <w:rsid w:val="00FE53FD"/>
    <w:rsid w:val="00FE6082"/>
    <w:rsid w:val="00FE69AB"/>
    <w:rsid w:val="00FE6A99"/>
    <w:rsid w:val="00FE6CE5"/>
    <w:rsid w:val="00FE7FBE"/>
    <w:rsid w:val="00FF0694"/>
    <w:rsid w:val="00FF16CF"/>
    <w:rsid w:val="00FF1B2D"/>
    <w:rsid w:val="00FF1DA1"/>
    <w:rsid w:val="00FF246C"/>
    <w:rsid w:val="00FF3318"/>
    <w:rsid w:val="00FF4021"/>
    <w:rsid w:val="00FF43C3"/>
    <w:rsid w:val="00FF5129"/>
    <w:rsid w:val="00FF5A8D"/>
    <w:rsid w:val="00FF5E4A"/>
    <w:rsid w:val="00FF6766"/>
    <w:rsid w:val="00FF6DDF"/>
    <w:rsid w:val="00FF6F3A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."/>
  <w:listSeparator w:val=","/>
  <w14:docId w14:val="18E40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1FC1"/>
    <w:rPr>
      <w:rFonts w:ascii="Arial" w:hAnsi="Arial"/>
      <w:sz w:val="22"/>
      <w:szCs w:val="24"/>
    </w:rPr>
  </w:style>
  <w:style w:type="paragraph" w:styleId="Heading1">
    <w:name w:val="heading 1"/>
    <w:basedOn w:val="Head1"/>
    <w:next w:val="Normal"/>
    <w:link w:val="Heading1Char"/>
    <w:uiPriority w:val="99"/>
    <w:qFormat/>
    <w:rsid w:val="0087499E"/>
    <w:pPr>
      <w:tabs>
        <w:tab w:val="clear" w:pos="2130"/>
      </w:tabs>
      <w:ind w:left="431" w:hanging="431"/>
    </w:pPr>
    <w:rPr>
      <w:bCs/>
      <w:color w:val="004080"/>
    </w:rPr>
  </w:style>
  <w:style w:type="paragraph" w:styleId="Heading2">
    <w:name w:val="heading 2"/>
    <w:basedOn w:val="Head2"/>
    <w:next w:val="Normal"/>
    <w:uiPriority w:val="99"/>
    <w:qFormat/>
    <w:rsid w:val="009F4378"/>
    <w:pPr>
      <w:spacing w:after="0"/>
      <w:ind w:left="578" w:hanging="578"/>
      <w:jc w:val="both"/>
    </w:pPr>
    <w:rPr>
      <w:color w:val="004080"/>
    </w:rPr>
  </w:style>
  <w:style w:type="paragraph" w:styleId="Heading3">
    <w:name w:val="heading 3"/>
    <w:basedOn w:val="Head3"/>
    <w:next w:val="Maintext"/>
    <w:uiPriority w:val="99"/>
    <w:qFormat/>
    <w:rsid w:val="00CD7EA0"/>
    <w:pPr>
      <w:spacing w:before="160" w:after="60"/>
    </w:pPr>
    <w:rPr>
      <w:color w:val="004080"/>
    </w:rPr>
  </w:style>
  <w:style w:type="paragraph" w:styleId="Heading4">
    <w:name w:val="heading 4"/>
    <w:basedOn w:val="Head4"/>
    <w:next w:val="Normal"/>
    <w:uiPriority w:val="99"/>
    <w:qFormat/>
    <w:rsid w:val="005E33A7"/>
    <w:pPr>
      <w:numPr>
        <w:numId w:val="8"/>
      </w:numPr>
    </w:pPr>
  </w:style>
  <w:style w:type="paragraph" w:styleId="Heading5">
    <w:name w:val="heading 5"/>
    <w:aliases w:val="Block Label,h5,5,l5,Head5,Level 5,Atty Info 3,Level 51,not set up (5)"/>
    <w:basedOn w:val="Normal"/>
    <w:next w:val="Normal"/>
    <w:link w:val="Heading5Char"/>
    <w:uiPriority w:val="99"/>
    <w:qFormat/>
    <w:rsid w:val="005E33A7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0"/>
      <w:szCs w:val="26"/>
    </w:rPr>
  </w:style>
  <w:style w:type="paragraph" w:styleId="Heading6">
    <w:name w:val="heading 6"/>
    <w:basedOn w:val="Normal"/>
    <w:next w:val="Normal"/>
    <w:uiPriority w:val="99"/>
    <w:qFormat/>
    <w:rsid w:val="005E33A7"/>
    <w:pPr>
      <w:numPr>
        <w:ilvl w:val="5"/>
        <w:numId w:val="9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uiPriority w:val="99"/>
    <w:qFormat/>
    <w:rsid w:val="005E33A7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uiPriority w:val="99"/>
    <w:qFormat/>
    <w:rsid w:val="005E33A7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uiPriority w:val="99"/>
    <w:qFormat/>
    <w:rsid w:val="005E33A7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 Item"/>
    <w:basedOn w:val="Normal"/>
    <w:semiHidden/>
    <w:rsid w:val="005E33A7"/>
    <w:pPr>
      <w:spacing w:before="120" w:after="120"/>
    </w:pPr>
  </w:style>
  <w:style w:type="table" w:styleId="TableGrid">
    <w:name w:val="Table Grid"/>
    <w:basedOn w:val="TableNormal"/>
    <w:rsid w:val="005E3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TOTable">
    <w:name w:val="ATOTable"/>
    <w:basedOn w:val="TableGrid"/>
    <w:rsid w:val="005E33A7"/>
    <w:pPr>
      <w:spacing w:before="60" w:after="60"/>
    </w:pPr>
    <w:tblPr>
      <w:tblCellMar>
        <w:left w:w="170" w:type="dxa"/>
        <w:right w:w="170" w:type="dxa"/>
      </w:tblCellMar>
    </w:tblPr>
  </w:style>
  <w:style w:type="paragraph" w:styleId="BalloonText">
    <w:name w:val="Balloon Text"/>
    <w:basedOn w:val="Normal"/>
    <w:semiHidden/>
    <w:rsid w:val="005E33A7"/>
    <w:rPr>
      <w:rFonts w:ascii="Tahoma" w:hAnsi="Tahoma" w:cs="Tahoma"/>
      <w:sz w:val="16"/>
      <w:szCs w:val="16"/>
    </w:rPr>
  </w:style>
  <w:style w:type="paragraph" w:customStyle="1" w:styleId="bannertop">
    <w:name w:val="bannertop"/>
    <w:basedOn w:val="Normal"/>
    <w:link w:val="bannertopChar"/>
    <w:semiHidden/>
    <w:rsid w:val="005E33A7"/>
    <w:pPr>
      <w:tabs>
        <w:tab w:val="left" w:pos="2586"/>
        <w:tab w:val="left" w:pos="5279"/>
        <w:tab w:val="left" w:pos="7405"/>
      </w:tabs>
      <w:spacing w:before="113"/>
      <w:ind w:left="60" w:right="56"/>
    </w:pPr>
    <w:rPr>
      <w:rFonts w:cs="Arial"/>
      <w:caps/>
      <w:sz w:val="18"/>
      <w:szCs w:val="18"/>
    </w:rPr>
  </w:style>
  <w:style w:type="character" w:customStyle="1" w:styleId="bannertopChar">
    <w:name w:val="bannertop Char"/>
    <w:link w:val="bannertop"/>
    <w:rsid w:val="005E33A7"/>
    <w:rPr>
      <w:rFonts w:ascii="Arial" w:hAnsi="Arial" w:cs="Arial"/>
      <w:caps/>
      <w:sz w:val="18"/>
      <w:szCs w:val="18"/>
      <w:lang w:val="en-AU" w:eastAsia="en-AU" w:bidi="ar-SA"/>
    </w:rPr>
  </w:style>
  <w:style w:type="paragraph" w:customStyle="1" w:styleId="bannertop2">
    <w:name w:val="bannertop2"/>
    <w:basedOn w:val="bannertop"/>
    <w:link w:val="bannertop2Char"/>
    <w:semiHidden/>
    <w:rsid w:val="005E33A7"/>
    <w:rPr>
      <w:sz w:val="32"/>
      <w:szCs w:val="32"/>
    </w:rPr>
  </w:style>
  <w:style w:type="character" w:customStyle="1" w:styleId="bannertop2Char">
    <w:name w:val="bannertop2 Char"/>
    <w:link w:val="bannertop2"/>
    <w:rsid w:val="005E33A7"/>
    <w:rPr>
      <w:rFonts w:ascii="Arial" w:hAnsi="Arial" w:cs="Arial"/>
      <w:caps/>
      <w:sz w:val="32"/>
      <w:szCs w:val="32"/>
      <w:lang w:val="en-AU" w:eastAsia="en-AU" w:bidi="ar-SA"/>
    </w:rPr>
  </w:style>
  <w:style w:type="paragraph" w:customStyle="1" w:styleId="Bannertop3">
    <w:name w:val="Bannertop3"/>
    <w:basedOn w:val="bannertop"/>
    <w:semiHidden/>
    <w:rsid w:val="005E33A7"/>
    <w:pPr>
      <w:spacing w:before="0" w:after="113"/>
    </w:pPr>
    <w:rPr>
      <w:sz w:val="15"/>
      <w:szCs w:val="20"/>
    </w:rPr>
  </w:style>
  <w:style w:type="paragraph" w:customStyle="1" w:styleId="ListText">
    <w:name w:val="List Text"/>
    <w:basedOn w:val="Normal"/>
    <w:rsid w:val="005E33A7"/>
    <w:pPr>
      <w:spacing w:before="60" w:after="60"/>
    </w:pPr>
  </w:style>
  <w:style w:type="paragraph" w:customStyle="1" w:styleId="Bullet1">
    <w:name w:val="Bullet 1"/>
    <w:basedOn w:val="ListText"/>
    <w:rsid w:val="005E33A7"/>
    <w:pPr>
      <w:numPr>
        <w:numId w:val="2"/>
      </w:numPr>
    </w:pPr>
  </w:style>
  <w:style w:type="paragraph" w:customStyle="1" w:styleId="Bullet2">
    <w:name w:val="Bullet 2"/>
    <w:basedOn w:val="ListText"/>
    <w:rsid w:val="005E33A7"/>
    <w:pPr>
      <w:numPr>
        <w:ilvl w:val="1"/>
        <w:numId w:val="2"/>
      </w:numPr>
    </w:pPr>
  </w:style>
  <w:style w:type="character" w:customStyle="1" w:styleId="Classification">
    <w:name w:val="Classification"/>
    <w:semiHidden/>
    <w:rsid w:val="005E33A7"/>
    <w:rPr>
      <w:caps/>
      <w:sz w:val="32"/>
      <w:szCs w:val="32"/>
      <w:lang w:val="en-AU"/>
    </w:rPr>
  </w:style>
  <w:style w:type="paragraph" w:customStyle="1" w:styleId="Content">
    <w:name w:val="Content"/>
    <w:basedOn w:val="Normal"/>
    <w:semiHidden/>
    <w:rsid w:val="005E33A7"/>
    <w:pPr>
      <w:spacing w:before="20" w:after="20"/>
    </w:pPr>
    <w:rPr>
      <w:rFonts w:cs="Arial"/>
      <w:sz w:val="20"/>
      <w:szCs w:val="22"/>
    </w:rPr>
  </w:style>
  <w:style w:type="character" w:customStyle="1" w:styleId="DocTypeTitle">
    <w:name w:val="DocTypeTitle"/>
    <w:semiHidden/>
    <w:rsid w:val="005E33A7"/>
    <w:rPr>
      <w:sz w:val="36"/>
      <w:szCs w:val="36"/>
    </w:rPr>
  </w:style>
  <w:style w:type="paragraph" w:styleId="DocumentMap">
    <w:name w:val="Document Map"/>
    <w:basedOn w:val="Normal"/>
    <w:semiHidden/>
    <w:rsid w:val="005E33A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ileRefRow">
    <w:name w:val="FileRefRow"/>
    <w:basedOn w:val="Normal"/>
    <w:semiHidden/>
    <w:rsid w:val="005E33A7"/>
    <w:pPr>
      <w:tabs>
        <w:tab w:val="right" w:pos="8250"/>
        <w:tab w:val="right" w:pos="9299"/>
      </w:tabs>
    </w:pPr>
    <w:rPr>
      <w:caps/>
      <w:sz w:val="18"/>
      <w:szCs w:val="18"/>
    </w:rPr>
  </w:style>
  <w:style w:type="paragraph" w:styleId="Footer">
    <w:name w:val="footer"/>
    <w:basedOn w:val="Normal"/>
    <w:link w:val="FooterChar"/>
    <w:rsid w:val="005E33A7"/>
    <w:pPr>
      <w:spacing w:after="100"/>
    </w:pPr>
    <w:rPr>
      <w:rFonts w:cs="Arial"/>
      <w:caps/>
      <w:sz w:val="15"/>
      <w:szCs w:val="15"/>
    </w:rPr>
  </w:style>
  <w:style w:type="paragraph" w:customStyle="1" w:styleId="FooterPortrait">
    <w:name w:val="FooterPortrait"/>
    <w:basedOn w:val="Footer"/>
    <w:semiHidden/>
    <w:rsid w:val="005E33A7"/>
    <w:pPr>
      <w:tabs>
        <w:tab w:val="center" w:pos="1021"/>
      </w:tabs>
    </w:pPr>
  </w:style>
  <w:style w:type="paragraph" w:customStyle="1" w:styleId="Head1">
    <w:name w:val="Head 1"/>
    <w:basedOn w:val="Normal"/>
    <w:next w:val="Maintext"/>
    <w:link w:val="Head1CharChar"/>
    <w:rsid w:val="007B7F05"/>
    <w:pPr>
      <w:keepNext/>
      <w:pageBreakBefore/>
      <w:numPr>
        <w:numId w:val="9"/>
      </w:numPr>
      <w:spacing w:after="220"/>
      <w:outlineLvl w:val="0"/>
    </w:pPr>
    <w:rPr>
      <w:rFonts w:cs="Arial"/>
      <w:caps/>
      <w:kern w:val="36"/>
      <w:sz w:val="36"/>
      <w:szCs w:val="36"/>
    </w:rPr>
  </w:style>
  <w:style w:type="paragraph" w:customStyle="1" w:styleId="Head2">
    <w:name w:val="Head 2"/>
    <w:basedOn w:val="Normal"/>
    <w:next w:val="Maintext"/>
    <w:link w:val="Head2Char"/>
    <w:rsid w:val="005E33A7"/>
    <w:pPr>
      <w:keepNext/>
      <w:numPr>
        <w:ilvl w:val="1"/>
        <w:numId w:val="9"/>
      </w:numPr>
      <w:spacing w:before="440" w:after="220"/>
      <w:outlineLvl w:val="1"/>
    </w:pPr>
    <w:rPr>
      <w:rFonts w:cs="Arial"/>
      <w:b/>
      <w:caps/>
      <w:kern w:val="36"/>
      <w:sz w:val="24"/>
    </w:rPr>
  </w:style>
  <w:style w:type="paragraph" w:customStyle="1" w:styleId="Head3">
    <w:name w:val="Head 3"/>
    <w:basedOn w:val="Normal"/>
    <w:next w:val="Maintext"/>
    <w:rsid w:val="005E33A7"/>
    <w:pPr>
      <w:keepNext/>
      <w:numPr>
        <w:ilvl w:val="2"/>
        <w:numId w:val="9"/>
      </w:numPr>
      <w:spacing w:before="360" w:after="220"/>
      <w:outlineLvl w:val="2"/>
    </w:pPr>
    <w:rPr>
      <w:rFonts w:cs="Arial"/>
      <w:b/>
      <w:sz w:val="24"/>
    </w:rPr>
  </w:style>
  <w:style w:type="paragraph" w:customStyle="1" w:styleId="Head4">
    <w:name w:val="Head 4"/>
    <w:basedOn w:val="Normal"/>
    <w:next w:val="Maintext"/>
    <w:rsid w:val="005E33A7"/>
    <w:pPr>
      <w:keepNext/>
      <w:numPr>
        <w:ilvl w:val="3"/>
        <w:numId w:val="9"/>
      </w:numPr>
      <w:tabs>
        <w:tab w:val="left" w:pos="720"/>
      </w:tabs>
      <w:spacing w:before="280" w:after="220"/>
      <w:outlineLvl w:val="3"/>
    </w:pPr>
    <w:rPr>
      <w:rFonts w:cs="Arial"/>
      <w:b/>
      <w:szCs w:val="22"/>
    </w:rPr>
  </w:style>
  <w:style w:type="paragraph" w:styleId="Header">
    <w:name w:val="header"/>
    <w:basedOn w:val="Normal"/>
    <w:link w:val="HeaderChar"/>
    <w:semiHidden/>
    <w:rsid w:val="005E33A7"/>
    <w:rPr>
      <w:rFonts w:cs="Arial"/>
      <w:caps/>
      <w:sz w:val="20"/>
      <w:szCs w:val="20"/>
    </w:rPr>
  </w:style>
  <w:style w:type="paragraph" w:customStyle="1" w:styleId="Label">
    <w:name w:val="Label"/>
    <w:basedOn w:val="Normal"/>
    <w:semiHidden/>
    <w:rsid w:val="005E33A7"/>
    <w:pPr>
      <w:spacing w:before="20" w:after="20"/>
    </w:pPr>
    <w:rPr>
      <w:caps/>
      <w:sz w:val="18"/>
      <w:szCs w:val="18"/>
    </w:rPr>
  </w:style>
  <w:style w:type="paragraph" w:customStyle="1" w:styleId="Maintext">
    <w:name w:val="Main text"/>
    <w:basedOn w:val="Normal"/>
    <w:link w:val="MaintextCharChar"/>
    <w:qFormat/>
    <w:rsid w:val="005E33A7"/>
  </w:style>
  <w:style w:type="character" w:customStyle="1" w:styleId="MaintextCharChar">
    <w:name w:val="Main text Char Char"/>
    <w:link w:val="Maintext"/>
    <w:rsid w:val="005E33A7"/>
    <w:rPr>
      <w:rFonts w:ascii="Arial" w:hAnsi="Arial"/>
      <w:sz w:val="22"/>
      <w:szCs w:val="24"/>
      <w:lang w:val="en-AU" w:eastAsia="en-AU" w:bidi="ar-SA"/>
    </w:rPr>
  </w:style>
  <w:style w:type="paragraph" w:customStyle="1" w:styleId="Number1">
    <w:name w:val="Number 1"/>
    <w:basedOn w:val="ListText"/>
    <w:rsid w:val="005E33A7"/>
    <w:pPr>
      <w:numPr>
        <w:numId w:val="3"/>
      </w:numPr>
    </w:pPr>
  </w:style>
  <w:style w:type="paragraph" w:customStyle="1" w:styleId="Number2">
    <w:name w:val="Number 2"/>
    <w:basedOn w:val="ListText"/>
    <w:rsid w:val="005E33A7"/>
    <w:pPr>
      <w:numPr>
        <w:ilvl w:val="1"/>
        <w:numId w:val="3"/>
      </w:numPr>
    </w:pPr>
  </w:style>
  <w:style w:type="paragraph" w:customStyle="1" w:styleId="TableText">
    <w:name w:val="Table Text"/>
    <w:basedOn w:val="ListText"/>
    <w:semiHidden/>
    <w:rsid w:val="005E33A7"/>
  </w:style>
  <w:style w:type="paragraph" w:customStyle="1" w:styleId="TitleRow">
    <w:name w:val="Title Row"/>
    <w:basedOn w:val="Normal"/>
    <w:semiHidden/>
    <w:rsid w:val="005E33A7"/>
    <w:pPr>
      <w:spacing w:before="120" w:after="120"/>
    </w:pPr>
    <w:rPr>
      <w:b/>
      <w:caps/>
      <w:sz w:val="20"/>
      <w:szCs w:val="20"/>
    </w:rPr>
  </w:style>
  <w:style w:type="paragraph" w:customStyle="1" w:styleId="ReportTitle">
    <w:name w:val="ReportTitle"/>
    <w:basedOn w:val="Normal"/>
    <w:next w:val="ReportDescription"/>
    <w:rsid w:val="005E33A7"/>
    <w:pPr>
      <w:spacing w:after="400" w:line="216" w:lineRule="auto"/>
    </w:pPr>
    <w:rPr>
      <w:rFonts w:cs="Tahoma"/>
      <w:sz w:val="120"/>
      <w:szCs w:val="120"/>
    </w:rPr>
  </w:style>
  <w:style w:type="paragraph" w:customStyle="1" w:styleId="ReportDescription">
    <w:name w:val="ReportDescription"/>
    <w:basedOn w:val="Normal"/>
    <w:rsid w:val="005E33A7"/>
    <w:rPr>
      <w:sz w:val="32"/>
    </w:rPr>
  </w:style>
  <w:style w:type="character" w:customStyle="1" w:styleId="MaintextChar">
    <w:name w:val="Main text Char"/>
    <w:semiHidden/>
    <w:rsid w:val="005E33A7"/>
    <w:rPr>
      <w:rFonts w:ascii="Arial" w:hAnsi="Arial" w:cs="Arial"/>
      <w:kern w:val="22"/>
      <w:sz w:val="22"/>
      <w:szCs w:val="22"/>
      <w:lang w:val="en-AU" w:eastAsia="en-AU" w:bidi="ar-SA"/>
    </w:rPr>
  </w:style>
  <w:style w:type="paragraph" w:customStyle="1" w:styleId="HEADAA">
    <w:name w:val="HEAD AA"/>
    <w:basedOn w:val="Normal"/>
    <w:semiHidden/>
    <w:rsid w:val="005E33A7"/>
    <w:pPr>
      <w:spacing w:after="220"/>
      <w:ind w:right="57"/>
      <w:outlineLvl w:val="0"/>
    </w:pPr>
    <w:rPr>
      <w:rFonts w:cs="Arial"/>
      <w:caps/>
      <w:kern w:val="36"/>
      <w:sz w:val="36"/>
      <w:szCs w:val="36"/>
    </w:rPr>
  </w:style>
  <w:style w:type="paragraph" w:customStyle="1" w:styleId="HeadCC">
    <w:name w:val="Head CC"/>
    <w:basedOn w:val="Normal"/>
    <w:semiHidden/>
    <w:rsid w:val="005E33A7"/>
    <w:pPr>
      <w:spacing w:before="360" w:after="220"/>
      <w:outlineLvl w:val="2"/>
    </w:pPr>
    <w:rPr>
      <w:rFonts w:cs="Arial"/>
      <w:b/>
      <w:sz w:val="24"/>
    </w:rPr>
  </w:style>
  <w:style w:type="paragraph" w:customStyle="1" w:styleId="InstructionText">
    <w:name w:val="InstructionText"/>
    <w:basedOn w:val="Maintext"/>
    <w:semiHidden/>
    <w:rsid w:val="005E33A7"/>
    <w:pPr>
      <w:ind w:left="550" w:right="-62" w:hanging="567"/>
    </w:pPr>
    <w:rPr>
      <w:rFonts w:cs="Arial"/>
      <w:kern w:val="22"/>
      <w:szCs w:val="22"/>
    </w:rPr>
  </w:style>
  <w:style w:type="paragraph" w:customStyle="1" w:styleId="Instructionbullet">
    <w:name w:val="Instructionbullet"/>
    <w:basedOn w:val="Normal"/>
    <w:semiHidden/>
    <w:rsid w:val="005E33A7"/>
    <w:pPr>
      <w:numPr>
        <w:numId w:val="1"/>
      </w:numPr>
      <w:tabs>
        <w:tab w:val="clear" w:pos="1146"/>
        <w:tab w:val="left" w:pos="-1418"/>
        <w:tab w:val="num" w:pos="720"/>
        <w:tab w:val="left" w:pos="896"/>
      </w:tabs>
      <w:spacing w:after="60"/>
      <w:ind w:left="910"/>
    </w:pPr>
    <w:rPr>
      <w:rFonts w:cs="Arial"/>
      <w:szCs w:val="22"/>
    </w:rPr>
  </w:style>
  <w:style w:type="character" w:styleId="PageNumber">
    <w:name w:val="page number"/>
    <w:rsid w:val="005E33A7"/>
    <w:rPr>
      <w:sz w:val="15"/>
      <w:szCs w:val="15"/>
    </w:rPr>
  </w:style>
  <w:style w:type="paragraph" w:customStyle="1" w:styleId="Tabletext0">
    <w:name w:val="Table text"/>
    <w:basedOn w:val="Maintext"/>
    <w:rsid w:val="005E33A7"/>
    <w:pPr>
      <w:tabs>
        <w:tab w:val="left" w:pos="2586"/>
        <w:tab w:val="left" w:pos="5279"/>
        <w:tab w:val="left" w:pos="7405"/>
      </w:tabs>
      <w:spacing w:before="60" w:after="60"/>
      <w:ind w:left="4" w:right="-62"/>
    </w:pPr>
    <w:rPr>
      <w:rFonts w:cs="Arial"/>
      <w:kern w:val="22"/>
      <w:szCs w:val="22"/>
    </w:rPr>
  </w:style>
  <w:style w:type="paragraph" w:styleId="TOC1">
    <w:name w:val="toc 1"/>
    <w:basedOn w:val="Normal"/>
    <w:next w:val="Normal"/>
    <w:autoRedefine/>
    <w:uiPriority w:val="39"/>
    <w:rsid w:val="00472AA3"/>
    <w:pPr>
      <w:tabs>
        <w:tab w:val="left" w:pos="440"/>
        <w:tab w:val="right" w:leader="dot" w:pos="9299"/>
      </w:tabs>
    </w:pPr>
    <w:rPr>
      <w:rFonts w:cs="Arial"/>
      <w:szCs w:val="22"/>
    </w:rPr>
  </w:style>
  <w:style w:type="paragraph" w:styleId="TOC3">
    <w:name w:val="toc 3"/>
    <w:basedOn w:val="Normal"/>
    <w:next w:val="Normal"/>
    <w:link w:val="TOC3Char"/>
    <w:autoRedefine/>
    <w:uiPriority w:val="39"/>
    <w:rsid w:val="005E33A7"/>
    <w:pPr>
      <w:tabs>
        <w:tab w:val="right" w:leader="dot" w:pos="9299"/>
      </w:tabs>
      <w:ind w:left="440" w:right="15"/>
    </w:pPr>
    <w:rPr>
      <w:rFonts w:cs="Arial"/>
      <w:noProof/>
      <w:szCs w:val="22"/>
    </w:rPr>
  </w:style>
  <w:style w:type="paragraph" w:styleId="TOC2">
    <w:name w:val="toc 2"/>
    <w:basedOn w:val="Normal"/>
    <w:next w:val="Normal"/>
    <w:link w:val="TOC2Char"/>
    <w:autoRedefine/>
    <w:uiPriority w:val="39"/>
    <w:rsid w:val="00136006"/>
    <w:pPr>
      <w:tabs>
        <w:tab w:val="left" w:pos="960"/>
        <w:tab w:val="right" w:leader="dot" w:pos="9299"/>
      </w:tabs>
      <w:ind w:left="284"/>
    </w:pPr>
    <w:rPr>
      <w:rFonts w:cs="Arial"/>
      <w:szCs w:val="22"/>
    </w:rPr>
  </w:style>
  <w:style w:type="paragraph" w:styleId="TOC4">
    <w:name w:val="toc 4"/>
    <w:basedOn w:val="Normal"/>
    <w:next w:val="Normal"/>
    <w:link w:val="TOC4Char"/>
    <w:autoRedefine/>
    <w:uiPriority w:val="39"/>
    <w:rsid w:val="005E33A7"/>
    <w:pPr>
      <w:tabs>
        <w:tab w:val="right" w:leader="dot" w:pos="9299"/>
      </w:tabs>
      <w:ind w:left="660"/>
    </w:pPr>
    <w:rPr>
      <w:rFonts w:cs="Arial"/>
      <w:szCs w:val="22"/>
    </w:rPr>
  </w:style>
  <w:style w:type="character" w:styleId="Hyperlink">
    <w:name w:val="Hyperlink"/>
    <w:uiPriority w:val="99"/>
    <w:rsid w:val="005E33A7"/>
    <w:rPr>
      <w:b/>
      <w:noProof/>
      <w:color w:val="0000FF"/>
      <w:u w:val="single"/>
    </w:rPr>
  </w:style>
  <w:style w:type="paragraph" w:customStyle="1" w:styleId="HeadBB">
    <w:name w:val="Head BB"/>
    <w:basedOn w:val="Normal"/>
    <w:semiHidden/>
    <w:rsid w:val="005E33A7"/>
    <w:pPr>
      <w:spacing w:before="440" w:after="220"/>
    </w:pPr>
    <w:rPr>
      <w:rFonts w:cs="Arial"/>
      <w:b/>
      <w:caps/>
      <w:kern w:val="36"/>
      <w:sz w:val="24"/>
    </w:rPr>
  </w:style>
  <w:style w:type="paragraph" w:customStyle="1" w:styleId="VersionHead">
    <w:name w:val="VersionHead"/>
    <w:basedOn w:val="Maintext"/>
    <w:semiHidden/>
    <w:rsid w:val="005E33A7"/>
    <w:pPr>
      <w:spacing w:before="240" w:after="80"/>
      <w:ind w:left="32" w:right="-62"/>
    </w:pPr>
    <w:rPr>
      <w:rFonts w:cs="Arial"/>
      <w:kern w:val="22"/>
      <w:szCs w:val="22"/>
    </w:rPr>
  </w:style>
  <w:style w:type="paragraph" w:customStyle="1" w:styleId="Version2">
    <w:name w:val="Version2"/>
    <w:basedOn w:val="Normal"/>
    <w:rsid w:val="005E33A7"/>
    <w:pPr>
      <w:spacing w:before="60" w:after="60"/>
      <w:ind w:left="32"/>
    </w:pPr>
    <w:rPr>
      <w:rFonts w:cs="Arial"/>
      <w:szCs w:val="22"/>
    </w:rPr>
  </w:style>
  <w:style w:type="paragraph" w:customStyle="1" w:styleId="VersionHeadA">
    <w:name w:val="VersionHeadA"/>
    <w:basedOn w:val="Maintext"/>
    <w:semiHidden/>
    <w:rsid w:val="005E33A7"/>
    <w:pPr>
      <w:ind w:right="-62"/>
    </w:pPr>
    <w:rPr>
      <w:rFonts w:cs="Arial"/>
      <w:kern w:val="22"/>
      <w:sz w:val="36"/>
      <w:szCs w:val="36"/>
    </w:rPr>
  </w:style>
  <w:style w:type="paragraph" w:customStyle="1" w:styleId="VersionHeadTop">
    <w:name w:val="VersionHeadTop"/>
    <w:basedOn w:val="VersionHead"/>
    <w:semiHidden/>
    <w:rsid w:val="005E33A7"/>
    <w:pPr>
      <w:spacing w:before="0"/>
    </w:pPr>
  </w:style>
  <w:style w:type="paragraph" w:customStyle="1" w:styleId="Version3">
    <w:name w:val="Version3"/>
    <w:basedOn w:val="Maintext"/>
    <w:semiHidden/>
    <w:rsid w:val="005E33A7"/>
    <w:pPr>
      <w:ind w:right="-62" w:firstLine="142"/>
    </w:pPr>
    <w:rPr>
      <w:rFonts w:cs="Arial"/>
      <w:b/>
      <w:kern w:val="22"/>
      <w:sz w:val="24"/>
    </w:rPr>
  </w:style>
  <w:style w:type="numbering" w:styleId="111111">
    <w:name w:val="Outline List 2"/>
    <w:basedOn w:val="NoList"/>
    <w:semiHidden/>
    <w:rsid w:val="005E33A7"/>
    <w:pPr>
      <w:numPr>
        <w:numId w:val="4"/>
      </w:numPr>
    </w:pPr>
  </w:style>
  <w:style w:type="numbering" w:styleId="1ai">
    <w:name w:val="Outline List 1"/>
    <w:basedOn w:val="NoList"/>
    <w:semiHidden/>
    <w:rsid w:val="005E33A7"/>
  </w:style>
  <w:style w:type="numbering" w:styleId="ArticleSection">
    <w:name w:val="Outline List 3"/>
    <w:basedOn w:val="NoList"/>
    <w:semiHidden/>
    <w:rsid w:val="005E33A7"/>
    <w:pPr>
      <w:numPr>
        <w:numId w:val="5"/>
      </w:numPr>
    </w:pPr>
  </w:style>
  <w:style w:type="paragraph" w:customStyle="1" w:styleId="FooterLandscape">
    <w:name w:val="FooterLandscape"/>
    <w:basedOn w:val="Footer"/>
    <w:semiHidden/>
    <w:rsid w:val="005E33A7"/>
    <w:pPr>
      <w:tabs>
        <w:tab w:val="center" w:pos="3487"/>
      </w:tabs>
    </w:pPr>
  </w:style>
  <w:style w:type="character" w:customStyle="1" w:styleId="TOC2Char">
    <w:name w:val="TOC 2 Char"/>
    <w:link w:val="TOC2"/>
    <w:uiPriority w:val="39"/>
    <w:rsid w:val="00136006"/>
    <w:rPr>
      <w:rFonts w:ascii="Arial" w:hAnsi="Arial" w:cs="Arial"/>
      <w:sz w:val="22"/>
      <w:szCs w:val="22"/>
    </w:rPr>
  </w:style>
  <w:style w:type="character" w:customStyle="1" w:styleId="TOC3Char">
    <w:name w:val="TOC 3 Char"/>
    <w:link w:val="TOC3"/>
    <w:rsid w:val="005E33A7"/>
    <w:rPr>
      <w:rFonts w:ascii="Arial" w:hAnsi="Arial" w:cs="Arial"/>
      <w:noProof/>
      <w:sz w:val="22"/>
      <w:szCs w:val="22"/>
      <w:lang w:val="en-AU" w:eastAsia="en-AU" w:bidi="ar-SA"/>
    </w:rPr>
  </w:style>
  <w:style w:type="character" w:customStyle="1" w:styleId="TOC4Char">
    <w:name w:val="TOC 4 Char"/>
    <w:link w:val="TOC4"/>
    <w:rsid w:val="005E33A7"/>
    <w:rPr>
      <w:rFonts w:ascii="Arial" w:hAnsi="Arial" w:cs="Arial"/>
      <w:sz w:val="22"/>
      <w:szCs w:val="22"/>
      <w:lang w:val="en-AU" w:eastAsia="en-AU" w:bidi="ar-SA"/>
    </w:rPr>
  </w:style>
  <w:style w:type="table" w:customStyle="1" w:styleId="ATOStructure">
    <w:name w:val="ATOStructure"/>
    <w:basedOn w:val="TableNormal"/>
    <w:rsid w:val="005E33A7"/>
    <w:tblPr>
      <w:tblCellMar>
        <w:left w:w="170" w:type="dxa"/>
        <w:right w:w="170" w:type="dxa"/>
      </w:tblCellMar>
    </w:tblPr>
  </w:style>
  <w:style w:type="paragraph" w:customStyle="1" w:styleId="ClassificationFooter">
    <w:name w:val="ClassificationFooter"/>
    <w:basedOn w:val="Normal"/>
    <w:semiHidden/>
    <w:rsid w:val="005E33A7"/>
    <w:pPr>
      <w:spacing w:after="80" w:line="320" w:lineRule="exact"/>
    </w:pPr>
    <w:rPr>
      <w:caps/>
      <w:sz w:val="32"/>
      <w:szCs w:val="32"/>
    </w:rPr>
  </w:style>
  <w:style w:type="paragraph" w:customStyle="1" w:styleId="-subtitle">
    <w:name w:val="-sub title"/>
    <w:basedOn w:val="Heading3"/>
    <w:rsid w:val="005E33A7"/>
    <w:pPr>
      <w:numPr>
        <w:ilvl w:val="0"/>
        <w:numId w:val="0"/>
      </w:numPr>
      <w:spacing w:before="600"/>
      <w:outlineLvl w:val="9"/>
    </w:pPr>
    <w:rPr>
      <w:rFonts w:ascii="Arial Narrow" w:hAnsi="Arial Narrow" w:cs="Times New Roman"/>
      <w:b w:val="0"/>
      <w:bCs/>
      <w:sz w:val="52"/>
      <w:szCs w:val="20"/>
    </w:rPr>
  </w:style>
  <w:style w:type="paragraph" w:customStyle="1" w:styleId="CharCharCharCharCharCharChar">
    <w:name w:val="Char Char Char Char Char Char Char"/>
    <w:basedOn w:val="Normal"/>
    <w:rsid w:val="005E33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TableTextChar">
    <w:name w:val="Table Text Char"/>
    <w:rsid w:val="005E33A7"/>
    <w:rPr>
      <w:sz w:val="24"/>
      <w:lang w:val="en-AU" w:eastAsia="en-AU" w:bidi="ar-SA"/>
    </w:rPr>
  </w:style>
  <w:style w:type="paragraph" w:customStyle="1" w:styleId="-reportAhead">
    <w:name w:val="-report A head"/>
    <w:rsid w:val="005E33A7"/>
    <w:pPr>
      <w:pBdr>
        <w:bottom w:val="single" w:sz="2" w:space="1" w:color="auto"/>
      </w:pBdr>
      <w:spacing w:after="60"/>
    </w:pPr>
    <w:rPr>
      <w:rFonts w:ascii="Arial Narrow" w:hAnsi="Arial Narrow"/>
      <w:b/>
      <w:noProof/>
      <w:sz w:val="40"/>
    </w:rPr>
  </w:style>
  <w:style w:type="paragraph" w:customStyle="1" w:styleId="-reportBhead">
    <w:name w:val="-report B head"/>
    <w:basedOn w:val="-reportAhead"/>
    <w:next w:val="Normal"/>
    <w:rsid w:val="005E33A7"/>
    <w:pPr>
      <w:pBdr>
        <w:bottom w:val="none" w:sz="0" w:space="0" w:color="auto"/>
      </w:pBdr>
      <w:spacing w:before="240"/>
    </w:pPr>
    <w:rPr>
      <w:sz w:val="32"/>
    </w:rPr>
  </w:style>
  <w:style w:type="paragraph" w:customStyle="1" w:styleId="TableNormal1">
    <w:name w:val="Table Normal1"/>
    <w:basedOn w:val="Normal"/>
    <w:rsid w:val="005E33A7"/>
    <w:rPr>
      <w:sz w:val="20"/>
      <w:szCs w:val="20"/>
    </w:rPr>
  </w:style>
  <w:style w:type="paragraph" w:customStyle="1" w:styleId="TableHeading">
    <w:name w:val="Table Heading"/>
    <w:basedOn w:val="TableNormal1"/>
    <w:rsid w:val="005E33A7"/>
    <w:pPr>
      <w:keepNext/>
      <w:keepLines/>
      <w:spacing w:before="80" w:after="80"/>
    </w:pPr>
    <w:rPr>
      <w:rFonts w:ascii="Book Antiqua" w:hAnsi="Book Antiqua"/>
      <w:b/>
    </w:rPr>
  </w:style>
  <w:style w:type="paragraph" w:customStyle="1" w:styleId="indent">
    <w:name w:val="indent"/>
    <w:basedOn w:val="Normal"/>
    <w:rsid w:val="005E33A7"/>
    <w:pPr>
      <w:ind w:left="567"/>
    </w:pPr>
    <w:rPr>
      <w:rFonts w:ascii="CG Times (W1)" w:hAnsi="CG Times (W1)"/>
      <w:sz w:val="24"/>
      <w:szCs w:val="20"/>
    </w:rPr>
  </w:style>
  <w:style w:type="paragraph" w:customStyle="1" w:styleId="zTContents">
    <w:name w:val="z_TContents"/>
    <w:basedOn w:val="Normal"/>
    <w:rsid w:val="005E33A7"/>
    <w:pPr>
      <w:spacing w:after="960"/>
    </w:pPr>
    <w:rPr>
      <w:rFonts w:ascii="CG Times" w:hAnsi="CG Times"/>
      <w:sz w:val="24"/>
      <w:szCs w:val="20"/>
    </w:rPr>
  </w:style>
  <w:style w:type="paragraph" w:customStyle="1" w:styleId="TableHeader">
    <w:name w:val="Table Header"/>
    <w:basedOn w:val="indent"/>
    <w:rsid w:val="005E33A7"/>
    <w:pPr>
      <w:ind w:left="0"/>
    </w:pPr>
    <w:rPr>
      <w:rFonts w:ascii="Arial" w:hAnsi="Arial"/>
      <w:b/>
      <w:sz w:val="20"/>
    </w:rPr>
  </w:style>
  <w:style w:type="paragraph" w:styleId="BodyTextIndent">
    <w:name w:val="Body Text Indent"/>
    <w:basedOn w:val="Normal"/>
    <w:rsid w:val="005E33A7"/>
    <w:rPr>
      <w:rFonts w:ascii="Times New Roman" w:hAnsi="Times New Roman"/>
      <w:b/>
      <w:sz w:val="24"/>
      <w:szCs w:val="20"/>
    </w:rPr>
  </w:style>
  <w:style w:type="paragraph" w:customStyle="1" w:styleId="-reportFooter">
    <w:name w:val="-report Footer"/>
    <w:basedOn w:val="Normal"/>
    <w:rsid w:val="005E33A7"/>
    <w:pPr>
      <w:spacing w:before="60" w:after="120" w:line="240" w:lineRule="exact"/>
      <w:ind w:left="170" w:right="170"/>
    </w:pPr>
    <w:rPr>
      <w:rFonts w:eastAsia="Times"/>
      <w:caps/>
      <w:color w:val="000000"/>
      <w:sz w:val="15"/>
      <w:szCs w:val="20"/>
    </w:rPr>
  </w:style>
  <w:style w:type="paragraph" w:styleId="FootnoteText">
    <w:name w:val="footnote text"/>
    <w:basedOn w:val="Normal"/>
    <w:semiHidden/>
    <w:rsid w:val="005E33A7"/>
    <w:rPr>
      <w:rFonts w:ascii="Times New Roman" w:hAnsi="Times New Roman"/>
      <w:sz w:val="20"/>
      <w:szCs w:val="20"/>
      <w:lang w:eastAsia="en-US"/>
    </w:rPr>
  </w:style>
  <w:style w:type="character" w:styleId="FootnoteReference">
    <w:name w:val="footnote reference"/>
    <w:semiHidden/>
    <w:rsid w:val="005E33A7"/>
    <w:rPr>
      <w:vertAlign w:val="superscript"/>
    </w:rPr>
  </w:style>
  <w:style w:type="paragraph" w:customStyle="1" w:styleId="NormalItalics">
    <w:name w:val="NormalItalics"/>
    <w:basedOn w:val="Normal"/>
    <w:rsid w:val="005E33A7"/>
    <w:pPr>
      <w:spacing w:before="120" w:after="240"/>
      <w:ind w:left="720"/>
    </w:pPr>
    <w:rPr>
      <w:rFonts w:ascii="Times New Roman" w:hAnsi="Times New Roman"/>
      <w:i/>
      <w:iCs/>
      <w:sz w:val="24"/>
      <w:lang w:eastAsia="en-US"/>
    </w:rPr>
  </w:style>
  <w:style w:type="character" w:customStyle="1" w:styleId="Head1CharChar">
    <w:name w:val="Head 1 Char Char"/>
    <w:link w:val="Head1"/>
    <w:rsid w:val="007B7F05"/>
    <w:rPr>
      <w:rFonts w:ascii="Arial" w:hAnsi="Arial" w:cs="Arial"/>
      <w:caps/>
      <w:kern w:val="36"/>
      <w:sz w:val="36"/>
      <w:szCs w:val="36"/>
    </w:rPr>
  </w:style>
  <w:style w:type="character" w:styleId="CommentReference">
    <w:name w:val="annotation reference"/>
    <w:semiHidden/>
    <w:rsid w:val="005E33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E33A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E33A7"/>
    <w:rPr>
      <w:b/>
      <w:bCs/>
    </w:rPr>
  </w:style>
  <w:style w:type="character" w:styleId="FollowedHyperlink">
    <w:name w:val="FollowedHyperlink"/>
    <w:rsid w:val="005E33A7"/>
    <w:rPr>
      <w:color w:val="800080"/>
      <w:u w:val="single"/>
    </w:rPr>
  </w:style>
  <w:style w:type="paragraph" w:styleId="BlockText">
    <w:name w:val="Block Text"/>
    <w:basedOn w:val="Normal"/>
    <w:rsid w:val="005E33A7"/>
    <w:pPr>
      <w:spacing w:after="120"/>
      <w:ind w:left="1440" w:right="1440"/>
    </w:pPr>
  </w:style>
  <w:style w:type="paragraph" w:customStyle="1" w:styleId="Char">
    <w:name w:val="Char"/>
    <w:basedOn w:val="Normal"/>
    <w:rsid w:val="005E33A7"/>
    <w:pPr>
      <w:spacing w:after="160" w:line="240" w:lineRule="exact"/>
    </w:pPr>
    <w:rPr>
      <w:rFonts w:ascii="Verdana" w:hAnsi="Verdana"/>
      <w:sz w:val="21"/>
      <w:szCs w:val="20"/>
      <w:lang w:val="en-US" w:eastAsia="en-US"/>
    </w:rPr>
  </w:style>
  <w:style w:type="paragraph" w:customStyle="1" w:styleId="Char1">
    <w:name w:val="Char1"/>
    <w:basedOn w:val="Normal"/>
    <w:rsid w:val="005E33A7"/>
    <w:pPr>
      <w:spacing w:after="160" w:line="240" w:lineRule="exact"/>
    </w:pPr>
    <w:rPr>
      <w:rFonts w:ascii="Verdana" w:hAnsi="Verdana"/>
      <w:sz w:val="21"/>
      <w:szCs w:val="20"/>
      <w:lang w:val="en-US" w:eastAsia="en-US"/>
    </w:rPr>
  </w:style>
  <w:style w:type="paragraph" w:customStyle="1" w:styleId="CharCharCharChar">
    <w:name w:val="Char Char Char Char"/>
    <w:basedOn w:val="Normal"/>
    <w:rsid w:val="005E33A7"/>
    <w:pPr>
      <w:spacing w:after="160" w:line="240" w:lineRule="exact"/>
    </w:pPr>
    <w:rPr>
      <w:b/>
      <w:caps/>
      <w:sz w:val="24"/>
      <w:lang w:val="en-US" w:eastAsia="en-US"/>
    </w:rPr>
  </w:style>
  <w:style w:type="paragraph" w:styleId="BodyTextIndent2">
    <w:name w:val="Body Text Indent 2"/>
    <w:basedOn w:val="Normal"/>
    <w:rsid w:val="005E33A7"/>
    <w:pPr>
      <w:spacing w:after="120" w:line="480" w:lineRule="auto"/>
      <w:ind w:left="283"/>
    </w:pPr>
  </w:style>
  <w:style w:type="paragraph" w:styleId="EnvelopeReturn">
    <w:name w:val="envelope return"/>
    <w:basedOn w:val="Normal"/>
    <w:rsid w:val="005E33A7"/>
    <w:pPr>
      <w:spacing w:after="40"/>
      <w:ind w:left="851"/>
    </w:pPr>
    <w:rPr>
      <w:rFonts w:ascii="Univers (W1)" w:hAnsi="Univers (W1)"/>
      <w:sz w:val="24"/>
      <w:szCs w:val="20"/>
    </w:rPr>
  </w:style>
  <w:style w:type="paragraph" w:customStyle="1" w:styleId="OutlineNumbered1">
    <w:name w:val="Outline Numbered 1"/>
    <w:basedOn w:val="Normal"/>
    <w:rsid w:val="005E33A7"/>
    <w:pPr>
      <w:autoSpaceDE w:val="0"/>
      <w:autoSpaceDN w:val="0"/>
      <w:adjustRightInd w:val="0"/>
    </w:pPr>
    <w:rPr>
      <w:szCs w:val="20"/>
      <w:lang w:eastAsia="ko-KR"/>
    </w:rPr>
  </w:style>
  <w:style w:type="paragraph" w:customStyle="1" w:styleId="OutlineNumbered2">
    <w:name w:val="Outline Numbered 2"/>
    <w:basedOn w:val="Normal"/>
    <w:rsid w:val="005E33A7"/>
    <w:pPr>
      <w:autoSpaceDE w:val="0"/>
      <w:autoSpaceDN w:val="0"/>
      <w:adjustRightInd w:val="0"/>
    </w:pPr>
    <w:rPr>
      <w:rFonts w:ascii="Times New Roman" w:hAnsi="Times New Roman"/>
      <w:sz w:val="20"/>
      <w:szCs w:val="20"/>
      <w:lang w:eastAsia="ko-KR"/>
    </w:rPr>
  </w:style>
  <w:style w:type="paragraph" w:customStyle="1" w:styleId="OutlineNumbered3">
    <w:name w:val="Outline Numbered 3"/>
    <w:basedOn w:val="Normal"/>
    <w:rsid w:val="005E33A7"/>
    <w:pPr>
      <w:autoSpaceDE w:val="0"/>
      <w:autoSpaceDN w:val="0"/>
      <w:adjustRightInd w:val="0"/>
    </w:pPr>
    <w:rPr>
      <w:rFonts w:ascii="Times New Roman" w:hAnsi="Times New Roman"/>
      <w:sz w:val="20"/>
      <w:szCs w:val="20"/>
      <w:lang w:eastAsia="ko-KR"/>
    </w:rPr>
  </w:style>
  <w:style w:type="paragraph" w:customStyle="1" w:styleId="BoxBullet">
    <w:name w:val="Box Bullet"/>
    <w:basedOn w:val="Normal"/>
    <w:rsid w:val="005E33A7"/>
    <w:pPr>
      <w:spacing w:before="120" w:after="120" w:line="280" w:lineRule="exact"/>
      <w:jc w:val="both"/>
    </w:pPr>
    <w:rPr>
      <w:rFonts w:ascii="RotisSansSerif" w:hAnsi="RotisSansSerif"/>
      <w:color w:val="000080"/>
      <w:szCs w:val="22"/>
    </w:rPr>
  </w:style>
  <w:style w:type="paragraph" w:customStyle="1" w:styleId="Bullet0">
    <w:name w:val="Bullet"/>
    <w:basedOn w:val="Normal"/>
    <w:rsid w:val="005E33A7"/>
    <w:pPr>
      <w:spacing w:before="120" w:after="120"/>
    </w:pPr>
    <w:rPr>
      <w:szCs w:val="20"/>
    </w:rPr>
  </w:style>
  <w:style w:type="paragraph" w:customStyle="1" w:styleId="Dash">
    <w:name w:val="Dash"/>
    <w:basedOn w:val="Normal"/>
    <w:rsid w:val="005E33A7"/>
    <w:pPr>
      <w:spacing w:after="240"/>
    </w:pPr>
    <w:rPr>
      <w:rFonts w:ascii="Times New Roman" w:hAnsi="Times New Roman"/>
      <w:sz w:val="24"/>
      <w:szCs w:val="20"/>
    </w:rPr>
  </w:style>
  <w:style w:type="paragraph" w:customStyle="1" w:styleId="DoubleDot">
    <w:name w:val="Double Dot"/>
    <w:basedOn w:val="Normal"/>
    <w:rsid w:val="005E33A7"/>
    <w:pPr>
      <w:numPr>
        <w:ilvl w:val="2"/>
        <w:numId w:val="16"/>
      </w:numPr>
      <w:spacing w:after="240"/>
    </w:pPr>
    <w:rPr>
      <w:rFonts w:ascii="Times New Roman" w:hAnsi="Times New Roman"/>
      <w:sz w:val="24"/>
      <w:szCs w:val="20"/>
    </w:rPr>
  </w:style>
  <w:style w:type="paragraph" w:customStyle="1" w:styleId="CharCharChar">
    <w:name w:val="Char Char Char"/>
    <w:basedOn w:val="Normal"/>
    <w:rsid w:val="005E33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NormalWeb">
    <w:name w:val="Normal (Web)"/>
    <w:basedOn w:val="Normal"/>
    <w:uiPriority w:val="99"/>
    <w:rsid w:val="005E33A7"/>
    <w:pPr>
      <w:spacing w:before="100" w:beforeAutospacing="1" w:after="100" w:afterAutospacing="1"/>
    </w:pPr>
    <w:rPr>
      <w:rFonts w:ascii="Times New Roman" w:hAnsi="Times New Roman"/>
      <w:sz w:val="24"/>
      <w:lang w:eastAsia="en-US"/>
    </w:rPr>
  </w:style>
  <w:style w:type="paragraph" w:styleId="NormalIndent">
    <w:name w:val="Normal Indent"/>
    <w:basedOn w:val="Normal"/>
    <w:rsid w:val="005E33A7"/>
    <w:pPr>
      <w:spacing w:after="240"/>
      <w:ind w:left="720"/>
    </w:pPr>
    <w:rPr>
      <w:rFonts w:ascii="Times New Roman" w:hAnsi="Times New Roman"/>
      <w:sz w:val="24"/>
      <w:szCs w:val="20"/>
    </w:rPr>
  </w:style>
  <w:style w:type="paragraph" w:customStyle="1" w:styleId="Graphic">
    <w:name w:val="Graphic"/>
    <w:basedOn w:val="Normal"/>
    <w:next w:val="Normal"/>
    <w:rsid w:val="005E33A7"/>
    <w:pPr>
      <w:spacing w:after="240"/>
      <w:jc w:val="center"/>
    </w:pPr>
    <w:rPr>
      <w:rFonts w:ascii="Times New Roman" w:hAnsi="Times New Roman"/>
      <w:sz w:val="24"/>
      <w:szCs w:val="20"/>
    </w:rPr>
  </w:style>
  <w:style w:type="paragraph" w:customStyle="1" w:styleId="Level1">
    <w:name w:val="Level 1."/>
    <w:basedOn w:val="Normal"/>
    <w:next w:val="Normal"/>
    <w:rsid w:val="005E33A7"/>
    <w:pPr>
      <w:numPr>
        <w:numId w:val="7"/>
      </w:numPr>
      <w:spacing w:before="240"/>
      <w:outlineLvl w:val="1"/>
    </w:pPr>
    <w:rPr>
      <w:rFonts w:ascii="Palatino" w:hAnsi="Palatino"/>
      <w:szCs w:val="20"/>
      <w:lang w:eastAsia="en-US"/>
    </w:rPr>
  </w:style>
  <w:style w:type="paragraph" w:styleId="BodyText">
    <w:name w:val="Body Text"/>
    <w:basedOn w:val="Normal"/>
    <w:rsid w:val="005E33A7"/>
    <w:pPr>
      <w:spacing w:after="120"/>
    </w:pPr>
    <w:rPr>
      <w:rFonts w:ascii="Times New Roman" w:hAnsi="Times New Roman"/>
      <w:sz w:val="24"/>
      <w:szCs w:val="20"/>
    </w:rPr>
  </w:style>
  <w:style w:type="paragraph" w:styleId="Index1">
    <w:name w:val="index 1"/>
    <w:basedOn w:val="Normal"/>
    <w:next w:val="Normal"/>
    <w:autoRedefine/>
    <w:semiHidden/>
    <w:rsid w:val="005E33A7"/>
    <w:pPr>
      <w:ind w:left="709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Para1">
    <w:name w:val="Para1."/>
    <w:rsid w:val="005E33A7"/>
    <w:pPr>
      <w:tabs>
        <w:tab w:val="num" w:pos="720"/>
        <w:tab w:val="left" w:pos="851"/>
      </w:tabs>
      <w:spacing w:before="40" w:after="80"/>
      <w:jc w:val="both"/>
    </w:pPr>
    <w:rPr>
      <w:sz w:val="24"/>
      <w:lang w:eastAsia="en-US"/>
    </w:rPr>
  </w:style>
  <w:style w:type="paragraph" w:customStyle="1" w:styleId="ClauseLevel1">
    <w:name w:val="Clause Level 1"/>
    <w:next w:val="ClauseLevel2"/>
    <w:rsid w:val="005E33A7"/>
    <w:pPr>
      <w:keepNext/>
      <w:numPr>
        <w:numId w:val="6"/>
      </w:numPr>
      <w:pBdr>
        <w:bottom w:val="single" w:sz="2" w:space="0" w:color="auto"/>
      </w:pBdr>
      <w:spacing w:before="200" w:line="280" w:lineRule="atLeast"/>
      <w:outlineLvl w:val="0"/>
    </w:pPr>
    <w:rPr>
      <w:rFonts w:ascii="Arial" w:hAnsi="Arial" w:cs="Arial"/>
      <w:b/>
      <w:sz w:val="22"/>
      <w:szCs w:val="22"/>
    </w:rPr>
  </w:style>
  <w:style w:type="paragraph" w:customStyle="1" w:styleId="ClauseLevel2">
    <w:name w:val="Clause Level 2"/>
    <w:next w:val="ClauseLevel3"/>
    <w:rsid w:val="005E33A7"/>
    <w:pPr>
      <w:keepNext/>
      <w:spacing w:before="200" w:line="280" w:lineRule="atLeast"/>
      <w:ind w:left="1134"/>
      <w:outlineLvl w:val="2"/>
    </w:pPr>
    <w:rPr>
      <w:rFonts w:ascii="Arial" w:hAnsi="Arial" w:cs="Arial"/>
      <w:b/>
      <w:sz w:val="22"/>
      <w:szCs w:val="22"/>
    </w:rPr>
  </w:style>
  <w:style w:type="paragraph" w:customStyle="1" w:styleId="ClauseLevel3">
    <w:name w:val="Clause Level 3"/>
    <w:rsid w:val="005E33A7"/>
    <w:pPr>
      <w:numPr>
        <w:ilvl w:val="1"/>
        <w:numId w:val="6"/>
      </w:numPr>
      <w:spacing w:before="140" w:after="140" w:line="280" w:lineRule="atLeast"/>
    </w:pPr>
    <w:rPr>
      <w:rFonts w:ascii="Arial" w:hAnsi="Arial" w:cs="Arial"/>
      <w:sz w:val="22"/>
      <w:szCs w:val="22"/>
    </w:rPr>
  </w:style>
  <w:style w:type="paragraph" w:customStyle="1" w:styleId="ClauseLevel5">
    <w:name w:val="Clause Level 5"/>
    <w:basedOn w:val="ClauseLevel4"/>
    <w:rsid w:val="005E33A7"/>
    <w:pPr>
      <w:numPr>
        <w:ilvl w:val="3"/>
      </w:numPr>
    </w:pPr>
  </w:style>
  <w:style w:type="paragraph" w:customStyle="1" w:styleId="ClauseLevel4">
    <w:name w:val="Clause Level 4"/>
    <w:basedOn w:val="ClauseLevel3"/>
    <w:rsid w:val="005E33A7"/>
    <w:pPr>
      <w:numPr>
        <w:ilvl w:val="2"/>
      </w:numPr>
      <w:spacing w:before="0"/>
    </w:pPr>
  </w:style>
  <w:style w:type="paragraph" w:customStyle="1" w:styleId="ClauseLevel6">
    <w:name w:val="Clause Level 6"/>
    <w:basedOn w:val="ClauseLevel4"/>
    <w:next w:val="ClauseLevel5"/>
    <w:rsid w:val="005E33A7"/>
    <w:pPr>
      <w:numPr>
        <w:ilvl w:val="4"/>
      </w:numPr>
    </w:pPr>
  </w:style>
  <w:style w:type="paragraph" w:customStyle="1" w:styleId="ClauseLevel7">
    <w:name w:val="Clause Level 7"/>
    <w:basedOn w:val="ClauseLevel4"/>
    <w:next w:val="ClauseLevel5"/>
    <w:rsid w:val="005E33A7"/>
    <w:pPr>
      <w:numPr>
        <w:ilvl w:val="5"/>
      </w:numPr>
    </w:pPr>
  </w:style>
  <w:style w:type="paragraph" w:customStyle="1" w:styleId="ClauseLevel8">
    <w:name w:val="Clause Level 8"/>
    <w:basedOn w:val="ClauseLevel4"/>
    <w:next w:val="ClauseLevel5"/>
    <w:rsid w:val="005E33A7"/>
    <w:pPr>
      <w:numPr>
        <w:ilvl w:val="6"/>
      </w:numPr>
    </w:pPr>
  </w:style>
  <w:style w:type="paragraph" w:customStyle="1" w:styleId="ClauseLevel9">
    <w:name w:val="Clause Level 9"/>
    <w:basedOn w:val="ClauseLevel4"/>
    <w:next w:val="ClauseLevel5"/>
    <w:rsid w:val="005E33A7"/>
    <w:pPr>
      <w:numPr>
        <w:ilvl w:val="7"/>
      </w:numPr>
    </w:pPr>
  </w:style>
  <w:style w:type="paragraph" w:customStyle="1" w:styleId="ClauseLevel10">
    <w:name w:val="Clause Level 10"/>
    <w:basedOn w:val="ClauseLevel4"/>
    <w:next w:val="ClauseLevel5"/>
    <w:rsid w:val="005E33A7"/>
    <w:pPr>
      <w:numPr>
        <w:ilvl w:val="8"/>
      </w:numPr>
    </w:pPr>
  </w:style>
  <w:style w:type="paragraph" w:customStyle="1" w:styleId="Level11">
    <w:name w:val="Level 1.1"/>
    <w:basedOn w:val="Normal"/>
    <w:next w:val="Normal"/>
    <w:rsid w:val="005E33A7"/>
    <w:pPr>
      <w:numPr>
        <w:ilvl w:val="1"/>
        <w:numId w:val="7"/>
      </w:numPr>
      <w:spacing w:before="240"/>
      <w:outlineLvl w:val="2"/>
    </w:pPr>
    <w:rPr>
      <w:rFonts w:ascii="Palatino" w:hAnsi="Palatino"/>
      <w:szCs w:val="20"/>
      <w:lang w:eastAsia="en-US"/>
    </w:rPr>
  </w:style>
  <w:style w:type="paragraph" w:customStyle="1" w:styleId="Levela">
    <w:name w:val="Level (a)"/>
    <w:basedOn w:val="Normal"/>
    <w:next w:val="Normal"/>
    <w:rsid w:val="005E33A7"/>
    <w:pPr>
      <w:numPr>
        <w:ilvl w:val="2"/>
        <w:numId w:val="7"/>
      </w:numPr>
      <w:spacing w:before="240"/>
      <w:outlineLvl w:val="3"/>
    </w:pPr>
    <w:rPr>
      <w:rFonts w:ascii="Palatino" w:hAnsi="Palatino"/>
      <w:szCs w:val="20"/>
      <w:lang w:eastAsia="en-US"/>
    </w:rPr>
  </w:style>
  <w:style w:type="paragraph" w:customStyle="1" w:styleId="Leveli">
    <w:name w:val="Level (i)"/>
    <w:basedOn w:val="Normal"/>
    <w:next w:val="Normal"/>
    <w:rsid w:val="005E33A7"/>
    <w:pPr>
      <w:numPr>
        <w:ilvl w:val="3"/>
        <w:numId w:val="7"/>
      </w:numPr>
      <w:spacing w:before="240"/>
      <w:outlineLvl w:val="4"/>
    </w:pPr>
    <w:rPr>
      <w:rFonts w:ascii="Palatino" w:hAnsi="Palatino"/>
      <w:szCs w:val="20"/>
      <w:lang w:eastAsia="en-US"/>
    </w:rPr>
  </w:style>
  <w:style w:type="paragraph" w:customStyle="1" w:styleId="LevelA0">
    <w:name w:val="Level(A)"/>
    <w:basedOn w:val="Normal"/>
    <w:next w:val="Normal"/>
    <w:rsid w:val="005E33A7"/>
    <w:pPr>
      <w:numPr>
        <w:ilvl w:val="4"/>
        <w:numId w:val="7"/>
      </w:numPr>
      <w:spacing w:before="240"/>
      <w:outlineLvl w:val="5"/>
    </w:pPr>
    <w:rPr>
      <w:rFonts w:ascii="Palatino" w:hAnsi="Palatino"/>
      <w:szCs w:val="20"/>
      <w:lang w:eastAsia="en-US"/>
    </w:rPr>
  </w:style>
  <w:style w:type="paragraph" w:customStyle="1" w:styleId="LevelI0">
    <w:name w:val="Level(I)"/>
    <w:basedOn w:val="Normal"/>
    <w:next w:val="Normal"/>
    <w:rsid w:val="005E33A7"/>
    <w:pPr>
      <w:numPr>
        <w:ilvl w:val="5"/>
        <w:numId w:val="7"/>
      </w:numPr>
      <w:spacing w:before="240"/>
      <w:outlineLvl w:val="6"/>
    </w:pPr>
    <w:rPr>
      <w:rFonts w:ascii="Palatino" w:hAnsi="Palatino"/>
      <w:szCs w:val="20"/>
      <w:lang w:eastAsia="en-US"/>
    </w:rPr>
  </w:style>
  <w:style w:type="character" w:customStyle="1" w:styleId="Head2Char">
    <w:name w:val="Head 2 Char"/>
    <w:link w:val="Head2"/>
    <w:rsid w:val="005E33A7"/>
    <w:rPr>
      <w:rFonts w:ascii="Arial" w:hAnsi="Arial" w:cs="Arial"/>
      <w:b/>
      <w:caps/>
      <w:kern w:val="36"/>
      <w:sz w:val="24"/>
      <w:szCs w:val="24"/>
    </w:rPr>
  </w:style>
  <w:style w:type="paragraph" w:styleId="TOC5">
    <w:name w:val="toc 5"/>
    <w:basedOn w:val="Normal"/>
    <w:next w:val="Normal"/>
    <w:autoRedefine/>
    <w:uiPriority w:val="39"/>
    <w:rsid w:val="005E33A7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39"/>
    <w:rsid w:val="005E33A7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39"/>
    <w:rsid w:val="005E33A7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39"/>
    <w:rsid w:val="005E33A7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39"/>
    <w:rsid w:val="005E33A7"/>
    <w:pPr>
      <w:ind w:left="1920"/>
    </w:pPr>
    <w:rPr>
      <w:rFonts w:ascii="Times New Roman" w:hAnsi="Times New Roman"/>
      <w:sz w:val="24"/>
    </w:rPr>
  </w:style>
  <w:style w:type="paragraph" w:customStyle="1" w:styleId="CellBodyL">
    <w:name w:val="CellBodyL"/>
    <w:basedOn w:val="Normal"/>
    <w:rsid w:val="005E33A7"/>
    <w:pPr>
      <w:spacing w:after="60"/>
    </w:pPr>
    <w:rPr>
      <w:sz w:val="18"/>
      <w:szCs w:val="20"/>
      <w:lang w:val="en-US" w:eastAsia="en-US"/>
    </w:rPr>
  </w:style>
  <w:style w:type="paragraph" w:customStyle="1" w:styleId="CellBodyC">
    <w:name w:val="CellBodyC"/>
    <w:basedOn w:val="Normal"/>
    <w:rsid w:val="005E33A7"/>
    <w:pPr>
      <w:spacing w:after="60"/>
      <w:jc w:val="center"/>
    </w:pPr>
    <w:rPr>
      <w:sz w:val="18"/>
      <w:szCs w:val="20"/>
      <w:lang w:val="en-US" w:eastAsia="en-US"/>
    </w:rPr>
  </w:style>
  <w:style w:type="paragraph" w:customStyle="1" w:styleId="CellHeadingC">
    <w:name w:val="CellHeadingC"/>
    <w:basedOn w:val="Normal"/>
    <w:rsid w:val="005E33A7"/>
    <w:pPr>
      <w:keepNext/>
      <w:spacing w:after="60"/>
      <w:jc w:val="center"/>
    </w:pPr>
    <w:rPr>
      <w:b/>
      <w:sz w:val="18"/>
      <w:szCs w:val="20"/>
      <w:lang w:val="en-US" w:eastAsia="en-US"/>
    </w:rPr>
  </w:style>
  <w:style w:type="paragraph" w:customStyle="1" w:styleId="Footnote">
    <w:name w:val="Footnote"/>
    <w:basedOn w:val="Normal"/>
    <w:rsid w:val="005E33A7"/>
    <w:pPr>
      <w:spacing w:after="60"/>
    </w:pPr>
    <w:rPr>
      <w:sz w:val="16"/>
      <w:szCs w:val="20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5E33A7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5E33A7"/>
  </w:style>
  <w:style w:type="paragraph" w:styleId="ListParagraph">
    <w:name w:val="List Paragraph"/>
    <w:basedOn w:val="Normal"/>
    <w:qFormat/>
    <w:rsid w:val="005E33A7"/>
    <w:pPr>
      <w:ind w:left="720"/>
    </w:pPr>
  </w:style>
  <w:style w:type="paragraph" w:customStyle="1" w:styleId="AlphaParagraph">
    <w:name w:val="Alpha Paragraph"/>
    <w:basedOn w:val="Normal"/>
    <w:rsid w:val="005E33A7"/>
    <w:pPr>
      <w:numPr>
        <w:numId w:val="10"/>
      </w:numPr>
      <w:spacing w:after="240" w:line="260" w:lineRule="exact"/>
    </w:pPr>
    <w:rPr>
      <w:color w:val="000000"/>
      <w:sz w:val="20"/>
      <w:szCs w:val="20"/>
    </w:rPr>
  </w:style>
  <w:style w:type="paragraph" w:customStyle="1" w:styleId="HeaderEven">
    <w:name w:val="Header Even"/>
    <w:basedOn w:val="Header"/>
    <w:rsid w:val="005E33A7"/>
    <w:pPr>
      <w:keepNext/>
      <w:pBdr>
        <w:bottom w:val="single" w:sz="2" w:space="2" w:color="335876"/>
      </w:pBdr>
      <w:tabs>
        <w:tab w:val="right" w:pos="9070"/>
      </w:tabs>
    </w:pPr>
    <w:rPr>
      <w:rFonts w:cs="Times New Roman"/>
      <w:caps w:val="0"/>
      <w:color w:val="335876"/>
      <w:sz w:val="18"/>
    </w:rPr>
  </w:style>
  <w:style w:type="paragraph" w:customStyle="1" w:styleId="ChartSecondHeading">
    <w:name w:val="Chart Second Heading"/>
    <w:basedOn w:val="Normal"/>
    <w:next w:val="Normal"/>
    <w:rsid w:val="005E33A7"/>
    <w:pPr>
      <w:keepNext/>
      <w:spacing w:after="20"/>
      <w:jc w:val="center"/>
    </w:pPr>
    <w:rPr>
      <w:color w:val="335876"/>
      <w:sz w:val="20"/>
      <w:szCs w:val="20"/>
    </w:rPr>
  </w:style>
  <w:style w:type="paragraph" w:customStyle="1" w:styleId="Normalnumbered">
    <w:name w:val="Normal numbered"/>
    <w:basedOn w:val="Normal"/>
    <w:rsid w:val="005E33A7"/>
    <w:pPr>
      <w:numPr>
        <w:numId w:val="11"/>
      </w:numPr>
      <w:spacing w:after="240" w:line="260" w:lineRule="exact"/>
    </w:pPr>
    <w:rPr>
      <w:color w:val="000000"/>
      <w:sz w:val="20"/>
      <w:szCs w:val="20"/>
    </w:rPr>
  </w:style>
  <w:style w:type="paragraph" w:customStyle="1" w:styleId="StylecodeLeft127cm">
    <w:name w:val="Style code + Left:  1.27 cm"/>
    <w:basedOn w:val="Normal"/>
    <w:autoRedefine/>
    <w:rsid w:val="005E33A7"/>
    <w:pPr>
      <w:spacing w:before="80"/>
      <w:ind w:left="720"/>
    </w:pPr>
    <w:rPr>
      <w:rFonts w:ascii="Courier New" w:hAnsi="Courier New"/>
      <w:sz w:val="20"/>
      <w:szCs w:val="20"/>
      <w:lang w:val="fr-FR"/>
    </w:rPr>
  </w:style>
  <w:style w:type="character" w:styleId="Strong">
    <w:name w:val="Strong"/>
    <w:qFormat/>
    <w:rsid w:val="005E33A7"/>
    <w:rPr>
      <w:b/>
      <w:bCs/>
    </w:rPr>
  </w:style>
  <w:style w:type="paragraph" w:styleId="HTMLPreformatted">
    <w:name w:val="HTML Preformatted"/>
    <w:basedOn w:val="Normal"/>
    <w:rsid w:val="005E3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1">
    <w:name w:val="m1"/>
    <w:rsid w:val="005E33A7"/>
    <w:rPr>
      <w:color w:val="0000FF"/>
    </w:rPr>
  </w:style>
  <w:style w:type="character" w:customStyle="1" w:styleId="pi1">
    <w:name w:val="pi1"/>
    <w:rsid w:val="005E33A7"/>
    <w:rPr>
      <w:color w:val="0000FF"/>
    </w:rPr>
  </w:style>
  <w:style w:type="character" w:customStyle="1" w:styleId="ci1">
    <w:name w:val="ci1"/>
    <w:rsid w:val="005E33A7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E33A7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E33A7"/>
    <w:rPr>
      <w:color w:val="990000"/>
    </w:rPr>
  </w:style>
  <w:style w:type="character" w:customStyle="1" w:styleId="ns1">
    <w:name w:val="ns1"/>
    <w:rsid w:val="005E33A7"/>
    <w:rPr>
      <w:color w:val="FF0000"/>
    </w:rPr>
  </w:style>
  <w:style w:type="character" w:customStyle="1" w:styleId="tx1">
    <w:name w:val="tx1"/>
    <w:rsid w:val="005E33A7"/>
    <w:rPr>
      <w:b/>
      <w:bCs/>
    </w:rPr>
  </w:style>
  <w:style w:type="paragraph" w:customStyle="1" w:styleId="Char1CharCharCharCharCharCharCharCharChar">
    <w:name w:val="Char1 Char Char Char Char Char Char Char Char Char"/>
    <w:basedOn w:val="Normal"/>
    <w:rsid w:val="005E33A7"/>
    <w:pPr>
      <w:spacing w:after="160" w:line="240" w:lineRule="exact"/>
    </w:pPr>
    <w:rPr>
      <w:sz w:val="20"/>
      <w:szCs w:val="20"/>
      <w:lang w:val="en-US" w:eastAsia="en-US"/>
    </w:rPr>
  </w:style>
  <w:style w:type="paragraph" w:styleId="ListBullet">
    <w:name w:val="List Bullet"/>
    <w:basedOn w:val="Normal"/>
    <w:autoRedefine/>
    <w:rsid w:val="005E33A7"/>
    <w:pPr>
      <w:numPr>
        <w:numId w:val="13"/>
      </w:numPr>
      <w:spacing w:before="240"/>
    </w:pPr>
  </w:style>
  <w:style w:type="paragraph" w:styleId="ListBullet2">
    <w:name w:val="List Bullet 2"/>
    <w:basedOn w:val="Normal"/>
    <w:autoRedefine/>
    <w:rsid w:val="005E33A7"/>
    <w:pPr>
      <w:numPr>
        <w:numId w:val="12"/>
      </w:numPr>
      <w:spacing w:before="240"/>
    </w:pPr>
  </w:style>
  <w:style w:type="paragraph" w:customStyle="1" w:styleId="Heading1Numbered">
    <w:name w:val="Heading 1 Numbered"/>
    <w:basedOn w:val="Normal"/>
    <w:next w:val="Normal"/>
    <w:rsid w:val="005E33A7"/>
    <w:pPr>
      <w:keepNext/>
      <w:numPr>
        <w:numId w:val="14"/>
      </w:numPr>
      <w:spacing w:before="480" w:after="240"/>
      <w:outlineLvl w:val="0"/>
    </w:pPr>
    <w:rPr>
      <w:b/>
      <w:caps/>
      <w:color w:val="335876"/>
      <w:sz w:val="26"/>
      <w:szCs w:val="36"/>
    </w:rPr>
  </w:style>
  <w:style w:type="paragraph" w:customStyle="1" w:styleId="Heading2Numbered">
    <w:name w:val="Heading 2 Numbered"/>
    <w:basedOn w:val="Normal"/>
    <w:next w:val="Normal"/>
    <w:rsid w:val="005E33A7"/>
    <w:pPr>
      <w:keepNext/>
      <w:numPr>
        <w:ilvl w:val="1"/>
        <w:numId w:val="14"/>
      </w:numPr>
      <w:spacing w:before="240" w:after="120"/>
      <w:outlineLvl w:val="1"/>
    </w:pPr>
    <w:rPr>
      <w:b/>
      <w:caps/>
      <w:color w:val="007AA5"/>
      <w:sz w:val="24"/>
      <w:szCs w:val="28"/>
    </w:rPr>
  </w:style>
  <w:style w:type="paragraph" w:customStyle="1" w:styleId="Heading3Numbered">
    <w:name w:val="Heading 3 Numbered"/>
    <w:basedOn w:val="Normal"/>
    <w:next w:val="Normal"/>
    <w:rsid w:val="005E33A7"/>
    <w:pPr>
      <w:keepNext/>
      <w:numPr>
        <w:ilvl w:val="2"/>
        <w:numId w:val="14"/>
      </w:numPr>
      <w:spacing w:before="240" w:after="120"/>
      <w:outlineLvl w:val="2"/>
    </w:pPr>
    <w:rPr>
      <w:b/>
      <w:i/>
      <w:color w:val="007AA5"/>
      <w:sz w:val="24"/>
      <w:szCs w:val="26"/>
    </w:rPr>
  </w:style>
  <w:style w:type="paragraph" w:customStyle="1" w:styleId="Heading4Numbered">
    <w:name w:val="Heading 4 Numbered"/>
    <w:basedOn w:val="Normal"/>
    <w:rsid w:val="005E33A7"/>
    <w:pPr>
      <w:keepNext/>
      <w:numPr>
        <w:ilvl w:val="3"/>
        <w:numId w:val="14"/>
      </w:numPr>
      <w:spacing w:before="240" w:after="120"/>
      <w:outlineLvl w:val="3"/>
    </w:pPr>
    <w:rPr>
      <w:i/>
      <w:color w:val="007AA5"/>
      <w:szCs w:val="20"/>
    </w:rPr>
  </w:style>
  <w:style w:type="character" w:styleId="Emphasis">
    <w:name w:val="Emphasis"/>
    <w:qFormat/>
    <w:rsid w:val="005E33A7"/>
    <w:rPr>
      <w:b/>
      <w:bCs/>
      <w:i w:val="0"/>
      <w:iCs w:val="0"/>
    </w:rPr>
  </w:style>
  <w:style w:type="paragraph" w:customStyle="1" w:styleId="ChartMainHeading">
    <w:name w:val="Chart Main Heading"/>
    <w:basedOn w:val="Normal"/>
    <w:next w:val="Normal"/>
    <w:rsid w:val="005E33A7"/>
    <w:pPr>
      <w:jc w:val="center"/>
    </w:pPr>
    <w:rPr>
      <w:b/>
      <w:caps/>
    </w:rPr>
  </w:style>
  <w:style w:type="paragraph" w:customStyle="1" w:styleId="bullet">
    <w:name w:val="bullet"/>
    <w:basedOn w:val="Normal"/>
    <w:autoRedefine/>
    <w:rsid w:val="005E33A7"/>
    <w:pPr>
      <w:numPr>
        <w:numId w:val="15"/>
      </w:numPr>
      <w:tabs>
        <w:tab w:val="num" w:pos="550"/>
      </w:tabs>
      <w:spacing w:before="120"/>
      <w:ind w:left="550" w:hanging="550"/>
    </w:pPr>
    <w:rPr>
      <w:lang w:val="en-US" w:eastAsia="en-US"/>
    </w:rPr>
  </w:style>
  <w:style w:type="paragraph" w:customStyle="1" w:styleId="SingleParagraph">
    <w:name w:val="Single Paragraph"/>
    <w:basedOn w:val="Normal"/>
    <w:rsid w:val="005E33A7"/>
  </w:style>
  <w:style w:type="paragraph" w:customStyle="1" w:styleId="TableMainHeading">
    <w:name w:val="Table Main Heading"/>
    <w:basedOn w:val="ChartMainHeading"/>
    <w:rsid w:val="005E33A7"/>
  </w:style>
  <w:style w:type="character" w:customStyle="1" w:styleId="CaptionChar">
    <w:name w:val="Caption Char"/>
    <w:link w:val="Caption"/>
    <w:rsid w:val="005E33A7"/>
    <w:rPr>
      <w:rFonts w:ascii="Arial" w:hAnsi="Arial"/>
      <w:b/>
      <w:bCs/>
      <w:lang w:val="en-AU" w:eastAsia="en-AU" w:bidi="ar-SA"/>
    </w:rPr>
  </w:style>
  <w:style w:type="paragraph" w:customStyle="1" w:styleId="StyleMaintext">
    <w:name w:val="Style Main text"/>
    <w:basedOn w:val="Maintext"/>
    <w:link w:val="StyleMaintextChar"/>
    <w:autoRedefine/>
    <w:rsid w:val="00767988"/>
    <w:pPr>
      <w:spacing w:before="120" w:after="120"/>
      <w:ind w:left="360"/>
    </w:pPr>
    <w:rPr>
      <w:b/>
      <w:color w:val="4F81BD"/>
      <w:lang w:val="en-US" w:eastAsia="en-US"/>
    </w:rPr>
  </w:style>
  <w:style w:type="character" w:customStyle="1" w:styleId="StyleMaintextChar">
    <w:name w:val="Style Main text Char"/>
    <w:link w:val="StyleMaintext"/>
    <w:rsid w:val="00767988"/>
    <w:rPr>
      <w:rFonts w:ascii="Arial" w:hAnsi="Arial"/>
      <w:b/>
      <w:color w:val="4F81BD"/>
      <w:sz w:val="22"/>
      <w:szCs w:val="24"/>
      <w:lang w:val="en-US" w:eastAsia="en-US" w:bidi="ar-SA"/>
    </w:rPr>
  </w:style>
  <w:style w:type="paragraph" w:customStyle="1" w:styleId="Style8ptBefore72ptAfter72pt">
    <w:name w:val="Style 8 pt Before:  7.2 pt After:  7.2 pt"/>
    <w:basedOn w:val="Normal"/>
    <w:rsid w:val="004C7FCF"/>
    <w:pPr>
      <w:spacing w:before="120" w:after="120"/>
      <w:contextualSpacing/>
    </w:pPr>
    <w:rPr>
      <w:sz w:val="16"/>
      <w:szCs w:val="20"/>
    </w:rPr>
  </w:style>
  <w:style w:type="paragraph" w:customStyle="1" w:styleId="Head5">
    <w:name w:val="Head 5"/>
    <w:basedOn w:val="Head4"/>
    <w:rsid w:val="00AC5779"/>
    <w:pPr>
      <w:tabs>
        <w:tab w:val="clear" w:pos="1414"/>
        <w:tab w:val="num" w:pos="220"/>
      </w:tabs>
      <w:ind w:hanging="1414"/>
    </w:pPr>
  </w:style>
  <w:style w:type="character" w:customStyle="1" w:styleId="CommentTextChar">
    <w:name w:val="Comment Text Char"/>
    <w:link w:val="CommentText"/>
    <w:locked/>
    <w:rsid w:val="00BA43CC"/>
    <w:rPr>
      <w:rFonts w:ascii="Arial" w:hAnsi="Arial"/>
      <w:lang w:val="en-AU" w:eastAsia="en-AU" w:bidi="ar-SA"/>
    </w:rPr>
  </w:style>
  <w:style w:type="character" w:customStyle="1" w:styleId="Heading5Char">
    <w:name w:val="Heading 5 Char"/>
    <w:aliases w:val="Block Label Char,h5 Char,5 Char,l5 Char,Head5 Char,Level 5 Char,Atty Info 3 Char,Level 51 Char,not set up (5) Char"/>
    <w:link w:val="Heading5"/>
    <w:rsid w:val="00245BB9"/>
    <w:rPr>
      <w:rFonts w:ascii="Arial" w:hAnsi="Arial"/>
      <w:b/>
      <w:bCs/>
      <w:i/>
      <w:iCs/>
      <w:szCs w:val="26"/>
    </w:rPr>
  </w:style>
  <w:style w:type="character" w:customStyle="1" w:styleId="FooterChar">
    <w:name w:val="Footer Char"/>
    <w:link w:val="Footer"/>
    <w:rsid w:val="00FB6DE2"/>
    <w:rPr>
      <w:rFonts w:ascii="Arial" w:hAnsi="Arial" w:cs="Arial"/>
      <w:caps/>
      <w:sz w:val="15"/>
      <w:szCs w:val="15"/>
      <w:lang w:val="en-AU" w:eastAsia="en-AU"/>
    </w:rPr>
  </w:style>
  <w:style w:type="character" w:customStyle="1" w:styleId="HeaderChar">
    <w:name w:val="Header Char"/>
    <w:link w:val="Header"/>
    <w:semiHidden/>
    <w:rsid w:val="00FB6DE2"/>
    <w:rPr>
      <w:rFonts w:ascii="Arial" w:hAnsi="Arial" w:cs="Arial"/>
      <w:caps/>
      <w:lang w:val="en-AU" w:eastAsia="en-AU"/>
    </w:rPr>
  </w:style>
  <w:style w:type="character" w:customStyle="1" w:styleId="Heading1Char">
    <w:name w:val="Heading 1 Char"/>
    <w:link w:val="Heading1"/>
    <w:rsid w:val="0087499E"/>
    <w:rPr>
      <w:rFonts w:ascii="Arial" w:hAnsi="Arial" w:cs="Arial"/>
      <w:bCs/>
      <w:caps/>
      <w:color w:val="004080"/>
      <w:kern w:val="36"/>
      <w:sz w:val="36"/>
      <w:szCs w:val="36"/>
    </w:rPr>
  </w:style>
  <w:style w:type="paragraph" w:customStyle="1" w:styleId="plainparagraph">
    <w:name w:val="plainparagraph"/>
    <w:basedOn w:val="Normal"/>
    <w:rsid w:val="00B934B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F178C"/>
    <w:rPr>
      <w:rFonts w:ascii="Arial" w:hAnsi="Arial"/>
      <w:sz w:val="22"/>
      <w:szCs w:val="24"/>
    </w:rPr>
  </w:style>
  <w:style w:type="paragraph" w:customStyle="1" w:styleId="StyleHeading214ptCustomColorRGB064128Before0pt1">
    <w:name w:val="Style Heading 2 + 14 pt Custom Color(RGB(064128)) Before:  0 pt...1"/>
    <w:basedOn w:val="Heading2"/>
    <w:rsid w:val="0080743A"/>
    <w:pPr>
      <w:numPr>
        <w:numId w:val="1"/>
      </w:numPr>
      <w:spacing w:before="120"/>
      <w:ind w:left="578" w:hanging="578"/>
    </w:pPr>
    <w:rPr>
      <w:rFonts w:cs="Times New Roman"/>
      <w:iCs/>
      <w:sz w:val="28"/>
      <w:szCs w:val="20"/>
    </w:rPr>
  </w:style>
  <w:style w:type="paragraph" w:customStyle="1" w:styleId="Default">
    <w:name w:val="Default"/>
    <w:rsid w:val="008074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6A05C4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7029A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-Accent1">
    <w:name w:val="Light Shading Accent 1"/>
    <w:basedOn w:val="TableNormal"/>
    <w:uiPriority w:val="60"/>
    <w:rsid w:val="007029A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1FC1"/>
    <w:rPr>
      <w:rFonts w:ascii="Arial" w:hAnsi="Arial"/>
      <w:sz w:val="22"/>
      <w:szCs w:val="24"/>
    </w:rPr>
  </w:style>
  <w:style w:type="paragraph" w:styleId="Heading1">
    <w:name w:val="heading 1"/>
    <w:basedOn w:val="Head1"/>
    <w:next w:val="Normal"/>
    <w:link w:val="Heading1Char"/>
    <w:uiPriority w:val="99"/>
    <w:qFormat/>
    <w:rsid w:val="0087499E"/>
    <w:pPr>
      <w:tabs>
        <w:tab w:val="clear" w:pos="2130"/>
      </w:tabs>
      <w:ind w:left="431" w:hanging="431"/>
    </w:pPr>
    <w:rPr>
      <w:bCs/>
      <w:color w:val="004080"/>
    </w:rPr>
  </w:style>
  <w:style w:type="paragraph" w:styleId="Heading2">
    <w:name w:val="heading 2"/>
    <w:basedOn w:val="Head2"/>
    <w:next w:val="Normal"/>
    <w:uiPriority w:val="99"/>
    <w:qFormat/>
    <w:rsid w:val="009F4378"/>
    <w:pPr>
      <w:spacing w:after="0"/>
      <w:ind w:left="578" w:hanging="578"/>
      <w:jc w:val="both"/>
    </w:pPr>
    <w:rPr>
      <w:color w:val="004080"/>
    </w:rPr>
  </w:style>
  <w:style w:type="paragraph" w:styleId="Heading3">
    <w:name w:val="heading 3"/>
    <w:basedOn w:val="Head3"/>
    <w:next w:val="Maintext"/>
    <w:uiPriority w:val="99"/>
    <w:qFormat/>
    <w:rsid w:val="00CD7EA0"/>
    <w:pPr>
      <w:spacing w:before="160" w:after="60"/>
    </w:pPr>
    <w:rPr>
      <w:color w:val="004080"/>
    </w:rPr>
  </w:style>
  <w:style w:type="paragraph" w:styleId="Heading4">
    <w:name w:val="heading 4"/>
    <w:basedOn w:val="Head4"/>
    <w:next w:val="Normal"/>
    <w:uiPriority w:val="99"/>
    <w:qFormat/>
    <w:rsid w:val="005E33A7"/>
    <w:pPr>
      <w:numPr>
        <w:numId w:val="8"/>
      </w:numPr>
    </w:pPr>
  </w:style>
  <w:style w:type="paragraph" w:styleId="Heading5">
    <w:name w:val="heading 5"/>
    <w:aliases w:val="Block Label,h5,5,l5,Head5,Level 5,Atty Info 3,Level 51,not set up (5)"/>
    <w:basedOn w:val="Normal"/>
    <w:next w:val="Normal"/>
    <w:link w:val="Heading5Char"/>
    <w:uiPriority w:val="99"/>
    <w:qFormat/>
    <w:rsid w:val="005E33A7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0"/>
      <w:szCs w:val="26"/>
    </w:rPr>
  </w:style>
  <w:style w:type="paragraph" w:styleId="Heading6">
    <w:name w:val="heading 6"/>
    <w:basedOn w:val="Normal"/>
    <w:next w:val="Normal"/>
    <w:uiPriority w:val="99"/>
    <w:qFormat/>
    <w:rsid w:val="005E33A7"/>
    <w:pPr>
      <w:numPr>
        <w:ilvl w:val="5"/>
        <w:numId w:val="9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uiPriority w:val="99"/>
    <w:qFormat/>
    <w:rsid w:val="005E33A7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uiPriority w:val="99"/>
    <w:qFormat/>
    <w:rsid w:val="005E33A7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uiPriority w:val="99"/>
    <w:qFormat/>
    <w:rsid w:val="005E33A7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 Item"/>
    <w:basedOn w:val="Normal"/>
    <w:semiHidden/>
    <w:rsid w:val="005E33A7"/>
    <w:pPr>
      <w:spacing w:before="120" w:after="120"/>
    </w:pPr>
  </w:style>
  <w:style w:type="table" w:styleId="TableGrid">
    <w:name w:val="Table Grid"/>
    <w:basedOn w:val="TableNormal"/>
    <w:rsid w:val="005E3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TOTable">
    <w:name w:val="ATOTable"/>
    <w:basedOn w:val="TableGrid"/>
    <w:rsid w:val="005E33A7"/>
    <w:pPr>
      <w:spacing w:before="60" w:after="60"/>
    </w:pPr>
    <w:tblPr>
      <w:tblCellMar>
        <w:left w:w="170" w:type="dxa"/>
        <w:right w:w="170" w:type="dxa"/>
      </w:tblCellMar>
    </w:tblPr>
  </w:style>
  <w:style w:type="paragraph" w:styleId="BalloonText">
    <w:name w:val="Balloon Text"/>
    <w:basedOn w:val="Normal"/>
    <w:semiHidden/>
    <w:rsid w:val="005E33A7"/>
    <w:rPr>
      <w:rFonts w:ascii="Tahoma" w:hAnsi="Tahoma" w:cs="Tahoma"/>
      <w:sz w:val="16"/>
      <w:szCs w:val="16"/>
    </w:rPr>
  </w:style>
  <w:style w:type="paragraph" w:customStyle="1" w:styleId="bannertop">
    <w:name w:val="bannertop"/>
    <w:basedOn w:val="Normal"/>
    <w:link w:val="bannertopChar"/>
    <w:semiHidden/>
    <w:rsid w:val="005E33A7"/>
    <w:pPr>
      <w:tabs>
        <w:tab w:val="left" w:pos="2586"/>
        <w:tab w:val="left" w:pos="5279"/>
        <w:tab w:val="left" w:pos="7405"/>
      </w:tabs>
      <w:spacing w:before="113"/>
      <w:ind w:left="60" w:right="56"/>
    </w:pPr>
    <w:rPr>
      <w:rFonts w:cs="Arial"/>
      <w:caps/>
      <w:sz w:val="18"/>
      <w:szCs w:val="18"/>
    </w:rPr>
  </w:style>
  <w:style w:type="character" w:customStyle="1" w:styleId="bannertopChar">
    <w:name w:val="bannertop Char"/>
    <w:link w:val="bannertop"/>
    <w:rsid w:val="005E33A7"/>
    <w:rPr>
      <w:rFonts w:ascii="Arial" w:hAnsi="Arial" w:cs="Arial"/>
      <w:caps/>
      <w:sz w:val="18"/>
      <w:szCs w:val="18"/>
      <w:lang w:val="en-AU" w:eastAsia="en-AU" w:bidi="ar-SA"/>
    </w:rPr>
  </w:style>
  <w:style w:type="paragraph" w:customStyle="1" w:styleId="bannertop2">
    <w:name w:val="bannertop2"/>
    <w:basedOn w:val="bannertop"/>
    <w:link w:val="bannertop2Char"/>
    <w:semiHidden/>
    <w:rsid w:val="005E33A7"/>
    <w:rPr>
      <w:sz w:val="32"/>
      <w:szCs w:val="32"/>
    </w:rPr>
  </w:style>
  <w:style w:type="character" w:customStyle="1" w:styleId="bannertop2Char">
    <w:name w:val="bannertop2 Char"/>
    <w:link w:val="bannertop2"/>
    <w:rsid w:val="005E33A7"/>
    <w:rPr>
      <w:rFonts w:ascii="Arial" w:hAnsi="Arial" w:cs="Arial"/>
      <w:caps/>
      <w:sz w:val="32"/>
      <w:szCs w:val="32"/>
      <w:lang w:val="en-AU" w:eastAsia="en-AU" w:bidi="ar-SA"/>
    </w:rPr>
  </w:style>
  <w:style w:type="paragraph" w:customStyle="1" w:styleId="Bannertop3">
    <w:name w:val="Bannertop3"/>
    <w:basedOn w:val="bannertop"/>
    <w:semiHidden/>
    <w:rsid w:val="005E33A7"/>
    <w:pPr>
      <w:spacing w:before="0" w:after="113"/>
    </w:pPr>
    <w:rPr>
      <w:sz w:val="15"/>
      <w:szCs w:val="20"/>
    </w:rPr>
  </w:style>
  <w:style w:type="paragraph" w:customStyle="1" w:styleId="ListText">
    <w:name w:val="List Text"/>
    <w:basedOn w:val="Normal"/>
    <w:rsid w:val="005E33A7"/>
    <w:pPr>
      <w:spacing w:before="60" w:after="60"/>
    </w:pPr>
  </w:style>
  <w:style w:type="paragraph" w:customStyle="1" w:styleId="Bullet1">
    <w:name w:val="Bullet 1"/>
    <w:basedOn w:val="ListText"/>
    <w:rsid w:val="005E33A7"/>
    <w:pPr>
      <w:numPr>
        <w:numId w:val="2"/>
      </w:numPr>
    </w:pPr>
  </w:style>
  <w:style w:type="paragraph" w:customStyle="1" w:styleId="Bullet2">
    <w:name w:val="Bullet 2"/>
    <w:basedOn w:val="ListText"/>
    <w:rsid w:val="005E33A7"/>
    <w:pPr>
      <w:numPr>
        <w:ilvl w:val="1"/>
        <w:numId w:val="2"/>
      </w:numPr>
    </w:pPr>
  </w:style>
  <w:style w:type="character" w:customStyle="1" w:styleId="Classification">
    <w:name w:val="Classification"/>
    <w:semiHidden/>
    <w:rsid w:val="005E33A7"/>
    <w:rPr>
      <w:caps/>
      <w:sz w:val="32"/>
      <w:szCs w:val="32"/>
      <w:lang w:val="en-AU"/>
    </w:rPr>
  </w:style>
  <w:style w:type="paragraph" w:customStyle="1" w:styleId="Content">
    <w:name w:val="Content"/>
    <w:basedOn w:val="Normal"/>
    <w:semiHidden/>
    <w:rsid w:val="005E33A7"/>
    <w:pPr>
      <w:spacing w:before="20" w:after="20"/>
    </w:pPr>
    <w:rPr>
      <w:rFonts w:cs="Arial"/>
      <w:sz w:val="20"/>
      <w:szCs w:val="22"/>
    </w:rPr>
  </w:style>
  <w:style w:type="character" w:customStyle="1" w:styleId="DocTypeTitle">
    <w:name w:val="DocTypeTitle"/>
    <w:semiHidden/>
    <w:rsid w:val="005E33A7"/>
    <w:rPr>
      <w:sz w:val="36"/>
      <w:szCs w:val="36"/>
    </w:rPr>
  </w:style>
  <w:style w:type="paragraph" w:styleId="DocumentMap">
    <w:name w:val="Document Map"/>
    <w:basedOn w:val="Normal"/>
    <w:semiHidden/>
    <w:rsid w:val="005E33A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ileRefRow">
    <w:name w:val="FileRefRow"/>
    <w:basedOn w:val="Normal"/>
    <w:semiHidden/>
    <w:rsid w:val="005E33A7"/>
    <w:pPr>
      <w:tabs>
        <w:tab w:val="right" w:pos="8250"/>
        <w:tab w:val="right" w:pos="9299"/>
      </w:tabs>
    </w:pPr>
    <w:rPr>
      <w:caps/>
      <w:sz w:val="18"/>
      <w:szCs w:val="18"/>
    </w:rPr>
  </w:style>
  <w:style w:type="paragraph" w:styleId="Footer">
    <w:name w:val="footer"/>
    <w:basedOn w:val="Normal"/>
    <w:link w:val="FooterChar"/>
    <w:rsid w:val="005E33A7"/>
    <w:pPr>
      <w:spacing w:after="100"/>
    </w:pPr>
    <w:rPr>
      <w:rFonts w:cs="Arial"/>
      <w:caps/>
      <w:sz w:val="15"/>
      <w:szCs w:val="15"/>
    </w:rPr>
  </w:style>
  <w:style w:type="paragraph" w:customStyle="1" w:styleId="FooterPortrait">
    <w:name w:val="FooterPortrait"/>
    <w:basedOn w:val="Footer"/>
    <w:semiHidden/>
    <w:rsid w:val="005E33A7"/>
    <w:pPr>
      <w:tabs>
        <w:tab w:val="center" w:pos="1021"/>
      </w:tabs>
    </w:pPr>
  </w:style>
  <w:style w:type="paragraph" w:customStyle="1" w:styleId="Head1">
    <w:name w:val="Head 1"/>
    <w:basedOn w:val="Normal"/>
    <w:next w:val="Maintext"/>
    <w:link w:val="Head1CharChar"/>
    <w:rsid w:val="007B7F05"/>
    <w:pPr>
      <w:keepNext/>
      <w:pageBreakBefore/>
      <w:numPr>
        <w:numId w:val="9"/>
      </w:numPr>
      <w:spacing w:after="220"/>
      <w:outlineLvl w:val="0"/>
    </w:pPr>
    <w:rPr>
      <w:rFonts w:cs="Arial"/>
      <w:caps/>
      <w:kern w:val="36"/>
      <w:sz w:val="36"/>
      <w:szCs w:val="36"/>
    </w:rPr>
  </w:style>
  <w:style w:type="paragraph" w:customStyle="1" w:styleId="Head2">
    <w:name w:val="Head 2"/>
    <w:basedOn w:val="Normal"/>
    <w:next w:val="Maintext"/>
    <w:link w:val="Head2Char"/>
    <w:rsid w:val="005E33A7"/>
    <w:pPr>
      <w:keepNext/>
      <w:numPr>
        <w:ilvl w:val="1"/>
        <w:numId w:val="9"/>
      </w:numPr>
      <w:spacing w:before="440" w:after="220"/>
      <w:outlineLvl w:val="1"/>
    </w:pPr>
    <w:rPr>
      <w:rFonts w:cs="Arial"/>
      <w:b/>
      <w:caps/>
      <w:kern w:val="36"/>
      <w:sz w:val="24"/>
    </w:rPr>
  </w:style>
  <w:style w:type="paragraph" w:customStyle="1" w:styleId="Head3">
    <w:name w:val="Head 3"/>
    <w:basedOn w:val="Normal"/>
    <w:next w:val="Maintext"/>
    <w:rsid w:val="005E33A7"/>
    <w:pPr>
      <w:keepNext/>
      <w:numPr>
        <w:ilvl w:val="2"/>
        <w:numId w:val="9"/>
      </w:numPr>
      <w:spacing w:before="360" w:after="220"/>
      <w:outlineLvl w:val="2"/>
    </w:pPr>
    <w:rPr>
      <w:rFonts w:cs="Arial"/>
      <w:b/>
      <w:sz w:val="24"/>
    </w:rPr>
  </w:style>
  <w:style w:type="paragraph" w:customStyle="1" w:styleId="Head4">
    <w:name w:val="Head 4"/>
    <w:basedOn w:val="Normal"/>
    <w:next w:val="Maintext"/>
    <w:rsid w:val="005E33A7"/>
    <w:pPr>
      <w:keepNext/>
      <w:numPr>
        <w:ilvl w:val="3"/>
        <w:numId w:val="9"/>
      </w:numPr>
      <w:tabs>
        <w:tab w:val="left" w:pos="720"/>
      </w:tabs>
      <w:spacing w:before="280" w:after="220"/>
      <w:outlineLvl w:val="3"/>
    </w:pPr>
    <w:rPr>
      <w:rFonts w:cs="Arial"/>
      <w:b/>
      <w:szCs w:val="22"/>
    </w:rPr>
  </w:style>
  <w:style w:type="paragraph" w:styleId="Header">
    <w:name w:val="header"/>
    <w:basedOn w:val="Normal"/>
    <w:link w:val="HeaderChar"/>
    <w:semiHidden/>
    <w:rsid w:val="005E33A7"/>
    <w:rPr>
      <w:rFonts w:cs="Arial"/>
      <w:caps/>
      <w:sz w:val="20"/>
      <w:szCs w:val="20"/>
    </w:rPr>
  </w:style>
  <w:style w:type="paragraph" w:customStyle="1" w:styleId="Label">
    <w:name w:val="Label"/>
    <w:basedOn w:val="Normal"/>
    <w:semiHidden/>
    <w:rsid w:val="005E33A7"/>
    <w:pPr>
      <w:spacing w:before="20" w:after="20"/>
    </w:pPr>
    <w:rPr>
      <w:caps/>
      <w:sz w:val="18"/>
      <w:szCs w:val="18"/>
    </w:rPr>
  </w:style>
  <w:style w:type="paragraph" w:customStyle="1" w:styleId="Maintext">
    <w:name w:val="Main text"/>
    <w:basedOn w:val="Normal"/>
    <w:link w:val="MaintextCharChar"/>
    <w:qFormat/>
    <w:rsid w:val="005E33A7"/>
  </w:style>
  <w:style w:type="character" w:customStyle="1" w:styleId="MaintextCharChar">
    <w:name w:val="Main text Char Char"/>
    <w:link w:val="Maintext"/>
    <w:rsid w:val="005E33A7"/>
    <w:rPr>
      <w:rFonts w:ascii="Arial" w:hAnsi="Arial"/>
      <w:sz w:val="22"/>
      <w:szCs w:val="24"/>
      <w:lang w:val="en-AU" w:eastAsia="en-AU" w:bidi="ar-SA"/>
    </w:rPr>
  </w:style>
  <w:style w:type="paragraph" w:customStyle="1" w:styleId="Number1">
    <w:name w:val="Number 1"/>
    <w:basedOn w:val="ListText"/>
    <w:rsid w:val="005E33A7"/>
    <w:pPr>
      <w:numPr>
        <w:numId w:val="3"/>
      </w:numPr>
    </w:pPr>
  </w:style>
  <w:style w:type="paragraph" w:customStyle="1" w:styleId="Number2">
    <w:name w:val="Number 2"/>
    <w:basedOn w:val="ListText"/>
    <w:rsid w:val="005E33A7"/>
    <w:pPr>
      <w:numPr>
        <w:ilvl w:val="1"/>
        <w:numId w:val="3"/>
      </w:numPr>
    </w:pPr>
  </w:style>
  <w:style w:type="paragraph" w:customStyle="1" w:styleId="TableText">
    <w:name w:val="Table Text"/>
    <w:basedOn w:val="ListText"/>
    <w:semiHidden/>
    <w:rsid w:val="005E33A7"/>
  </w:style>
  <w:style w:type="paragraph" w:customStyle="1" w:styleId="TitleRow">
    <w:name w:val="Title Row"/>
    <w:basedOn w:val="Normal"/>
    <w:semiHidden/>
    <w:rsid w:val="005E33A7"/>
    <w:pPr>
      <w:spacing w:before="120" w:after="120"/>
    </w:pPr>
    <w:rPr>
      <w:b/>
      <w:caps/>
      <w:sz w:val="20"/>
      <w:szCs w:val="20"/>
    </w:rPr>
  </w:style>
  <w:style w:type="paragraph" w:customStyle="1" w:styleId="ReportTitle">
    <w:name w:val="ReportTitle"/>
    <w:basedOn w:val="Normal"/>
    <w:next w:val="ReportDescription"/>
    <w:rsid w:val="005E33A7"/>
    <w:pPr>
      <w:spacing w:after="400" w:line="216" w:lineRule="auto"/>
    </w:pPr>
    <w:rPr>
      <w:rFonts w:cs="Tahoma"/>
      <w:sz w:val="120"/>
      <w:szCs w:val="120"/>
    </w:rPr>
  </w:style>
  <w:style w:type="paragraph" w:customStyle="1" w:styleId="ReportDescription">
    <w:name w:val="ReportDescription"/>
    <w:basedOn w:val="Normal"/>
    <w:rsid w:val="005E33A7"/>
    <w:rPr>
      <w:sz w:val="32"/>
    </w:rPr>
  </w:style>
  <w:style w:type="character" w:customStyle="1" w:styleId="MaintextChar">
    <w:name w:val="Main text Char"/>
    <w:semiHidden/>
    <w:rsid w:val="005E33A7"/>
    <w:rPr>
      <w:rFonts w:ascii="Arial" w:hAnsi="Arial" w:cs="Arial"/>
      <w:kern w:val="22"/>
      <w:sz w:val="22"/>
      <w:szCs w:val="22"/>
      <w:lang w:val="en-AU" w:eastAsia="en-AU" w:bidi="ar-SA"/>
    </w:rPr>
  </w:style>
  <w:style w:type="paragraph" w:customStyle="1" w:styleId="HEADAA">
    <w:name w:val="HEAD AA"/>
    <w:basedOn w:val="Normal"/>
    <w:semiHidden/>
    <w:rsid w:val="005E33A7"/>
    <w:pPr>
      <w:spacing w:after="220"/>
      <w:ind w:right="57"/>
      <w:outlineLvl w:val="0"/>
    </w:pPr>
    <w:rPr>
      <w:rFonts w:cs="Arial"/>
      <w:caps/>
      <w:kern w:val="36"/>
      <w:sz w:val="36"/>
      <w:szCs w:val="36"/>
    </w:rPr>
  </w:style>
  <w:style w:type="paragraph" w:customStyle="1" w:styleId="HeadCC">
    <w:name w:val="Head CC"/>
    <w:basedOn w:val="Normal"/>
    <w:semiHidden/>
    <w:rsid w:val="005E33A7"/>
    <w:pPr>
      <w:spacing w:before="360" w:after="220"/>
      <w:outlineLvl w:val="2"/>
    </w:pPr>
    <w:rPr>
      <w:rFonts w:cs="Arial"/>
      <w:b/>
      <w:sz w:val="24"/>
    </w:rPr>
  </w:style>
  <w:style w:type="paragraph" w:customStyle="1" w:styleId="InstructionText">
    <w:name w:val="InstructionText"/>
    <w:basedOn w:val="Maintext"/>
    <w:semiHidden/>
    <w:rsid w:val="005E33A7"/>
    <w:pPr>
      <w:ind w:left="550" w:right="-62" w:hanging="567"/>
    </w:pPr>
    <w:rPr>
      <w:rFonts w:cs="Arial"/>
      <w:kern w:val="22"/>
      <w:szCs w:val="22"/>
    </w:rPr>
  </w:style>
  <w:style w:type="paragraph" w:customStyle="1" w:styleId="Instructionbullet">
    <w:name w:val="Instructionbullet"/>
    <w:basedOn w:val="Normal"/>
    <w:semiHidden/>
    <w:rsid w:val="005E33A7"/>
    <w:pPr>
      <w:numPr>
        <w:numId w:val="1"/>
      </w:numPr>
      <w:tabs>
        <w:tab w:val="clear" w:pos="1146"/>
        <w:tab w:val="left" w:pos="-1418"/>
        <w:tab w:val="num" w:pos="720"/>
        <w:tab w:val="left" w:pos="896"/>
      </w:tabs>
      <w:spacing w:after="60"/>
      <w:ind w:left="910"/>
    </w:pPr>
    <w:rPr>
      <w:rFonts w:cs="Arial"/>
      <w:szCs w:val="22"/>
    </w:rPr>
  </w:style>
  <w:style w:type="character" w:styleId="PageNumber">
    <w:name w:val="page number"/>
    <w:rsid w:val="005E33A7"/>
    <w:rPr>
      <w:sz w:val="15"/>
      <w:szCs w:val="15"/>
    </w:rPr>
  </w:style>
  <w:style w:type="paragraph" w:customStyle="1" w:styleId="Tabletext0">
    <w:name w:val="Table text"/>
    <w:basedOn w:val="Maintext"/>
    <w:rsid w:val="005E33A7"/>
    <w:pPr>
      <w:tabs>
        <w:tab w:val="left" w:pos="2586"/>
        <w:tab w:val="left" w:pos="5279"/>
        <w:tab w:val="left" w:pos="7405"/>
      </w:tabs>
      <w:spacing w:before="60" w:after="60"/>
      <w:ind w:left="4" w:right="-62"/>
    </w:pPr>
    <w:rPr>
      <w:rFonts w:cs="Arial"/>
      <w:kern w:val="22"/>
      <w:szCs w:val="22"/>
    </w:rPr>
  </w:style>
  <w:style w:type="paragraph" w:styleId="TOC1">
    <w:name w:val="toc 1"/>
    <w:basedOn w:val="Normal"/>
    <w:next w:val="Normal"/>
    <w:autoRedefine/>
    <w:uiPriority w:val="39"/>
    <w:rsid w:val="00472AA3"/>
    <w:pPr>
      <w:tabs>
        <w:tab w:val="left" w:pos="440"/>
        <w:tab w:val="right" w:leader="dot" w:pos="9299"/>
      </w:tabs>
    </w:pPr>
    <w:rPr>
      <w:rFonts w:cs="Arial"/>
      <w:szCs w:val="22"/>
    </w:rPr>
  </w:style>
  <w:style w:type="paragraph" w:styleId="TOC3">
    <w:name w:val="toc 3"/>
    <w:basedOn w:val="Normal"/>
    <w:next w:val="Normal"/>
    <w:link w:val="TOC3Char"/>
    <w:autoRedefine/>
    <w:uiPriority w:val="39"/>
    <w:rsid w:val="005E33A7"/>
    <w:pPr>
      <w:tabs>
        <w:tab w:val="right" w:leader="dot" w:pos="9299"/>
      </w:tabs>
      <w:ind w:left="440" w:right="15"/>
    </w:pPr>
    <w:rPr>
      <w:rFonts w:cs="Arial"/>
      <w:noProof/>
      <w:szCs w:val="22"/>
    </w:rPr>
  </w:style>
  <w:style w:type="paragraph" w:styleId="TOC2">
    <w:name w:val="toc 2"/>
    <w:basedOn w:val="Normal"/>
    <w:next w:val="Normal"/>
    <w:link w:val="TOC2Char"/>
    <w:autoRedefine/>
    <w:uiPriority w:val="39"/>
    <w:rsid w:val="00136006"/>
    <w:pPr>
      <w:tabs>
        <w:tab w:val="left" w:pos="960"/>
        <w:tab w:val="right" w:leader="dot" w:pos="9299"/>
      </w:tabs>
      <w:ind w:left="284"/>
    </w:pPr>
    <w:rPr>
      <w:rFonts w:cs="Arial"/>
      <w:szCs w:val="22"/>
    </w:rPr>
  </w:style>
  <w:style w:type="paragraph" w:styleId="TOC4">
    <w:name w:val="toc 4"/>
    <w:basedOn w:val="Normal"/>
    <w:next w:val="Normal"/>
    <w:link w:val="TOC4Char"/>
    <w:autoRedefine/>
    <w:uiPriority w:val="39"/>
    <w:rsid w:val="005E33A7"/>
    <w:pPr>
      <w:tabs>
        <w:tab w:val="right" w:leader="dot" w:pos="9299"/>
      </w:tabs>
      <w:ind w:left="660"/>
    </w:pPr>
    <w:rPr>
      <w:rFonts w:cs="Arial"/>
      <w:szCs w:val="22"/>
    </w:rPr>
  </w:style>
  <w:style w:type="character" w:styleId="Hyperlink">
    <w:name w:val="Hyperlink"/>
    <w:uiPriority w:val="99"/>
    <w:rsid w:val="005E33A7"/>
    <w:rPr>
      <w:b/>
      <w:noProof/>
      <w:color w:val="0000FF"/>
      <w:u w:val="single"/>
    </w:rPr>
  </w:style>
  <w:style w:type="paragraph" w:customStyle="1" w:styleId="HeadBB">
    <w:name w:val="Head BB"/>
    <w:basedOn w:val="Normal"/>
    <w:semiHidden/>
    <w:rsid w:val="005E33A7"/>
    <w:pPr>
      <w:spacing w:before="440" w:after="220"/>
    </w:pPr>
    <w:rPr>
      <w:rFonts w:cs="Arial"/>
      <w:b/>
      <w:caps/>
      <w:kern w:val="36"/>
      <w:sz w:val="24"/>
    </w:rPr>
  </w:style>
  <w:style w:type="paragraph" w:customStyle="1" w:styleId="VersionHead">
    <w:name w:val="VersionHead"/>
    <w:basedOn w:val="Maintext"/>
    <w:semiHidden/>
    <w:rsid w:val="005E33A7"/>
    <w:pPr>
      <w:spacing w:before="240" w:after="80"/>
      <w:ind w:left="32" w:right="-62"/>
    </w:pPr>
    <w:rPr>
      <w:rFonts w:cs="Arial"/>
      <w:kern w:val="22"/>
      <w:szCs w:val="22"/>
    </w:rPr>
  </w:style>
  <w:style w:type="paragraph" w:customStyle="1" w:styleId="Version2">
    <w:name w:val="Version2"/>
    <w:basedOn w:val="Normal"/>
    <w:rsid w:val="005E33A7"/>
    <w:pPr>
      <w:spacing w:before="60" w:after="60"/>
      <w:ind w:left="32"/>
    </w:pPr>
    <w:rPr>
      <w:rFonts w:cs="Arial"/>
      <w:szCs w:val="22"/>
    </w:rPr>
  </w:style>
  <w:style w:type="paragraph" w:customStyle="1" w:styleId="VersionHeadA">
    <w:name w:val="VersionHeadA"/>
    <w:basedOn w:val="Maintext"/>
    <w:semiHidden/>
    <w:rsid w:val="005E33A7"/>
    <w:pPr>
      <w:ind w:right="-62"/>
    </w:pPr>
    <w:rPr>
      <w:rFonts w:cs="Arial"/>
      <w:kern w:val="22"/>
      <w:sz w:val="36"/>
      <w:szCs w:val="36"/>
    </w:rPr>
  </w:style>
  <w:style w:type="paragraph" w:customStyle="1" w:styleId="VersionHeadTop">
    <w:name w:val="VersionHeadTop"/>
    <w:basedOn w:val="VersionHead"/>
    <w:semiHidden/>
    <w:rsid w:val="005E33A7"/>
    <w:pPr>
      <w:spacing w:before="0"/>
    </w:pPr>
  </w:style>
  <w:style w:type="paragraph" w:customStyle="1" w:styleId="Version3">
    <w:name w:val="Version3"/>
    <w:basedOn w:val="Maintext"/>
    <w:semiHidden/>
    <w:rsid w:val="005E33A7"/>
    <w:pPr>
      <w:ind w:right="-62" w:firstLine="142"/>
    </w:pPr>
    <w:rPr>
      <w:rFonts w:cs="Arial"/>
      <w:b/>
      <w:kern w:val="22"/>
      <w:sz w:val="24"/>
    </w:rPr>
  </w:style>
  <w:style w:type="numbering" w:styleId="111111">
    <w:name w:val="Outline List 2"/>
    <w:basedOn w:val="NoList"/>
    <w:semiHidden/>
    <w:rsid w:val="005E33A7"/>
    <w:pPr>
      <w:numPr>
        <w:numId w:val="4"/>
      </w:numPr>
    </w:pPr>
  </w:style>
  <w:style w:type="numbering" w:styleId="1ai">
    <w:name w:val="Outline List 1"/>
    <w:basedOn w:val="NoList"/>
    <w:semiHidden/>
    <w:rsid w:val="005E33A7"/>
  </w:style>
  <w:style w:type="numbering" w:styleId="ArticleSection">
    <w:name w:val="Outline List 3"/>
    <w:basedOn w:val="NoList"/>
    <w:semiHidden/>
    <w:rsid w:val="005E33A7"/>
    <w:pPr>
      <w:numPr>
        <w:numId w:val="5"/>
      </w:numPr>
    </w:pPr>
  </w:style>
  <w:style w:type="paragraph" w:customStyle="1" w:styleId="FooterLandscape">
    <w:name w:val="FooterLandscape"/>
    <w:basedOn w:val="Footer"/>
    <w:semiHidden/>
    <w:rsid w:val="005E33A7"/>
    <w:pPr>
      <w:tabs>
        <w:tab w:val="center" w:pos="3487"/>
      </w:tabs>
    </w:pPr>
  </w:style>
  <w:style w:type="character" w:customStyle="1" w:styleId="TOC2Char">
    <w:name w:val="TOC 2 Char"/>
    <w:link w:val="TOC2"/>
    <w:uiPriority w:val="39"/>
    <w:rsid w:val="00136006"/>
    <w:rPr>
      <w:rFonts w:ascii="Arial" w:hAnsi="Arial" w:cs="Arial"/>
      <w:sz w:val="22"/>
      <w:szCs w:val="22"/>
    </w:rPr>
  </w:style>
  <w:style w:type="character" w:customStyle="1" w:styleId="TOC3Char">
    <w:name w:val="TOC 3 Char"/>
    <w:link w:val="TOC3"/>
    <w:rsid w:val="005E33A7"/>
    <w:rPr>
      <w:rFonts w:ascii="Arial" w:hAnsi="Arial" w:cs="Arial"/>
      <w:noProof/>
      <w:sz w:val="22"/>
      <w:szCs w:val="22"/>
      <w:lang w:val="en-AU" w:eastAsia="en-AU" w:bidi="ar-SA"/>
    </w:rPr>
  </w:style>
  <w:style w:type="character" w:customStyle="1" w:styleId="TOC4Char">
    <w:name w:val="TOC 4 Char"/>
    <w:link w:val="TOC4"/>
    <w:rsid w:val="005E33A7"/>
    <w:rPr>
      <w:rFonts w:ascii="Arial" w:hAnsi="Arial" w:cs="Arial"/>
      <w:sz w:val="22"/>
      <w:szCs w:val="22"/>
      <w:lang w:val="en-AU" w:eastAsia="en-AU" w:bidi="ar-SA"/>
    </w:rPr>
  </w:style>
  <w:style w:type="table" w:customStyle="1" w:styleId="ATOStructure">
    <w:name w:val="ATOStructure"/>
    <w:basedOn w:val="TableNormal"/>
    <w:rsid w:val="005E33A7"/>
    <w:tblPr>
      <w:tblCellMar>
        <w:left w:w="170" w:type="dxa"/>
        <w:right w:w="170" w:type="dxa"/>
      </w:tblCellMar>
    </w:tblPr>
  </w:style>
  <w:style w:type="paragraph" w:customStyle="1" w:styleId="ClassificationFooter">
    <w:name w:val="ClassificationFooter"/>
    <w:basedOn w:val="Normal"/>
    <w:semiHidden/>
    <w:rsid w:val="005E33A7"/>
    <w:pPr>
      <w:spacing w:after="80" w:line="320" w:lineRule="exact"/>
    </w:pPr>
    <w:rPr>
      <w:caps/>
      <w:sz w:val="32"/>
      <w:szCs w:val="32"/>
    </w:rPr>
  </w:style>
  <w:style w:type="paragraph" w:customStyle="1" w:styleId="-subtitle">
    <w:name w:val="-sub title"/>
    <w:basedOn w:val="Heading3"/>
    <w:rsid w:val="005E33A7"/>
    <w:pPr>
      <w:numPr>
        <w:ilvl w:val="0"/>
        <w:numId w:val="0"/>
      </w:numPr>
      <w:spacing w:before="600"/>
      <w:outlineLvl w:val="9"/>
    </w:pPr>
    <w:rPr>
      <w:rFonts w:ascii="Arial Narrow" w:hAnsi="Arial Narrow" w:cs="Times New Roman"/>
      <w:b w:val="0"/>
      <w:bCs/>
      <w:sz w:val="52"/>
      <w:szCs w:val="20"/>
    </w:rPr>
  </w:style>
  <w:style w:type="paragraph" w:customStyle="1" w:styleId="CharCharCharCharCharCharChar">
    <w:name w:val="Char Char Char Char Char Char Char"/>
    <w:basedOn w:val="Normal"/>
    <w:rsid w:val="005E33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TableTextChar">
    <w:name w:val="Table Text Char"/>
    <w:rsid w:val="005E33A7"/>
    <w:rPr>
      <w:sz w:val="24"/>
      <w:lang w:val="en-AU" w:eastAsia="en-AU" w:bidi="ar-SA"/>
    </w:rPr>
  </w:style>
  <w:style w:type="paragraph" w:customStyle="1" w:styleId="-reportAhead">
    <w:name w:val="-report A head"/>
    <w:rsid w:val="005E33A7"/>
    <w:pPr>
      <w:pBdr>
        <w:bottom w:val="single" w:sz="2" w:space="1" w:color="auto"/>
      </w:pBdr>
      <w:spacing w:after="60"/>
    </w:pPr>
    <w:rPr>
      <w:rFonts w:ascii="Arial Narrow" w:hAnsi="Arial Narrow"/>
      <w:b/>
      <w:noProof/>
      <w:sz w:val="40"/>
    </w:rPr>
  </w:style>
  <w:style w:type="paragraph" w:customStyle="1" w:styleId="-reportBhead">
    <w:name w:val="-report B head"/>
    <w:basedOn w:val="-reportAhead"/>
    <w:next w:val="Normal"/>
    <w:rsid w:val="005E33A7"/>
    <w:pPr>
      <w:pBdr>
        <w:bottom w:val="none" w:sz="0" w:space="0" w:color="auto"/>
      </w:pBdr>
      <w:spacing w:before="240"/>
    </w:pPr>
    <w:rPr>
      <w:sz w:val="32"/>
    </w:rPr>
  </w:style>
  <w:style w:type="paragraph" w:customStyle="1" w:styleId="TableNormal1">
    <w:name w:val="Table Normal1"/>
    <w:basedOn w:val="Normal"/>
    <w:rsid w:val="005E33A7"/>
    <w:rPr>
      <w:sz w:val="20"/>
      <w:szCs w:val="20"/>
    </w:rPr>
  </w:style>
  <w:style w:type="paragraph" w:customStyle="1" w:styleId="TableHeading">
    <w:name w:val="Table Heading"/>
    <w:basedOn w:val="TableNormal1"/>
    <w:rsid w:val="005E33A7"/>
    <w:pPr>
      <w:keepNext/>
      <w:keepLines/>
      <w:spacing w:before="80" w:after="80"/>
    </w:pPr>
    <w:rPr>
      <w:rFonts w:ascii="Book Antiqua" w:hAnsi="Book Antiqua"/>
      <w:b/>
    </w:rPr>
  </w:style>
  <w:style w:type="paragraph" w:customStyle="1" w:styleId="indent">
    <w:name w:val="indent"/>
    <w:basedOn w:val="Normal"/>
    <w:rsid w:val="005E33A7"/>
    <w:pPr>
      <w:ind w:left="567"/>
    </w:pPr>
    <w:rPr>
      <w:rFonts w:ascii="CG Times (W1)" w:hAnsi="CG Times (W1)"/>
      <w:sz w:val="24"/>
      <w:szCs w:val="20"/>
    </w:rPr>
  </w:style>
  <w:style w:type="paragraph" w:customStyle="1" w:styleId="zTContents">
    <w:name w:val="z_TContents"/>
    <w:basedOn w:val="Normal"/>
    <w:rsid w:val="005E33A7"/>
    <w:pPr>
      <w:spacing w:after="960"/>
    </w:pPr>
    <w:rPr>
      <w:rFonts w:ascii="CG Times" w:hAnsi="CG Times"/>
      <w:sz w:val="24"/>
      <w:szCs w:val="20"/>
    </w:rPr>
  </w:style>
  <w:style w:type="paragraph" w:customStyle="1" w:styleId="TableHeader">
    <w:name w:val="Table Header"/>
    <w:basedOn w:val="indent"/>
    <w:rsid w:val="005E33A7"/>
    <w:pPr>
      <w:ind w:left="0"/>
    </w:pPr>
    <w:rPr>
      <w:rFonts w:ascii="Arial" w:hAnsi="Arial"/>
      <w:b/>
      <w:sz w:val="20"/>
    </w:rPr>
  </w:style>
  <w:style w:type="paragraph" w:styleId="BodyTextIndent">
    <w:name w:val="Body Text Indent"/>
    <w:basedOn w:val="Normal"/>
    <w:rsid w:val="005E33A7"/>
    <w:rPr>
      <w:rFonts w:ascii="Times New Roman" w:hAnsi="Times New Roman"/>
      <w:b/>
      <w:sz w:val="24"/>
      <w:szCs w:val="20"/>
    </w:rPr>
  </w:style>
  <w:style w:type="paragraph" w:customStyle="1" w:styleId="-reportFooter">
    <w:name w:val="-report Footer"/>
    <w:basedOn w:val="Normal"/>
    <w:rsid w:val="005E33A7"/>
    <w:pPr>
      <w:spacing w:before="60" w:after="120" w:line="240" w:lineRule="exact"/>
      <w:ind w:left="170" w:right="170"/>
    </w:pPr>
    <w:rPr>
      <w:rFonts w:eastAsia="Times"/>
      <w:caps/>
      <w:color w:val="000000"/>
      <w:sz w:val="15"/>
      <w:szCs w:val="20"/>
    </w:rPr>
  </w:style>
  <w:style w:type="paragraph" w:styleId="FootnoteText">
    <w:name w:val="footnote text"/>
    <w:basedOn w:val="Normal"/>
    <w:semiHidden/>
    <w:rsid w:val="005E33A7"/>
    <w:rPr>
      <w:rFonts w:ascii="Times New Roman" w:hAnsi="Times New Roman"/>
      <w:sz w:val="20"/>
      <w:szCs w:val="20"/>
      <w:lang w:eastAsia="en-US"/>
    </w:rPr>
  </w:style>
  <w:style w:type="character" w:styleId="FootnoteReference">
    <w:name w:val="footnote reference"/>
    <w:semiHidden/>
    <w:rsid w:val="005E33A7"/>
    <w:rPr>
      <w:vertAlign w:val="superscript"/>
    </w:rPr>
  </w:style>
  <w:style w:type="paragraph" w:customStyle="1" w:styleId="NormalItalics">
    <w:name w:val="NormalItalics"/>
    <w:basedOn w:val="Normal"/>
    <w:rsid w:val="005E33A7"/>
    <w:pPr>
      <w:spacing w:before="120" w:after="240"/>
      <w:ind w:left="720"/>
    </w:pPr>
    <w:rPr>
      <w:rFonts w:ascii="Times New Roman" w:hAnsi="Times New Roman"/>
      <w:i/>
      <w:iCs/>
      <w:sz w:val="24"/>
      <w:lang w:eastAsia="en-US"/>
    </w:rPr>
  </w:style>
  <w:style w:type="character" w:customStyle="1" w:styleId="Head1CharChar">
    <w:name w:val="Head 1 Char Char"/>
    <w:link w:val="Head1"/>
    <w:rsid w:val="007B7F05"/>
    <w:rPr>
      <w:rFonts w:ascii="Arial" w:hAnsi="Arial" w:cs="Arial"/>
      <w:caps/>
      <w:kern w:val="36"/>
      <w:sz w:val="36"/>
      <w:szCs w:val="36"/>
    </w:rPr>
  </w:style>
  <w:style w:type="character" w:styleId="CommentReference">
    <w:name w:val="annotation reference"/>
    <w:semiHidden/>
    <w:rsid w:val="005E33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E33A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E33A7"/>
    <w:rPr>
      <w:b/>
      <w:bCs/>
    </w:rPr>
  </w:style>
  <w:style w:type="character" w:styleId="FollowedHyperlink">
    <w:name w:val="FollowedHyperlink"/>
    <w:rsid w:val="005E33A7"/>
    <w:rPr>
      <w:color w:val="800080"/>
      <w:u w:val="single"/>
    </w:rPr>
  </w:style>
  <w:style w:type="paragraph" w:styleId="BlockText">
    <w:name w:val="Block Text"/>
    <w:basedOn w:val="Normal"/>
    <w:rsid w:val="005E33A7"/>
    <w:pPr>
      <w:spacing w:after="120"/>
      <w:ind w:left="1440" w:right="1440"/>
    </w:pPr>
  </w:style>
  <w:style w:type="paragraph" w:customStyle="1" w:styleId="Char">
    <w:name w:val="Char"/>
    <w:basedOn w:val="Normal"/>
    <w:rsid w:val="005E33A7"/>
    <w:pPr>
      <w:spacing w:after="160" w:line="240" w:lineRule="exact"/>
    </w:pPr>
    <w:rPr>
      <w:rFonts w:ascii="Verdana" w:hAnsi="Verdana"/>
      <w:sz w:val="21"/>
      <w:szCs w:val="20"/>
      <w:lang w:val="en-US" w:eastAsia="en-US"/>
    </w:rPr>
  </w:style>
  <w:style w:type="paragraph" w:customStyle="1" w:styleId="Char1">
    <w:name w:val="Char1"/>
    <w:basedOn w:val="Normal"/>
    <w:rsid w:val="005E33A7"/>
    <w:pPr>
      <w:spacing w:after="160" w:line="240" w:lineRule="exact"/>
    </w:pPr>
    <w:rPr>
      <w:rFonts w:ascii="Verdana" w:hAnsi="Verdana"/>
      <w:sz w:val="21"/>
      <w:szCs w:val="20"/>
      <w:lang w:val="en-US" w:eastAsia="en-US"/>
    </w:rPr>
  </w:style>
  <w:style w:type="paragraph" w:customStyle="1" w:styleId="CharCharCharChar">
    <w:name w:val="Char Char Char Char"/>
    <w:basedOn w:val="Normal"/>
    <w:rsid w:val="005E33A7"/>
    <w:pPr>
      <w:spacing w:after="160" w:line="240" w:lineRule="exact"/>
    </w:pPr>
    <w:rPr>
      <w:b/>
      <w:caps/>
      <w:sz w:val="24"/>
      <w:lang w:val="en-US" w:eastAsia="en-US"/>
    </w:rPr>
  </w:style>
  <w:style w:type="paragraph" w:styleId="BodyTextIndent2">
    <w:name w:val="Body Text Indent 2"/>
    <w:basedOn w:val="Normal"/>
    <w:rsid w:val="005E33A7"/>
    <w:pPr>
      <w:spacing w:after="120" w:line="480" w:lineRule="auto"/>
      <w:ind w:left="283"/>
    </w:pPr>
  </w:style>
  <w:style w:type="paragraph" w:styleId="EnvelopeReturn">
    <w:name w:val="envelope return"/>
    <w:basedOn w:val="Normal"/>
    <w:rsid w:val="005E33A7"/>
    <w:pPr>
      <w:spacing w:after="40"/>
      <w:ind w:left="851"/>
    </w:pPr>
    <w:rPr>
      <w:rFonts w:ascii="Univers (W1)" w:hAnsi="Univers (W1)"/>
      <w:sz w:val="24"/>
      <w:szCs w:val="20"/>
    </w:rPr>
  </w:style>
  <w:style w:type="paragraph" w:customStyle="1" w:styleId="OutlineNumbered1">
    <w:name w:val="Outline Numbered 1"/>
    <w:basedOn w:val="Normal"/>
    <w:rsid w:val="005E33A7"/>
    <w:pPr>
      <w:autoSpaceDE w:val="0"/>
      <w:autoSpaceDN w:val="0"/>
      <w:adjustRightInd w:val="0"/>
    </w:pPr>
    <w:rPr>
      <w:szCs w:val="20"/>
      <w:lang w:eastAsia="ko-KR"/>
    </w:rPr>
  </w:style>
  <w:style w:type="paragraph" w:customStyle="1" w:styleId="OutlineNumbered2">
    <w:name w:val="Outline Numbered 2"/>
    <w:basedOn w:val="Normal"/>
    <w:rsid w:val="005E33A7"/>
    <w:pPr>
      <w:autoSpaceDE w:val="0"/>
      <w:autoSpaceDN w:val="0"/>
      <w:adjustRightInd w:val="0"/>
    </w:pPr>
    <w:rPr>
      <w:rFonts w:ascii="Times New Roman" w:hAnsi="Times New Roman"/>
      <w:sz w:val="20"/>
      <w:szCs w:val="20"/>
      <w:lang w:eastAsia="ko-KR"/>
    </w:rPr>
  </w:style>
  <w:style w:type="paragraph" w:customStyle="1" w:styleId="OutlineNumbered3">
    <w:name w:val="Outline Numbered 3"/>
    <w:basedOn w:val="Normal"/>
    <w:rsid w:val="005E33A7"/>
    <w:pPr>
      <w:autoSpaceDE w:val="0"/>
      <w:autoSpaceDN w:val="0"/>
      <w:adjustRightInd w:val="0"/>
    </w:pPr>
    <w:rPr>
      <w:rFonts w:ascii="Times New Roman" w:hAnsi="Times New Roman"/>
      <w:sz w:val="20"/>
      <w:szCs w:val="20"/>
      <w:lang w:eastAsia="ko-KR"/>
    </w:rPr>
  </w:style>
  <w:style w:type="paragraph" w:customStyle="1" w:styleId="BoxBullet">
    <w:name w:val="Box Bullet"/>
    <w:basedOn w:val="Normal"/>
    <w:rsid w:val="005E33A7"/>
    <w:pPr>
      <w:spacing w:before="120" w:after="120" w:line="280" w:lineRule="exact"/>
      <w:jc w:val="both"/>
    </w:pPr>
    <w:rPr>
      <w:rFonts w:ascii="RotisSansSerif" w:hAnsi="RotisSansSerif"/>
      <w:color w:val="000080"/>
      <w:szCs w:val="22"/>
    </w:rPr>
  </w:style>
  <w:style w:type="paragraph" w:customStyle="1" w:styleId="Bullet0">
    <w:name w:val="Bullet"/>
    <w:basedOn w:val="Normal"/>
    <w:rsid w:val="005E33A7"/>
    <w:pPr>
      <w:spacing w:before="120" w:after="120"/>
    </w:pPr>
    <w:rPr>
      <w:szCs w:val="20"/>
    </w:rPr>
  </w:style>
  <w:style w:type="paragraph" w:customStyle="1" w:styleId="Dash">
    <w:name w:val="Dash"/>
    <w:basedOn w:val="Normal"/>
    <w:rsid w:val="005E33A7"/>
    <w:pPr>
      <w:spacing w:after="240"/>
    </w:pPr>
    <w:rPr>
      <w:rFonts w:ascii="Times New Roman" w:hAnsi="Times New Roman"/>
      <w:sz w:val="24"/>
      <w:szCs w:val="20"/>
    </w:rPr>
  </w:style>
  <w:style w:type="paragraph" w:customStyle="1" w:styleId="DoubleDot">
    <w:name w:val="Double Dot"/>
    <w:basedOn w:val="Normal"/>
    <w:rsid w:val="005E33A7"/>
    <w:pPr>
      <w:numPr>
        <w:ilvl w:val="2"/>
        <w:numId w:val="16"/>
      </w:numPr>
      <w:spacing w:after="240"/>
    </w:pPr>
    <w:rPr>
      <w:rFonts w:ascii="Times New Roman" w:hAnsi="Times New Roman"/>
      <w:sz w:val="24"/>
      <w:szCs w:val="20"/>
    </w:rPr>
  </w:style>
  <w:style w:type="paragraph" w:customStyle="1" w:styleId="CharCharChar">
    <w:name w:val="Char Char Char"/>
    <w:basedOn w:val="Normal"/>
    <w:rsid w:val="005E33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NormalWeb">
    <w:name w:val="Normal (Web)"/>
    <w:basedOn w:val="Normal"/>
    <w:uiPriority w:val="99"/>
    <w:rsid w:val="005E33A7"/>
    <w:pPr>
      <w:spacing w:before="100" w:beforeAutospacing="1" w:after="100" w:afterAutospacing="1"/>
    </w:pPr>
    <w:rPr>
      <w:rFonts w:ascii="Times New Roman" w:hAnsi="Times New Roman"/>
      <w:sz w:val="24"/>
      <w:lang w:eastAsia="en-US"/>
    </w:rPr>
  </w:style>
  <w:style w:type="paragraph" w:styleId="NormalIndent">
    <w:name w:val="Normal Indent"/>
    <w:basedOn w:val="Normal"/>
    <w:rsid w:val="005E33A7"/>
    <w:pPr>
      <w:spacing w:after="240"/>
      <w:ind w:left="720"/>
    </w:pPr>
    <w:rPr>
      <w:rFonts w:ascii="Times New Roman" w:hAnsi="Times New Roman"/>
      <w:sz w:val="24"/>
      <w:szCs w:val="20"/>
    </w:rPr>
  </w:style>
  <w:style w:type="paragraph" w:customStyle="1" w:styleId="Graphic">
    <w:name w:val="Graphic"/>
    <w:basedOn w:val="Normal"/>
    <w:next w:val="Normal"/>
    <w:rsid w:val="005E33A7"/>
    <w:pPr>
      <w:spacing w:after="240"/>
      <w:jc w:val="center"/>
    </w:pPr>
    <w:rPr>
      <w:rFonts w:ascii="Times New Roman" w:hAnsi="Times New Roman"/>
      <w:sz w:val="24"/>
      <w:szCs w:val="20"/>
    </w:rPr>
  </w:style>
  <w:style w:type="paragraph" w:customStyle="1" w:styleId="Level1">
    <w:name w:val="Level 1."/>
    <w:basedOn w:val="Normal"/>
    <w:next w:val="Normal"/>
    <w:rsid w:val="005E33A7"/>
    <w:pPr>
      <w:numPr>
        <w:numId w:val="7"/>
      </w:numPr>
      <w:spacing w:before="240"/>
      <w:outlineLvl w:val="1"/>
    </w:pPr>
    <w:rPr>
      <w:rFonts w:ascii="Palatino" w:hAnsi="Palatino"/>
      <w:szCs w:val="20"/>
      <w:lang w:eastAsia="en-US"/>
    </w:rPr>
  </w:style>
  <w:style w:type="paragraph" w:styleId="BodyText">
    <w:name w:val="Body Text"/>
    <w:basedOn w:val="Normal"/>
    <w:rsid w:val="005E33A7"/>
    <w:pPr>
      <w:spacing w:after="120"/>
    </w:pPr>
    <w:rPr>
      <w:rFonts w:ascii="Times New Roman" w:hAnsi="Times New Roman"/>
      <w:sz w:val="24"/>
      <w:szCs w:val="20"/>
    </w:rPr>
  </w:style>
  <w:style w:type="paragraph" w:styleId="Index1">
    <w:name w:val="index 1"/>
    <w:basedOn w:val="Normal"/>
    <w:next w:val="Normal"/>
    <w:autoRedefine/>
    <w:semiHidden/>
    <w:rsid w:val="005E33A7"/>
    <w:pPr>
      <w:ind w:left="709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Para1">
    <w:name w:val="Para1."/>
    <w:rsid w:val="005E33A7"/>
    <w:pPr>
      <w:tabs>
        <w:tab w:val="num" w:pos="720"/>
        <w:tab w:val="left" w:pos="851"/>
      </w:tabs>
      <w:spacing w:before="40" w:after="80"/>
      <w:jc w:val="both"/>
    </w:pPr>
    <w:rPr>
      <w:sz w:val="24"/>
      <w:lang w:eastAsia="en-US"/>
    </w:rPr>
  </w:style>
  <w:style w:type="paragraph" w:customStyle="1" w:styleId="ClauseLevel1">
    <w:name w:val="Clause Level 1"/>
    <w:next w:val="ClauseLevel2"/>
    <w:rsid w:val="005E33A7"/>
    <w:pPr>
      <w:keepNext/>
      <w:numPr>
        <w:numId w:val="6"/>
      </w:numPr>
      <w:pBdr>
        <w:bottom w:val="single" w:sz="2" w:space="0" w:color="auto"/>
      </w:pBdr>
      <w:spacing w:before="200" w:line="280" w:lineRule="atLeast"/>
      <w:outlineLvl w:val="0"/>
    </w:pPr>
    <w:rPr>
      <w:rFonts w:ascii="Arial" w:hAnsi="Arial" w:cs="Arial"/>
      <w:b/>
      <w:sz w:val="22"/>
      <w:szCs w:val="22"/>
    </w:rPr>
  </w:style>
  <w:style w:type="paragraph" w:customStyle="1" w:styleId="ClauseLevel2">
    <w:name w:val="Clause Level 2"/>
    <w:next w:val="ClauseLevel3"/>
    <w:rsid w:val="005E33A7"/>
    <w:pPr>
      <w:keepNext/>
      <w:spacing w:before="200" w:line="280" w:lineRule="atLeast"/>
      <w:ind w:left="1134"/>
      <w:outlineLvl w:val="2"/>
    </w:pPr>
    <w:rPr>
      <w:rFonts w:ascii="Arial" w:hAnsi="Arial" w:cs="Arial"/>
      <w:b/>
      <w:sz w:val="22"/>
      <w:szCs w:val="22"/>
    </w:rPr>
  </w:style>
  <w:style w:type="paragraph" w:customStyle="1" w:styleId="ClauseLevel3">
    <w:name w:val="Clause Level 3"/>
    <w:rsid w:val="005E33A7"/>
    <w:pPr>
      <w:numPr>
        <w:ilvl w:val="1"/>
        <w:numId w:val="6"/>
      </w:numPr>
      <w:spacing w:before="140" w:after="140" w:line="280" w:lineRule="atLeast"/>
    </w:pPr>
    <w:rPr>
      <w:rFonts w:ascii="Arial" w:hAnsi="Arial" w:cs="Arial"/>
      <w:sz w:val="22"/>
      <w:szCs w:val="22"/>
    </w:rPr>
  </w:style>
  <w:style w:type="paragraph" w:customStyle="1" w:styleId="ClauseLevel5">
    <w:name w:val="Clause Level 5"/>
    <w:basedOn w:val="ClauseLevel4"/>
    <w:rsid w:val="005E33A7"/>
    <w:pPr>
      <w:numPr>
        <w:ilvl w:val="3"/>
      </w:numPr>
    </w:pPr>
  </w:style>
  <w:style w:type="paragraph" w:customStyle="1" w:styleId="ClauseLevel4">
    <w:name w:val="Clause Level 4"/>
    <w:basedOn w:val="ClauseLevel3"/>
    <w:rsid w:val="005E33A7"/>
    <w:pPr>
      <w:numPr>
        <w:ilvl w:val="2"/>
      </w:numPr>
      <w:spacing w:before="0"/>
    </w:pPr>
  </w:style>
  <w:style w:type="paragraph" w:customStyle="1" w:styleId="ClauseLevel6">
    <w:name w:val="Clause Level 6"/>
    <w:basedOn w:val="ClauseLevel4"/>
    <w:next w:val="ClauseLevel5"/>
    <w:rsid w:val="005E33A7"/>
    <w:pPr>
      <w:numPr>
        <w:ilvl w:val="4"/>
      </w:numPr>
    </w:pPr>
  </w:style>
  <w:style w:type="paragraph" w:customStyle="1" w:styleId="ClauseLevel7">
    <w:name w:val="Clause Level 7"/>
    <w:basedOn w:val="ClauseLevel4"/>
    <w:next w:val="ClauseLevel5"/>
    <w:rsid w:val="005E33A7"/>
    <w:pPr>
      <w:numPr>
        <w:ilvl w:val="5"/>
      </w:numPr>
    </w:pPr>
  </w:style>
  <w:style w:type="paragraph" w:customStyle="1" w:styleId="ClauseLevel8">
    <w:name w:val="Clause Level 8"/>
    <w:basedOn w:val="ClauseLevel4"/>
    <w:next w:val="ClauseLevel5"/>
    <w:rsid w:val="005E33A7"/>
    <w:pPr>
      <w:numPr>
        <w:ilvl w:val="6"/>
      </w:numPr>
    </w:pPr>
  </w:style>
  <w:style w:type="paragraph" w:customStyle="1" w:styleId="ClauseLevel9">
    <w:name w:val="Clause Level 9"/>
    <w:basedOn w:val="ClauseLevel4"/>
    <w:next w:val="ClauseLevel5"/>
    <w:rsid w:val="005E33A7"/>
    <w:pPr>
      <w:numPr>
        <w:ilvl w:val="7"/>
      </w:numPr>
    </w:pPr>
  </w:style>
  <w:style w:type="paragraph" w:customStyle="1" w:styleId="ClauseLevel10">
    <w:name w:val="Clause Level 10"/>
    <w:basedOn w:val="ClauseLevel4"/>
    <w:next w:val="ClauseLevel5"/>
    <w:rsid w:val="005E33A7"/>
    <w:pPr>
      <w:numPr>
        <w:ilvl w:val="8"/>
      </w:numPr>
    </w:pPr>
  </w:style>
  <w:style w:type="paragraph" w:customStyle="1" w:styleId="Level11">
    <w:name w:val="Level 1.1"/>
    <w:basedOn w:val="Normal"/>
    <w:next w:val="Normal"/>
    <w:rsid w:val="005E33A7"/>
    <w:pPr>
      <w:numPr>
        <w:ilvl w:val="1"/>
        <w:numId w:val="7"/>
      </w:numPr>
      <w:spacing w:before="240"/>
      <w:outlineLvl w:val="2"/>
    </w:pPr>
    <w:rPr>
      <w:rFonts w:ascii="Palatino" w:hAnsi="Palatino"/>
      <w:szCs w:val="20"/>
      <w:lang w:eastAsia="en-US"/>
    </w:rPr>
  </w:style>
  <w:style w:type="paragraph" w:customStyle="1" w:styleId="Levela">
    <w:name w:val="Level (a)"/>
    <w:basedOn w:val="Normal"/>
    <w:next w:val="Normal"/>
    <w:rsid w:val="005E33A7"/>
    <w:pPr>
      <w:numPr>
        <w:ilvl w:val="2"/>
        <w:numId w:val="7"/>
      </w:numPr>
      <w:spacing w:before="240"/>
      <w:outlineLvl w:val="3"/>
    </w:pPr>
    <w:rPr>
      <w:rFonts w:ascii="Palatino" w:hAnsi="Palatino"/>
      <w:szCs w:val="20"/>
      <w:lang w:eastAsia="en-US"/>
    </w:rPr>
  </w:style>
  <w:style w:type="paragraph" w:customStyle="1" w:styleId="Leveli">
    <w:name w:val="Level (i)"/>
    <w:basedOn w:val="Normal"/>
    <w:next w:val="Normal"/>
    <w:rsid w:val="005E33A7"/>
    <w:pPr>
      <w:numPr>
        <w:ilvl w:val="3"/>
        <w:numId w:val="7"/>
      </w:numPr>
      <w:spacing w:before="240"/>
      <w:outlineLvl w:val="4"/>
    </w:pPr>
    <w:rPr>
      <w:rFonts w:ascii="Palatino" w:hAnsi="Palatino"/>
      <w:szCs w:val="20"/>
      <w:lang w:eastAsia="en-US"/>
    </w:rPr>
  </w:style>
  <w:style w:type="paragraph" w:customStyle="1" w:styleId="LevelA0">
    <w:name w:val="Level(A)"/>
    <w:basedOn w:val="Normal"/>
    <w:next w:val="Normal"/>
    <w:rsid w:val="005E33A7"/>
    <w:pPr>
      <w:numPr>
        <w:ilvl w:val="4"/>
        <w:numId w:val="7"/>
      </w:numPr>
      <w:spacing w:before="240"/>
      <w:outlineLvl w:val="5"/>
    </w:pPr>
    <w:rPr>
      <w:rFonts w:ascii="Palatino" w:hAnsi="Palatino"/>
      <w:szCs w:val="20"/>
      <w:lang w:eastAsia="en-US"/>
    </w:rPr>
  </w:style>
  <w:style w:type="paragraph" w:customStyle="1" w:styleId="LevelI0">
    <w:name w:val="Level(I)"/>
    <w:basedOn w:val="Normal"/>
    <w:next w:val="Normal"/>
    <w:rsid w:val="005E33A7"/>
    <w:pPr>
      <w:numPr>
        <w:ilvl w:val="5"/>
        <w:numId w:val="7"/>
      </w:numPr>
      <w:spacing w:before="240"/>
      <w:outlineLvl w:val="6"/>
    </w:pPr>
    <w:rPr>
      <w:rFonts w:ascii="Palatino" w:hAnsi="Palatino"/>
      <w:szCs w:val="20"/>
      <w:lang w:eastAsia="en-US"/>
    </w:rPr>
  </w:style>
  <w:style w:type="character" w:customStyle="1" w:styleId="Head2Char">
    <w:name w:val="Head 2 Char"/>
    <w:link w:val="Head2"/>
    <w:rsid w:val="005E33A7"/>
    <w:rPr>
      <w:rFonts w:ascii="Arial" w:hAnsi="Arial" w:cs="Arial"/>
      <w:b/>
      <w:caps/>
      <w:kern w:val="36"/>
      <w:sz w:val="24"/>
      <w:szCs w:val="24"/>
    </w:rPr>
  </w:style>
  <w:style w:type="paragraph" w:styleId="TOC5">
    <w:name w:val="toc 5"/>
    <w:basedOn w:val="Normal"/>
    <w:next w:val="Normal"/>
    <w:autoRedefine/>
    <w:uiPriority w:val="39"/>
    <w:rsid w:val="005E33A7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39"/>
    <w:rsid w:val="005E33A7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39"/>
    <w:rsid w:val="005E33A7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39"/>
    <w:rsid w:val="005E33A7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39"/>
    <w:rsid w:val="005E33A7"/>
    <w:pPr>
      <w:ind w:left="1920"/>
    </w:pPr>
    <w:rPr>
      <w:rFonts w:ascii="Times New Roman" w:hAnsi="Times New Roman"/>
      <w:sz w:val="24"/>
    </w:rPr>
  </w:style>
  <w:style w:type="paragraph" w:customStyle="1" w:styleId="CellBodyL">
    <w:name w:val="CellBodyL"/>
    <w:basedOn w:val="Normal"/>
    <w:rsid w:val="005E33A7"/>
    <w:pPr>
      <w:spacing w:after="60"/>
    </w:pPr>
    <w:rPr>
      <w:sz w:val="18"/>
      <w:szCs w:val="20"/>
      <w:lang w:val="en-US" w:eastAsia="en-US"/>
    </w:rPr>
  </w:style>
  <w:style w:type="paragraph" w:customStyle="1" w:styleId="CellBodyC">
    <w:name w:val="CellBodyC"/>
    <w:basedOn w:val="Normal"/>
    <w:rsid w:val="005E33A7"/>
    <w:pPr>
      <w:spacing w:after="60"/>
      <w:jc w:val="center"/>
    </w:pPr>
    <w:rPr>
      <w:sz w:val="18"/>
      <w:szCs w:val="20"/>
      <w:lang w:val="en-US" w:eastAsia="en-US"/>
    </w:rPr>
  </w:style>
  <w:style w:type="paragraph" w:customStyle="1" w:styleId="CellHeadingC">
    <w:name w:val="CellHeadingC"/>
    <w:basedOn w:val="Normal"/>
    <w:rsid w:val="005E33A7"/>
    <w:pPr>
      <w:keepNext/>
      <w:spacing w:after="60"/>
      <w:jc w:val="center"/>
    </w:pPr>
    <w:rPr>
      <w:b/>
      <w:sz w:val="18"/>
      <w:szCs w:val="20"/>
      <w:lang w:val="en-US" w:eastAsia="en-US"/>
    </w:rPr>
  </w:style>
  <w:style w:type="paragraph" w:customStyle="1" w:styleId="Footnote">
    <w:name w:val="Footnote"/>
    <w:basedOn w:val="Normal"/>
    <w:rsid w:val="005E33A7"/>
    <w:pPr>
      <w:spacing w:after="60"/>
    </w:pPr>
    <w:rPr>
      <w:sz w:val="16"/>
      <w:szCs w:val="20"/>
      <w:lang w:val="en-US" w:eastAsia="en-US"/>
    </w:rPr>
  </w:style>
  <w:style w:type="paragraph" w:styleId="Caption">
    <w:name w:val="caption"/>
    <w:basedOn w:val="Normal"/>
    <w:next w:val="Normal"/>
    <w:link w:val="CaptionChar"/>
    <w:qFormat/>
    <w:rsid w:val="005E33A7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5E33A7"/>
  </w:style>
  <w:style w:type="paragraph" w:styleId="ListParagraph">
    <w:name w:val="List Paragraph"/>
    <w:basedOn w:val="Normal"/>
    <w:qFormat/>
    <w:rsid w:val="005E33A7"/>
    <w:pPr>
      <w:ind w:left="720"/>
    </w:pPr>
  </w:style>
  <w:style w:type="paragraph" w:customStyle="1" w:styleId="AlphaParagraph">
    <w:name w:val="Alpha Paragraph"/>
    <w:basedOn w:val="Normal"/>
    <w:rsid w:val="005E33A7"/>
    <w:pPr>
      <w:numPr>
        <w:numId w:val="10"/>
      </w:numPr>
      <w:spacing w:after="240" w:line="260" w:lineRule="exact"/>
    </w:pPr>
    <w:rPr>
      <w:color w:val="000000"/>
      <w:sz w:val="20"/>
      <w:szCs w:val="20"/>
    </w:rPr>
  </w:style>
  <w:style w:type="paragraph" w:customStyle="1" w:styleId="HeaderEven">
    <w:name w:val="Header Even"/>
    <w:basedOn w:val="Header"/>
    <w:rsid w:val="005E33A7"/>
    <w:pPr>
      <w:keepNext/>
      <w:pBdr>
        <w:bottom w:val="single" w:sz="2" w:space="2" w:color="335876"/>
      </w:pBdr>
      <w:tabs>
        <w:tab w:val="right" w:pos="9070"/>
      </w:tabs>
    </w:pPr>
    <w:rPr>
      <w:rFonts w:cs="Times New Roman"/>
      <w:caps w:val="0"/>
      <w:color w:val="335876"/>
      <w:sz w:val="18"/>
    </w:rPr>
  </w:style>
  <w:style w:type="paragraph" w:customStyle="1" w:styleId="ChartSecondHeading">
    <w:name w:val="Chart Second Heading"/>
    <w:basedOn w:val="Normal"/>
    <w:next w:val="Normal"/>
    <w:rsid w:val="005E33A7"/>
    <w:pPr>
      <w:keepNext/>
      <w:spacing w:after="20"/>
      <w:jc w:val="center"/>
    </w:pPr>
    <w:rPr>
      <w:color w:val="335876"/>
      <w:sz w:val="20"/>
      <w:szCs w:val="20"/>
    </w:rPr>
  </w:style>
  <w:style w:type="paragraph" w:customStyle="1" w:styleId="Normalnumbered">
    <w:name w:val="Normal numbered"/>
    <w:basedOn w:val="Normal"/>
    <w:rsid w:val="005E33A7"/>
    <w:pPr>
      <w:numPr>
        <w:numId w:val="11"/>
      </w:numPr>
      <w:spacing w:after="240" w:line="260" w:lineRule="exact"/>
    </w:pPr>
    <w:rPr>
      <w:color w:val="000000"/>
      <w:sz w:val="20"/>
      <w:szCs w:val="20"/>
    </w:rPr>
  </w:style>
  <w:style w:type="paragraph" w:customStyle="1" w:styleId="StylecodeLeft127cm">
    <w:name w:val="Style code + Left:  1.27 cm"/>
    <w:basedOn w:val="Normal"/>
    <w:autoRedefine/>
    <w:rsid w:val="005E33A7"/>
    <w:pPr>
      <w:spacing w:before="80"/>
      <w:ind w:left="720"/>
    </w:pPr>
    <w:rPr>
      <w:rFonts w:ascii="Courier New" w:hAnsi="Courier New"/>
      <w:sz w:val="20"/>
      <w:szCs w:val="20"/>
      <w:lang w:val="fr-FR"/>
    </w:rPr>
  </w:style>
  <w:style w:type="character" w:styleId="Strong">
    <w:name w:val="Strong"/>
    <w:qFormat/>
    <w:rsid w:val="005E33A7"/>
    <w:rPr>
      <w:b/>
      <w:bCs/>
    </w:rPr>
  </w:style>
  <w:style w:type="paragraph" w:styleId="HTMLPreformatted">
    <w:name w:val="HTML Preformatted"/>
    <w:basedOn w:val="Normal"/>
    <w:rsid w:val="005E3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1">
    <w:name w:val="m1"/>
    <w:rsid w:val="005E33A7"/>
    <w:rPr>
      <w:color w:val="0000FF"/>
    </w:rPr>
  </w:style>
  <w:style w:type="character" w:customStyle="1" w:styleId="pi1">
    <w:name w:val="pi1"/>
    <w:rsid w:val="005E33A7"/>
    <w:rPr>
      <w:color w:val="0000FF"/>
    </w:rPr>
  </w:style>
  <w:style w:type="character" w:customStyle="1" w:styleId="ci1">
    <w:name w:val="ci1"/>
    <w:rsid w:val="005E33A7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E33A7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E33A7"/>
    <w:rPr>
      <w:color w:val="990000"/>
    </w:rPr>
  </w:style>
  <w:style w:type="character" w:customStyle="1" w:styleId="ns1">
    <w:name w:val="ns1"/>
    <w:rsid w:val="005E33A7"/>
    <w:rPr>
      <w:color w:val="FF0000"/>
    </w:rPr>
  </w:style>
  <w:style w:type="character" w:customStyle="1" w:styleId="tx1">
    <w:name w:val="tx1"/>
    <w:rsid w:val="005E33A7"/>
    <w:rPr>
      <w:b/>
      <w:bCs/>
    </w:rPr>
  </w:style>
  <w:style w:type="paragraph" w:customStyle="1" w:styleId="Char1CharCharCharCharCharCharCharCharChar">
    <w:name w:val="Char1 Char Char Char Char Char Char Char Char Char"/>
    <w:basedOn w:val="Normal"/>
    <w:rsid w:val="005E33A7"/>
    <w:pPr>
      <w:spacing w:after="160" w:line="240" w:lineRule="exact"/>
    </w:pPr>
    <w:rPr>
      <w:sz w:val="20"/>
      <w:szCs w:val="20"/>
      <w:lang w:val="en-US" w:eastAsia="en-US"/>
    </w:rPr>
  </w:style>
  <w:style w:type="paragraph" w:styleId="ListBullet">
    <w:name w:val="List Bullet"/>
    <w:basedOn w:val="Normal"/>
    <w:autoRedefine/>
    <w:rsid w:val="005E33A7"/>
    <w:pPr>
      <w:numPr>
        <w:numId w:val="13"/>
      </w:numPr>
      <w:spacing w:before="240"/>
    </w:pPr>
  </w:style>
  <w:style w:type="paragraph" w:styleId="ListBullet2">
    <w:name w:val="List Bullet 2"/>
    <w:basedOn w:val="Normal"/>
    <w:autoRedefine/>
    <w:rsid w:val="005E33A7"/>
    <w:pPr>
      <w:numPr>
        <w:numId w:val="12"/>
      </w:numPr>
      <w:spacing w:before="240"/>
    </w:pPr>
  </w:style>
  <w:style w:type="paragraph" w:customStyle="1" w:styleId="Heading1Numbered">
    <w:name w:val="Heading 1 Numbered"/>
    <w:basedOn w:val="Normal"/>
    <w:next w:val="Normal"/>
    <w:rsid w:val="005E33A7"/>
    <w:pPr>
      <w:keepNext/>
      <w:numPr>
        <w:numId w:val="14"/>
      </w:numPr>
      <w:spacing w:before="480" w:after="240"/>
      <w:outlineLvl w:val="0"/>
    </w:pPr>
    <w:rPr>
      <w:b/>
      <w:caps/>
      <w:color w:val="335876"/>
      <w:sz w:val="26"/>
      <w:szCs w:val="36"/>
    </w:rPr>
  </w:style>
  <w:style w:type="paragraph" w:customStyle="1" w:styleId="Heading2Numbered">
    <w:name w:val="Heading 2 Numbered"/>
    <w:basedOn w:val="Normal"/>
    <w:next w:val="Normal"/>
    <w:rsid w:val="005E33A7"/>
    <w:pPr>
      <w:keepNext/>
      <w:numPr>
        <w:ilvl w:val="1"/>
        <w:numId w:val="14"/>
      </w:numPr>
      <w:spacing w:before="240" w:after="120"/>
      <w:outlineLvl w:val="1"/>
    </w:pPr>
    <w:rPr>
      <w:b/>
      <w:caps/>
      <w:color w:val="007AA5"/>
      <w:sz w:val="24"/>
      <w:szCs w:val="28"/>
    </w:rPr>
  </w:style>
  <w:style w:type="paragraph" w:customStyle="1" w:styleId="Heading3Numbered">
    <w:name w:val="Heading 3 Numbered"/>
    <w:basedOn w:val="Normal"/>
    <w:next w:val="Normal"/>
    <w:rsid w:val="005E33A7"/>
    <w:pPr>
      <w:keepNext/>
      <w:numPr>
        <w:ilvl w:val="2"/>
        <w:numId w:val="14"/>
      </w:numPr>
      <w:spacing w:before="240" w:after="120"/>
      <w:outlineLvl w:val="2"/>
    </w:pPr>
    <w:rPr>
      <w:b/>
      <w:i/>
      <w:color w:val="007AA5"/>
      <w:sz w:val="24"/>
      <w:szCs w:val="26"/>
    </w:rPr>
  </w:style>
  <w:style w:type="paragraph" w:customStyle="1" w:styleId="Heading4Numbered">
    <w:name w:val="Heading 4 Numbered"/>
    <w:basedOn w:val="Normal"/>
    <w:rsid w:val="005E33A7"/>
    <w:pPr>
      <w:keepNext/>
      <w:numPr>
        <w:ilvl w:val="3"/>
        <w:numId w:val="14"/>
      </w:numPr>
      <w:spacing w:before="240" w:after="120"/>
      <w:outlineLvl w:val="3"/>
    </w:pPr>
    <w:rPr>
      <w:i/>
      <w:color w:val="007AA5"/>
      <w:szCs w:val="20"/>
    </w:rPr>
  </w:style>
  <w:style w:type="character" w:styleId="Emphasis">
    <w:name w:val="Emphasis"/>
    <w:qFormat/>
    <w:rsid w:val="005E33A7"/>
    <w:rPr>
      <w:b/>
      <w:bCs/>
      <w:i w:val="0"/>
      <w:iCs w:val="0"/>
    </w:rPr>
  </w:style>
  <w:style w:type="paragraph" w:customStyle="1" w:styleId="ChartMainHeading">
    <w:name w:val="Chart Main Heading"/>
    <w:basedOn w:val="Normal"/>
    <w:next w:val="Normal"/>
    <w:rsid w:val="005E33A7"/>
    <w:pPr>
      <w:jc w:val="center"/>
    </w:pPr>
    <w:rPr>
      <w:b/>
      <w:caps/>
    </w:rPr>
  </w:style>
  <w:style w:type="paragraph" w:customStyle="1" w:styleId="bullet">
    <w:name w:val="bullet"/>
    <w:basedOn w:val="Normal"/>
    <w:autoRedefine/>
    <w:rsid w:val="005E33A7"/>
    <w:pPr>
      <w:numPr>
        <w:numId w:val="15"/>
      </w:numPr>
      <w:tabs>
        <w:tab w:val="num" w:pos="550"/>
      </w:tabs>
      <w:spacing w:before="120"/>
      <w:ind w:left="550" w:hanging="550"/>
    </w:pPr>
    <w:rPr>
      <w:lang w:val="en-US" w:eastAsia="en-US"/>
    </w:rPr>
  </w:style>
  <w:style w:type="paragraph" w:customStyle="1" w:styleId="SingleParagraph">
    <w:name w:val="Single Paragraph"/>
    <w:basedOn w:val="Normal"/>
    <w:rsid w:val="005E33A7"/>
  </w:style>
  <w:style w:type="paragraph" w:customStyle="1" w:styleId="TableMainHeading">
    <w:name w:val="Table Main Heading"/>
    <w:basedOn w:val="ChartMainHeading"/>
    <w:rsid w:val="005E33A7"/>
  </w:style>
  <w:style w:type="character" w:customStyle="1" w:styleId="CaptionChar">
    <w:name w:val="Caption Char"/>
    <w:link w:val="Caption"/>
    <w:rsid w:val="005E33A7"/>
    <w:rPr>
      <w:rFonts w:ascii="Arial" w:hAnsi="Arial"/>
      <w:b/>
      <w:bCs/>
      <w:lang w:val="en-AU" w:eastAsia="en-AU" w:bidi="ar-SA"/>
    </w:rPr>
  </w:style>
  <w:style w:type="paragraph" w:customStyle="1" w:styleId="StyleMaintext">
    <w:name w:val="Style Main text"/>
    <w:basedOn w:val="Maintext"/>
    <w:link w:val="StyleMaintextChar"/>
    <w:autoRedefine/>
    <w:rsid w:val="00767988"/>
    <w:pPr>
      <w:spacing w:before="120" w:after="120"/>
      <w:ind w:left="360"/>
    </w:pPr>
    <w:rPr>
      <w:b/>
      <w:color w:val="4F81BD"/>
      <w:lang w:val="en-US" w:eastAsia="en-US"/>
    </w:rPr>
  </w:style>
  <w:style w:type="character" w:customStyle="1" w:styleId="StyleMaintextChar">
    <w:name w:val="Style Main text Char"/>
    <w:link w:val="StyleMaintext"/>
    <w:rsid w:val="00767988"/>
    <w:rPr>
      <w:rFonts w:ascii="Arial" w:hAnsi="Arial"/>
      <w:b/>
      <w:color w:val="4F81BD"/>
      <w:sz w:val="22"/>
      <w:szCs w:val="24"/>
      <w:lang w:val="en-US" w:eastAsia="en-US" w:bidi="ar-SA"/>
    </w:rPr>
  </w:style>
  <w:style w:type="paragraph" w:customStyle="1" w:styleId="Style8ptBefore72ptAfter72pt">
    <w:name w:val="Style 8 pt Before:  7.2 pt After:  7.2 pt"/>
    <w:basedOn w:val="Normal"/>
    <w:rsid w:val="004C7FCF"/>
    <w:pPr>
      <w:spacing w:before="120" w:after="120"/>
      <w:contextualSpacing/>
    </w:pPr>
    <w:rPr>
      <w:sz w:val="16"/>
      <w:szCs w:val="20"/>
    </w:rPr>
  </w:style>
  <w:style w:type="paragraph" w:customStyle="1" w:styleId="Head5">
    <w:name w:val="Head 5"/>
    <w:basedOn w:val="Head4"/>
    <w:rsid w:val="00AC5779"/>
    <w:pPr>
      <w:tabs>
        <w:tab w:val="clear" w:pos="1414"/>
        <w:tab w:val="num" w:pos="220"/>
      </w:tabs>
      <w:ind w:hanging="1414"/>
    </w:pPr>
  </w:style>
  <w:style w:type="character" w:customStyle="1" w:styleId="CommentTextChar">
    <w:name w:val="Comment Text Char"/>
    <w:link w:val="CommentText"/>
    <w:locked/>
    <w:rsid w:val="00BA43CC"/>
    <w:rPr>
      <w:rFonts w:ascii="Arial" w:hAnsi="Arial"/>
      <w:lang w:val="en-AU" w:eastAsia="en-AU" w:bidi="ar-SA"/>
    </w:rPr>
  </w:style>
  <w:style w:type="character" w:customStyle="1" w:styleId="Heading5Char">
    <w:name w:val="Heading 5 Char"/>
    <w:aliases w:val="Block Label Char,h5 Char,5 Char,l5 Char,Head5 Char,Level 5 Char,Atty Info 3 Char,Level 51 Char,not set up (5) Char"/>
    <w:link w:val="Heading5"/>
    <w:rsid w:val="00245BB9"/>
    <w:rPr>
      <w:rFonts w:ascii="Arial" w:hAnsi="Arial"/>
      <w:b/>
      <w:bCs/>
      <w:i/>
      <w:iCs/>
      <w:szCs w:val="26"/>
    </w:rPr>
  </w:style>
  <w:style w:type="character" w:customStyle="1" w:styleId="FooterChar">
    <w:name w:val="Footer Char"/>
    <w:link w:val="Footer"/>
    <w:rsid w:val="00FB6DE2"/>
    <w:rPr>
      <w:rFonts w:ascii="Arial" w:hAnsi="Arial" w:cs="Arial"/>
      <w:caps/>
      <w:sz w:val="15"/>
      <w:szCs w:val="15"/>
      <w:lang w:val="en-AU" w:eastAsia="en-AU"/>
    </w:rPr>
  </w:style>
  <w:style w:type="character" w:customStyle="1" w:styleId="HeaderChar">
    <w:name w:val="Header Char"/>
    <w:link w:val="Header"/>
    <w:semiHidden/>
    <w:rsid w:val="00FB6DE2"/>
    <w:rPr>
      <w:rFonts w:ascii="Arial" w:hAnsi="Arial" w:cs="Arial"/>
      <w:caps/>
      <w:lang w:val="en-AU" w:eastAsia="en-AU"/>
    </w:rPr>
  </w:style>
  <w:style w:type="character" w:customStyle="1" w:styleId="Heading1Char">
    <w:name w:val="Heading 1 Char"/>
    <w:link w:val="Heading1"/>
    <w:rsid w:val="0087499E"/>
    <w:rPr>
      <w:rFonts w:ascii="Arial" w:hAnsi="Arial" w:cs="Arial"/>
      <w:bCs/>
      <w:caps/>
      <w:color w:val="004080"/>
      <w:kern w:val="36"/>
      <w:sz w:val="36"/>
      <w:szCs w:val="36"/>
    </w:rPr>
  </w:style>
  <w:style w:type="paragraph" w:customStyle="1" w:styleId="plainparagraph">
    <w:name w:val="plainparagraph"/>
    <w:basedOn w:val="Normal"/>
    <w:rsid w:val="00B934B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F178C"/>
    <w:rPr>
      <w:rFonts w:ascii="Arial" w:hAnsi="Arial"/>
      <w:sz w:val="22"/>
      <w:szCs w:val="24"/>
    </w:rPr>
  </w:style>
  <w:style w:type="paragraph" w:customStyle="1" w:styleId="StyleHeading214ptCustomColorRGB064128Before0pt1">
    <w:name w:val="Style Heading 2 + 14 pt Custom Color(RGB(064128)) Before:  0 pt...1"/>
    <w:basedOn w:val="Heading2"/>
    <w:rsid w:val="0080743A"/>
    <w:pPr>
      <w:numPr>
        <w:numId w:val="1"/>
      </w:numPr>
      <w:spacing w:before="120"/>
      <w:ind w:left="578" w:hanging="578"/>
    </w:pPr>
    <w:rPr>
      <w:rFonts w:cs="Times New Roman"/>
      <w:iCs/>
      <w:sz w:val="28"/>
      <w:szCs w:val="20"/>
    </w:rPr>
  </w:style>
  <w:style w:type="paragraph" w:customStyle="1" w:styleId="Default">
    <w:name w:val="Default"/>
    <w:rsid w:val="008074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6A05C4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1"/>
    <w:rsid w:val="007029A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Shading-Accent1">
    <w:name w:val="Light Shading Accent 1"/>
    <w:basedOn w:val="TableNormal"/>
    <w:uiPriority w:val="60"/>
    <w:rsid w:val="007029A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8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3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8547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6820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570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68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511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540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5815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60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88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564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7421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321">
          <w:marLeft w:val="23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253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7222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3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20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1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69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003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7914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9770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499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2250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3948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805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4494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0169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86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26" Type="http://schemas.openxmlformats.org/officeDocument/2006/relationships/hyperlink" Target="https://standardbusinessreporting.sharefile.com/home/shared/foaab82d-a5e7-4746-b289-67aaeff4f5d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est2.ato.sbr.gov.au/services/BulkBatch-async-push" TargetMode="External"/><Relationship Id="rId34" Type="http://schemas.openxmlformats.org/officeDocument/2006/relationships/hyperlink" Target="https://standardbusinessreporting.sharefile.com/home/shared/fo97dafd-cbeb-4e88-94d4-9a6bccc72604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3.jpeg"/><Relationship Id="rId25" Type="http://schemas.openxmlformats.org/officeDocument/2006/relationships/hyperlink" Target="https://standardbusinessreporting.sharefile.com/app/" TargetMode="External"/><Relationship Id="rId33" Type="http://schemas.openxmlformats.org/officeDocument/2006/relationships/hyperlink" Target="https://standardbusinessreporting.sharefile.com/app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BRServiceDesk@sbr.gov.au" TargetMode="External"/><Relationship Id="rId20" Type="http://schemas.openxmlformats.org/officeDocument/2006/relationships/hyperlink" Target="https://test2.ato.sbr.gov.au/services/Single-sync" TargetMode="External"/><Relationship Id="rId29" Type="http://schemas.openxmlformats.org/officeDocument/2006/relationships/hyperlink" Target="https://standardbusinessreporting.sharefile.com/app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yperlink" Target="https://standardbusinessreporting.sharefile.com/app/" TargetMode="External"/><Relationship Id="rId32" Type="http://schemas.openxmlformats.org/officeDocument/2006/relationships/hyperlink" Target="https://standardbusinessreporting.sharefile.com/home/shared/foa3ba2f-aa8f-430e-86f7-0610e6d9f6ad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hyperlink" Target="https://test2.ato.sbr.gov.au/services/Collect-async" TargetMode="External"/><Relationship Id="rId28" Type="http://schemas.openxmlformats.org/officeDocument/2006/relationships/hyperlink" Target="https://standardbusinessreporting.sharefile.com/app/" TargetMode="External"/><Relationship Id="rId36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31" Type="http://schemas.openxmlformats.org/officeDocument/2006/relationships/hyperlink" Target="https://standardbusinessreporting.sharefile.com/f/fo9e90b6-b9b1-415a-a0cc-60368d2f4a2f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https://test2.ato.sbr.gov.au/services/BulkBatch-async-pull" TargetMode="External"/><Relationship Id="rId27" Type="http://schemas.openxmlformats.org/officeDocument/2006/relationships/hyperlink" Target="https://standardbusinessreporting.sharefile.com/home/shared/fo97dafd-cbeb-4e88-94d4-9a6bccc72604" TargetMode="External"/><Relationship Id="rId30" Type="http://schemas.openxmlformats.org/officeDocument/2006/relationships/hyperlink" Target="https://softwareauthorisations.acc.ato.gov.au/R3.0/S007v1.2/service.svc" TargetMode="External"/><Relationship Id="rId35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rian%20Daniher\Local%20Settings\Temporary%20Internet%20Files\Content.Outlook\VHDMBU3O\SBR%20Message%20Implementation%20Guide%20Template%20v0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54467B8C92A14AB21B7CF1DA554242" ma:contentTypeVersion="8" ma:contentTypeDescription="Create a new document." ma:contentTypeScope="" ma:versionID="210748d3829ec627e4b65d0cb1b6d408">
  <xsd:schema xmlns:xsd="http://www.w3.org/2001/XMLSchema" xmlns:xs="http://www.w3.org/2001/XMLSchema" xmlns:p="http://schemas.microsoft.com/office/2006/metadata/properties" xmlns:ns1="http://schemas.microsoft.com/sharepoint/v3/fields" xmlns:ns3="cc39bfff-4eb3-44ee-9aa3-3b7b0b294d37" xmlns:ns4="609ac5f6-0d75-4c55-a681-0835f604f482" targetNamespace="http://schemas.microsoft.com/office/2006/metadata/properties" ma:root="true" ma:fieldsID="accc71d1b23599c4a800d4108d11ce60" ns1:_="" ns3:_="" ns4:_="">
    <xsd:import namespace="http://schemas.microsoft.com/sharepoint/v3/fields"/>
    <xsd:import namespace="cc39bfff-4eb3-44ee-9aa3-3b7b0b294d37"/>
    <xsd:import namespace="609ac5f6-0d75-4c55-a681-0835f604f482"/>
    <xsd:element name="properties">
      <xsd:complexType>
        <xsd:sequence>
          <xsd:element name="documentManagement">
            <xsd:complexType>
              <xsd:all>
                <xsd:element ref="ns1:_Version"/>
                <xsd:element ref="ns3:Document_x0020_Type"/>
                <xsd:element ref="ns3:Document_x0020_Status"/>
                <xsd:element ref="ns3:Publication_x0020_Date" minOccurs="0"/>
                <xsd:element ref="ns3:Publication_x0020_Site" minOccurs="0"/>
                <xsd:element ref="ns3:Project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0" ma:displayName="Version" ma:internalName="_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9bfff-4eb3-44ee-9aa3-3b7b0b294d37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5" ma:displayName="Document Type" ma:default="AP360" ma:format="RadioButtons" ma:internalName="Document_x0020_Type">
      <xsd:simpleType>
        <xsd:restriction base="dms:Choice">
          <xsd:enumeration value="Artefact package"/>
          <xsd:enumeration value="Conformance Suite"/>
          <xsd:enumeration value="Ap350"/>
          <xsd:enumeration value="AP360"/>
          <xsd:enumeration value="AP360 Mapping Rules"/>
          <xsd:enumeration value="AP360 Rules Master"/>
          <xsd:enumeration value="Cover Note"/>
          <xsd:enumeration value="Message Repository"/>
          <xsd:enumeration value="MIG"/>
          <xsd:enumeration value="MST"/>
          <xsd:enumeration value="Release Note"/>
          <xsd:enumeration value="Reporting Taxonomy"/>
          <xsd:enumeration value="Schematron"/>
          <xsd:enumeration value="SDK Guide"/>
          <xsd:enumeration value="VR"/>
          <xsd:enumeration value="WIG"/>
        </xsd:restriction>
      </xsd:simpleType>
    </xsd:element>
    <xsd:element name="Document_x0020_Status" ma:index="12" ma:displayName="Document Status" ma:default="Draft" ma:format="RadioButtons" ma:internalName="Document_x0020_Status">
      <xsd:simpleType>
        <xsd:restriction base="dms:Choice">
          <xsd:enumeration value="Draft"/>
          <xsd:enumeration value="Final"/>
        </xsd:restriction>
      </xsd:simpleType>
    </xsd:element>
    <xsd:element name="Publication_x0020_Date" ma:index="13" nillable="true" ma:displayName="Publication Date" ma:format="DateOnly" ma:internalName="Publication_x0020_Date">
      <xsd:simpleType>
        <xsd:restriction base="dms:DateTime"/>
      </xsd:simpleType>
    </xsd:element>
    <xsd:element name="Publication_x0020_Site" ma:index="14" nillable="true" ma:displayName="Publication Site" ma:internalName="Publication_x0020_Site">
      <xsd:simpleType>
        <xsd:restriction base="dms:Text">
          <xsd:maxLength value="255"/>
        </xsd:restriction>
      </xsd:simpleType>
    </xsd:element>
    <xsd:element name="Project" ma:index="15" nillable="true" ma:displayName="Project" ma:internalName="Projec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ac5f6-0d75-4c55-a681-0835f604f482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4" ma:displayName="Author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2" ma:displayName="Title"/>
        <xsd:element ref="dc:subject" minOccurs="0" maxOccurs="1"/>
        <xsd:element ref="dc:description" minOccurs="0" maxOccurs="1" ma:index="3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>2.1</_Version>
    <_dlc_DocId xmlns="609ac5f6-0d75-4c55-a681-0835f604f482">UWAP6TQF35DU-1632460473-8878</_dlc_DocId>
    <_dlc_DocIdUrl xmlns="609ac5f6-0d75-4c55-a681-0835f604f482">
      <Url>http://atowss/sites/SWS/_layouts/DocIdRedir.aspx?ID=UWAP6TQF35DU-1632460473-8878</Url>
      <Description>UWAP6TQF35DU-1632460473-8878</Description>
    </_dlc_DocIdUrl>
    <Document_x0020_Status xmlns="cc39bfff-4eb3-44ee-9aa3-3b7b0b294d37">Published Final</Document_x0020_Status>
    <Publication_x0020_Date xmlns="cc39bfff-4eb3-44ee-9aa3-3b7b0b294d37">2020-02-12T15:00:00+00:00</Publication_x0020_Date>
    <Publication_x0020_Site xmlns="cc39bfff-4eb3-44ee-9aa3-3b7b0b294d37">sbr.gov.au - common</Publication_x0020_Site>
    <Project xmlns="cc39bfff-4eb3-44ee-9aa3-3b7b0b294d37" xsi:nil="true"/>
    <Document_x0020_Type xmlns="cc39bfff-4eb3-44ee-9aa3-3b7b0b294d37">Release Note</Document_x0020_Type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AE351-CFE0-426A-9ED8-3E108A6DA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c39bfff-4eb3-44ee-9aa3-3b7b0b294d37"/>
    <ds:schemaRef ds:uri="609ac5f6-0d75-4c55-a681-0835f604f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3F77C-E787-490B-895B-40402B99AF00}">
  <ds:schemaRefs>
    <ds:schemaRef ds:uri="cc39bfff-4eb3-44ee-9aa3-3b7b0b294d37"/>
    <ds:schemaRef ds:uri="http://schemas.microsoft.com/office/2006/documentManagement/types"/>
    <ds:schemaRef ds:uri="http://schemas.microsoft.com/sharepoint/v3/field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609ac5f6-0d75-4c55-a681-0835f604f482"/>
  </ds:schemaRefs>
</ds:datastoreItem>
</file>

<file path=customXml/itemProps3.xml><?xml version="1.0" encoding="utf-8"?>
<ds:datastoreItem xmlns:ds="http://schemas.openxmlformats.org/officeDocument/2006/customXml" ds:itemID="{F9CD608E-B8A7-494B-8AFB-5F0AF5577B2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C44104-4B8F-4017-A8AC-3E137165AF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48A98E-0222-4CED-B410-C33A0635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SBR Message Implementation Guide Template v0 2.dotx</Template>
  <TotalTime>0</TotalTime>
  <Pages>13</Pages>
  <Words>2102</Words>
  <Characters>19912</Characters>
  <Application>Microsoft Office Word</Application>
  <DocSecurity>0</DocSecurity>
  <Lines>165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ATO SBR Physical End Points</vt:lpstr>
    </vt:vector>
  </TitlesOfParts>
  <Company>Standard Business Reporting</Company>
  <LinksUpToDate>false</LinksUpToDate>
  <CharactersWithSpaces>21971</CharactersWithSpaces>
  <SharedDoc>false</SharedDoc>
  <HLinks>
    <vt:vector size="174" baseType="variant">
      <vt:variant>
        <vt:i4>3604591</vt:i4>
      </vt:variant>
      <vt:variant>
        <vt:i4>167</vt:i4>
      </vt:variant>
      <vt:variant>
        <vt:i4>0</vt:i4>
      </vt:variant>
      <vt:variant>
        <vt:i4>5</vt:i4>
      </vt:variant>
      <vt:variant>
        <vt:lpwstr>http://www.sbr.gov.au/software-developers/developer-tools/ato/income-tax-return-obligations/ato-ctr</vt:lpwstr>
      </vt:variant>
      <vt:variant>
        <vt:lpwstr/>
      </vt:variant>
      <vt:variant>
        <vt:i4>3604591</vt:i4>
      </vt:variant>
      <vt:variant>
        <vt:i4>164</vt:i4>
      </vt:variant>
      <vt:variant>
        <vt:i4>0</vt:i4>
      </vt:variant>
      <vt:variant>
        <vt:i4>5</vt:i4>
      </vt:variant>
      <vt:variant>
        <vt:lpwstr>http://www.sbr.gov.au/software-developers/developer-tools/ato/income-tax-return-obligations/ato-ctr</vt:lpwstr>
      </vt:variant>
      <vt:variant>
        <vt:lpwstr/>
      </vt:variant>
      <vt:variant>
        <vt:i4>1572925</vt:i4>
      </vt:variant>
      <vt:variant>
        <vt:i4>157</vt:i4>
      </vt:variant>
      <vt:variant>
        <vt:i4>0</vt:i4>
      </vt:variant>
      <vt:variant>
        <vt:i4>5</vt:i4>
      </vt:variant>
      <vt:variant>
        <vt:lpwstr/>
      </vt:variant>
      <vt:variant>
        <vt:lpwstr>_Toc384284215</vt:lpwstr>
      </vt:variant>
      <vt:variant>
        <vt:i4>1572925</vt:i4>
      </vt:variant>
      <vt:variant>
        <vt:i4>151</vt:i4>
      </vt:variant>
      <vt:variant>
        <vt:i4>0</vt:i4>
      </vt:variant>
      <vt:variant>
        <vt:i4>5</vt:i4>
      </vt:variant>
      <vt:variant>
        <vt:lpwstr/>
      </vt:variant>
      <vt:variant>
        <vt:lpwstr>_Toc384284214</vt:lpwstr>
      </vt:variant>
      <vt:variant>
        <vt:i4>1572925</vt:i4>
      </vt:variant>
      <vt:variant>
        <vt:i4>145</vt:i4>
      </vt:variant>
      <vt:variant>
        <vt:i4>0</vt:i4>
      </vt:variant>
      <vt:variant>
        <vt:i4>5</vt:i4>
      </vt:variant>
      <vt:variant>
        <vt:lpwstr/>
      </vt:variant>
      <vt:variant>
        <vt:lpwstr>_Toc384284213</vt:lpwstr>
      </vt:variant>
      <vt:variant>
        <vt:i4>1572925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_Toc384284212</vt:lpwstr>
      </vt:variant>
      <vt:variant>
        <vt:i4>1572925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_Toc384284211</vt:lpwstr>
      </vt:variant>
      <vt:variant>
        <vt:i4>1572925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_Toc384284210</vt:lpwstr>
      </vt:variant>
      <vt:variant>
        <vt:i4>1638461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_Toc384284209</vt:lpwstr>
      </vt:variant>
      <vt:variant>
        <vt:i4>1638461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_Toc384284208</vt:lpwstr>
      </vt:variant>
      <vt:variant>
        <vt:i4>1638461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_Toc384284207</vt:lpwstr>
      </vt:variant>
      <vt:variant>
        <vt:i4>1638461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_Toc384284206</vt:lpwstr>
      </vt:variant>
      <vt:variant>
        <vt:i4>1638461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_Toc384284205</vt:lpwstr>
      </vt:variant>
      <vt:variant>
        <vt:i4>1638461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_Toc384284204</vt:lpwstr>
      </vt:variant>
      <vt:variant>
        <vt:i4>1638461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_Toc384284203</vt:lpwstr>
      </vt:variant>
      <vt:variant>
        <vt:i4>1638461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_Toc384284202</vt:lpwstr>
      </vt:variant>
      <vt:variant>
        <vt:i4>1638461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_Toc384284201</vt:lpwstr>
      </vt:variant>
      <vt:variant>
        <vt:i4>1638461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_Toc384284200</vt:lpwstr>
      </vt:variant>
      <vt:variant>
        <vt:i4>1048638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_Toc384284199</vt:lpwstr>
      </vt:variant>
      <vt:variant>
        <vt:i4>1048638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_Toc384284198</vt:lpwstr>
      </vt:variant>
      <vt:variant>
        <vt:i4>1048638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_Toc384284197</vt:lpwstr>
      </vt:variant>
      <vt:variant>
        <vt:i4>1048638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_Toc384284196</vt:lpwstr>
      </vt:variant>
      <vt:variant>
        <vt:i4>1048638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_Toc384284195</vt:lpwstr>
      </vt:variant>
      <vt:variant>
        <vt:i4>1048638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_Toc384284194</vt:lpwstr>
      </vt:variant>
      <vt:variant>
        <vt:i4>1048638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_Toc384284193</vt:lpwstr>
      </vt:variant>
      <vt:variant>
        <vt:i4>1048638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_Toc384284192</vt:lpwstr>
      </vt:variant>
      <vt:variant>
        <vt:i4>1048638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_Toc384284191</vt:lpwstr>
      </vt:variant>
      <vt:variant>
        <vt:i4>7667752</vt:i4>
      </vt:variant>
      <vt:variant>
        <vt:i4>8</vt:i4>
      </vt:variant>
      <vt:variant>
        <vt:i4>0</vt:i4>
      </vt:variant>
      <vt:variant>
        <vt:i4>5</vt:i4>
      </vt:variant>
      <vt:variant>
        <vt:lpwstr>http://www.sbr.gov.au/</vt:lpwstr>
      </vt:variant>
      <vt:variant>
        <vt:lpwstr/>
      </vt:variant>
      <vt:variant>
        <vt:i4>3932250</vt:i4>
      </vt:variant>
      <vt:variant>
        <vt:i4>5</vt:i4>
      </vt:variant>
      <vt:variant>
        <vt:i4>0</vt:i4>
      </vt:variant>
      <vt:variant>
        <vt:i4>5</vt:i4>
      </vt:variant>
      <vt:variant>
        <vt:lpwstr>mailto:SBRServiceDesk@sbr.gov.au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 SBR Physical End Points</dc:title>
  <dc:subject>Release Notes</dc:subject>
  <dc:creator>Kim McConaghy</dc:creator>
  <dc:description>Vanguard certificate renewal added.</dc:description>
  <cp:lastModifiedBy>Peck Lian How</cp:lastModifiedBy>
  <cp:revision>2</cp:revision>
  <cp:lastPrinted>2019-04-03T23:06:00Z</cp:lastPrinted>
  <dcterms:created xsi:type="dcterms:W3CDTF">2020-02-12T21:25:00Z</dcterms:created>
  <dcterms:modified xsi:type="dcterms:W3CDTF">2020-02-12T21:25:00Z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Document</vt:lpwstr>
  </property>
  <property fmtid="{D5CDD505-2E9C-101B-9397-08002B2CF9AE}" pid="4" name="URL">
    <vt:lpwstr/>
  </property>
  <property fmtid="{D5CDD505-2E9C-101B-9397-08002B2CF9AE}" pid="5" name="ContentTypeId">
    <vt:lpwstr>0x0101005054467B8C92A14AB21B7CF1DA554242</vt:lpwstr>
  </property>
  <property fmtid="{D5CDD505-2E9C-101B-9397-08002B2CF9AE}" pid="6" name="Document Type">
    <vt:lpwstr>Release Note</vt:lpwstr>
  </property>
  <property fmtid="{D5CDD505-2E9C-101B-9397-08002B2CF9AE}" pid="7" name="Audience">
    <vt:lpwstr>External</vt:lpwstr>
  </property>
  <property fmtid="{D5CDD505-2E9C-101B-9397-08002B2CF9AE}" pid="8" name="Endorsing Officer">
    <vt:lpwstr/>
  </property>
  <property fmtid="{D5CDD505-2E9C-101B-9397-08002B2CF9AE}" pid="9" name="Domain">
    <vt:lpwstr>Client Management</vt:lpwstr>
  </property>
  <property fmtid="{D5CDD505-2E9C-101B-9397-08002B2CF9AE}" pid="10" name="_dlc_DocIdItemGuid">
    <vt:lpwstr>b6afc898-3cf9-4d3d-8053-a847d67c57b3</vt:lpwstr>
  </property>
</Properties>
</file>